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A1" w:rsidRDefault="008745A1" w:rsidP="00F741AD">
      <w:pPr>
        <w:pStyle w:val="Food"/>
        <w:rPr>
          <w:b/>
          <w:i w:val="0"/>
        </w:rPr>
      </w:pPr>
    </w:p>
    <w:p w:rsidR="008745A1" w:rsidRDefault="008745A1" w:rsidP="00F741AD">
      <w:pPr>
        <w:pStyle w:val="Food"/>
        <w:rPr>
          <w:b/>
          <w:i w:val="0"/>
        </w:rPr>
      </w:pPr>
    </w:p>
    <w:p w:rsidR="008745A1" w:rsidRDefault="008745A1" w:rsidP="00F741AD">
      <w:pPr>
        <w:pStyle w:val="Food"/>
        <w:rPr>
          <w:b/>
          <w:i w:val="0"/>
        </w:rPr>
      </w:pPr>
    </w:p>
    <w:p w:rsidR="008745A1" w:rsidRDefault="008745A1" w:rsidP="00F741AD">
      <w:pPr>
        <w:pStyle w:val="Food"/>
        <w:rPr>
          <w:b/>
          <w:i w:val="0"/>
        </w:rPr>
      </w:pPr>
    </w:p>
    <w:p w:rsidR="008745A1" w:rsidRDefault="008745A1" w:rsidP="00F741AD">
      <w:pPr>
        <w:pStyle w:val="Food"/>
        <w:rPr>
          <w:b/>
          <w:i w:val="0"/>
        </w:rPr>
      </w:pPr>
    </w:p>
    <w:p w:rsidR="008745A1" w:rsidRPr="009B53BB" w:rsidRDefault="008745A1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8745A1" w:rsidRPr="009B53BB" w:rsidRDefault="008745A1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8745A1" w:rsidRPr="003523C1" w:rsidRDefault="008745A1" w:rsidP="009A734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8745A1" w:rsidRPr="009B53BB" w:rsidRDefault="008745A1" w:rsidP="009A734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8745A1" w:rsidRPr="009B53BB" w:rsidRDefault="008745A1" w:rsidP="00F741AD">
      <w:pPr>
        <w:pStyle w:val="Food"/>
        <w:rPr>
          <w:sz w:val="24"/>
          <w:szCs w:val="24"/>
        </w:rPr>
      </w:pPr>
    </w:p>
    <w:p w:rsidR="008745A1" w:rsidRPr="00B23E19" w:rsidRDefault="008745A1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8745A1" w:rsidRPr="00B23E19" w:rsidRDefault="008745A1" w:rsidP="00F741AD">
      <w:pPr>
        <w:pStyle w:val="Food"/>
        <w:rPr>
          <w:i w:val="0"/>
        </w:rPr>
      </w:pPr>
      <w:r>
        <w:rPr>
          <w:i w:val="0"/>
        </w:rPr>
        <w:t>Tatziki, chives &amp; red onion</w:t>
      </w:r>
    </w:p>
    <w:p w:rsidR="008745A1" w:rsidRPr="00053581" w:rsidRDefault="008745A1" w:rsidP="00053581">
      <w:pPr>
        <w:pStyle w:val="Food"/>
      </w:pPr>
      <w:r w:rsidRPr="00053581">
        <w:t>2009 Laurent Miquel Rosé</w:t>
      </w:r>
    </w:p>
    <w:p w:rsidR="008745A1" w:rsidRPr="009B53BB" w:rsidRDefault="008745A1" w:rsidP="00053581">
      <w:pPr>
        <w:pStyle w:val="Food"/>
        <w:rPr>
          <w:b/>
        </w:rPr>
      </w:pPr>
      <w:r w:rsidRPr="00053581">
        <w:t>Cinsault, Syrah                       5.00(3oz) ~ 10.00 (6oz)</w:t>
      </w:r>
    </w:p>
    <w:p w:rsidR="008745A1" w:rsidRPr="009B53BB" w:rsidRDefault="008745A1" w:rsidP="00A67E73">
      <w:pPr>
        <w:pStyle w:val="Food"/>
        <w:rPr>
          <w:sz w:val="24"/>
          <w:szCs w:val="24"/>
        </w:rPr>
      </w:pPr>
    </w:p>
    <w:p w:rsidR="008745A1" w:rsidRPr="00B23E19" w:rsidRDefault="008745A1" w:rsidP="00A67E73">
      <w:pPr>
        <w:pStyle w:val="Food"/>
        <w:rPr>
          <w:i w:val="0"/>
        </w:rPr>
      </w:pPr>
      <w:r w:rsidRPr="00032FDF">
        <w:rPr>
          <w:b/>
          <w:i w:val="0"/>
        </w:rPr>
        <w:t>Sweet Potato Soup</w:t>
      </w:r>
      <w:r w:rsidRPr="00032FDF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8745A1" w:rsidRPr="00B23E19" w:rsidRDefault="008745A1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8745A1" w:rsidRPr="009B53BB" w:rsidRDefault="008745A1" w:rsidP="009A7349">
      <w:pPr>
        <w:pStyle w:val="Wine"/>
        <w:rPr>
          <w:b/>
          <w:i w:val="0"/>
        </w:rPr>
      </w:pPr>
      <w:r w:rsidRPr="00FC75BB">
        <w:t>2009 "Alargo" Bod. Gomez y Rial</w:t>
      </w:r>
      <w:r w:rsidRPr="00FC75BB">
        <w:br/>
        <w:t>Albariño                                  8.50 (3oz) ~ 16.75 (6oz)</w:t>
      </w:r>
    </w:p>
    <w:p w:rsidR="008745A1" w:rsidRDefault="008745A1" w:rsidP="00F9393A">
      <w:pPr>
        <w:pStyle w:val="Wine"/>
        <w:rPr>
          <w:b/>
          <w:i w:val="0"/>
        </w:rPr>
      </w:pPr>
      <w:r>
        <w:rPr>
          <w:b/>
          <w:i w:val="0"/>
        </w:rPr>
        <w:t xml:space="preserve"> </w:t>
      </w:r>
    </w:p>
    <w:p w:rsidR="008745A1" w:rsidRPr="002D37EA" w:rsidRDefault="008745A1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Curried Carrot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8745A1" w:rsidRPr="002D37EA" w:rsidRDefault="008745A1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cheese curds &amp; green onions</w:t>
      </w:r>
    </w:p>
    <w:p w:rsidR="008745A1" w:rsidRPr="009B53BB" w:rsidRDefault="008745A1" w:rsidP="009F03CD">
      <w:pPr>
        <w:pStyle w:val="Food"/>
      </w:pPr>
      <w:r w:rsidRPr="00FC75BB">
        <w:t>2009 "Perastro" Colle Petrito</w:t>
      </w:r>
      <w:r w:rsidRPr="00FC75BB">
        <w:br/>
        <w:t>Malvasia                              8.10 (3oz) ~ 16.00 (6oz)</w:t>
      </w:r>
    </w:p>
    <w:p w:rsidR="008745A1" w:rsidRDefault="008745A1" w:rsidP="00526D8E">
      <w:pPr>
        <w:pStyle w:val="Wine"/>
        <w:rPr>
          <w:b/>
          <w:i w:val="0"/>
        </w:rPr>
      </w:pPr>
    </w:p>
    <w:p w:rsidR="008745A1" w:rsidRPr="009B53BB" w:rsidRDefault="008745A1" w:rsidP="00526D8E">
      <w:pPr>
        <w:pStyle w:val="Wine"/>
        <w:rPr>
          <w:b/>
          <w:i w:val="0"/>
        </w:rPr>
      </w:pPr>
      <w:r w:rsidRPr="00032FDF">
        <w:rPr>
          <w:b/>
          <w:i w:val="0"/>
        </w:rPr>
        <w:t>Wild Mushrooms &amp; Smoked Chicken On Toast</w:t>
      </w:r>
      <w:r w:rsidRPr="00032FDF">
        <w:rPr>
          <w:b/>
        </w:rPr>
        <w:tab/>
        <w:t xml:space="preserve">   </w:t>
      </w:r>
      <w:r w:rsidRPr="00032FDF">
        <w:rPr>
          <w:b/>
          <w:i w:val="0"/>
        </w:rPr>
        <w:t>10</w:t>
      </w:r>
    </w:p>
    <w:p w:rsidR="008745A1" w:rsidRPr="009B53BB" w:rsidRDefault="008745A1" w:rsidP="00526D8E">
      <w:pPr>
        <w:pStyle w:val="Food"/>
        <w:rPr>
          <w:i w:val="0"/>
        </w:rPr>
      </w:pPr>
      <w:r>
        <w:rPr>
          <w:i w:val="0"/>
        </w:rPr>
        <w:t xml:space="preserve">Herb sour cream &amp; toscano cheese </w:t>
      </w:r>
    </w:p>
    <w:p w:rsidR="008745A1" w:rsidRPr="00F01E15" w:rsidRDefault="008745A1" w:rsidP="00526D8E">
      <w:pPr>
        <w:pStyle w:val="Wine"/>
      </w:pPr>
      <w:r w:rsidRPr="00F01E15">
        <w:t>2007 Stratus "Tollgate" White</w:t>
      </w:r>
    </w:p>
    <w:p w:rsidR="008745A1" w:rsidRDefault="008745A1" w:rsidP="00526D8E">
      <w:pPr>
        <w:pStyle w:val="Food"/>
      </w:pPr>
      <w:r w:rsidRPr="00F01E15">
        <w:t>Semillon, Chard, Viognier…  6.00 (3oz) ~ 11.50 (6oz)</w:t>
      </w:r>
    </w:p>
    <w:p w:rsidR="008745A1" w:rsidRDefault="008745A1" w:rsidP="00BB0014">
      <w:pPr>
        <w:pStyle w:val="Wine"/>
        <w:rPr>
          <w:b/>
          <w:i w:val="0"/>
        </w:rPr>
      </w:pPr>
    </w:p>
    <w:p w:rsidR="008745A1" w:rsidRPr="009B53BB" w:rsidRDefault="008745A1" w:rsidP="001D54BC">
      <w:pPr>
        <w:pStyle w:val="Wine"/>
        <w:rPr>
          <w:b/>
          <w:i w:val="0"/>
        </w:rPr>
      </w:pPr>
      <w:r>
        <w:rPr>
          <w:b/>
          <w:i w:val="0"/>
        </w:rPr>
        <w:t>Couscous &amp; Raisin Salad</w:t>
      </w:r>
      <w:r w:rsidRPr="009B53BB">
        <w:rPr>
          <w:b/>
        </w:rPr>
        <w:tab/>
        <w:t xml:space="preserve">   </w:t>
      </w:r>
      <w:r>
        <w:rPr>
          <w:b/>
          <w:i w:val="0"/>
        </w:rPr>
        <w:t>8</w:t>
      </w:r>
    </w:p>
    <w:p w:rsidR="008745A1" w:rsidRPr="009B53BB" w:rsidRDefault="008745A1" w:rsidP="001D54BC">
      <w:pPr>
        <w:pStyle w:val="Food"/>
        <w:rPr>
          <w:i w:val="0"/>
        </w:rPr>
      </w:pPr>
      <w:r>
        <w:rPr>
          <w:i w:val="0"/>
        </w:rPr>
        <w:t xml:space="preserve">Goat cheese, greens, hazelnuts &amp; sun dried tomato </w:t>
      </w:r>
    </w:p>
    <w:p w:rsidR="008745A1" w:rsidRPr="001149B2" w:rsidRDefault="008745A1" w:rsidP="00053581">
      <w:pPr>
        <w:pStyle w:val="Wine"/>
      </w:pPr>
      <w:r w:rsidRPr="001149B2">
        <w:t>2009 Venica &amp; Venica</w:t>
      </w:r>
    </w:p>
    <w:p w:rsidR="008745A1" w:rsidRDefault="008745A1" w:rsidP="00053581">
      <w:pPr>
        <w:pStyle w:val="Food"/>
      </w:pPr>
      <w:r w:rsidRPr="001149B2">
        <w:t>Tocai Friulano                       9.25 (3oz) ~ 18.00 (6oz)</w:t>
      </w:r>
    </w:p>
    <w:p w:rsidR="008745A1" w:rsidRDefault="008745A1" w:rsidP="00053581">
      <w:pPr>
        <w:pStyle w:val="Food"/>
        <w:rPr>
          <w:b/>
          <w:i w:val="0"/>
        </w:rPr>
      </w:pPr>
    </w:p>
    <w:p w:rsidR="008745A1" w:rsidRPr="009B53BB" w:rsidRDefault="008745A1" w:rsidP="00CE273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8745A1" w:rsidRPr="009B53BB" w:rsidRDefault="008745A1" w:rsidP="00CE273D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8745A1" w:rsidRPr="000D6792" w:rsidRDefault="008745A1" w:rsidP="00CE273D">
      <w:pPr>
        <w:pStyle w:val="Food"/>
      </w:pPr>
      <w:r w:rsidRPr="000D6792">
        <w:t>2009 Borgo Boschetto</w:t>
      </w:r>
    </w:p>
    <w:p w:rsidR="008745A1" w:rsidRPr="009B53BB" w:rsidRDefault="008745A1" w:rsidP="00CE273D">
      <w:pPr>
        <w:pStyle w:val="Wine"/>
        <w:rPr>
          <w:color w:val="000000"/>
        </w:rPr>
      </w:pPr>
      <w:r w:rsidRPr="000D6792">
        <w:rPr>
          <w:lang w:val="fr-CA"/>
        </w:rPr>
        <w:t xml:space="preserve">Pinot Grigio   </w:t>
      </w:r>
      <w:r w:rsidRPr="000D6792">
        <w:t xml:space="preserve">                          7.25 (3oz) ~14.25 (6oz)</w:t>
      </w:r>
    </w:p>
    <w:p w:rsidR="008745A1" w:rsidRDefault="008745A1" w:rsidP="002C1C47">
      <w:pPr>
        <w:pStyle w:val="Food"/>
        <w:rPr>
          <w:b/>
          <w:i w:val="0"/>
        </w:rPr>
      </w:pPr>
    </w:p>
    <w:p w:rsidR="008745A1" w:rsidRDefault="008745A1" w:rsidP="00DF6939">
      <w:pPr>
        <w:pStyle w:val="Wine"/>
        <w:rPr>
          <w:i w:val="0"/>
        </w:rPr>
      </w:pPr>
      <w:r w:rsidRPr="00032FDF">
        <w:rPr>
          <w:b/>
          <w:i w:val="0"/>
        </w:rPr>
        <w:t xml:space="preserve">Arugula Salad             </w:t>
      </w:r>
      <w:r w:rsidRPr="00032FDF">
        <w:rPr>
          <w:b/>
          <w:i w:val="0"/>
        </w:rPr>
        <w:tab/>
        <w:t xml:space="preserve">   8</w:t>
      </w:r>
      <w:r>
        <w:rPr>
          <w:b/>
          <w:i w:val="0"/>
        </w:rPr>
        <w:t xml:space="preserve">          </w:t>
      </w:r>
    </w:p>
    <w:p w:rsidR="008745A1" w:rsidRPr="00DF6939" w:rsidRDefault="008745A1" w:rsidP="00DF6939">
      <w:pPr>
        <w:pStyle w:val="Wine"/>
        <w:rPr>
          <w:b/>
          <w:i w:val="0"/>
        </w:rPr>
      </w:pPr>
      <w:r>
        <w:rPr>
          <w:i w:val="0"/>
        </w:rPr>
        <w:t xml:space="preserve">Candied walnuts, feta, pickled onions &amp; balsamic vin. </w:t>
      </w:r>
    </w:p>
    <w:p w:rsidR="008745A1" w:rsidRPr="001C7765" w:rsidRDefault="008745A1" w:rsidP="00F01E15">
      <w:pPr>
        <w:pStyle w:val="Food"/>
      </w:pPr>
      <w:r w:rsidRPr="001C7765">
        <w:t>2009 « Thalassitis » Gaia</w:t>
      </w:r>
    </w:p>
    <w:p w:rsidR="008745A1" w:rsidRDefault="008745A1" w:rsidP="00F01E15">
      <w:pPr>
        <w:pStyle w:val="Wine"/>
        <w:rPr>
          <w:b/>
          <w:i w:val="0"/>
        </w:rPr>
      </w:pPr>
      <w:r w:rsidRPr="001C7765">
        <w:rPr>
          <w:lang w:val="fr-CA"/>
        </w:rPr>
        <w:t xml:space="preserve">Assyrtiko         </w:t>
      </w:r>
      <w:r w:rsidRPr="001C7765">
        <w:t xml:space="preserve">                          8.75 (3oz) ~16.50 (6oz)</w:t>
      </w:r>
    </w:p>
    <w:p w:rsidR="008745A1" w:rsidRDefault="008745A1" w:rsidP="003E2398">
      <w:pPr>
        <w:pStyle w:val="Wine"/>
        <w:rPr>
          <w:b/>
          <w:i w:val="0"/>
        </w:rPr>
      </w:pPr>
    </w:p>
    <w:p w:rsidR="008745A1" w:rsidRPr="00DF6939" w:rsidRDefault="008745A1" w:rsidP="003E2398">
      <w:pPr>
        <w:pStyle w:val="Wine"/>
        <w:rPr>
          <w:b/>
          <w:i w:val="0"/>
        </w:rPr>
      </w:pPr>
      <w:r w:rsidRPr="00032FDF">
        <w:rPr>
          <w:b/>
          <w:i w:val="0"/>
        </w:rPr>
        <w:t xml:space="preserve">House Smoked </w:t>
      </w:r>
      <w:smartTag w:uri="urn:schemas-microsoft-com:office:smarttags" w:element="place">
        <w:r w:rsidRPr="00032FDF">
          <w:rPr>
            <w:b/>
            <w:i w:val="0"/>
          </w:rPr>
          <w:t>Muscovy</w:t>
        </w:r>
      </w:smartTag>
      <w:r w:rsidRPr="00032FDF">
        <w:rPr>
          <w:b/>
          <w:i w:val="0"/>
        </w:rPr>
        <w:t xml:space="preserve"> Duck </w:t>
      </w:r>
      <w:r w:rsidRPr="00032FDF">
        <w:rPr>
          <w:b/>
          <w:i w:val="0"/>
        </w:rPr>
        <w:tab/>
        <w:t xml:space="preserve">  10</w:t>
      </w:r>
    </w:p>
    <w:p w:rsidR="008745A1" w:rsidRPr="00DF6939" w:rsidRDefault="008745A1" w:rsidP="003E2398">
      <w:pPr>
        <w:pStyle w:val="Wine"/>
        <w:rPr>
          <w:b/>
          <w:i w:val="0"/>
        </w:rPr>
      </w:pPr>
      <w:r>
        <w:rPr>
          <w:i w:val="0"/>
        </w:rPr>
        <w:t>Pickled vegetables from our wall</w:t>
      </w:r>
      <w:r w:rsidRPr="00DF6939">
        <w:rPr>
          <w:i w:val="0"/>
        </w:rPr>
        <w:t xml:space="preserve"> &amp; olive oil crostini </w:t>
      </w:r>
    </w:p>
    <w:p w:rsidR="008745A1" w:rsidRPr="00DF6939" w:rsidRDefault="008745A1" w:rsidP="003E2398">
      <w:pPr>
        <w:pStyle w:val="Wine"/>
      </w:pPr>
      <w:r w:rsidRPr="00DF6939">
        <w:t>2009 Laudo Bodegas Ondalan</w:t>
      </w:r>
    </w:p>
    <w:p w:rsidR="008745A1" w:rsidRPr="002C1C47" w:rsidRDefault="008745A1" w:rsidP="003E2398">
      <w:pPr>
        <w:pStyle w:val="Wine"/>
        <w:rPr>
          <w:lang w:val="fr-CA"/>
        </w:rPr>
      </w:pPr>
      <w:r w:rsidRPr="00DF6939">
        <w:t>Tempranillo                            6.75 (3oz) ~ 13.00 (6oz)</w:t>
      </w:r>
    </w:p>
    <w:p w:rsidR="008745A1" w:rsidRDefault="008745A1" w:rsidP="002C1C47">
      <w:pPr>
        <w:pStyle w:val="Food"/>
        <w:rPr>
          <w:b/>
          <w:i w:val="0"/>
        </w:rPr>
      </w:pPr>
    </w:p>
    <w:p w:rsidR="008745A1" w:rsidRPr="009B53BB" w:rsidRDefault="008745A1" w:rsidP="002C1C47">
      <w:pPr>
        <w:pStyle w:val="Food"/>
        <w:rPr>
          <w:b/>
          <w:i w:val="0"/>
        </w:rPr>
      </w:pPr>
      <w:r>
        <w:rPr>
          <w:b/>
          <w:i w:val="0"/>
        </w:rPr>
        <w:t>Roasted Garlic &amp; Goat Cheese Stuffed Pepper</w:t>
      </w:r>
      <w:r>
        <w:rPr>
          <w:b/>
          <w:i w:val="0"/>
        </w:rPr>
        <w:tab/>
      </w:r>
      <w:r w:rsidRPr="009B53BB">
        <w:rPr>
          <w:b/>
          <w:i w:val="0"/>
        </w:rPr>
        <w:t xml:space="preserve">  9</w:t>
      </w:r>
    </w:p>
    <w:p w:rsidR="008745A1" w:rsidRPr="009B53BB" w:rsidRDefault="008745A1" w:rsidP="002C1C47">
      <w:pPr>
        <w:pStyle w:val="Wine"/>
        <w:rPr>
          <w:i w:val="0"/>
        </w:rPr>
      </w:pPr>
      <w:r>
        <w:rPr>
          <w:i w:val="0"/>
        </w:rPr>
        <w:t>Creamy potato salad</w:t>
      </w:r>
    </w:p>
    <w:p w:rsidR="008745A1" w:rsidRPr="009B53BB" w:rsidRDefault="008745A1" w:rsidP="00F01E15">
      <w:pPr>
        <w:pStyle w:val="Food"/>
      </w:pPr>
      <w:r>
        <w:t>2006 Pirramimma</w:t>
      </w:r>
    </w:p>
    <w:p w:rsidR="008745A1" w:rsidRPr="009B53BB" w:rsidRDefault="008745A1" w:rsidP="00F01E15">
      <w:pPr>
        <w:pStyle w:val="Wine"/>
        <w:rPr>
          <w:color w:val="000000"/>
        </w:rPr>
      </w:pPr>
      <w:r>
        <w:t>Petit Verdot                             9.00(3oz) ~ 17.5</w:t>
      </w:r>
      <w:r w:rsidRPr="009B53BB">
        <w:t>0 (6oz)</w:t>
      </w:r>
    </w:p>
    <w:p w:rsidR="008745A1" w:rsidRDefault="008745A1" w:rsidP="003E2398">
      <w:pPr>
        <w:pStyle w:val="Wine"/>
        <w:rPr>
          <w:b/>
          <w:i w:val="0"/>
        </w:rPr>
      </w:pPr>
    </w:p>
    <w:p w:rsidR="008745A1" w:rsidRPr="00B23E19" w:rsidRDefault="008745A1" w:rsidP="004D7968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Fried Fanny Bay Oyster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8745A1" w:rsidRPr="00B23E19" w:rsidRDefault="008745A1" w:rsidP="004D7968">
      <w:pPr>
        <w:pStyle w:val="Wine"/>
        <w:rPr>
          <w:i w:val="0"/>
        </w:rPr>
      </w:pPr>
      <w:r>
        <w:rPr>
          <w:i w:val="0"/>
        </w:rPr>
        <w:t>Citrus greens &amp; sweet pickle tartar sauce</w:t>
      </w:r>
    </w:p>
    <w:p w:rsidR="008745A1" w:rsidRPr="009B53BB" w:rsidRDefault="008745A1" w:rsidP="004D7968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place">
        <w:smartTag w:uri="urn:schemas-microsoft-com:office:smarttags" w:element="Stat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8745A1" w:rsidRDefault="008745A1" w:rsidP="00C56E55">
      <w:pPr>
        <w:pStyle w:val="Wine"/>
        <w:rPr>
          <w:b/>
          <w:i w:val="0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Pr="00B23E19" w:rsidRDefault="008745A1" w:rsidP="003926D7">
      <w:pPr>
        <w:pStyle w:val="Wine"/>
        <w:rPr>
          <w:b/>
        </w:rPr>
      </w:pPr>
      <w:r w:rsidRPr="00B23E19">
        <w:rPr>
          <w:b/>
          <w:i w:val="0"/>
        </w:rPr>
        <w:t>Risotto</w:t>
      </w:r>
      <w:r w:rsidRPr="00B23E19">
        <w:rPr>
          <w:b/>
          <w:i w:val="0"/>
        </w:rPr>
        <w:tab/>
        <w:t xml:space="preserve">  </w:t>
      </w:r>
      <w:r>
        <w:rPr>
          <w:b/>
          <w:i w:val="0"/>
        </w:rPr>
        <w:t>9</w:t>
      </w:r>
    </w:p>
    <w:p w:rsidR="008745A1" w:rsidRPr="00B23E19" w:rsidRDefault="008745A1" w:rsidP="003926D7">
      <w:pPr>
        <w:pStyle w:val="Wine"/>
        <w:rPr>
          <w:i w:val="0"/>
        </w:rPr>
      </w:pPr>
      <w:r>
        <w:rPr>
          <w:i w:val="0"/>
        </w:rPr>
        <w:t>Spinach, confit tomatoes &amp; goat cheese</w:t>
      </w:r>
    </w:p>
    <w:p w:rsidR="008745A1" w:rsidRDefault="008745A1" w:rsidP="003926D7">
      <w:pPr>
        <w:pStyle w:val="Wine"/>
        <w:rPr>
          <w:b/>
          <w:i w:val="0"/>
        </w:rPr>
      </w:pPr>
      <w:r w:rsidRPr="001C7765">
        <w:t>2006 Kacaba Horizon Ridge</w:t>
      </w:r>
      <w:r w:rsidRPr="001C7765">
        <w:br/>
        <w:t>Chardonnay                              6.75 (3oz) ~ 13.50 (6oz)</w:t>
      </w:r>
    </w:p>
    <w:p w:rsidR="008745A1" w:rsidRDefault="008745A1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8745A1" w:rsidRPr="009B53BB" w:rsidRDefault="008745A1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Braised Beef Cheeks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3</w:t>
      </w:r>
    </w:p>
    <w:p w:rsidR="008745A1" w:rsidRPr="009B53BB" w:rsidRDefault="008745A1" w:rsidP="000C775F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</w:p>
    <w:p w:rsidR="008745A1" w:rsidRPr="009B53BB" w:rsidRDefault="008745A1" w:rsidP="000C775F">
      <w:pPr>
        <w:pStyle w:val="Wine"/>
      </w:pPr>
      <w:r w:rsidRPr="00F01E15">
        <w:t>2007 Freemark Abbey</w:t>
      </w:r>
      <w:r w:rsidRPr="00F01E15">
        <w:br/>
        <w:t>Merlot                                     11.25 (3oz) ~ 22.00 (6oz)</w:t>
      </w:r>
    </w:p>
    <w:p w:rsidR="008745A1" w:rsidRDefault="008745A1" w:rsidP="00072EB2">
      <w:pPr>
        <w:pStyle w:val="Wine"/>
        <w:rPr>
          <w:b/>
          <w:i w:val="0"/>
        </w:rPr>
      </w:pPr>
    </w:p>
    <w:p w:rsidR="008745A1" w:rsidRPr="002D452F" w:rsidRDefault="008745A1" w:rsidP="00072EB2">
      <w:pPr>
        <w:pStyle w:val="Wine"/>
        <w:rPr>
          <w:b/>
          <w:i w:val="0"/>
        </w:rPr>
      </w:pPr>
      <w:r>
        <w:rPr>
          <w:b/>
          <w:i w:val="0"/>
        </w:rPr>
        <w:t xml:space="preserve">Seared B.C. Halibut   </w:t>
      </w:r>
      <w:r>
        <w:rPr>
          <w:b/>
          <w:i w:val="0"/>
        </w:rPr>
        <w:tab/>
        <w:t xml:space="preserve">   14</w:t>
      </w:r>
    </w:p>
    <w:p w:rsidR="008745A1" w:rsidRPr="002D452F" w:rsidRDefault="008745A1" w:rsidP="00072EB2">
      <w:pPr>
        <w:pStyle w:val="Wine"/>
        <w:rPr>
          <w:b/>
        </w:rPr>
      </w:pPr>
      <w:r>
        <w:rPr>
          <w:i w:val="0"/>
        </w:rPr>
        <w:t>Radicchio, leeks, fennel &amp; lemon butter</w:t>
      </w:r>
    </w:p>
    <w:p w:rsidR="008745A1" w:rsidRPr="009122C0" w:rsidRDefault="008745A1" w:rsidP="00D36579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8745A1" w:rsidRPr="009B53BB" w:rsidRDefault="008745A1" w:rsidP="00D36579">
      <w:pPr>
        <w:pStyle w:val="Food"/>
        <w:rPr>
          <w:noProof w:val="0"/>
          <w:spacing w:val="6"/>
          <w:lang w:val="en-US" w:eastAsia="en-CA"/>
        </w:rPr>
      </w:pPr>
      <w:r w:rsidRPr="009122C0">
        <w:t>Sauv. blanc, Chard, Others   14.00 (3oz) ~ 27.50 (6oz)</w:t>
      </w:r>
    </w:p>
    <w:p w:rsidR="008745A1" w:rsidRDefault="008745A1" w:rsidP="002C1C47">
      <w:pPr>
        <w:pStyle w:val="Wine"/>
        <w:rPr>
          <w:b/>
          <w:i w:val="0"/>
        </w:rPr>
      </w:pPr>
    </w:p>
    <w:p w:rsidR="008745A1" w:rsidRPr="002D452F" w:rsidRDefault="008745A1" w:rsidP="002C1C47">
      <w:pPr>
        <w:pStyle w:val="Wine"/>
        <w:rPr>
          <w:b/>
          <w:i w:val="0"/>
        </w:rPr>
      </w:pPr>
      <w:r>
        <w:rPr>
          <w:b/>
          <w:i w:val="0"/>
        </w:rPr>
        <w:t>Giant “Lion – Paw” Sea Scallop</w:t>
      </w:r>
      <w:r>
        <w:rPr>
          <w:b/>
          <w:i w:val="0"/>
        </w:rPr>
        <w:tab/>
        <w:t xml:space="preserve">   13</w:t>
      </w:r>
    </w:p>
    <w:p w:rsidR="008745A1" w:rsidRPr="002D452F" w:rsidRDefault="008745A1" w:rsidP="002C1C47">
      <w:pPr>
        <w:pStyle w:val="Wine"/>
        <w:rPr>
          <w:b/>
        </w:rPr>
      </w:pPr>
      <w:r>
        <w:rPr>
          <w:i w:val="0"/>
        </w:rPr>
        <w:t xml:space="preserve">Double smoked bacon, roasted red peppers &amp; quinoa </w:t>
      </w:r>
    </w:p>
    <w:p w:rsidR="008745A1" w:rsidRPr="009B53BB" w:rsidRDefault="008745A1" w:rsidP="002C1C47">
      <w:pPr>
        <w:pStyle w:val="Food"/>
        <w:rPr>
          <w:noProof w:val="0"/>
          <w:spacing w:val="6"/>
          <w:lang w:val="en-US" w:eastAsia="en-CA"/>
        </w:rPr>
      </w:pPr>
      <w:r w:rsidRPr="001C7765">
        <w:rPr>
          <w:noProof w:val="0"/>
          <w:spacing w:val="6"/>
          <w:lang w:val="en-US" w:eastAsia="en-CA"/>
        </w:rPr>
        <w:t>2008 Belondrade y Lurton</w:t>
      </w:r>
      <w:r w:rsidRPr="001C7765">
        <w:rPr>
          <w:noProof w:val="0"/>
          <w:spacing w:val="6"/>
          <w:lang w:val="en-US" w:eastAsia="en-CA"/>
        </w:rPr>
        <w:br/>
        <w:t>Verdejo                                   14.00 (3oz) ~ 27.50 (6oz)</w:t>
      </w:r>
    </w:p>
    <w:p w:rsidR="008745A1" w:rsidRPr="009B53BB" w:rsidRDefault="008745A1" w:rsidP="009B53BB">
      <w:pPr>
        <w:pStyle w:val="Food"/>
        <w:rPr>
          <w:sz w:val="24"/>
          <w:szCs w:val="24"/>
        </w:rPr>
      </w:pPr>
    </w:p>
    <w:p w:rsidR="008745A1" w:rsidRPr="002D452F" w:rsidRDefault="008745A1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>
        <w:rPr>
          <w:b/>
          <w:i w:val="0"/>
        </w:rPr>
        <w:tab/>
        <w:t xml:space="preserve">   14</w:t>
      </w:r>
    </w:p>
    <w:p w:rsidR="008745A1" w:rsidRPr="002D452F" w:rsidRDefault="008745A1" w:rsidP="000C775F">
      <w:pPr>
        <w:pStyle w:val="Wine"/>
        <w:rPr>
          <w:b/>
        </w:rPr>
      </w:pPr>
      <w:r>
        <w:rPr>
          <w:i w:val="0"/>
        </w:rPr>
        <w:t xml:space="preserve">Garlic rapini, Parsnip &amp; pear puree </w:t>
      </w:r>
    </w:p>
    <w:p w:rsidR="008745A1" w:rsidRPr="009B53BB" w:rsidRDefault="008745A1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8745A1" w:rsidRPr="00526D8E" w:rsidRDefault="008745A1" w:rsidP="00526D8E">
      <w:pPr>
        <w:pStyle w:val="Food"/>
        <w:rPr>
          <w:b/>
          <w:i w:val="0"/>
          <w:noProof w:val="0"/>
          <w:spacing w:val="6"/>
          <w:sz w:val="24"/>
          <w:szCs w:val="24"/>
          <w:lang w:val="en-US" w:eastAsia="en-CA"/>
        </w:rPr>
      </w:pPr>
    </w:p>
    <w:p w:rsidR="008745A1" w:rsidRPr="00526D8E" w:rsidRDefault="008745A1" w:rsidP="00526D8E">
      <w:pPr>
        <w:pStyle w:val="Food"/>
        <w:rPr>
          <w:sz w:val="24"/>
          <w:szCs w:val="24"/>
        </w:rPr>
      </w:pPr>
      <w:r>
        <w:rPr>
          <w:b/>
          <w:i w:val="0"/>
        </w:rPr>
        <w:t>Grilled Hanger</w:t>
      </w:r>
      <w:r w:rsidRPr="00526D8E">
        <w:rPr>
          <w:b/>
          <w:i w:val="0"/>
        </w:rPr>
        <w:t xml:space="preserve"> Steak</w:t>
      </w:r>
      <w:r>
        <w:tab/>
      </w:r>
      <w:r w:rsidRPr="00526D8E">
        <w:rPr>
          <w:b/>
          <w:i w:val="0"/>
        </w:rPr>
        <w:t xml:space="preserve">   14</w:t>
      </w:r>
    </w:p>
    <w:p w:rsidR="008745A1" w:rsidRPr="002D452F" w:rsidRDefault="008745A1" w:rsidP="00C56E55">
      <w:pPr>
        <w:pStyle w:val="Wine"/>
        <w:rPr>
          <w:b/>
        </w:rPr>
      </w:pPr>
      <w:r>
        <w:rPr>
          <w:i w:val="0"/>
        </w:rPr>
        <w:t xml:space="preserve">Roasted root vegetables &amp; fresh horseradish </w:t>
      </w:r>
      <w:r w:rsidRPr="002D452F">
        <w:rPr>
          <w:i w:val="0"/>
        </w:rPr>
        <w:t xml:space="preserve"> </w:t>
      </w:r>
    </w:p>
    <w:p w:rsidR="008745A1" w:rsidRPr="000D6792" w:rsidRDefault="008745A1" w:rsidP="0056516E">
      <w:pPr>
        <w:pStyle w:val="Food"/>
        <w:rPr>
          <w:noProof w:val="0"/>
          <w:spacing w:val="6"/>
          <w:lang w:val="en-US" w:eastAsia="en-CA"/>
        </w:rPr>
      </w:pPr>
      <w:r w:rsidRPr="00053581">
        <w:t>2008 Kacaba</w:t>
      </w:r>
      <w:r w:rsidRPr="00053581">
        <w:br/>
        <w:t>Sirah                                     8.50 (3oz) ~ 16.50 (6oz)</w:t>
      </w:r>
      <w:r w:rsidRPr="009B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745A1" w:rsidRDefault="008745A1" w:rsidP="0056516E">
      <w:pPr>
        <w:pStyle w:val="Food"/>
        <w:rPr>
          <w:sz w:val="24"/>
          <w:szCs w:val="24"/>
        </w:rPr>
      </w:pPr>
    </w:p>
    <w:p w:rsidR="008745A1" w:rsidRPr="0056516E" w:rsidRDefault="008745A1" w:rsidP="0056516E">
      <w:pPr>
        <w:pStyle w:val="Food"/>
        <w:rPr>
          <w:sz w:val="24"/>
          <w:szCs w:val="24"/>
        </w:rPr>
      </w:pPr>
      <w:r w:rsidRPr="0063694C">
        <w:rPr>
          <w:b/>
          <w:i w:val="0"/>
        </w:rPr>
        <w:t>Artisan Canadian Cheese Platter</w:t>
      </w:r>
      <w:r w:rsidRPr="009B53BB">
        <w:tab/>
      </w:r>
      <w:r w:rsidRPr="003926D7">
        <w:rPr>
          <w:i w:val="0"/>
        </w:rPr>
        <w:t xml:space="preserve">   </w:t>
      </w:r>
      <w:r w:rsidRPr="003926D7">
        <w:rPr>
          <w:b/>
          <w:i w:val="0"/>
        </w:rPr>
        <w:t>16</w:t>
      </w:r>
    </w:p>
    <w:p w:rsidR="008745A1" w:rsidRPr="009B53BB" w:rsidRDefault="008745A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Lankaaster</w:t>
      </w:r>
      <w:r w:rsidRPr="009B53BB">
        <w:rPr>
          <w:i w:val="0"/>
          <w:lang w:val="fr-CA"/>
        </w:rPr>
        <w:t xml:space="preserve">, </w:t>
      </w:r>
      <w:r>
        <w:rPr>
          <w:i w:val="0"/>
          <w:lang w:val="fr-CA"/>
        </w:rPr>
        <w:t>Double-Cream Brie</w:t>
      </w:r>
      <w:r w:rsidRPr="009B53BB">
        <w:rPr>
          <w:i w:val="0"/>
          <w:lang w:val="fr-CA"/>
        </w:rPr>
        <w:t>, Tuscano,</w:t>
      </w:r>
    </w:p>
    <w:p w:rsidR="008745A1" w:rsidRPr="009B53BB" w:rsidRDefault="008745A1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8745A1" w:rsidRPr="009B53BB" w:rsidRDefault="008745A1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8745A1" w:rsidRDefault="008745A1" w:rsidP="000C775F">
      <w:pPr>
        <w:pStyle w:val="Wine"/>
        <w:rPr>
          <w:b/>
          <w:i w:val="0"/>
          <w:lang w:val="fr-CA"/>
        </w:rPr>
      </w:pPr>
    </w:p>
    <w:p w:rsidR="008745A1" w:rsidRPr="002D452F" w:rsidRDefault="008745A1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 xml:space="preserve">Peppermint Panna Cotta </w:t>
      </w:r>
      <w:r w:rsidRPr="002D452F">
        <w:rPr>
          <w:b/>
          <w:i w:val="0"/>
          <w:lang w:val="fr-CA"/>
        </w:rPr>
        <w:tab/>
        <w:t xml:space="preserve">   7</w:t>
      </w:r>
    </w:p>
    <w:p w:rsidR="008745A1" w:rsidRPr="002D452F" w:rsidRDefault="008745A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Raspberry Purée</w:t>
      </w:r>
    </w:p>
    <w:p w:rsidR="008745A1" w:rsidRPr="00F27A0C" w:rsidRDefault="008745A1" w:rsidP="009A7349">
      <w:pPr>
        <w:pStyle w:val="Food"/>
      </w:pPr>
      <w:r w:rsidRPr="00F27A0C">
        <w:t>NV Champagne Nicolas Feuillatte</w:t>
      </w:r>
    </w:p>
    <w:p w:rsidR="008745A1" w:rsidRPr="009B53BB" w:rsidRDefault="008745A1" w:rsidP="009A7349">
      <w:pPr>
        <w:pStyle w:val="Wine"/>
      </w:pPr>
      <w:r w:rsidRPr="00F27A0C">
        <w:t>P. Noir, P. Meunier, Chard     13.00 (3oz) ~ 25.00 (6oz)</w:t>
      </w:r>
    </w:p>
    <w:p w:rsidR="008745A1" w:rsidRDefault="008745A1" w:rsidP="007D4118">
      <w:pPr>
        <w:pStyle w:val="Wine"/>
        <w:rPr>
          <w:b/>
          <w:i w:val="0"/>
          <w:lang w:val="fr-CA"/>
        </w:rPr>
      </w:pPr>
    </w:p>
    <w:p w:rsidR="008745A1" w:rsidRPr="002D452F" w:rsidRDefault="008745A1" w:rsidP="00072EB2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Mousse</w:t>
      </w:r>
      <w:r w:rsidRPr="002D452F">
        <w:rPr>
          <w:b/>
          <w:i w:val="0"/>
          <w:lang w:val="fr-CA"/>
        </w:rPr>
        <w:tab/>
        <w:t xml:space="preserve">   7</w:t>
      </w:r>
    </w:p>
    <w:p w:rsidR="008745A1" w:rsidRDefault="008745A1" w:rsidP="00072EB2">
      <w:pPr>
        <w:pStyle w:val="Wine"/>
        <w:rPr>
          <w:i w:val="0"/>
          <w:lang w:val="fr-CA"/>
        </w:rPr>
      </w:pPr>
      <w:r>
        <w:rPr>
          <w:i w:val="0"/>
          <w:lang w:val="fr-CA"/>
        </w:rPr>
        <w:t>Blueberry compote</w:t>
      </w:r>
    </w:p>
    <w:p w:rsidR="008745A1" w:rsidRPr="002D452F" w:rsidRDefault="008745A1" w:rsidP="00F27A0C">
      <w:pPr>
        <w:pStyle w:val="Food"/>
      </w:pPr>
      <w:r w:rsidRPr="002D452F">
        <w:t>2008 La Tunella</w:t>
      </w:r>
    </w:p>
    <w:p w:rsidR="008745A1" w:rsidRPr="009B53BB" w:rsidRDefault="008745A1" w:rsidP="00F27A0C">
      <w:pPr>
        <w:pStyle w:val="Wine"/>
      </w:pPr>
      <w:r w:rsidRPr="002D452F">
        <w:t xml:space="preserve">Verduzzo                         </w:t>
      </w:r>
      <w:r>
        <w:t xml:space="preserve">   </w:t>
      </w:r>
      <w:r w:rsidRPr="002D452F">
        <w:t xml:space="preserve">        3.00 (1oz) ~ 6.00 (2oz)</w:t>
      </w:r>
    </w:p>
    <w:p w:rsidR="008745A1" w:rsidRDefault="008745A1" w:rsidP="00073657">
      <w:pPr>
        <w:pStyle w:val="Food"/>
        <w:rPr>
          <w:sz w:val="24"/>
          <w:szCs w:val="24"/>
        </w:rPr>
      </w:pPr>
    </w:p>
    <w:p w:rsidR="008745A1" w:rsidRPr="009B53BB" w:rsidRDefault="008745A1" w:rsidP="00073657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9B53BB">
        <w:rPr>
          <w:b/>
          <w:i w:val="0"/>
        </w:rPr>
        <w:tab/>
        <w:t xml:space="preserve">  7 </w:t>
      </w:r>
    </w:p>
    <w:p w:rsidR="008745A1" w:rsidRDefault="008745A1" w:rsidP="000C775F">
      <w:pPr>
        <w:pStyle w:val="Food"/>
        <w:rPr>
          <w:i w:val="0"/>
        </w:rPr>
      </w:pPr>
      <w:r>
        <w:rPr>
          <w:i w:val="0"/>
        </w:rPr>
        <w:t>Chantilly cream &amp; Niagara apricots</w:t>
      </w:r>
    </w:p>
    <w:p w:rsidR="008745A1" w:rsidRPr="009B53BB" w:rsidRDefault="008745A1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8745A1" w:rsidRPr="002C1C47" w:rsidRDefault="008745A1" w:rsidP="000C775F">
      <w:pPr>
        <w:pStyle w:val="Food"/>
      </w:pPr>
      <w:r w:rsidRPr="009B53BB">
        <w:t>Vienna, Austria                      7.50 (1oz) ~ 15.00 (2oz)</w:t>
      </w:r>
    </w:p>
    <w:p w:rsidR="008745A1" w:rsidRDefault="008745A1" w:rsidP="000C775F">
      <w:pPr>
        <w:pStyle w:val="Food"/>
      </w:pPr>
    </w:p>
    <w:p w:rsidR="008745A1" w:rsidRDefault="008745A1" w:rsidP="000C775F">
      <w:pPr>
        <w:pStyle w:val="Food"/>
      </w:pPr>
    </w:p>
    <w:p w:rsidR="008745A1" w:rsidRDefault="008745A1" w:rsidP="000C775F">
      <w:pPr>
        <w:pStyle w:val="Food"/>
      </w:pPr>
      <w:r>
        <w:t>Sunday, March 13th,</w:t>
      </w:r>
      <w:r w:rsidRPr="009B53BB">
        <w:t xml:space="preserve"> 2011 </w:t>
      </w:r>
      <w:r w:rsidRPr="009B53BB">
        <w:br/>
      </w:r>
    </w:p>
    <w:p w:rsidR="008745A1" w:rsidRPr="009B53BB" w:rsidRDefault="008745A1" w:rsidP="000C775F">
      <w:pPr>
        <w:pStyle w:val="Food"/>
      </w:pPr>
      <w:r w:rsidRPr="009B53BB">
        <w:t>Bryan Burke – Executive Chef</w:t>
      </w:r>
      <w:r>
        <w:t>, Adam Dolley</w:t>
      </w:r>
      <w:r w:rsidRPr="009B53BB">
        <w:t>- Sous Chef</w:t>
      </w:r>
    </w:p>
    <w:p w:rsidR="008745A1" w:rsidRDefault="008745A1" w:rsidP="000C775F">
      <w:pPr>
        <w:pStyle w:val="Food"/>
      </w:pPr>
    </w:p>
    <w:p w:rsidR="008745A1" w:rsidRPr="009B53BB" w:rsidRDefault="008745A1" w:rsidP="000C775F">
      <w:pPr>
        <w:pStyle w:val="Food"/>
      </w:pPr>
      <w:r w:rsidRPr="009B53BB">
        <w:t>We support a healthy, ethical, sustainable, local food culture.</w:t>
      </w:r>
    </w:p>
    <w:sectPr w:rsidR="008745A1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2FDF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581"/>
    <w:rsid w:val="00053AAA"/>
    <w:rsid w:val="0005419E"/>
    <w:rsid w:val="000542D4"/>
    <w:rsid w:val="00054B26"/>
    <w:rsid w:val="000556DC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81"/>
    <w:rsid w:val="00072195"/>
    <w:rsid w:val="0007219C"/>
    <w:rsid w:val="00072CA3"/>
    <w:rsid w:val="00072EB2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58"/>
    <w:rsid w:val="000D6676"/>
    <w:rsid w:val="000D6792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E7FAD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622A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798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3D32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D11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765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902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831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6A6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1C47"/>
    <w:rsid w:val="002C20AB"/>
    <w:rsid w:val="002C2343"/>
    <w:rsid w:val="002C24AF"/>
    <w:rsid w:val="002C2605"/>
    <w:rsid w:val="002C2D4D"/>
    <w:rsid w:val="002C3FED"/>
    <w:rsid w:val="002C64AB"/>
    <w:rsid w:val="002C6B22"/>
    <w:rsid w:val="002C75C4"/>
    <w:rsid w:val="002D1C96"/>
    <w:rsid w:val="002D2C2A"/>
    <w:rsid w:val="002D309F"/>
    <w:rsid w:val="002D37EA"/>
    <w:rsid w:val="002D3802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219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6FC9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4ED0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6D7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B7EC4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398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B85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2F65"/>
    <w:rsid w:val="00494B6C"/>
    <w:rsid w:val="00495053"/>
    <w:rsid w:val="00495CD5"/>
    <w:rsid w:val="004963DD"/>
    <w:rsid w:val="004963E6"/>
    <w:rsid w:val="00496D4A"/>
    <w:rsid w:val="00497388"/>
    <w:rsid w:val="00497458"/>
    <w:rsid w:val="00497554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7A9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968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221"/>
    <w:rsid w:val="004F4F0A"/>
    <w:rsid w:val="004F5512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D8E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16E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2F07"/>
    <w:rsid w:val="00573006"/>
    <w:rsid w:val="00573C27"/>
    <w:rsid w:val="00573C57"/>
    <w:rsid w:val="00574403"/>
    <w:rsid w:val="0057450A"/>
    <w:rsid w:val="005746D4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0858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A757B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7E5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94C"/>
    <w:rsid w:val="00636B93"/>
    <w:rsid w:val="00636C2B"/>
    <w:rsid w:val="00637A97"/>
    <w:rsid w:val="00642010"/>
    <w:rsid w:val="0064320F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5550"/>
    <w:rsid w:val="00666733"/>
    <w:rsid w:val="00666D27"/>
    <w:rsid w:val="00667530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27DC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C21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A7668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45B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1F4A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77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4CD1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118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6F21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0F8E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5A1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D7E3B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3EA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349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6518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18DF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D44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4B8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7F0"/>
    <w:rsid w:val="00B81956"/>
    <w:rsid w:val="00B81F78"/>
    <w:rsid w:val="00B82793"/>
    <w:rsid w:val="00B82FFF"/>
    <w:rsid w:val="00B83F37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014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1FF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4E22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2493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D799A"/>
    <w:rsid w:val="00CE072A"/>
    <w:rsid w:val="00CE0C03"/>
    <w:rsid w:val="00CE1ABD"/>
    <w:rsid w:val="00CE1BE9"/>
    <w:rsid w:val="00CE273D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2C8F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6579"/>
    <w:rsid w:val="00D37ACA"/>
    <w:rsid w:val="00D404A5"/>
    <w:rsid w:val="00D42048"/>
    <w:rsid w:val="00D422AD"/>
    <w:rsid w:val="00D425E4"/>
    <w:rsid w:val="00D42746"/>
    <w:rsid w:val="00D429A5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4E5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0FDA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3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578DA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06F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87A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E15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27A0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5D79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31"/>
    <w:rsid w:val="00F75BC9"/>
    <w:rsid w:val="00F75D0A"/>
    <w:rsid w:val="00F75DAE"/>
    <w:rsid w:val="00F764DB"/>
    <w:rsid w:val="00F77559"/>
    <w:rsid w:val="00F775A3"/>
    <w:rsid w:val="00F77C77"/>
    <w:rsid w:val="00F77CDC"/>
    <w:rsid w:val="00F807F7"/>
    <w:rsid w:val="00F81056"/>
    <w:rsid w:val="00F8153B"/>
    <w:rsid w:val="00F82130"/>
    <w:rsid w:val="00F822F8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93A"/>
    <w:rsid w:val="00F93A75"/>
    <w:rsid w:val="00F94A0F"/>
    <w:rsid w:val="00F94DAC"/>
    <w:rsid w:val="00F954F1"/>
    <w:rsid w:val="00F956D5"/>
    <w:rsid w:val="00F9687B"/>
    <w:rsid w:val="00F969A0"/>
    <w:rsid w:val="00F97B23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5BB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72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529</Words>
  <Characters>3021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2011-03-13T19:22:00Z</cp:lastPrinted>
  <dcterms:created xsi:type="dcterms:W3CDTF">2011-03-13T19:23:00Z</dcterms:created>
  <dcterms:modified xsi:type="dcterms:W3CDTF">2011-03-13T19:48:00Z</dcterms:modified>
</cp:coreProperties>
</file>