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0D11" w:rsidRDefault="00190D11" w:rsidP="00F741AD">
      <w:pPr>
        <w:pStyle w:val="Food"/>
        <w:rPr>
          <w:b/>
          <w:i w:val="0"/>
        </w:rPr>
      </w:pPr>
    </w:p>
    <w:p w:rsidR="00190D11" w:rsidRDefault="00190D11" w:rsidP="00F741AD">
      <w:pPr>
        <w:pStyle w:val="Food"/>
        <w:rPr>
          <w:b/>
          <w:i w:val="0"/>
        </w:rPr>
      </w:pPr>
    </w:p>
    <w:p w:rsidR="00190D11" w:rsidRDefault="00190D11" w:rsidP="00F741AD">
      <w:pPr>
        <w:pStyle w:val="Food"/>
        <w:rPr>
          <w:b/>
          <w:i w:val="0"/>
        </w:rPr>
      </w:pPr>
    </w:p>
    <w:p w:rsidR="00190D11" w:rsidRDefault="00190D11" w:rsidP="00F741AD">
      <w:pPr>
        <w:pStyle w:val="Food"/>
        <w:rPr>
          <w:b/>
          <w:i w:val="0"/>
        </w:rPr>
      </w:pPr>
    </w:p>
    <w:p w:rsidR="00190D11" w:rsidRPr="009B53BB" w:rsidRDefault="00190D11" w:rsidP="00F741AD">
      <w:pPr>
        <w:pStyle w:val="Food"/>
        <w:rPr>
          <w:b/>
          <w:i w:val="0"/>
        </w:rPr>
      </w:pPr>
      <w:r w:rsidRPr="009B53BB">
        <w:rPr>
          <w:b/>
          <w:i w:val="0"/>
        </w:rPr>
        <w:t>Yukon Gold Fries</w:t>
      </w:r>
      <w:r w:rsidRPr="009B53BB">
        <w:rPr>
          <w:b/>
          <w:i w:val="0"/>
        </w:rPr>
        <w:tab/>
        <w:t xml:space="preserve">  5</w:t>
      </w:r>
    </w:p>
    <w:p w:rsidR="00190D11" w:rsidRPr="009B53BB" w:rsidRDefault="00190D11" w:rsidP="00F741AD">
      <w:pPr>
        <w:pStyle w:val="Food"/>
      </w:pPr>
      <w:r w:rsidRPr="009B53BB">
        <w:rPr>
          <w:i w:val="0"/>
        </w:rPr>
        <w:t>Homemade ketchup, lemon mayo &amp; spiced aioli</w:t>
      </w:r>
    </w:p>
    <w:p w:rsidR="00190D11" w:rsidRPr="003523C1" w:rsidRDefault="00190D11" w:rsidP="009A7349">
      <w:pPr>
        <w:pStyle w:val="Food"/>
      </w:pPr>
      <w:r w:rsidRPr="003523C1">
        <w:t>Ferre I Catasus Brut</w:t>
      </w:r>
      <w:r>
        <w:t xml:space="preserve">, </w:t>
      </w:r>
      <w:r w:rsidRPr="003523C1">
        <w:t>Xarel-lo, Macabeu, Parellada</w:t>
      </w:r>
    </w:p>
    <w:p w:rsidR="00190D11" w:rsidRPr="009B53BB" w:rsidRDefault="00190D11" w:rsidP="009A7349">
      <w:pPr>
        <w:pStyle w:val="Food"/>
      </w:pPr>
      <w:r w:rsidRPr="003523C1">
        <w:t>Spain, Cataluña</w:t>
      </w:r>
      <w:r>
        <w:t xml:space="preserve">                      7.75</w:t>
      </w:r>
      <w:r w:rsidRPr="005E7B2C">
        <w:t xml:space="preserve"> (3oz) ~ </w:t>
      </w:r>
      <w:r>
        <w:t>15.00</w:t>
      </w:r>
      <w:r w:rsidRPr="005E7B2C">
        <w:t xml:space="preserve"> (6oz)</w:t>
      </w:r>
    </w:p>
    <w:p w:rsidR="00190D11" w:rsidRPr="009B53BB" w:rsidRDefault="00190D11" w:rsidP="00F741AD">
      <w:pPr>
        <w:pStyle w:val="Food"/>
        <w:rPr>
          <w:sz w:val="24"/>
          <w:szCs w:val="24"/>
        </w:rPr>
      </w:pPr>
    </w:p>
    <w:p w:rsidR="00190D11" w:rsidRPr="00B23E19" w:rsidRDefault="00190D11" w:rsidP="00F741AD">
      <w:pPr>
        <w:pStyle w:val="Food"/>
        <w:rPr>
          <w:b/>
          <w:i w:val="0"/>
        </w:rPr>
      </w:pPr>
      <w:r w:rsidRPr="00B23E19">
        <w:rPr>
          <w:b/>
          <w:i w:val="0"/>
        </w:rPr>
        <w:t>Grilled Flat Bread</w:t>
      </w:r>
      <w:r w:rsidRPr="00B23E19">
        <w:rPr>
          <w:b/>
          <w:i w:val="0"/>
        </w:rPr>
        <w:tab/>
        <w:t xml:space="preserve"> 7</w:t>
      </w:r>
    </w:p>
    <w:p w:rsidR="00190D11" w:rsidRPr="00B23E19" w:rsidRDefault="00190D11" w:rsidP="00F741AD">
      <w:pPr>
        <w:pStyle w:val="Food"/>
        <w:rPr>
          <w:i w:val="0"/>
        </w:rPr>
      </w:pPr>
      <w:r>
        <w:rPr>
          <w:i w:val="0"/>
        </w:rPr>
        <w:t>Tatziki, pickled, red onion &amp; chives</w:t>
      </w:r>
    </w:p>
    <w:p w:rsidR="00190D11" w:rsidRPr="001149B2" w:rsidRDefault="00190D11" w:rsidP="00A969DD">
      <w:pPr>
        <w:pStyle w:val="Wine"/>
      </w:pPr>
      <w:r w:rsidRPr="001149B2">
        <w:t>2009 Venica &amp; Venica</w:t>
      </w:r>
    </w:p>
    <w:p w:rsidR="00190D11" w:rsidRPr="009B53BB" w:rsidRDefault="00190D11" w:rsidP="00A969DD">
      <w:pPr>
        <w:pStyle w:val="Food"/>
        <w:rPr>
          <w:b/>
        </w:rPr>
      </w:pPr>
      <w:r w:rsidRPr="001149B2">
        <w:t>Tocai Friulano                       9.25 (3oz) ~ 18.00 (6oz)</w:t>
      </w:r>
    </w:p>
    <w:p w:rsidR="00190D11" w:rsidRPr="009B53BB" w:rsidRDefault="00190D11" w:rsidP="00A67E73">
      <w:pPr>
        <w:pStyle w:val="Food"/>
        <w:rPr>
          <w:sz w:val="24"/>
          <w:szCs w:val="24"/>
        </w:rPr>
      </w:pPr>
    </w:p>
    <w:p w:rsidR="00190D11" w:rsidRPr="00B23E19" w:rsidRDefault="00190D11" w:rsidP="00A67E73">
      <w:pPr>
        <w:pStyle w:val="Food"/>
        <w:rPr>
          <w:i w:val="0"/>
        </w:rPr>
      </w:pPr>
      <w:r>
        <w:rPr>
          <w:b/>
          <w:i w:val="0"/>
        </w:rPr>
        <w:t>Sweet potato &amp; Chipolete</w:t>
      </w:r>
      <w:r w:rsidRPr="00B23E19">
        <w:rPr>
          <w:b/>
          <w:i w:val="0"/>
        </w:rPr>
        <w:t xml:space="preserve"> Soup</w:t>
      </w:r>
      <w:r w:rsidRPr="00B23E19">
        <w:rPr>
          <w:b/>
          <w:i w:val="0"/>
        </w:rPr>
        <w:tab/>
        <w:t xml:space="preserve"> 5</w:t>
      </w:r>
      <w:r w:rsidRPr="00B23E19">
        <w:rPr>
          <w:i w:val="0"/>
        </w:rPr>
        <w:t xml:space="preserve"> </w:t>
      </w:r>
    </w:p>
    <w:p w:rsidR="00190D11" w:rsidRPr="00B23E19" w:rsidRDefault="00190D11" w:rsidP="00A67E73">
      <w:pPr>
        <w:pStyle w:val="Food"/>
        <w:rPr>
          <w:b/>
          <w:i w:val="0"/>
        </w:rPr>
      </w:pPr>
      <w:r>
        <w:rPr>
          <w:i w:val="0"/>
        </w:rPr>
        <w:t>Garlic crostini</w:t>
      </w:r>
      <w:r w:rsidRPr="00B23E19">
        <w:rPr>
          <w:i w:val="0"/>
        </w:rPr>
        <w:t xml:space="preserve"> &amp; parsley</w:t>
      </w:r>
    </w:p>
    <w:p w:rsidR="00190D11" w:rsidRPr="009B53BB" w:rsidRDefault="00190D11" w:rsidP="009A7349">
      <w:pPr>
        <w:pStyle w:val="Wine"/>
      </w:pPr>
      <w:r w:rsidRPr="009B53BB">
        <w:t>2009 Laudo Bodegas Ondalan</w:t>
      </w:r>
    </w:p>
    <w:p w:rsidR="00190D11" w:rsidRPr="009B53BB" w:rsidRDefault="00190D11" w:rsidP="009A7349">
      <w:pPr>
        <w:pStyle w:val="Wine"/>
        <w:rPr>
          <w:b/>
          <w:i w:val="0"/>
        </w:rPr>
      </w:pPr>
      <w:r w:rsidRPr="009B53BB">
        <w:t>Tempranillo                            6.75 (3oz) ~ 13.00 (6oz)</w:t>
      </w:r>
    </w:p>
    <w:p w:rsidR="00190D11" w:rsidRDefault="00190D11" w:rsidP="00F9393A">
      <w:pPr>
        <w:pStyle w:val="Wine"/>
        <w:rPr>
          <w:b/>
          <w:i w:val="0"/>
        </w:rPr>
      </w:pPr>
    </w:p>
    <w:p w:rsidR="00190D11" w:rsidRPr="002D37EA" w:rsidRDefault="00190D11" w:rsidP="004B38B5">
      <w:pPr>
        <w:pStyle w:val="Food"/>
        <w:rPr>
          <w:b/>
          <w:i w:val="0"/>
        </w:rPr>
      </w:pPr>
      <w:r>
        <w:rPr>
          <w:b/>
          <w:i w:val="0"/>
        </w:rPr>
        <w:t xml:space="preserve">Chicken Cordon Blue </w:t>
      </w:r>
      <w:r w:rsidRPr="002D37EA">
        <w:rPr>
          <w:b/>
          <w:i w:val="0"/>
        </w:rPr>
        <w:t>Poutine</w:t>
      </w:r>
      <w:r w:rsidRPr="002D37EA">
        <w:rPr>
          <w:b/>
          <w:i w:val="0"/>
        </w:rPr>
        <w:tab/>
        <w:t xml:space="preserve">  9</w:t>
      </w:r>
    </w:p>
    <w:p w:rsidR="00190D11" w:rsidRPr="002D37EA" w:rsidRDefault="00190D11" w:rsidP="004C1E0C">
      <w:pPr>
        <w:pStyle w:val="Wine"/>
        <w:rPr>
          <w:i w:val="0"/>
        </w:rPr>
      </w:pPr>
      <w:smartTag w:uri="urn:schemas-microsoft-com:office:smarttags" w:element="State">
        <w:smartTag w:uri="urn:schemas-microsoft-com:office:smarttags" w:element="place">
          <w:r>
            <w:rPr>
              <w:i w:val="0"/>
            </w:rPr>
            <w:t>Ontario</w:t>
          </w:r>
        </w:smartTag>
      </w:smartTag>
      <w:r>
        <w:rPr>
          <w:i w:val="0"/>
        </w:rPr>
        <w:t xml:space="preserve"> c</w:t>
      </w:r>
      <w:r w:rsidRPr="002D37EA">
        <w:rPr>
          <w:i w:val="0"/>
        </w:rPr>
        <w:t>heese curds</w:t>
      </w:r>
      <w:r>
        <w:rPr>
          <w:i w:val="0"/>
        </w:rPr>
        <w:t xml:space="preserve">, supreme sauce </w:t>
      </w:r>
      <w:r w:rsidRPr="002D37EA">
        <w:rPr>
          <w:i w:val="0"/>
        </w:rPr>
        <w:t>&amp; scallions</w:t>
      </w:r>
    </w:p>
    <w:p w:rsidR="00190D11" w:rsidRPr="009B53BB" w:rsidRDefault="00190D11" w:rsidP="009F03CD">
      <w:pPr>
        <w:pStyle w:val="Food"/>
      </w:pPr>
      <w:r w:rsidRPr="002D37EA">
        <w:t xml:space="preserve">2009 </w:t>
      </w:r>
      <w:r w:rsidRPr="00636C2B">
        <w:t>"Sibaris Special Reserve" Undurraga</w:t>
      </w:r>
      <w:r w:rsidRPr="002D37EA">
        <w:br/>
      </w:r>
      <w:r w:rsidRPr="00636C2B">
        <w:t>Carmenere</w:t>
      </w:r>
      <w:r>
        <w:t xml:space="preserve">      </w:t>
      </w:r>
      <w:r w:rsidRPr="002D37EA">
        <w:t xml:space="preserve">                      </w:t>
      </w:r>
      <w:r>
        <w:t>7.00</w:t>
      </w:r>
      <w:r w:rsidRPr="002D37EA">
        <w:t xml:space="preserve"> (3oz) ~ </w:t>
      </w:r>
      <w:r>
        <w:t>13.50</w:t>
      </w:r>
      <w:r w:rsidRPr="002D37EA">
        <w:t xml:space="preserve"> (6oz)</w:t>
      </w:r>
    </w:p>
    <w:p w:rsidR="00190D11" w:rsidRDefault="00190D11" w:rsidP="00BB0014">
      <w:pPr>
        <w:pStyle w:val="Wine"/>
        <w:rPr>
          <w:b/>
          <w:i w:val="0"/>
        </w:rPr>
      </w:pPr>
    </w:p>
    <w:p w:rsidR="00190D11" w:rsidRPr="00B23E19" w:rsidRDefault="00190D11" w:rsidP="00BB0014">
      <w:pPr>
        <w:pStyle w:val="Wine"/>
        <w:rPr>
          <w:b/>
          <w:i w:val="0"/>
        </w:rPr>
      </w:pPr>
      <w:r>
        <w:rPr>
          <w:b/>
          <w:i w:val="0"/>
        </w:rPr>
        <w:t>Crunchy Mustard Polenta</w:t>
      </w:r>
      <w:r>
        <w:rPr>
          <w:b/>
          <w:i w:val="0"/>
        </w:rPr>
        <w:tab/>
        <w:t xml:space="preserve">  10</w:t>
      </w:r>
    </w:p>
    <w:p w:rsidR="00190D11" w:rsidRPr="00B23E19" w:rsidRDefault="00190D11" w:rsidP="00BB0014">
      <w:pPr>
        <w:pStyle w:val="Wine"/>
        <w:rPr>
          <w:b/>
          <w:i w:val="0"/>
        </w:rPr>
      </w:pPr>
      <w:r>
        <w:rPr>
          <w:i w:val="0"/>
        </w:rPr>
        <w:t>Roast garlic, mushrooms</w:t>
      </w:r>
      <w:r w:rsidRPr="00B23E19">
        <w:rPr>
          <w:i w:val="0"/>
        </w:rPr>
        <w:t xml:space="preserve">, </w:t>
      </w:r>
      <w:r>
        <w:rPr>
          <w:i w:val="0"/>
        </w:rPr>
        <w:t>pea shouts</w:t>
      </w:r>
      <w:r w:rsidRPr="00B23E19">
        <w:rPr>
          <w:i w:val="0"/>
        </w:rPr>
        <w:t xml:space="preserve"> &amp; toscano cheese</w:t>
      </w:r>
    </w:p>
    <w:p w:rsidR="00190D11" w:rsidRPr="009B53BB" w:rsidRDefault="00190D11" w:rsidP="00BB0014">
      <w:pPr>
        <w:pStyle w:val="Food"/>
      </w:pPr>
      <w:r w:rsidRPr="009B53BB">
        <w:t>2007 Stratus Tollgate White</w:t>
      </w:r>
    </w:p>
    <w:p w:rsidR="00190D11" w:rsidRPr="009B53BB" w:rsidRDefault="00190D11" w:rsidP="00BB0014">
      <w:pPr>
        <w:pStyle w:val="Wine"/>
        <w:rPr>
          <w:b/>
          <w:i w:val="0"/>
        </w:rPr>
      </w:pPr>
      <w:r w:rsidRPr="009B53BB">
        <w:t>Semillon, Chardonnay, Others   6.00(3oz) ~ 11.50 (6oz)</w:t>
      </w:r>
    </w:p>
    <w:p w:rsidR="00190D11" w:rsidRPr="009B53BB" w:rsidRDefault="00190D11" w:rsidP="009B53BB">
      <w:pPr>
        <w:pStyle w:val="Food"/>
        <w:rPr>
          <w:sz w:val="24"/>
          <w:szCs w:val="24"/>
        </w:rPr>
      </w:pPr>
    </w:p>
    <w:p w:rsidR="00190D11" w:rsidRPr="009B53BB" w:rsidRDefault="00190D11" w:rsidP="00F741AD">
      <w:pPr>
        <w:pStyle w:val="Food"/>
        <w:rPr>
          <w:b/>
          <w:i w:val="0"/>
        </w:rPr>
      </w:pPr>
      <w:r>
        <w:rPr>
          <w:b/>
          <w:i w:val="0"/>
        </w:rPr>
        <w:t xml:space="preserve">Smoked </w:t>
      </w:r>
      <w:r w:rsidRPr="009B53BB">
        <w:rPr>
          <w:b/>
          <w:i w:val="0"/>
        </w:rPr>
        <w:t xml:space="preserve">Cheddar &amp; Apple Salad </w:t>
      </w:r>
      <w:r w:rsidRPr="009B53BB">
        <w:rPr>
          <w:b/>
          <w:i w:val="0"/>
        </w:rPr>
        <w:tab/>
        <w:t xml:space="preserve">  9</w:t>
      </w:r>
    </w:p>
    <w:p w:rsidR="00190D11" w:rsidRPr="009B53BB" w:rsidRDefault="00190D11" w:rsidP="004C1E0C">
      <w:pPr>
        <w:pStyle w:val="Wine"/>
        <w:rPr>
          <w:i w:val="0"/>
        </w:rPr>
      </w:pPr>
      <w:r w:rsidRPr="009B53BB">
        <w:rPr>
          <w:i w:val="0"/>
        </w:rPr>
        <w:t>Greens, grapes, spiced cashews &amp; mustard vinaigrette</w:t>
      </w:r>
    </w:p>
    <w:p w:rsidR="00190D11" w:rsidRPr="009B53BB" w:rsidRDefault="00190D11" w:rsidP="00111C57">
      <w:pPr>
        <w:pStyle w:val="Food"/>
      </w:pPr>
      <w:r w:rsidRPr="009B53BB">
        <w:t>2009 Estancia Piedra</w:t>
      </w:r>
    </w:p>
    <w:p w:rsidR="00190D11" w:rsidRPr="009B53BB" w:rsidRDefault="00190D11" w:rsidP="00111C57">
      <w:pPr>
        <w:pStyle w:val="Wine"/>
        <w:rPr>
          <w:color w:val="000000"/>
        </w:rPr>
      </w:pPr>
      <w:r w:rsidRPr="009B53BB">
        <w:rPr>
          <w:lang w:val="fr-CA"/>
        </w:rPr>
        <w:t xml:space="preserve">Verdejo         </w:t>
      </w:r>
      <w:r w:rsidRPr="009B53BB">
        <w:t xml:space="preserve">                            7.52 (3oz) ~14.25 (6oz)</w:t>
      </w:r>
    </w:p>
    <w:p w:rsidR="00190D11" w:rsidRPr="009B53BB" w:rsidRDefault="00190D11" w:rsidP="009B53BB">
      <w:pPr>
        <w:pStyle w:val="Food"/>
        <w:rPr>
          <w:sz w:val="24"/>
          <w:szCs w:val="24"/>
        </w:rPr>
      </w:pPr>
    </w:p>
    <w:p w:rsidR="00190D11" w:rsidRPr="009B53BB" w:rsidRDefault="00190D11" w:rsidP="001D54BC">
      <w:pPr>
        <w:pStyle w:val="Wine"/>
        <w:rPr>
          <w:b/>
          <w:i w:val="0"/>
        </w:rPr>
      </w:pPr>
      <w:r>
        <w:rPr>
          <w:b/>
          <w:i w:val="0"/>
        </w:rPr>
        <w:t xml:space="preserve">Smoked Chicken &amp; Feta </w:t>
      </w:r>
      <w:r w:rsidRPr="009B53BB">
        <w:rPr>
          <w:b/>
          <w:i w:val="0"/>
        </w:rPr>
        <w:t>Salad</w:t>
      </w:r>
      <w:r w:rsidRPr="009B53BB">
        <w:rPr>
          <w:b/>
        </w:rPr>
        <w:tab/>
        <w:t xml:space="preserve">   </w:t>
      </w:r>
      <w:r>
        <w:rPr>
          <w:b/>
          <w:i w:val="0"/>
        </w:rPr>
        <w:t>11</w:t>
      </w:r>
    </w:p>
    <w:p w:rsidR="00190D11" w:rsidRPr="009B53BB" w:rsidRDefault="00190D11" w:rsidP="001D54BC">
      <w:pPr>
        <w:pStyle w:val="Food"/>
        <w:rPr>
          <w:i w:val="0"/>
        </w:rPr>
      </w:pPr>
      <w:r>
        <w:rPr>
          <w:i w:val="0"/>
        </w:rPr>
        <w:t>Sweet onions, candied w</w:t>
      </w:r>
      <w:r w:rsidRPr="009B53BB">
        <w:rPr>
          <w:i w:val="0"/>
        </w:rPr>
        <w:t xml:space="preserve">alnuts &amp; </w:t>
      </w:r>
      <w:r>
        <w:rPr>
          <w:i w:val="0"/>
        </w:rPr>
        <w:t xml:space="preserve">balsamic vinegrette </w:t>
      </w:r>
    </w:p>
    <w:p w:rsidR="00190D11" w:rsidRPr="009B53BB" w:rsidRDefault="00190D11" w:rsidP="00206B56">
      <w:pPr>
        <w:pStyle w:val="Food"/>
      </w:pPr>
      <w:r w:rsidRPr="009B53BB">
        <w:t>2009 Laurent Miquel Rosé</w:t>
      </w:r>
    </w:p>
    <w:p w:rsidR="00190D11" w:rsidRPr="009B53BB" w:rsidRDefault="00190D11" w:rsidP="00DD6F23">
      <w:pPr>
        <w:pStyle w:val="Wine"/>
        <w:rPr>
          <w:b/>
          <w:lang w:val="fr-CA"/>
        </w:rPr>
      </w:pPr>
      <w:r w:rsidRPr="009B53BB">
        <w:t>Cinsault, Syrah                         5.00(3oz) ~ 10.00 (6oz)</w:t>
      </w:r>
    </w:p>
    <w:p w:rsidR="00190D11" w:rsidRPr="009B53BB" w:rsidRDefault="00190D11" w:rsidP="009B53BB">
      <w:pPr>
        <w:pStyle w:val="Food"/>
        <w:rPr>
          <w:sz w:val="24"/>
          <w:szCs w:val="24"/>
        </w:rPr>
      </w:pPr>
    </w:p>
    <w:p w:rsidR="00190D11" w:rsidRPr="00B23E19" w:rsidRDefault="00190D11" w:rsidP="00BD6AB4">
      <w:pPr>
        <w:pStyle w:val="Wine"/>
        <w:rPr>
          <w:b/>
        </w:rPr>
      </w:pPr>
      <w:r>
        <w:rPr>
          <w:b/>
          <w:i w:val="0"/>
        </w:rPr>
        <w:t>Sun dried Tomato</w:t>
      </w:r>
      <w:r w:rsidRPr="00B23E19">
        <w:rPr>
          <w:b/>
          <w:i w:val="0"/>
        </w:rPr>
        <w:t xml:space="preserve"> Risotto</w:t>
      </w:r>
      <w:r w:rsidRPr="00B23E19">
        <w:rPr>
          <w:b/>
          <w:i w:val="0"/>
        </w:rPr>
        <w:tab/>
        <w:t xml:space="preserve">  11</w:t>
      </w:r>
    </w:p>
    <w:p w:rsidR="00190D11" w:rsidRPr="00B23E19" w:rsidRDefault="00190D11" w:rsidP="00BD6AB4">
      <w:pPr>
        <w:pStyle w:val="Wine"/>
        <w:rPr>
          <w:i w:val="0"/>
        </w:rPr>
      </w:pPr>
      <w:r>
        <w:rPr>
          <w:i w:val="0"/>
        </w:rPr>
        <w:t xml:space="preserve">Pesto, Arugula </w:t>
      </w:r>
      <w:r w:rsidRPr="00B23E19">
        <w:rPr>
          <w:i w:val="0"/>
        </w:rPr>
        <w:t>&amp; goat cheese</w:t>
      </w:r>
    </w:p>
    <w:p w:rsidR="00190D11" w:rsidRPr="009B53BB" w:rsidRDefault="00190D11" w:rsidP="00BD6AB4">
      <w:pPr>
        <w:pStyle w:val="Wine"/>
        <w:rPr>
          <w:b/>
          <w:i w:val="0"/>
        </w:rPr>
      </w:pPr>
      <w:r w:rsidRPr="00BC5ADA">
        <w:t>2007 Nicolaysen “Our 11”</w:t>
      </w:r>
      <w:r w:rsidRPr="00BC5ADA">
        <w:br/>
        <w:t xml:space="preserve">Cab. Sauv., Zinf, Petite Sirah   </w:t>
      </w:r>
      <w:r>
        <w:t>8.75</w:t>
      </w:r>
      <w:r w:rsidRPr="00BC5ADA">
        <w:t xml:space="preserve"> (3oz) ~ </w:t>
      </w:r>
      <w:r>
        <w:t>17.00</w:t>
      </w:r>
      <w:r w:rsidRPr="00BC5ADA">
        <w:t xml:space="preserve"> (6oz)</w:t>
      </w:r>
    </w:p>
    <w:p w:rsidR="00190D11" w:rsidRPr="009B53BB" w:rsidRDefault="00190D11" w:rsidP="009B53BB">
      <w:pPr>
        <w:pStyle w:val="Food"/>
        <w:rPr>
          <w:sz w:val="24"/>
          <w:szCs w:val="24"/>
        </w:rPr>
      </w:pPr>
    </w:p>
    <w:p w:rsidR="00190D11" w:rsidRPr="00B23E19" w:rsidRDefault="00190D11" w:rsidP="000C775F">
      <w:pPr>
        <w:pStyle w:val="ListBullet"/>
        <w:numPr>
          <w:ilvl w:val="0"/>
          <w:numId w:val="0"/>
        </w:numPr>
        <w:rPr>
          <w:sz w:val="20"/>
        </w:rPr>
      </w:pPr>
      <w:r>
        <w:rPr>
          <w:rFonts w:ascii="Times New Roman" w:hAnsi="Times New Roman"/>
          <w:b/>
          <w:noProof/>
          <w:spacing w:val="8"/>
          <w:sz w:val="20"/>
          <w:lang w:val="fr-CA" w:eastAsia="en-US"/>
        </w:rPr>
        <w:t>Fried C</w:t>
      </w:r>
      <w:r w:rsidRPr="00B23E19">
        <w:rPr>
          <w:rFonts w:ascii="Times New Roman" w:hAnsi="Times New Roman"/>
          <w:b/>
          <w:noProof/>
          <w:spacing w:val="8"/>
          <w:sz w:val="20"/>
          <w:lang w:val="fr-CA" w:eastAsia="en-US"/>
        </w:rPr>
        <w:t xml:space="preserve">alamari                  </w:t>
      </w:r>
      <w:r w:rsidRPr="00B23E19">
        <w:rPr>
          <w:rFonts w:ascii="Times New Roman" w:hAnsi="Times New Roman"/>
          <w:b/>
          <w:noProof/>
          <w:spacing w:val="8"/>
          <w:sz w:val="20"/>
          <w:lang w:val="fr-CA" w:eastAsia="en-US"/>
        </w:rPr>
        <w:tab/>
      </w:r>
      <w:r w:rsidRPr="00B23E19">
        <w:rPr>
          <w:rFonts w:ascii="Times New Roman" w:hAnsi="Times New Roman"/>
          <w:b/>
          <w:noProof/>
          <w:spacing w:val="8"/>
          <w:sz w:val="20"/>
          <w:lang w:val="fr-CA" w:eastAsia="en-US"/>
        </w:rPr>
        <w:tab/>
      </w:r>
      <w:r w:rsidRPr="00B23E19">
        <w:rPr>
          <w:rFonts w:ascii="Times New Roman" w:hAnsi="Times New Roman"/>
          <w:b/>
          <w:noProof/>
          <w:spacing w:val="8"/>
          <w:sz w:val="20"/>
          <w:lang w:val="fr-CA" w:eastAsia="en-US"/>
        </w:rPr>
        <w:tab/>
      </w:r>
      <w:r>
        <w:rPr>
          <w:rFonts w:ascii="Times New Roman" w:hAnsi="Times New Roman"/>
          <w:b/>
          <w:noProof/>
          <w:spacing w:val="8"/>
          <w:sz w:val="20"/>
          <w:lang w:val="fr-CA" w:eastAsia="en-US"/>
        </w:rPr>
        <w:t xml:space="preserve"> </w:t>
      </w:r>
      <w:r w:rsidRPr="00B23E19">
        <w:rPr>
          <w:rFonts w:ascii="Times New Roman" w:hAnsi="Times New Roman"/>
          <w:b/>
          <w:noProof/>
          <w:spacing w:val="8"/>
          <w:sz w:val="20"/>
          <w:lang w:val="fr-CA" w:eastAsia="en-US"/>
        </w:rPr>
        <w:t xml:space="preserve">  11</w:t>
      </w:r>
    </w:p>
    <w:p w:rsidR="00190D11" w:rsidRPr="00B23E19" w:rsidRDefault="00190D11" w:rsidP="000C775F">
      <w:pPr>
        <w:pStyle w:val="Wine"/>
        <w:rPr>
          <w:i w:val="0"/>
        </w:rPr>
      </w:pPr>
      <w:r w:rsidRPr="00B23E19">
        <w:rPr>
          <w:i w:val="0"/>
        </w:rPr>
        <w:t>Lemon greens</w:t>
      </w:r>
      <w:r>
        <w:rPr>
          <w:i w:val="0"/>
        </w:rPr>
        <w:t>,</w:t>
      </w:r>
      <w:r w:rsidRPr="00B23E19">
        <w:rPr>
          <w:i w:val="0"/>
        </w:rPr>
        <w:t xml:space="preserve"> feta &amp; sweet chili sauce </w:t>
      </w:r>
    </w:p>
    <w:p w:rsidR="00190D11" w:rsidRPr="009B53BB" w:rsidRDefault="00190D11" w:rsidP="000C775F">
      <w:pPr>
        <w:pStyle w:val="Wine"/>
        <w:rPr>
          <w:b/>
          <w:i w:val="0"/>
        </w:rPr>
      </w:pPr>
      <w:r w:rsidRPr="00B23E19">
        <w:t xml:space="preserve">2009 Clos des Briords Muscadet de Sevre et </w:t>
      </w:r>
      <w:smartTag w:uri="urn:schemas-microsoft-com:office:smarttags" w:element="State">
        <w:smartTag w:uri="urn:schemas-microsoft-com:office:smarttags" w:element="place">
          <w:r w:rsidRPr="00B23E19">
            <w:t>Maine</w:t>
          </w:r>
        </w:smartTag>
      </w:smartTag>
      <w:r w:rsidRPr="00B23E19">
        <w:t xml:space="preserve"> sur lies </w:t>
      </w:r>
      <w:r w:rsidRPr="00B23E19">
        <w:br/>
        <w:t>Melon de Bourgogne                  6.75(3oz) ~ 13.50 (6oz)</w:t>
      </w:r>
    </w:p>
    <w:p w:rsidR="00190D11" w:rsidRDefault="00190D11" w:rsidP="00C56E55">
      <w:pPr>
        <w:pStyle w:val="Wine"/>
        <w:rPr>
          <w:b/>
          <w:i w:val="0"/>
        </w:rPr>
      </w:pPr>
    </w:p>
    <w:p w:rsidR="00190D11" w:rsidRPr="002D452F" w:rsidRDefault="00190D11" w:rsidP="00C56E55">
      <w:pPr>
        <w:pStyle w:val="Wine"/>
        <w:rPr>
          <w:b/>
          <w:i w:val="0"/>
        </w:rPr>
      </w:pPr>
      <w:r>
        <w:rPr>
          <w:b/>
          <w:i w:val="0"/>
        </w:rPr>
        <w:t>Honey Mustard Ham</w:t>
      </w:r>
      <w:r>
        <w:rPr>
          <w:b/>
          <w:i w:val="0"/>
        </w:rPr>
        <w:tab/>
      </w:r>
      <w:r w:rsidRPr="002D452F">
        <w:rPr>
          <w:b/>
          <w:i w:val="0"/>
        </w:rPr>
        <w:t xml:space="preserve">  1</w:t>
      </w:r>
      <w:r>
        <w:rPr>
          <w:b/>
          <w:i w:val="0"/>
        </w:rPr>
        <w:t>1</w:t>
      </w:r>
    </w:p>
    <w:p w:rsidR="00190D11" w:rsidRPr="002D452F" w:rsidRDefault="00190D11" w:rsidP="00C56E55">
      <w:pPr>
        <w:pStyle w:val="Wine"/>
        <w:rPr>
          <w:b/>
          <w:i w:val="0"/>
        </w:rPr>
      </w:pPr>
      <w:r w:rsidRPr="002D452F">
        <w:rPr>
          <w:i w:val="0"/>
        </w:rPr>
        <w:t>Couscous, raisins</w:t>
      </w:r>
      <w:r>
        <w:rPr>
          <w:i w:val="0"/>
        </w:rPr>
        <w:t>, confit tomatoes &amp; chives</w:t>
      </w:r>
    </w:p>
    <w:p w:rsidR="00190D11" w:rsidRPr="009B53BB" w:rsidRDefault="00190D11" w:rsidP="00C56E55">
      <w:pPr>
        <w:pStyle w:val="Wine"/>
        <w:rPr>
          <w:b/>
          <w:i w:val="0"/>
        </w:rPr>
      </w:pPr>
      <w:r w:rsidRPr="001149B2">
        <w:t xml:space="preserve">2008 "Cooper Hill" </w:t>
      </w:r>
      <w:smartTag w:uri="urn:schemas-microsoft-com:office:smarttags" w:element="PlaceName">
        <w:smartTag w:uri="urn:schemas-microsoft-com:office:smarttags" w:element="place">
          <w:r w:rsidRPr="001149B2">
            <w:t>Cooper</w:t>
          </w:r>
        </w:smartTag>
        <w:r w:rsidRPr="001149B2">
          <w:t xml:space="preserve"> </w:t>
        </w:r>
        <w:smartTag w:uri="urn:schemas-microsoft-com:office:smarttags" w:element="PlaceName">
          <w:r w:rsidRPr="001149B2">
            <w:t>Mountain</w:t>
          </w:r>
        </w:smartTag>
      </w:smartTag>
      <w:r w:rsidRPr="001149B2">
        <w:t xml:space="preserve"> Vineyards</w:t>
      </w:r>
      <w:r w:rsidRPr="001149B2">
        <w:br/>
      </w:r>
      <w:r w:rsidRPr="001149B2">
        <w:rPr>
          <w:lang w:val="fr-CA"/>
        </w:rPr>
        <w:t xml:space="preserve">Pinot Noir  </w:t>
      </w:r>
      <w:r w:rsidRPr="001149B2">
        <w:t xml:space="preserve">                               8.50 (3oz) ~ 16.50 (6oz)</w:t>
      </w:r>
    </w:p>
    <w:p w:rsidR="00190D11" w:rsidRDefault="00190D11" w:rsidP="00B23E19">
      <w:pPr>
        <w:pStyle w:val="Wine"/>
        <w:rPr>
          <w:b/>
          <w:i w:val="0"/>
        </w:rPr>
      </w:pPr>
    </w:p>
    <w:p w:rsidR="00190D11" w:rsidRPr="002D37EA" w:rsidRDefault="00190D11" w:rsidP="0056516E">
      <w:pPr>
        <w:pStyle w:val="Wine"/>
        <w:rPr>
          <w:b/>
          <w:i w:val="0"/>
        </w:rPr>
      </w:pPr>
      <w:smartTag w:uri="urn:schemas-microsoft-com:office:smarttags" w:element="place">
        <w:smartTag w:uri="urn:schemas-microsoft-com:office:smarttags" w:element="State">
          <w:r>
            <w:rPr>
              <w:b/>
              <w:i w:val="0"/>
            </w:rPr>
            <w:t>Hokkaido</w:t>
          </w:r>
        </w:smartTag>
      </w:smartTag>
      <w:r>
        <w:rPr>
          <w:b/>
          <w:i w:val="0"/>
        </w:rPr>
        <w:t xml:space="preserve"> Scallops</w:t>
      </w:r>
      <w:r w:rsidRPr="002D37EA">
        <w:rPr>
          <w:b/>
          <w:i w:val="0"/>
        </w:rPr>
        <w:tab/>
        <w:t xml:space="preserve">   1</w:t>
      </w:r>
      <w:r>
        <w:rPr>
          <w:b/>
          <w:i w:val="0"/>
        </w:rPr>
        <w:t>3</w:t>
      </w:r>
    </w:p>
    <w:p w:rsidR="00190D11" w:rsidRPr="002D37EA" w:rsidRDefault="00190D11" w:rsidP="0056516E">
      <w:pPr>
        <w:pStyle w:val="Wine"/>
        <w:rPr>
          <w:b/>
          <w:i w:val="0"/>
        </w:rPr>
      </w:pPr>
      <w:r>
        <w:rPr>
          <w:i w:val="0"/>
        </w:rPr>
        <w:t xml:space="preserve">Green lentils, preserved corn &amp; radicchio </w:t>
      </w:r>
    </w:p>
    <w:p w:rsidR="00190D11" w:rsidRPr="009122C0" w:rsidRDefault="00190D11" w:rsidP="0056516E">
      <w:pPr>
        <w:pStyle w:val="Wine"/>
        <w:rPr>
          <w:lang w:val="fr-CA"/>
        </w:rPr>
      </w:pPr>
      <w:r w:rsidRPr="009122C0">
        <w:rPr>
          <w:lang w:val="fr-CA"/>
        </w:rPr>
        <w:t xml:space="preserve">2006 Stratus White </w:t>
      </w:r>
    </w:p>
    <w:p w:rsidR="00190D11" w:rsidRDefault="00190D11" w:rsidP="0056516E">
      <w:pPr>
        <w:pStyle w:val="Wine"/>
        <w:rPr>
          <w:b/>
          <w:i w:val="0"/>
        </w:rPr>
      </w:pPr>
      <w:r w:rsidRPr="009122C0">
        <w:rPr>
          <w:lang w:val="fr-CA"/>
        </w:rPr>
        <w:t>Sauv. blanc, Chard, Others     14.00 (3oz) ~ 27.50 (6oz)</w:t>
      </w:r>
    </w:p>
    <w:p w:rsidR="00190D11" w:rsidRDefault="00190D11" w:rsidP="00650E26">
      <w:pPr>
        <w:pStyle w:val="Wine"/>
        <w:rPr>
          <w:b/>
          <w:i w:val="0"/>
        </w:rPr>
      </w:pPr>
    </w:p>
    <w:p w:rsidR="00190D11" w:rsidRDefault="00190D11" w:rsidP="00650E26">
      <w:pPr>
        <w:pStyle w:val="Wine"/>
        <w:rPr>
          <w:b/>
          <w:i w:val="0"/>
        </w:rPr>
      </w:pPr>
    </w:p>
    <w:p w:rsidR="00190D11" w:rsidRDefault="00190D11" w:rsidP="00650E26">
      <w:pPr>
        <w:pStyle w:val="Wine"/>
        <w:rPr>
          <w:b/>
          <w:i w:val="0"/>
        </w:rPr>
      </w:pPr>
    </w:p>
    <w:p w:rsidR="00190D11" w:rsidRDefault="00190D11" w:rsidP="00650E26">
      <w:pPr>
        <w:pStyle w:val="Wine"/>
        <w:rPr>
          <w:b/>
          <w:i w:val="0"/>
        </w:rPr>
      </w:pPr>
    </w:p>
    <w:p w:rsidR="00190D11" w:rsidRDefault="00190D11" w:rsidP="00650E26">
      <w:pPr>
        <w:pStyle w:val="Wine"/>
        <w:rPr>
          <w:b/>
          <w:i w:val="0"/>
        </w:rPr>
      </w:pPr>
    </w:p>
    <w:p w:rsidR="00190D11" w:rsidRDefault="00190D11" w:rsidP="00650E26">
      <w:pPr>
        <w:pStyle w:val="Wine"/>
        <w:rPr>
          <w:b/>
          <w:i w:val="0"/>
        </w:rPr>
      </w:pPr>
    </w:p>
    <w:p w:rsidR="00190D11" w:rsidRDefault="00190D11" w:rsidP="00650E26">
      <w:pPr>
        <w:pStyle w:val="Wine"/>
        <w:rPr>
          <w:b/>
          <w:i w:val="0"/>
        </w:rPr>
      </w:pPr>
    </w:p>
    <w:p w:rsidR="00190D11" w:rsidRDefault="00190D11" w:rsidP="00650E26">
      <w:pPr>
        <w:pStyle w:val="Wine"/>
        <w:rPr>
          <w:b/>
          <w:i w:val="0"/>
        </w:rPr>
      </w:pPr>
    </w:p>
    <w:p w:rsidR="00190D11" w:rsidRDefault="00190D11" w:rsidP="00650E26">
      <w:pPr>
        <w:pStyle w:val="Wine"/>
        <w:rPr>
          <w:b/>
          <w:i w:val="0"/>
        </w:rPr>
      </w:pPr>
    </w:p>
    <w:p w:rsidR="00190D11" w:rsidRDefault="00190D11" w:rsidP="00650E26">
      <w:pPr>
        <w:pStyle w:val="Wine"/>
        <w:rPr>
          <w:b/>
          <w:i w:val="0"/>
        </w:rPr>
      </w:pPr>
    </w:p>
    <w:p w:rsidR="00190D11" w:rsidRPr="002D37EA" w:rsidRDefault="00190D11" w:rsidP="00C56E55">
      <w:pPr>
        <w:pStyle w:val="Wine"/>
        <w:rPr>
          <w:b/>
          <w:i w:val="0"/>
        </w:rPr>
      </w:pPr>
      <w:r>
        <w:rPr>
          <w:b/>
          <w:i w:val="0"/>
        </w:rPr>
        <w:t>Maple Baked Steelhead Salmon</w:t>
      </w:r>
      <w:r w:rsidRPr="002D37EA">
        <w:rPr>
          <w:b/>
          <w:i w:val="0"/>
        </w:rPr>
        <w:tab/>
        <w:t xml:space="preserve">   1</w:t>
      </w:r>
      <w:r>
        <w:rPr>
          <w:b/>
          <w:i w:val="0"/>
        </w:rPr>
        <w:t>4</w:t>
      </w:r>
    </w:p>
    <w:p w:rsidR="00190D11" w:rsidRPr="002D37EA" w:rsidRDefault="00190D11" w:rsidP="00C56E55">
      <w:pPr>
        <w:pStyle w:val="Wine"/>
        <w:rPr>
          <w:b/>
          <w:i w:val="0"/>
        </w:rPr>
      </w:pPr>
      <w:r>
        <w:rPr>
          <w:i w:val="0"/>
        </w:rPr>
        <w:t xml:space="preserve">Braised fennel, leeks, radish &amp; lemon butter broth </w:t>
      </w:r>
    </w:p>
    <w:p w:rsidR="00190D11" w:rsidRPr="001149B2" w:rsidRDefault="00190D11" w:rsidP="00C56E55">
      <w:pPr>
        <w:pStyle w:val="Wine"/>
        <w:rPr>
          <w:lang w:val="fr-CA"/>
        </w:rPr>
      </w:pPr>
      <w:r w:rsidRPr="001149B2">
        <w:rPr>
          <w:lang w:val="fr-CA"/>
        </w:rPr>
        <w:t>2007 Kuhling - Gillot "Nierstein Olberg"</w:t>
      </w:r>
    </w:p>
    <w:p w:rsidR="00190D11" w:rsidRPr="009B53BB" w:rsidRDefault="00190D11" w:rsidP="00C56E55">
      <w:pPr>
        <w:pStyle w:val="Wine"/>
        <w:rPr>
          <w:b/>
          <w:i w:val="0"/>
        </w:rPr>
      </w:pPr>
      <w:r w:rsidRPr="001149B2">
        <w:rPr>
          <w:lang w:val="fr-CA"/>
        </w:rPr>
        <w:t>Riesling                                    17.75 (3oz) ~ 35.00 (6oz)</w:t>
      </w:r>
    </w:p>
    <w:p w:rsidR="00190D11" w:rsidRPr="009B53BB" w:rsidRDefault="00190D11" w:rsidP="009B53BB">
      <w:pPr>
        <w:pStyle w:val="Food"/>
        <w:rPr>
          <w:sz w:val="24"/>
          <w:szCs w:val="24"/>
        </w:rPr>
      </w:pPr>
    </w:p>
    <w:p w:rsidR="00190D11" w:rsidRPr="009B53BB" w:rsidRDefault="00190D11" w:rsidP="000C775F">
      <w:pPr>
        <w:pStyle w:val="ListBullet"/>
        <w:numPr>
          <w:ilvl w:val="0"/>
          <w:numId w:val="0"/>
        </w:numPr>
        <w:rPr>
          <w:sz w:val="20"/>
        </w:rPr>
      </w:pPr>
      <w:r w:rsidRPr="009B53BB">
        <w:rPr>
          <w:rFonts w:ascii="Times New Roman" w:hAnsi="Times New Roman"/>
          <w:b/>
          <w:noProof/>
          <w:spacing w:val="8"/>
          <w:sz w:val="20"/>
          <w:lang w:val="fr-CA" w:eastAsia="en-US"/>
        </w:rPr>
        <w:t>Grilled Miami Ribs</w:t>
      </w:r>
      <w:r w:rsidRPr="009B53BB">
        <w:rPr>
          <w:rFonts w:ascii="Times New Roman" w:hAnsi="Times New Roman"/>
          <w:b/>
          <w:noProof/>
          <w:spacing w:val="8"/>
          <w:sz w:val="20"/>
          <w:lang w:val="fr-CA" w:eastAsia="en-US"/>
        </w:rPr>
        <w:tab/>
      </w:r>
      <w:r w:rsidRPr="009B53BB">
        <w:rPr>
          <w:rFonts w:ascii="Times New Roman" w:hAnsi="Times New Roman"/>
          <w:b/>
          <w:noProof/>
          <w:spacing w:val="8"/>
          <w:sz w:val="20"/>
          <w:lang w:val="fr-CA" w:eastAsia="en-US"/>
        </w:rPr>
        <w:tab/>
      </w:r>
      <w:r w:rsidRPr="009B53BB">
        <w:rPr>
          <w:rFonts w:ascii="Times New Roman" w:hAnsi="Times New Roman"/>
          <w:b/>
          <w:noProof/>
          <w:spacing w:val="8"/>
          <w:sz w:val="20"/>
          <w:lang w:val="fr-CA" w:eastAsia="en-US"/>
        </w:rPr>
        <w:tab/>
      </w:r>
      <w:r w:rsidRPr="009B53BB">
        <w:rPr>
          <w:rFonts w:ascii="Times New Roman" w:hAnsi="Times New Roman"/>
          <w:b/>
          <w:noProof/>
          <w:spacing w:val="8"/>
          <w:sz w:val="20"/>
          <w:lang w:val="fr-CA" w:eastAsia="en-US"/>
        </w:rPr>
        <w:tab/>
        <w:t xml:space="preserve"> </w:t>
      </w:r>
      <w:r>
        <w:rPr>
          <w:rFonts w:ascii="Times New Roman" w:hAnsi="Times New Roman"/>
          <w:b/>
          <w:noProof/>
          <w:spacing w:val="8"/>
          <w:sz w:val="20"/>
          <w:lang w:val="fr-CA" w:eastAsia="en-US"/>
        </w:rPr>
        <w:t xml:space="preserve"> </w:t>
      </w:r>
      <w:r w:rsidRPr="009B53BB">
        <w:rPr>
          <w:rFonts w:ascii="Times New Roman" w:hAnsi="Times New Roman"/>
          <w:b/>
          <w:noProof/>
          <w:spacing w:val="8"/>
          <w:sz w:val="20"/>
          <w:lang w:val="fr-CA" w:eastAsia="en-US"/>
        </w:rPr>
        <w:t xml:space="preserve">  14</w:t>
      </w:r>
    </w:p>
    <w:p w:rsidR="00190D11" w:rsidRPr="009B53BB" w:rsidRDefault="00190D11" w:rsidP="000C775F">
      <w:pPr>
        <w:pStyle w:val="Wine"/>
        <w:rPr>
          <w:i w:val="0"/>
        </w:rPr>
      </w:pPr>
      <w:r>
        <w:rPr>
          <w:i w:val="0"/>
        </w:rPr>
        <w:t>Creamy potato salad, arugula &amp; brown sugar glaze</w:t>
      </w:r>
    </w:p>
    <w:p w:rsidR="00190D11" w:rsidRPr="009B53BB" w:rsidRDefault="00190D11" w:rsidP="000C775F">
      <w:pPr>
        <w:pStyle w:val="Wine"/>
      </w:pPr>
      <w:r w:rsidRPr="009B53BB">
        <w:t>2006 Domaine du Coulet "Les terrasses du Serre"</w:t>
      </w:r>
      <w:r w:rsidRPr="009B53BB">
        <w:br/>
        <w:t>Syrah                                         17.00(3oz) ~ 33.50(6oz)</w:t>
      </w:r>
    </w:p>
    <w:p w:rsidR="00190D11" w:rsidRPr="009B53BB" w:rsidRDefault="00190D11" w:rsidP="009B53BB">
      <w:pPr>
        <w:pStyle w:val="Food"/>
        <w:rPr>
          <w:sz w:val="24"/>
          <w:szCs w:val="24"/>
        </w:rPr>
      </w:pPr>
    </w:p>
    <w:p w:rsidR="00190D11" w:rsidRPr="002D452F" w:rsidRDefault="00190D11" w:rsidP="000C775F">
      <w:pPr>
        <w:pStyle w:val="Wine"/>
        <w:rPr>
          <w:b/>
          <w:i w:val="0"/>
        </w:rPr>
      </w:pPr>
      <w:r>
        <w:rPr>
          <w:b/>
          <w:i w:val="0"/>
        </w:rPr>
        <w:t xml:space="preserve">Seared </w:t>
      </w:r>
      <w:smartTag w:uri="urn:schemas-microsoft-com:office:smarttags" w:element="place">
        <w:r>
          <w:rPr>
            <w:b/>
            <w:i w:val="0"/>
          </w:rPr>
          <w:t>Muscovy</w:t>
        </w:r>
      </w:smartTag>
      <w:r>
        <w:rPr>
          <w:b/>
          <w:i w:val="0"/>
        </w:rPr>
        <w:t xml:space="preserve"> Duck Breast</w:t>
      </w:r>
      <w:r>
        <w:rPr>
          <w:b/>
          <w:i w:val="0"/>
        </w:rPr>
        <w:tab/>
        <w:t xml:space="preserve">   14</w:t>
      </w:r>
    </w:p>
    <w:p w:rsidR="00190D11" w:rsidRPr="002D452F" w:rsidRDefault="00190D11" w:rsidP="000C775F">
      <w:pPr>
        <w:pStyle w:val="Wine"/>
        <w:rPr>
          <w:b/>
        </w:rPr>
      </w:pPr>
      <w:r>
        <w:rPr>
          <w:i w:val="0"/>
        </w:rPr>
        <w:t>Butternut squash puree, garlic rapini &amp; sour cherries</w:t>
      </w:r>
      <w:r w:rsidRPr="002D452F">
        <w:rPr>
          <w:i w:val="0"/>
        </w:rPr>
        <w:t xml:space="preserve"> </w:t>
      </w:r>
    </w:p>
    <w:p w:rsidR="00190D11" w:rsidRPr="009B53BB" w:rsidRDefault="00190D11" w:rsidP="000C775F">
      <w:pPr>
        <w:pStyle w:val="Food"/>
        <w:rPr>
          <w:noProof w:val="0"/>
          <w:spacing w:val="6"/>
          <w:lang w:val="en-US" w:eastAsia="en-CA"/>
        </w:rPr>
      </w:pPr>
      <w:r w:rsidRPr="002D452F">
        <w:rPr>
          <w:noProof w:val="0"/>
          <w:spacing w:val="6"/>
          <w:lang w:val="en-US" w:eastAsia="en-CA"/>
        </w:rPr>
        <w:t>2006 Braccale igt Maremma</w:t>
      </w:r>
      <w:r w:rsidRPr="002D452F">
        <w:rPr>
          <w:noProof w:val="0"/>
          <w:spacing w:val="6"/>
          <w:lang w:val="en-US" w:eastAsia="en-CA"/>
        </w:rPr>
        <w:br/>
        <w:t>Sang. Merlot                            7.75 (3oz) ~ 19.00 (6oz)</w:t>
      </w:r>
    </w:p>
    <w:p w:rsidR="00190D11" w:rsidRDefault="00190D11" w:rsidP="00FB456F">
      <w:pPr>
        <w:pStyle w:val="Wine"/>
        <w:rPr>
          <w:sz w:val="24"/>
          <w:szCs w:val="24"/>
        </w:rPr>
      </w:pPr>
    </w:p>
    <w:p w:rsidR="00190D11" w:rsidRPr="002D452F" w:rsidRDefault="00190D11" w:rsidP="00C56E55">
      <w:pPr>
        <w:pStyle w:val="Wine"/>
        <w:rPr>
          <w:b/>
          <w:i w:val="0"/>
        </w:rPr>
      </w:pPr>
      <w:r>
        <w:rPr>
          <w:b/>
          <w:i w:val="0"/>
        </w:rPr>
        <w:t>Lamb T-Bone Steak</w:t>
      </w:r>
      <w:r>
        <w:rPr>
          <w:b/>
          <w:i w:val="0"/>
        </w:rPr>
        <w:tab/>
        <w:t xml:space="preserve">   14</w:t>
      </w:r>
    </w:p>
    <w:p w:rsidR="00190D11" w:rsidRPr="002D452F" w:rsidRDefault="00190D11" w:rsidP="00C56E55">
      <w:pPr>
        <w:pStyle w:val="Wine"/>
        <w:rPr>
          <w:b/>
        </w:rPr>
      </w:pPr>
      <w:r>
        <w:rPr>
          <w:i w:val="0"/>
        </w:rPr>
        <w:t>Celeriac crushed potatoes, watercress &amp; cabernet jus</w:t>
      </w:r>
    </w:p>
    <w:p w:rsidR="00190D11" w:rsidRPr="009A7349" w:rsidRDefault="00190D11" w:rsidP="001149B2">
      <w:pPr>
        <w:pStyle w:val="Wine"/>
      </w:pPr>
      <w:r w:rsidRPr="001149B2">
        <w:t>2004 Sara Soto</w:t>
      </w:r>
      <w:r w:rsidRPr="001149B2">
        <w:br/>
        <w:t xml:space="preserve">Tempranillo                               8.50 (3oz) ~ </w:t>
      </w:r>
      <w:r>
        <w:t>16.25</w:t>
      </w:r>
      <w:r w:rsidRPr="001149B2">
        <w:t xml:space="preserve"> (6oz)</w:t>
      </w:r>
    </w:p>
    <w:p w:rsidR="00190D11" w:rsidRPr="009B53BB" w:rsidRDefault="00190D11" w:rsidP="00FB456F">
      <w:pPr>
        <w:pStyle w:val="Food"/>
        <w:rPr>
          <w:sz w:val="24"/>
          <w:szCs w:val="24"/>
        </w:rPr>
      </w:pPr>
      <w:r w:rsidRPr="009B53BB">
        <w:rPr>
          <w:sz w:val="24"/>
          <w:szCs w:val="24"/>
        </w:rPr>
        <w:t xml:space="preserve">  </w:t>
      </w:r>
    </w:p>
    <w:p w:rsidR="00190D11" w:rsidRPr="002D452F" w:rsidRDefault="00190D11" w:rsidP="00C56E55">
      <w:pPr>
        <w:pStyle w:val="Wine"/>
        <w:rPr>
          <w:b/>
          <w:i w:val="0"/>
        </w:rPr>
      </w:pPr>
      <w:r>
        <w:rPr>
          <w:b/>
          <w:i w:val="0"/>
        </w:rPr>
        <w:t>Grilled Hanger Steak</w:t>
      </w:r>
      <w:r>
        <w:rPr>
          <w:b/>
          <w:i w:val="0"/>
        </w:rPr>
        <w:tab/>
        <w:t xml:space="preserve">   15</w:t>
      </w:r>
    </w:p>
    <w:p w:rsidR="00190D11" w:rsidRPr="002D452F" w:rsidRDefault="00190D11" w:rsidP="00C56E55">
      <w:pPr>
        <w:pStyle w:val="Wine"/>
        <w:rPr>
          <w:b/>
        </w:rPr>
      </w:pPr>
      <w:r>
        <w:rPr>
          <w:i w:val="0"/>
        </w:rPr>
        <w:t xml:space="preserve">Green cauliflower, fingerling potatoes &amp; fresh horseradish </w:t>
      </w:r>
      <w:r w:rsidRPr="002D452F">
        <w:rPr>
          <w:i w:val="0"/>
        </w:rPr>
        <w:t xml:space="preserve"> </w:t>
      </w:r>
    </w:p>
    <w:p w:rsidR="00190D11" w:rsidRPr="009B53BB" w:rsidRDefault="00190D11" w:rsidP="00C56E55">
      <w:pPr>
        <w:pStyle w:val="Food"/>
        <w:rPr>
          <w:noProof w:val="0"/>
          <w:spacing w:val="6"/>
          <w:lang w:val="en-US" w:eastAsia="en-CA"/>
        </w:rPr>
      </w:pPr>
      <w:r w:rsidRPr="00EA13AA">
        <w:t>2007 Norman Hardie "Cuvée L"</w:t>
      </w:r>
      <w:r w:rsidRPr="00EA13AA">
        <w:br/>
        <w:t>Pinot Noir                             14.25 (3oz) ~ 28.25 (6oz)</w:t>
      </w:r>
    </w:p>
    <w:p w:rsidR="00190D11" w:rsidRDefault="00190D11" w:rsidP="0056516E">
      <w:pPr>
        <w:pStyle w:val="Food"/>
        <w:rPr>
          <w:sz w:val="24"/>
          <w:szCs w:val="24"/>
        </w:rPr>
      </w:pPr>
      <w:r w:rsidRPr="009B53BB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 </w:t>
      </w:r>
    </w:p>
    <w:p w:rsidR="00190D11" w:rsidRDefault="00190D11" w:rsidP="0056516E">
      <w:pPr>
        <w:pStyle w:val="Food"/>
        <w:rPr>
          <w:sz w:val="24"/>
          <w:szCs w:val="24"/>
        </w:rPr>
      </w:pPr>
    </w:p>
    <w:p w:rsidR="00190D11" w:rsidRPr="0056516E" w:rsidRDefault="00190D11" w:rsidP="0056516E">
      <w:pPr>
        <w:pStyle w:val="Food"/>
        <w:rPr>
          <w:sz w:val="24"/>
          <w:szCs w:val="24"/>
        </w:rPr>
      </w:pPr>
      <w:r w:rsidRPr="0063694C">
        <w:rPr>
          <w:b/>
          <w:i w:val="0"/>
        </w:rPr>
        <w:t>Artisanal Canadian Cheese Platter</w:t>
      </w:r>
      <w:r w:rsidRPr="009B53BB">
        <w:tab/>
        <w:t xml:space="preserve">   16</w:t>
      </w:r>
    </w:p>
    <w:p w:rsidR="00190D11" w:rsidRPr="009B53BB" w:rsidRDefault="00190D11" w:rsidP="000C775F">
      <w:pPr>
        <w:pStyle w:val="Wine"/>
        <w:rPr>
          <w:i w:val="0"/>
          <w:lang w:val="fr-CA"/>
        </w:rPr>
      </w:pPr>
      <w:r w:rsidRPr="009B53BB">
        <w:rPr>
          <w:i w:val="0"/>
          <w:lang w:val="fr-CA"/>
        </w:rPr>
        <w:t>Cloth-bound Cheddar, Bouq Emissaire, Tuscano,</w:t>
      </w:r>
    </w:p>
    <w:p w:rsidR="00190D11" w:rsidRPr="009B53BB" w:rsidRDefault="00190D11" w:rsidP="000C775F">
      <w:pPr>
        <w:pStyle w:val="Wine"/>
        <w:rPr>
          <w:i w:val="0"/>
          <w:lang w:val="fr-CA"/>
        </w:rPr>
      </w:pPr>
      <w:r w:rsidRPr="009B53BB">
        <w:rPr>
          <w:i w:val="0"/>
          <w:lang w:val="fr-CA"/>
        </w:rPr>
        <w:t xml:space="preserve">La Bocke Beer and Bleu </w:t>
      </w:r>
      <w:r>
        <w:rPr>
          <w:i w:val="0"/>
          <w:lang w:val="fr-CA"/>
        </w:rPr>
        <w:t>Fleuron</w:t>
      </w:r>
    </w:p>
    <w:p w:rsidR="00190D11" w:rsidRPr="009B53BB" w:rsidRDefault="00190D11" w:rsidP="00073657">
      <w:pPr>
        <w:pStyle w:val="Wine"/>
        <w:rPr>
          <w:lang w:val="fr-CA"/>
        </w:rPr>
      </w:pPr>
      <w:r w:rsidRPr="009B53BB">
        <w:rPr>
          <w:lang w:val="fr-CA"/>
        </w:rPr>
        <w:t>Wine Pairing: 1oz of 5 Wines                              16.00</w:t>
      </w:r>
    </w:p>
    <w:p w:rsidR="00190D11" w:rsidRDefault="00190D11" w:rsidP="000C775F">
      <w:pPr>
        <w:pStyle w:val="Wine"/>
        <w:rPr>
          <w:b/>
          <w:i w:val="0"/>
          <w:lang w:val="fr-CA"/>
        </w:rPr>
      </w:pPr>
    </w:p>
    <w:p w:rsidR="00190D11" w:rsidRPr="002D452F" w:rsidRDefault="00190D11" w:rsidP="000C775F">
      <w:pPr>
        <w:pStyle w:val="Wine"/>
        <w:rPr>
          <w:b/>
          <w:i w:val="0"/>
          <w:lang w:val="fr-CA"/>
        </w:rPr>
      </w:pPr>
      <w:r w:rsidRPr="002D452F">
        <w:rPr>
          <w:b/>
          <w:i w:val="0"/>
          <w:lang w:val="fr-CA"/>
        </w:rPr>
        <w:t>Mocha</w:t>
      </w:r>
      <w:r>
        <w:rPr>
          <w:b/>
          <w:i w:val="0"/>
          <w:lang w:val="fr-CA"/>
        </w:rPr>
        <w:t xml:space="preserve"> Creme</w:t>
      </w:r>
      <w:r w:rsidRPr="002D452F">
        <w:rPr>
          <w:b/>
          <w:i w:val="0"/>
          <w:lang w:val="fr-CA"/>
        </w:rPr>
        <w:t xml:space="preserve"> Brulee</w:t>
      </w:r>
      <w:r w:rsidRPr="002D452F">
        <w:rPr>
          <w:b/>
          <w:i w:val="0"/>
          <w:lang w:val="fr-CA"/>
        </w:rPr>
        <w:tab/>
        <w:t xml:space="preserve">   7</w:t>
      </w:r>
    </w:p>
    <w:p w:rsidR="00190D11" w:rsidRPr="002D452F" w:rsidRDefault="00190D11" w:rsidP="000C775F">
      <w:pPr>
        <w:pStyle w:val="Wine"/>
        <w:rPr>
          <w:i w:val="0"/>
          <w:lang w:val="fr-CA"/>
        </w:rPr>
      </w:pPr>
      <w:r>
        <w:rPr>
          <w:i w:val="0"/>
          <w:lang w:val="fr-CA"/>
        </w:rPr>
        <w:t>Shortbread cookie</w:t>
      </w:r>
    </w:p>
    <w:p w:rsidR="00190D11" w:rsidRDefault="00190D11" w:rsidP="009A7349">
      <w:pPr>
        <w:pStyle w:val="Food"/>
      </w:pPr>
      <w:r>
        <w:t>NV Gonzalez-Byass « Nectar »</w:t>
      </w:r>
    </w:p>
    <w:p w:rsidR="00190D11" w:rsidRPr="009B53BB" w:rsidRDefault="00190D11" w:rsidP="009A7349">
      <w:pPr>
        <w:pStyle w:val="Wine"/>
      </w:pPr>
      <w:r>
        <w:t xml:space="preserve">Pedro Ximenez                        </w:t>
      </w:r>
      <w:r w:rsidRPr="00C20178">
        <w:t xml:space="preserve"> </w:t>
      </w:r>
      <w:r>
        <w:t>7.00</w:t>
      </w:r>
      <w:r w:rsidRPr="00C20178">
        <w:t xml:space="preserve"> (</w:t>
      </w:r>
      <w:r>
        <w:t>1</w:t>
      </w:r>
      <w:r w:rsidRPr="00C20178">
        <w:t xml:space="preserve">oz) ~ </w:t>
      </w:r>
      <w:r>
        <w:t>14.00</w:t>
      </w:r>
      <w:r w:rsidRPr="00C20178">
        <w:t xml:space="preserve"> (</w:t>
      </w:r>
      <w:r>
        <w:t>2</w:t>
      </w:r>
      <w:r w:rsidRPr="00C20178">
        <w:t>oz)</w:t>
      </w:r>
    </w:p>
    <w:p w:rsidR="00190D11" w:rsidRDefault="00190D11" w:rsidP="007D4118">
      <w:pPr>
        <w:pStyle w:val="Wine"/>
        <w:rPr>
          <w:b/>
          <w:i w:val="0"/>
          <w:lang w:val="fr-CA"/>
        </w:rPr>
      </w:pPr>
    </w:p>
    <w:p w:rsidR="00190D11" w:rsidRPr="002D452F" w:rsidRDefault="00190D11" w:rsidP="007D4118">
      <w:pPr>
        <w:pStyle w:val="Wine"/>
        <w:rPr>
          <w:b/>
          <w:i w:val="0"/>
          <w:lang w:val="fr-CA"/>
        </w:rPr>
      </w:pPr>
      <w:r>
        <w:rPr>
          <w:b/>
          <w:i w:val="0"/>
          <w:lang w:val="fr-CA"/>
        </w:rPr>
        <w:t>Butter Tart Trifle</w:t>
      </w:r>
      <w:r w:rsidRPr="002D452F">
        <w:rPr>
          <w:b/>
          <w:i w:val="0"/>
          <w:lang w:val="fr-CA"/>
        </w:rPr>
        <w:tab/>
        <w:t xml:space="preserve">   7</w:t>
      </w:r>
    </w:p>
    <w:p w:rsidR="00190D11" w:rsidRDefault="00190D11" w:rsidP="007D4118">
      <w:pPr>
        <w:pStyle w:val="Wine"/>
        <w:rPr>
          <w:i w:val="0"/>
          <w:lang w:val="fr-CA"/>
        </w:rPr>
      </w:pPr>
      <w:r>
        <w:rPr>
          <w:i w:val="0"/>
          <w:lang w:val="fr-CA"/>
        </w:rPr>
        <w:t>Niagara apricots</w:t>
      </w:r>
    </w:p>
    <w:p w:rsidR="00190D11" w:rsidRPr="002D452F" w:rsidRDefault="00190D11" w:rsidP="007D4118">
      <w:pPr>
        <w:pStyle w:val="Wine"/>
        <w:rPr>
          <w:lang w:val="fr-CA"/>
        </w:rPr>
      </w:pPr>
      <w:r w:rsidRPr="002D452F">
        <w:rPr>
          <w:lang w:val="fr-CA"/>
        </w:rPr>
        <w:t>1995 Domaine Gardies "Ambre"</w:t>
      </w:r>
    </w:p>
    <w:p w:rsidR="00190D11" w:rsidRPr="009B53BB" w:rsidRDefault="00190D11" w:rsidP="007D4118">
      <w:pPr>
        <w:pStyle w:val="Wine"/>
      </w:pPr>
      <w:r w:rsidRPr="002D452F">
        <w:t>Grenache Blanc                       6.00 (1oz) ~ 12.00 (2oz)</w:t>
      </w:r>
    </w:p>
    <w:p w:rsidR="00190D11" w:rsidRDefault="00190D11" w:rsidP="00073657">
      <w:pPr>
        <w:pStyle w:val="Food"/>
        <w:rPr>
          <w:sz w:val="24"/>
          <w:szCs w:val="24"/>
        </w:rPr>
      </w:pPr>
    </w:p>
    <w:p w:rsidR="00190D11" w:rsidRPr="009B53BB" w:rsidRDefault="00190D11" w:rsidP="00073657">
      <w:pPr>
        <w:pStyle w:val="Food"/>
        <w:rPr>
          <w:b/>
          <w:i w:val="0"/>
        </w:rPr>
      </w:pPr>
      <w:r>
        <w:rPr>
          <w:b/>
          <w:i w:val="0"/>
        </w:rPr>
        <w:t xml:space="preserve">Strawberry </w:t>
      </w:r>
      <w:r w:rsidRPr="009B53BB">
        <w:rPr>
          <w:b/>
          <w:i w:val="0"/>
        </w:rPr>
        <w:t>Parfait</w:t>
      </w:r>
      <w:r>
        <w:rPr>
          <w:b/>
          <w:i w:val="0"/>
        </w:rPr>
        <w:t xml:space="preserve"> &amp; Lemon Curd</w:t>
      </w:r>
      <w:r w:rsidRPr="009B53BB">
        <w:rPr>
          <w:b/>
          <w:i w:val="0"/>
        </w:rPr>
        <w:tab/>
        <w:t xml:space="preserve">  7 </w:t>
      </w:r>
    </w:p>
    <w:p w:rsidR="00190D11" w:rsidRDefault="00190D11" w:rsidP="000C775F">
      <w:pPr>
        <w:pStyle w:val="Food"/>
        <w:rPr>
          <w:i w:val="0"/>
        </w:rPr>
      </w:pPr>
      <w:r>
        <w:rPr>
          <w:i w:val="0"/>
        </w:rPr>
        <w:t>Chantilly cream &amp; fresh mint</w:t>
      </w:r>
    </w:p>
    <w:p w:rsidR="00190D11" w:rsidRPr="009B53BB" w:rsidRDefault="00190D11" w:rsidP="000C775F">
      <w:pPr>
        <w:pStyle w:val="Food"/>
        <w:rPr>
          <w:highlight w:val="yellow"/>
        </w:rPr>
      </w:pPr>
      <w:r w:rsidRPr="009B53BB">
        <w:t>2005 Weinbau Zahel "Rosengartl"</w:t>
      </w:r>
    </w:p>
    <w:p w:rsidR="00190D11" w:rsidRPr="009B53BB" w:rsidRDefault="00190D11" w:rsidP="000C775F">
      <w:pPr>
        <w:pStyle w:val="Food"/>
      </w:pPr>
      <w:r w:rsidRPr="009B53BB">
        <w:t>Vienna, Austria                      7.50 (1oz) ~ 15.00 (2oz)</w:t>
      </w:r>
    </w:p>
    <w:p w:rsidR="00190D11" w:rsidRPr="009B53BB" w:rsidRDefault="00190D11" w:rsidP="000C775F">
      <w:pPr>
        <w:pStyle w:val="Food"/>
        <w:rPr>
          <w:sz w:val="24"/>
          <w:szCs w:val="24"/>
        </w:rPr>
      </w:pPr>
    </w:p>
    <w:p w:rsidR="00190D11" w:rsidRPr="009B53BB" w:rsidRDefault="00190D11" w:rsidP="000C775F">
      <w:pPr>
        <w:pStyle w:val="Food"/>
      </w:pPr>
    </w:p>
    <w:p w:rsidR="00190D11" w:rsidRDefault="00190D11" w:rsidP="000C775F">
      <w:pPr>
        <w:pStyle w:val="Food"/>
      </w:pPr>
    </w:p>
    <w:p w:rsidR="00190D11" w:rsidRPr="009B53BB" w:rsidRDefault="00190D11" w:rsidP="000C775F">
      <w:pPr>
        <w:pStyle w:val="Food"/>
      </w:pPr>
      <w:r>
        <w:t>Wednesday, March 9th,</w:t>
      </w:r>
      <w:r w:rsidRPr="009B53BB">
        <w:t xml:space="preserve"> 2011 </w:t>
      </w:r>
      <w:r w:rsidRPr="009B53BB">
        <w:br/>
        <w:t>Bryan Burke – Executive Chef</w:t>
      </w:r>
      <w:r>
        <w:t>, Adam Dolley</w:t>
      </w:r>
      <w:r w:rsidRPr="009B53BB">
        <w:t>- Sous Chef</w:t>
      </w:r>
    </w:p>
    <w:p w:rsidR="00190D11" w:rsidRPr="009B53BB" w:rsidRDefault="00190D11" w:rsidP="000C775F">
      <w:pPr>
        <w:pStyle w:val="Food"/>
      </w:pPr>
    </w:p>
    <w:p w:rsidR="00190D11" w:rsidRPr="009B53BB" w:rsidRDefault="00190D11" w:rsidP="000C775F">
      <w:pPr>
        <w:pStyle w:val="Food"/>
      </w:pPr>
      <w:r w:rsidRPr="009B53BB">
        <w:t>We support a healthy, ethical, sustainable, local food culture.</w:t>
      </w:r>
    </w:p>
    <w:sectPr w:rsidR="00190D11" w:rsidRPr="009B53BB" w:rsidSect="007C3AAB">
      <w:pgSz w:w="12240" w:h="15840" w:code="1"/>
      <w:pgMar w:top="288" w:right="360" w:bottom="547" w:left="432" w:header="288" w:footer="720" w:gutter="360"/>
      <w:paperSrc w:first="15" w:other="15"/>
      <w:cols w:num="2"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D710335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oNotDisplayPageBoundari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15E43"/>
    <w:rsid w:val="000004F1"/>
    <w:rsid w:val="00000C5D"/>
    <w:rsid w:val="0000119B"/>
    <w:rsid w:val="00002CD4"/>
    <w:rsid w:val="00002DFC"/>
    <w:rsid w:val="00003D23"/>
    <w:rsid w:val="00005924"/>
    <w:rsid w:val="00005AF8"/>
    <w:rsid w:val="00005EEE"/>
    <w:rsid w:val="0000752A"/>
    <w:rsid w:val="000075A3"/>
    <w:rsid w:val="00011152"/>
    <w:rsid w:val="0001127D"/>
    <w:rsid w:val="00011980"/>
    <w:rsid w:val="0001297B"/>
    <w:rsid w:val="000144B0"/>
    <w:rsid w:val="00015123"/>
    <w:rsid w:val="00015536"/>
    <w:rsid w:val="00015545"/>
    <w:rsid w:val="00015657"/>
    <w:rsid w:val="00016547"/>
    <w:rsid w:val="0001718E"/>
    <w:rsid w:val="00017C31"/>
    <w:rsid w:val="000206B3"/>
    <w:rsid w:val="000208CC"/>
    <w:rsid w:val="000210E4"/>
    <w:rsid w:val="00021D2B"/>
    <w:rsid w:val="00022A56"/>
    <w:rsid w:val="00024857"/>
    <w:rsid w:val="0002553B"/>
    <w:rsid w:val="00025749"/>
    <w:rsid w:val="00025A59"/>
    <w:rsid w:val="00025D31"/>
    <w:rsid w:val="00025E2C"/>
    <w:rsid w:val="000263B5"/>
    <w:rsid w:val="0002664D"/>
    <w:rsid w:val="000278D3"/>
    <w:rsid w:val="00027D9A"/>
    <w:rsid w:val="0003136E"/>
    <w:rsid w:val="00031471"/>
    <w:rsid w:val="0003207C"/>
    <w:rsid w:val="00032E51"/>
    <w:rsid w:val="00034D42"/>
    <w:rsid w:val="000350B6"/>
    <w:rsid w:val="00036D50"/>
    <w:rsid w:val="00037D64"/>
    <w:rsid w:val="000417C2"/>
    <w:rsid w:val="000422C6"/>
    <w:rsid w:val="00043192"/>
    <w:rsid w:val="00044313"/>
    <w:rsid w:val="00045210"/>
    <w:rsid w:val="00045FF6"/>
    <w:rsid w:val="00047C42"/>
    <w:rsid w:val="00047CC5"/>
    <w:rsid w:val="00050173"/>
    <w:rsid w:val="00050FD2"/>
    <w:rsid w:val="00052999"/>
    <w:rsid w:val="00052BCE"/>
    <w:rsid w:val="00052C55"/>
    <w:rsid w:val="00053537"/>
    <w:rsid w:val="00053AAA"/>
    <w:rsid w:val="0005419E"/>
    <w:rsid w:val="000542D4"/>
    <w:rsid w:val="00054B26"/>
    <w:rsid w:val="000556DC"/>
    <w:rsid w:val="000558C7"/>
    <w:rsid w:val="0005629C"/>
    <w:rsid w:val="00057820"/>
    <w:rsid w:val="00060510"/>
    <w:rsid w:val="00060B4A"/>
    <w:rsid w:val="00060DC2"/>
    <w:rsid w:val="00061921"/>
    <w:rsid w:val="0006489E"/>
    <w:rsid w:val="00065A3E"/>
    <w:rsid w:val="00066C46"/>
    <w:rsid w:val="00070AFF"/>
    <w:rsid w:val="00072195"/>
    <w:rsid w:val="0007219C"/>
    <w:rsid w:val="00072CA3"/>
    <w:rsid w:val="00073657"/>
    <w:rsid w:val="00074658"/>
    <w:rsid w:val="00074F0B"/>
    <w:rsid w:val="00076E74"/>
    <w:rsid w:val="0007704B"/>
    <w:rsid w:val="00081ADA"/>
    <w:rsid w:val="00082A96"/>
    <w:rsid w:val="000841F3"/>
    <w:rsid w:val="00084301"/>
    <w:rsid w:val="00084ACB"/>
    <w:rsid w:val="00086C18"/>
    <w:rsid w:val="00087327"/>
    <w:rsid w:val="00087449"/>
    <w:rsid w:val="000875B6"/>
    <w:rsid w:val="000905BB"/>
    <w:rsid w:val="00093DE0"/>
    <w:rsid w:val="00093E7E"/>
    <w:rsid w:val="000943FE"/>
    <w:rsid w:val="00094F67"/>
    <w:rsid w:val="00095562"/>
    <w:rsid w:val="00095F08"/>
    <w:rsid w:val="0009619E"/>
    <w:rsid w:val="00096DB9"/>
    <w:rsid w:val="00097095"/>
    <w:rsid w:val="000979A2"/>
    <w:rsid w:val="000A0805"/>
    <w:rsid w:val="000A1D92"/>
    <w:rsid w:val="000A2201"/>
    <w:rsid w:val="000A229B"/>
    <w:rsid w:val="000A22A2"/>
    <w:rsid w:val="000A3DA9"/>
    <w:rsid w:val="000A44D5"/>
    <w:rsid w:val="000A4DC8"/>
    <w:rsid w:val="000A600C"/>
    <w:rsid w:val="000A68F9"/>
    <w:rsid w:val="000B13F2"/>
    <w:rsid w:val="000B37F2"/>
    <w:rsid w:val="000B3FF5"/>
    <w:rsid w:val="000B49B6"/>
    <w:rsid w:val="000B4EDF"/>
    <w:rsid w:val="000B500C"/>
    <w:rsid w:val="000B5E46"/>
    <w:rsid w:val="000B6A78"/>
    <w:rsid w:val="000B6C15"/>
    <w:rsid w:val="000B7813"/>
    <w:rsid w:val="000C1D54"/>
    <w:rsid w:val="000C2A25"/>
    <w:rsid w:val="000C2BC8"/>
    <w:rsid w:val="000C3AB1"/>
    <w:rsid w:val="000C4D0F"/>
    <w:rsid w:val="000C5494"/>
    <w:rsid w:val="000C54C3"/>
    <w:rsid w:val="000C6019"/>
    <w:rsid w:val="000C630E"/>
    <w:rsid w:val="000C775F"/>
    <w:rsid w:val="000D04A6"/>
    <w:rsid w:val="000D138E"/>
    <w:rsid w:val="000D17D6"/>
    <w:rsid w:val="000D1860"/>
    <w:rsid w:val="000D18D4"/>
    <w:rsid w:val="000D18F8"/>
    <w:rsid w:val="000D1B93"/>
    <w:rsid w:val="000D1D6F"/>
    <w:rsid w:val="000D324F"/>
    <w:rsid w:val="000D464A"/>
    <w:rsid w:val="000D489F"/>
    <w:rsid w:val="000D4B0C"/>
    <w:rsid w:val="000D4FE2"/>
    <w:rsid w:val="000D54F4"/>
    <w:rsid w:val="000D5572"/>
    <w:rsid w:val="000D5BD7"/>
    <w:rsid w:val="000D6227"/>
    <w:rsid w:val="000D6676"/>
    <w:rsid w:val="000D7355"/>
    <w:rsid w:val="000D7910"/>
    <w:rsid w:val="000D7A1F"/>
    <w:rsid w:val="000E00A9"/>
    <w:rsid w:val="000E098E"/>
    <w:rsid w:val="000E0E62"/>
    <w:rsid w:val="000E1C36"/>
    <w:rsid w:val="000E21C3"/>
    <w:rsid w:val="000E2891"/>
    <w:rsid w:val="000E34AC"/>
    <w:rsid w:val="000E5E7C"/>
    <w:rsid w:val="000E702F"/>
    <w:rsid w:val="000E706B"/>
    <w:rsid w:val="000E7323"/>
    <w:rsid w:val="000F2299"/>
    <w:rsid w:val="000F29D2"/>
    <w:rsid w:val="000F2D05"/>
    <w:rsid w:val="000F2D2C"/>
    <w:rsid w:val="000F3E99"/>
    <w:rsid w:val="000F5730"/>
    <w:rsid w:val="000F5B1F"/>
    <w:rsid w:val="000F630B"/>
    <w:rsid w:val="000F7093"/>
    <w:rsid w:val="00100298"/>
    <w:rsid w:val="001006F5"/>
    <w:rsid w:val="001007A0"/>
    <w:rsid w:val="00101C8B"/>
    <w:rsid w:val="001029F5"/>
    <w:rsid w:val="00102BD8"/>
    <w:rsid w:val="00102C62"/>
    <w:rsid w:val="00103136"/>
    <w:rsid w:val="00103A9B"/>
    <w:rsid w:val="00105B6E"/>
    <w:rsid w:val="00106153"/>
    <w:rsid w:val="0010678C"/>
    <w:rsid w:val="00107CF6"/>
    <w:rsid w:val="00110045"/>
    <w:rsid w:val="00110C4A"/>
    <w:rsid w:val="00111C57"/>
    <w:rsid w:val="00112B5A"/>
    <w:rsid w:val="00113545"/>
    <w:rsid w:val="0011450B"/>
    <w:rsid w:val="001149B2"/>
    <w:rsid w:val="001162C6"/>
    <w:rsid w:val="0011756D"/>
    <w:rsid w:val="0012074F"/>
    <w:rsid w:val="00121A99"/>
    <w:rsid w:val="00121C7D"/>
    <w:rsid w:val="001225C6"/>
    <w:rsid w:val="001228C5"/>
    <w:rsid w:val="00122C2B"/>
    <w:rsid w:val="001236F3"/>
    <w:rsid w:val="00124547"/>
    <w:rsid w:val="001253F2"/>
    <w:rsid w:val="001258F8"/>
    <w:rsid w:val="001272A1"/>
    <w:rsid w:val="001278DB"/>
    <w:rsid w:val="00130986"/>
    <w:rsid w:val="0013155E"/>
    <w:rsid w:val="00131888"/>
    <w:rsid w:val="00131A64"/>
    <w:rsid w:val="00131BF6"/>
    <w:rsid w:val="00131C56"/>
    <w:rsid w:val="00131F2A"/>
    <w:rsid w:val="00132F6D"/>
    <w:rsid w:val="001338E1"/>
    <w:rsid w:val="001341CC"/>
    <w:rsid w:val="00135C97"/>
    <w:rsid w:val="00135CFC"/>
    <w:rsid w:val="00135D03"/>
    <w:rsid w:val="00136100"/>
    <w:rsid w:val="001361C4"/>
    <w:rsid w:val="00137809"/>
    <w:rsid w:val="001378B9"/>
    <w:rsid w:val="001403EC"/>
    <w:rsid w:val="0014069D"/>
    <w:rsid w:val="0014099B"/>
    <w:rsid w:val="00140F69"/>
    <w:rsid w:val="001413D7"/>
    <w:rsid w:val="00142C0F"/>
    <w:rsid w:val="00143DD3"/>
    <w:rsid w:val="00145386"/>
    <w:rsid w:val="00146A12"/>
    <w:rsid w:val="00147042"/>
    <w:rsid w:val="0014778C"/>
    <w:rsid w:val="00147813"/>
    <w:rsid w:val="00147E84"/>
    <w:rsid w:val="001504ED"/>
    <w:rsid w:val="001506B9"/>
    <w:rsid w:val="00150D84"/>
    <w:rsid w:val="00151160"/>
    <w:rsid w:val="00151B5F"/>
    <w:rsid w:val="00153173"/>
    <w:rsid w:val="00154E26"/>
    <w:rsid w:val="001554F6"/>
    <w:rsid w:val="00155722"/>
    <w:rsid w:val="00155A4E"/>
    <w:rsid w:val="00155D27"/>
    <w:rsid w:val="00155D44"/>
    <w:rsid w:val="00156BA2"/>
    <w:rsid w:val="00157480"/>
    <w:rsid w:val="001576F8"/>
    <w:rsid w:val="00157FF0"/>
    <w:rsid w:val="00160255"/>
    <w:rsid w:val="001605A2"/>
    <w:rsid w:val="00160D09"/>
    <w:rsid w:val="00161618"/>
    <w:rsid w:val="00162D16"/>
    <w:rsid w:val="0016411B"/>
    <w:rsid w:val="0016413E"/>
    <w:rsid w:val="00164C8D"/>
    <w:rsid w:val="001658FC"/>
    <w:rsid w:val="00165B03"/>
    <w:rsid w:val="00165EB9"/>
    <w:rsid w:val="001662B9"/>
    <w:rsid w:val="00166AD5"/>
    <w:rsid w:val="00167AD1"/>
    <w:rsid w:val="00167E67"/>
    <w:rsid w:val="00170001"/>
    <w:rsid w:val="0017057D"/>
    <w:rsid w:val="00171264"/>
    <w:rsid w:val="00171A76"/>
    <w:rsid w:val="001725C0"/>
    <w:rsid w:val="00173B99"/>
    <w:rsid w:val="001745B7"/>
    <w:rsid w:val="0017523D"/>
    <w:rsid w:val="001770CE"/>
    <w:rsid w:val="00180100"/>
    <w:rsid w:val="00180D10"/>
    <w:rsid w:val="00180D3F"/>
    <w:rsid w:val="00181268"/>
    <w:rsid w:val="00182361"/>
    <w:rsid w:val="001825B1"/>
    <w:rsid w:val="00182A35"/>
    <w:rsid w:val="00182CAB"/>
    <w:rsid w:val="00182FCB"/>
    <w:rsid w:val="00183393"/>
    <w:rsid w:val="00183B0E"/>
    <w:rsid w:val="00184186"/>
    <w:rsid w:val="0018496A"/>
    <w:rsid w:val="00184B27"/>
    <w:rsid w:val="0018639C"/>
    <w:rsid w:val="001863F9"/>
    <w:rsid w:val="001869C9"/>
    <w:rsid w:val="00187AA6"/>
    <w:rsid w:val="0019060F"/>
    <w:rsid w:val="00190D11"/>
    <w:rsid w:val="00190FF5"/>
    <w:rsid w:val="00191778"/>
    <w:rsid w:val="00191796"/>
    <w:rsid w:val="001929A5"/>
    <w:rsid w:val="0019326F"/>
    <w:rsid w:val="001946F5"/>
    <w:rsid w:val="001948A4"/>
    <w:rsid w:val="00194F38"/>
    <w:rsid w:val="0019526E"/>
    <w:rsid w:val="00195608"/>
    <w:rsid w:val="00195F58"/>
    <w:rsid w:val="00196F6C"/>
    <w:rsid w:val="00197717"/>
    <w:rsid w:val="001A0246"/>
    <w:rsid w:val="001A0694"/>
    <w:rsid w:val="001A0D77"/>
    <w:rsid w:val="001A0DD9"/>
    <w:rsid w:val="001A1B5A"/>
    <w:rsid w:val="001A2594"/>
    <w:rsid w:val="001A2B76"/>
    <w:rsid w:val="001A2CF5"/>
    <w:rsid w:val="001A2F29"/>
    <w:rsid w:val="001A3905"/>
    <w:rsid w:val="001A5082"/>
    <w:rsid w:val="001A5334"/>
    <w:rsid w:val="001A579B"/>
    <w:rsid w:val="001A6B7D"/>
    <w:rsid w:val="001A6FFC"/>
    <w:rsid w:val="001A7257"/>
    <w:rsid w:val="001A73E3"/>
    <w:rsid w:val="001A7508"/>
    <w:rsid w:val="001A7A6B"/>
    <w:rsid w:val="001B0BC0"/>
    <w:rsid w:val="001B0CBB"/>
    <w:rsid w:val="001B130B"/>
    <w:rsid w:val="001B14ED"/>
    <w:rsid w:val="001B2310"/>
    <w:rsid w:val="001B434A"/>
    <w:rsid w:val="001B43C1"/>
    <w:rsid w:val="001B450C"/>
    <w:rsid w:val="001B4A59"/>
    <w:rsid w:val="001B4D59"/>
    <w:rsid w:val="001B684B"/>
    <w:rsid w:val="001B6B07"/>
    <w:rsid w:val="001C0CB6"/>
    <w:rsid w:val="001C2CB8"/>
    <w:rsid w:val="001C3163"/>
    <w:rsid w:val="001C5956"/>
    <w:rsid w:val="001C7251"/>
    <w:rsid w:val="001C76B7"/>
    <w:rsid w:val="001C7873"/>
    <w:rsid w:val="001D0372"/>
    <w:rsid w:val="001D0AEE"/>
    <w:rsid w:val="001D2DAE"/>
    <w:rsid w:val="001D389A"/>
    <w:rsid w:val="001D3B20"/>
    <w:rsid w:val="001D3C42"/>
    <w:rsid w:val="001D4751"/>
    <w:rsid w:val="001D51BE"/>
    <w:rsid w:val="001D54BC"/>
    <w:rsid w:val="001D65B8"/>
    <w:rsid w:val="001D6F80"/>
    <w:rsid w:val="001D6FDD"/>
    <w:rsid w:val="001D7177"/>
    <w:rsid w:val="001D7508"/>
    <w:rsid w:val="001D79D2"/>
    <w:rsid w:val="001E011B"/>
    <w:rsid w:val="001E03AD"/>
    <w:rsid w:val="001E177F"/>
    <w:rsid w:val="001E3953"/>
    <w:rsid w:val="001E3D1E"/>
    <w:rsid w:val="001E3F51"/>
    <w:rsid w:val="001E4A4E"/>
    <w:rsid w:val="001E649F"/>
    <w:rsid w:val="001E733C"/>
    <w:rsid w:val="001E7D26"/>
    <w:rsid w:val="001F0E0B"/>
    <w:rsid w:val="001F1F52"/>
    <w:rsid w:val="001F2B9A"/>
    <w:rsid w:val="001F358D"/>
    <w:rsid w:val="001F3CAC"/>
    <w:rsid w:val="001F4828"/>
    <w:rsid w:val="001F5274"/>
    <w:rsid w:val="001F5813"/>
    <w:rsid w:val="001F5A5C"/>
    <w:rsid w:val="001F63CF"/>
    <w:rsid w:val="001F6675"/>
    <w:rsid w:val="001F7ED8"/>
    <w:rsid w:val="001F7FB0"/>
    <w:rsid w:val="00200535"/>
    <w:rsid w:val="00200B33"/>
    <w:rsid w:val="00201513"/>
    <w:rsid w:val="00202B86"/>
    <w:rsid w:val="00202D70"/>
    <w:rsid w:val="0020330C"/>
    <w:rsid w:val="00203E12"/>
    <w:rsid w:val="00204CA4"/>
    <w:rsid w:val="0020529F"/>
    <w:rsid w:val="002053A2"/>
    <w:rsid w:val="00205556"/>
    <w:rsid w:val="0020562D"/>
    <w:rsid w:val="00205EB6"/>
    <w:rsid w:val="0020629B"/>
    <w:rsid w:val="002066FB"/>
    <w:rsid w:val="002067C7"/>
    <w:rsid w:val="00206A23"/>
    <w:rsid w:val="00206B56"/>
    <w:rsid w:val="00206DCA"/>
    <w:rsid w:val="0020715B"/>
    <w:rsid w:val="002077BF"/>
    <w:rsid w:val="00207867"/>
    <w:rsid w:val="0020788D"/>
    <w:rsid w:val="00207951"/>
    <w:rsid w:val="00207CB9"/>
    <w:rsid w:val="00207E54"/>
    <w:rsid w:val="00207E8A"/>
    <w:rsid w:val="0021039F"/>
    <w:rsid w:val="002112D4"/>
    <w:rsid w:val="00211649"/>
    <w:rsid w:val="00212150"/>
    <w:rsid w:val="002126F7"/>
    <w:rsid w:val="00212E6F"/>
    <w:rsid w:val="00213A5C"/>
    <w:rsid w:val="00215AFB"/>
    <w:rsid w:val="00215E43"/>
    <w:rsid w:val="00215F82"/>
    <w:rsid w:val="002165B8"/>
    <w:rsid w:val="002166E6"/>
    <w:rsid w:val="002202A5"/>
    <w:rsid w:val="002208AD"/>
    <w:rsid w:val="0022143B"/>
    <w:rsid w:val="00221C50"/>
    <w:rsid w:val="00222CDF"/>
    <w:rsid w:val="00224515"/>
    <w:rsid w:val="002248BD"/>
    <w:rsid w:val="00224992"/>
    <w:rsid w:val="0022522F"/>
    <w:rsid w:val="00230DF2"/>
    <w:rsid w:val="00231455"/>
    <w:rsid w:val="0023169C"/>
    <w:rsid w:val="00233A64"/>
    <w:rsid w:val="0023533F"/>
    <w:rsid w:val="0023687F"/>
    <w:rsid w:val="00237D84"/>
    <w:rsid w:val="00241434"/>
    <w:rsid w:val="00241D0B"/>
    <w:rsid w:val="0024268D"/>
    <w:rsid w:val="0024312F"/>
    <w:rsid w:val="00244E9A"/>
    <w:rsid w:val="00245B25"/>
    <w:rsid w:val="00245B4B"/>
    <w:rsid w:val="00246177"/>
    <w:rsid w:val="00246909"/>
    <w:rsid w:val="00247759"/>
    <w:rsid w:val="002503DA"/>
    <w:rsid w:val="0025282C"/>
    <w:rsid w:val="00252983"/>
    <w:rsid w:val="0025326E"/>
    <w:rsid w:val="00253369"/>
    <w:rsid w:val="00254122"/>
    <w:rsid w:val="0025499D"/>
    <w:rsid w:val="00255300"/>
    <w:rsid w:val="00256AD2"/>
    <w:rsid w:val="00257B75"/>
    <w:rsid w:val="00260249"/>
    <w:rsid w:val="00260B2C"/>
    <w:rsid w:val="002613C9"/>
    <w:rsid w:val="002626CC"/>
    <w:rsid w:val="00262F42"/>
    <w:rsid w:val="00263AFF"/>
    <w:rsid w:val="00264365"/>
    <w:rsid w:val="002644DC"/>
    <w:rsid w:val="00264923"/>
    <w:rsid w:val="00264E2D"/>
    <w:rsid w:val="0026667B"/>
    <w:rsid w:val="00266E1A"/>
    <w:rsid w:val="00267B09"/>
    <w:rsid w:val="00270421"/>
    <w:rsid w:val="00270474"/>
    <w:rsid w:val="002704D3"/>
    <w:rsid w:val="002706B6"/>
    <w:rsid w:val="00270A96"/>
    <w:rsid w:val="00270E45"/>
    <w:rsid w:val="00270ED7"/>
    <w:rsid w:val="002711D3"/>
    <w:rsid w:val="002714DD"/>
    <w:rsid w:val="00271604"/>
    <w:rsid w:val="00271C3B"/>
    <w:rsid w:val="00271E8D"/>
    <w:rsid w:val="00271EB7"/>
    <w:rsid w:val="00271F51"/>
    <w:rsid w:val="002723F3"/>
    <w:rsid w:val="0027272D"/>
    <w:rsid w:val="00272CE1"/>
    <w:rsid w:val="0027316F"/>
    <w:rsid w:val="00273AB6"/>
    <w:rsid w:val="0027429A"/>
    <w:rsid w:val="0027482C"/>
    <w:rsid w:val="00275E7B"/>
    <w:rsid w:val="002767F6"/>
    <w:rsid w:val="00276A15"/>
    <w:rsid w:val="00276A58"/>
    <w:rsid w:val="00276E38"/>
    <w:rsid w:val="00276ED9"/>
    <w:rsid w:val="00277431"/>
    <w:rsid w:val="002774B8"/>
    <w:rsid w:val="00280729"/>
    <w:rsid w:val="00280A65"/>
    <w:rsid w:val="00280E45"/>
    <w:rsid w:val="00281439"/>
    <w:rsid w:val="0028296D"/>
    <w:rsid w:val="0028314B"/>
    <w:rsid w:val="0028482D"/>
    <w:rsid w:val="002849E2"/>
    <w:rsid w:val="00284E9F"/>
    <w:rsid w:val="0028602D"/>
    <w:rsid w:val="002864E0"/>
    <w:rsid w:val="00286BD1"/>
    <w:rsid w:val="002879AC"/>
    <w:rsid w:val="002879C1"/>
    <w:rsid w:val="002912A9"/>
    <w:rsid w:val="00294002"/>
    <w:rsid w:val="002943F5"/>
    <w:rsid w:val="0029456E"/>
    <w:rsid w:val="002950B0"/>
    <w:rsid w:val="00295A6B"/>
    <w:rsid w:val="00296752"/>
    <w:rsid w:val="002A0422"/>
    <w:rsid w:val="002A1D0A"/>
    <w:rsid w:val="002A23EE"/>
    <w:rsid w:val="002A293F"/>
    <w:rsid w:val="002A29FB"/>
    <w:rsid w:val="002A4396"/>
    <w:rsid w:val="002A540E"/>
    <w:rsid w:val="002A5B07"/>
    <w:rsid w:val="002A63E1"/>
    <w:rsid w:val="002A6C86"/>
    <w:rsid w:val="002A6CB9"/>
    <w:rsid w:val="002A6F5F"/>
    <w:rsid w:val="002A7F5E"/>
    <w:rsid w:val="002B00F9"/>
    <w:rsid w:val="002B03E0"/>
    <w:rsid w:val="002B0903"/>
    <w:rsid w:val="002B0EEB"/>
    <w:rsid w:val="002B11C3"/>
    <w:rsid w:val="002B13B7"/>
    <w:rsid w:val="002B195C"/>
    <w:rsid w:val="002B23D0"/>
    <w:rsid w:val="002B2A67"/>
    <w:rsid w:val="002B2BEE"/>
    <w:rsid w:val="002B31C5"/>
    <w:rsid w:val="002B31E7"/>
    <w:rsid w:val="002B320F"/>
    <w:rsid w:val="002B391F"/>
    <w:rsid w:val="002B4783"/>
    <w:rsid w:val="002B4C86"/>
    <w:rsid w:val="002B4F79"/>
    <w:rsid w:val="002B514D"/>
    <w:rsid w:val="002B5C88"/>
    <w:rsid w:val="002B6262"/>
    <w:rsid w:val="002B664A"/>
    <w:rsid w:val="002B6BA3"/>
    <w:rsid w:val="002C0042"/>
    <w:rsid w:val="002C03B3"/>
    <w:rsid w:val="002C115F"/>
    <w:rsid w:val="002C16EB"/>
    <w:rsid w:val="002C20AB"/>
    <w:rsid w:val="002C2343"/>
    <w:rsid w:val="002C2605"/>
    <w:rsid w:val="002C2D4D"/>
    <w:rsid w:val="002C3FED"/>
    <w:rsid w:val="002C64AB"/>
    <w:rsid w:val="002C6B22"/>
    <w:rsid w:val="002C75C4"/>
    <w:rsid w:val="002D2C2A"/>
    <w:rsid w:val="002D309F"/>
    <w:rsid w:val="002D37EA"/>
    <w:rsid w:val="002D3C1D"/>
    <w:rsid w:val="002D4024"/>
    <w:rsid w:val="002D43DF"/>
    <w:rsid w:val="002D452F"/>
    <w:rsid w:val="002D4A56"/>
    <w:rsid w:val="002D5225"/>
    <w:rsid w:val="002D5618"/>
    <w:rsid w:val="002D5A50"/>
    <w:rsid w:val="002D5CA5"/>
    <w:rsid w:val="002D6476"/>
    <w:rsid w:val="002D68F4"/>
    <w:rsid w:val="002D7031"/>
    <w:rsid w:val="002D7849"/>
    <w:rsid w:val="002D7B19"/>
    <w:rsid w:val="002D7FFE"/>
    <w:rsid w:val="002E071B"/>
    <w:rsid w:val="002E2240"/>
    <w:rsid w:val="002E4770"/>
    <w:rsid w:val="002E4947"/>
    <w:rsid w:val="002E4B63"/>
    <w:rsid w:val="002E59A0"/>
    <w:rsid w:val="002E5A8C"/>
    <w:rsid w:val="002E6F2E"/>
    <w:rsid w:val="002E7EED"/>
    <w:rsid w:val="002F041F"/>
    <w:rsid w:val="002F04E7"/>
    <w:rsid w:val="002F1012"/>
    <w:rsid w:val="002F2273"/>
    <w:rsid w:val="002F27C8"/>
    <w:rsid w:val="002F2F0A"/>
    <w:rsid w:val="002F328A"/>
    <w:rsid w:val="002F32E5"/>
    <w:rsid w:val="002F3341"/>
    <w:rsid w:val="002F4005"/>
    <w:rsid w:val="002F4302"/>
    <w:rsid w:val="002F5800"/>
    <w:rsid w:val="002F5A27"/>
    <w:rsid w:val="00300808"/>
    <w:rsid w:val="00300CFC"/>
    <w:rsid w:val="003021C1"/>
    <w:rsid w:val="00303F31"/>
    <w:rsid w:val="003044F1"/>
    <w:rsid w:val="003045B7"/>
    <w:rsid w:val="00305A32"/>
    <w:rsid w:val="00306D47"/>
    <w:rsid w:val="00307BB0"/>
    <w:rsid w:val="00307D91"/>
    <w:rsid w:val="00310E13"/>
    <w:rsid w:val="0031238E"/>
    <w:rsid w:val="00312773"/>
    <w:rsid w:val="0031337A"/>
    <w:rsid w:val="00315EA8"/>
    <w:rsid w:val="00316E28"/>
    <w:rsid w:val="00320780"/>
    <w:rsid w:val="00321B32"/>
    <w:rsid w:val="003225E7"/>
    <w:rsid w:val="0032336D"/>
    <w:rsid w:val="00324068"/>
    <w:rsid w:val="0032455B"/>
    <w:rsid w:val="00324630"/>
    <w:rsid w:val="00326F40"/>
    <w:rsid w:val="00326FC9"/>
    <w:rsid w:val="00332333"/>
    <w:rsid w:val="00332471"/>
    <w:rsid w:val="00332C64"/>
    <w:rsid w:val="00332FBD"/>
    <w:rsid w:val="003337A1"/>
    <w:rsid w:val="0033390E"/>
    <w:rsid w:val="003340A9"/>
    <w:rsid w:val="003360C9"/>
    <w:rsid w:val="003363B5"/>
    <w:rsid w:val="003374D6"/>
    <w:rsid w:val="00337617"/>
    <w:rsid w:val="00337B84"/>
    <w:rsid w:val="00337BD5"/>
    <w:rsid w:val="00340FA0"/>
    <w:rsid w:val="00342049"/>
    <w:rsid w:val="00343369"/>
    <w:rsid w:val="003444D4"/>
    <w:rsid w:val="003452F6"/>
    <w:rsid w:val="00345642"/>
    <w:rsid w:val="00347594"/>
    <w:rsid w:val="00347848"/>
    <w:rsid w:val="00351244"/>
    <w:rsid w:val="003523C1"/>
    <w:rsid w:val="003526F8"/>
    <w:rsid w:val="003539F9"/>
    <w:rsid w:val="00353E0B"/>
    <w:rsid w:val="0035489F"/>
    <w:rsid w:val="00354ADD"/>
    <w:rsid w:val="0035597C"/>
    <w:rsid w:val="0035683A"/>
    <w:rsid w:val="00357D1D"/>
    <w:rsid w:val="003610CA"/>
    <w:rsid w:val="003615F7"/>
    <w:rsid w:val="00361B40"/>
    <w:rsid w:val="00362592"/>
    <w:rsid w:val="0036351C"/>
    <w:rsid w:val="00364838"/>
    <w:rsid w:val="00364C05"/>
    <w:rsid w:val="00365A64"/>
    <w:rsid w:val="00367692"/>
    <w:rsid w:val="00367BE1"/>
    <w:rsid w:val="00367F7C"/>
    <w:rsid w:val="0037033B"/>
    <w:rsid w:val="00372818"/>
    <w:rsid w:val="00373A29"/>
    <w:rsid w:val="00373C26"/>
    <w:rsid w:val="00374ED0"/>
    <w:rsid w:val="00375B57"/>
    <w:rsid w:val="0037659D"/>
    <w:rsid w:val="0037660C"/>
    <w:rsid w:val="00376A68"/>
    <w:rsid w:val="00381192"/>
    <w:rsid w:val="00381C4A"/>
    <w:rsid w:val="003828B7"/>
    <w:rsid w:val="003840F2"/>
    <w:rsid w:val="0038452B"/>
    <w:rsid w:val="00384BE1"/>
    <w:rsid w:val="00385509"/>
    <w:rsid w:val="003862C6"/>
    <w:rsid w:val="00387EEC"/>
    <w:rsid w:val="00392AD6"/>
    <w:rsid w:val="00392E88"/>
    <w:rsid w:val="0039330C"/>
    <w:rsid w:val="00393AB9"/>
    <w:rsid w:val="00394498"/>
    <w:rsid w:val="00395FE0"/>
    <w:rsid w:val="00397221"/>
    <w:rsid w:val="003A3499"/>
    <w:rsid w:val="003A4328"/>
    <w:rsid w:val="003A456B"/>
    <w:rsid w:val="003A5453"/>
    <w:rsid w:val="003A639A"/>
    <w:rsid w:val="003B086B"/>
    <w:rsid w:val="003B16BF"/>
    <w:rsid w:val="003B183D"/>
    <w:rsid w:val="003B1ABC"/>
    <w:rsid w:val="003B1BAF"/>
    <w:rsid w:val="003B1CA0"/>
    <w:rsid w:val="003B2D66"/>
    <w:rsid w:val="003B3284"/>
    <w:rsid w:val="003B3DBB"/>
    <w:rsid w:val="003B42B6"/>
    <w:rsid w:val="003B4340"/>
    <w:rsid w:val="003B4D0F"/>
    <w:rsid w:val="003B5F13"/>
    <w:rsid w:val="003B6757"/>
    <w:rsid w:val="003B6C11"/>
    <w:rsid w:val="003B71D9"/>
    <w:rsid w:val="003B7C91"/>
    <w:rsid w:val="003C0A1A"/>
    <w:rsid w:val="003C0BD9"/>
    <w:rsid w:val="003C0DFD"/>
    <w:rsid w:val="003C22FD"/>
    <w:rsid w:val="003C34AF"/>
    <w:rsid w:val="003C3B16"/>
    <w:rsid w:val="003C433E"/>
    <w:rsid w:val="003C4788"/>
    <w:rsid w:val="003C4E38"/>
    <w:rsid w:val="003C5016"/>
    <w:rsid w:val="003C5465"/>
    <w:rsid w:val="003C6260"/>
    <w:rsid w:val="003C6370"/>
    <w:rsid w:val="003C63C1"/>
    <w:rsid w:val="003C653C"/>
    <w:rsid w:val="003C6C20"/>
    <w:rsid w:val="003C71E8"/>
    <w:rsid w:val="003C7530"/>
    <w:rsid w:val="003D0C0A"/>
    <w:rsid w:val="003D14E9"/>
    <w:rsid w:val="003D1B12"/>
    <w:rsid w:val="003D24EF"/>
    <w:rsid w:val="003D2FB5"/>
    <w:rsid w:val="003D31D1"/>
    <w:rsid w:val="003D48BC"/>
    <w:rsid w:val="003D4BD4"/>
    <w:rsid w:val="003D4DA6"/>
    <w:rsid w:val="003D4E5B"/>
    <w:rsid w:val="003D5278"/>
    <w:rsid w:val="003D5614"/>
    <w:rsid w:val="003D5950"/>
    <w:rsid w:val="003D6AB9"/>
    <w:rsid w:val="003E05F0"/>
    <w:rsid w:val="003E1104"/>
    <w:rsid w:val="003E134E"/>
    <w:rsid w:val="003E14C0"/>
    <w:rsid w:val="003E2C8C"/>
    <w:rsid w:val="003E3A21"/>
    <w:rsid w:val="003E3AF3"/>
    <w:rsid w:val="003E3BB7"/>
    <w:rsid w:val="003E4CC1"/>
    <w:rsid w:val="003E4F47"/>
    <w:rsid w:val="003E5541"/>
    <w:rsid w:val="003E574B"/>
    <w:rsid w:val="003E5E4F"/>
    <w:rsid w:val="003E6222"/>
    <w:rsid w:val="003E74F7"/>
    <w:rsid w:val="003E764F"/>
    <w:rsid w:val="003F0F75"/>
    <w:rsid w:val="003F1032"/>
    <w:rsid w:val="003F1CF8"/>
    <w:rsid w:val="003F2EDD"/>
    <w:rsid w:val="003F424A"/>
    <w:rsid w:val="003F4554"/>
    <w:rsid w:val="003F4876"/>
    <w:rsid w:val="003F6D69"/>
    <w:rsid w:val="003F737E"/>
    <w:rsid w:val="00400755"/>
    <w:rsid w:val="00402768"/>
    <w:rsid w:val="00402B13"/>
    <w:rsid w:val="00402E89"/>
    <w:rsid w:val="00402FA8"/>
    <w:rsid w:val="0040309F"/>
    <w:rsid w:val="00403EC9"/>
    <w:rsid w:val="004044A8"/>
    <w:rsid w:val="00405B7A"/>
    <w:rsid w:val="00405F36"/>
    <w:rsid w:val="004064FB"/>
    <w:rsid w:val="00406DCB"/>
    <w:rsid w:val="00407391"/>
    <w:rsid w:val="0041010A"/>
    <w:rsid w:val="004119DE"/>
    <w:rsid w:val="00411B5D"/>
    <w:rsid w:val="004127B3"/>
    <w:rsid w:val="00412A1D"/>
    <w:rsid w:val="00413051"/>
    <w:rsid w:val="00414BA3"/>
    <w:rsid w:val="00414F27"/>
    <w:rsid w:val="0041603F"/>
    <w:rsid w:val="00416971"/>
    <w:rsid w:val="00416DF3"/>
    <w:rsid w:val="00417257"/>
    <w:rsid w:val="00417343"/>
    <w:rsid w:val="0041746E"/>
    <w:rsid w:val="004219AC"/>
    <w:rsid w:val="00422C69"/>
    <w:rsid w:val="0042365E"/>
    <w:rsid w:val="00423955"/>
    <w:rsid w:val="00423B1C"/>
    <w:rsid w:val="00424314"/>
    <w:rsid w:val="0042585E"/>
    <w:rsid w:val="004259F8"/>
    <w:rsid w:val="00427441"/>
    <w:rsid w:val="00427D82"/>
    <w:rsid w:val="00430324"/>
    <w:rsid w:val="00431CF6"/>
    <w:rsid w:val="00431F52"/>
    <w:rsid w:val="00432195"/>
    <w:rsid w:val="004323F8"/>
    <w:rsid w:val="00432766"/>
    <w:rsid w:val="00432EAD"/>
    <w:rsid w:val="00433DB7"/>
    <w:rsid w:val="00435350"/>
    <w:rsid w:val="00435A96"/>
    <w:rsid w:val="00435B79"/>
    <w:rsid w:val="0043630B"/>
    <w:rsid w:val="00436746"/>
    <w:rsid w:val="00437BB5"/>
    <w:rsid w:val="0044204D"/>
    <w:rsid w:val="00443B1C"/>
    <w:rsid w:val="00445151"/>
    <w:rsid w:val="0044573C"/>
    <w:rsid w:val="00447B94"/>
    <w:rsid w:val="0045003B"/>
    <w:rsid w:val="00450C49"/>
    <w:rsid w:val="0045157B"/>
    <w:rsid w:val="00452168"/>
    <w:rsid w:val="00452BB1"/>
    <w:rsid w:val="00453E52"/>
    <w:rsid w:val="00454539"/>
    <w:rsid w:val="00454608"/>
    <w:rsid w:val="00454662"/>
    <w:rsid w:val="00454ECB"/>
    <w:rsid w:val="00455353"/>
    <w:rsid w:val="004556CA"/>
    <w:rsid w:val="00455A1B"/>
    <w:rsid w:val="00455B47"/>
    <w:rsid w:val="0045678B"/>
    <w:rsid w:val="00457307"/>
    <w:rsid w:val="00457A89"/>
    <w:rsid w:val="004626B1"/>
    <w:rsid w:val="00463D37"/>
    <w:rsid w:val="004656CB"/>
    <w:rsid w:val="00466722"/>
    <w:rsid w:val="00466A46"/>
    <w:rsid w:val="00466B22"/>
    <w:rsid w:val="00467320"/>
    <w:rsid w:val="00467377"/>
    <w:rsid w:val="00467875"/>
    <w:rsid w:val="004679F9"/>
    <w:rsid w:val="004702F4"/>
    <w:rsid w:val="00470696"/>
    <w:rsid w:val="004706F2"/>
    <w:rsid w:val="00470C3B"/>
    <w:rsid w:val="004711AC"/>
    <w:rsid w:val="00471230"/>
    <w:rsid w:val="0047263A"/>
    <w:rsid w:val="00472B82"/>
    <w:rsid w:val="0047346C"/>
    <w:rsid w:val="004749CD"/>
    <w:rsid w:val="0047568A"/>
    <w:rsid w:val="0047678C"/>
    <w:rsid w:val="00476A3D"/>
    <w:rsid w:val="00480B04"/>
    <w:rsid w:val="004812E3"/>
    <w:rsid w:val="00481AAF"/>
    <w:rsid w:val="00482397"/>
    <w:rsid w:val="00483918"/>
    <w:rsid w:val="00484DF7"/>
    <w:rsid w:val="0048679E"/>
    <w:rsid w:val="0048746D"/>
    <w:rsid w:val="004875F6"/>
    <w:rsid w:val="004905DE"/>
    <w:rsid w:val="00490645"/>
    <w:rsid w:val="00494B6C"/>
    <w:rsid w:val="00495053"/>
    <w:rsid w:val="00495CD5"/>
    <w:rsid w:val="004963DD"/>
    <w:rsid w:val="004963E6"/>
    <w:rsid w:val="00496D4A"/>
    <w:rsid w:val="00497388"/>
    <w:rsid w:val="00497458"/>
    <w:rsid w:val="00497554"/>
    <w:rsid w:val="00497738"/>
    <w:rsid w:val="004A035B"/>
    <w:rsid w:val="004A0DF5"/>
    <w:rsid w:val="004A12C3"/>
    <w:rsid w:val="004A18C4"/>
    <w:rsid w:val="004A1BCE"/>
    <w:rsid w:val="004A1EAD"/>
    <w:rsid w:val="004A2637"/>
    <w:rsid w:val="004A2A65"/>
    <w:rsid w:val="004A2DFC"/>
    <w:rsid w:val="004A2FE5"/>
    <w:rsid w:val="004A3630"/>
    <w:rsid w:val="004A41AF"/>
    <w:rsid w:val="004A725B"/>
    <w:rsid w:val="004A7627"/>
    <w:rsid w:val="004A7CD2"/>
    <w:rsid w:val="004B063D"/>
    <w:rsid w:val="004B07F5"/>
    <w:rsid w:val="004B162D"/>
    <w:rsid w:val="004B1AC1"/>
    <w:rsid w:val="004B1D59"/>
    <w:rsid w:val="004B2173"/>
    <w:rsid w:val="004B2820"/>
    <w:rsid w:val="004B2A80"/>
    <w:rsid w:val="004B378E"/>
    <w:rsid w:val="004B38B5"/>
    <w:rsid w:val="004B487D"/>
    <w:rsid w:val="004B4A0F"/>
    <w:rsid w:val="004B4AC2"/>
    <w:rsid w:val="004B66A9"/>
    <w:rsid w:val="004B66BC"/>
    <w:rsid w:val="004B7728"/>
    <w:rsid w:val="004B7A48"/>
    <w:rsid w:val="004C022E"/>
    <w:rsid w:val="004C1A19"/>
    <w:rsid w:val="004C1E0C"/>
    <w:rsid w:val="004C20F0"/>
    <w:rsid w:val="004C2475"/>
    <w:rsid w:val="004C2584"/>
    <w:rsid w:val="004C300D"/>
    <w:rsid w:val="004C3AF2"/>
    <w:rsid w:val="004C49F4"/>
    <w:rsid w:val="004C4FCA"/>
    <w:rsid w:val="004C6809"/>
    <w:rsid w:val="004C6C36"/>
    <w:rsid w:val="004C7E4B"/>
    <w:rsid w:val="004D017D"/>
    <w:rsid w:val="004D07F9"/>
    <w:rsid w:val="004D0E92"/>
    <w:rsid w:val="004D1C73"/>
    <w:rsid w:val="004D30E5"/>
    <w:rsid w:val="004D32F7"/>
    <w:rsid w:val="004D4BC2"/>
    <w:rsid w:val="004D4FE5"/>
    <w:rsid w:val="004D568A"/>
    <w:rsid w:val="004D591D"/>
    <w:rsid w:val="004D5EFD"/>
    <w:rsid w:val="004D6026"/>
    <w:rsid w:val="004D6279"/>
    <w:rsid w:val="004D63C4"/>
    <w:rsid w:val="004D7152"/>
    <w:rsid w:val="004D7AAA"/>
    <w:rsid w:val="004D7E55"/>
    <w:rsid w:val="004E0FBF"/>
    <w:rsid w:val="004E2C41"/>
    <w:rsid w:val="004E3784"/>
    <w:rsid w:val="004E397F"/>
    <w:rsid w:val="004E3B7D"/>
    <w:rsid w:val="004E4815"/>
    <w:rsid w:val="004E4A20"/>
    <w:rsid w:val="004E509A"/>
    <w:rsid w:val="004E50EE"/>
    <w:rsid w:val="004E5807"/>
    <w:rsid w:val="004E58C5"/>
    <w:rsid w:val="004E5B41"/>
    <w:rsid w:val="004E5FBE"/>
    <w:rsid w:val="004E63F8"/>
    <w:rsid w:val="004E6AAD"/>
    <w:rsid w:val="004E703A"/>
    <w:rsid w:val="004E78A2"/>
    <w:rsid w:val="004E791B"/>
    <w:rsid w:val="004F33CC"/>
    <w:rsid w:val="004F4F0A"/>
    <w:rsid w:val="004F5512"/>
    <w:rsid w:val="004F5A1D"/>
    <w:rsid w:val="004F659E"/>
    <w:rsid w:val="004F75CE"/>
    <w:rsid w:val="004F7E4B"/>
    <w:rsid w:val="005046D4"/>
    <w:rsid w:val="00504E31"/>
    <w:rsid w:val="00505452"/>
    <w:rsid w:val="00506042"/>
    <w:rsid w:val="0050673A"/>
    <w:rsid w:val="00507464"/>
    <w:rsid w:val="00507F76"/>
    <w:rsid w:val="0051078B"/>
    <w:rsid w:val="005108C9"/>
    <w:rsid w:val="005119BB"/>
    <w:rsid w:val="00511A13"/>
    <w:rsid w:val="00512325"/>
    <w:rsid w:val="00515DB9"/>
    <w:rsid w:val="00516362"/>
    <w:rsid w:val="00516D02"/>
    <w:rsid w:val="00517064"/>
    <w:rsid w:val="00517119"/>
    <w:rsid w:val="00520392"/>
    <w:rsid w:val="00520B21"/>
    <w:rsid w:val="005210BC"/>
    <w:rsid w:val="0052297B"/>
    <w:rsid w:val="00523A09"/>
    <w:rsid w:val="00523E83"/>
    <w:rsid w:val="0052472D"/>
    <w:rsid w:val="0052526D"/>
    <w:rsid w:val="005254EC"/>
    <w:rsid w:val="00526799"/>
    <w:rsid w:val="00526BA6"/>
    <w:rsid w:val="00526FEA"/>
    <w:rsid w:val="00526FED"/>
    <w:rsid w:val="0053037E"/>
    <w:rsid w:val="00531639"/>
    <w:rsid w:val="00531906"/>
    <w:rsid w:val="00531DBE"/>
    <w:rsid w:val="005323F0"/>
    <w:rsid w:val="00532C7D"/>
    <w:rsid w:val="00533024"/>
    <w:rsid w:val="00533D51"/>
    <w:rsid w:val="0053436F"/>
    <w:rsid w:val="00535CE1"/>
    <w:rsid w:val="00536718"/>
    <w:rsid w:val="005368F9"/>
    <w:rsid w:val="00536E4F"/>
    <w:rsid w:val="005371E9"/>
    <w:rsid w:val="005377A6"/>
    <w:rsid w:val="0054007A"/>
    <w:rsid w:val="0054025A"/>
    <w:rsid w:val="005406C3"/>
    <w:rsid w:val="00542308"/>
    <w:rsid w:val="00542437"/>
    <w:rsid w:val="005435CE"/>
    <w:rsid w:val="00543C2C"/>
    <w:rsid w:val="00544F40"/>
    <w:rsid w:val="00544F9B"/>
    <w:rsid w:val="00545630"/>
    <w:rsid w:val="00547850"/>
    <w:rsid w:val="00547B47"/>
    <w:rsid w:val="0055249F"/>
    <w:rsid w:val="00552DE0"/>
    <w:rsid w:val="005531F2"/>
    <w:rsid w:val="00554C2C"/>
    <w:rsid w:val="00554FF8"/>
    <w:rsid w:val="0055562A"/>
    <w:rsid w:val="00555AF1"/>
    <w:rsid w:val="005562DB"/>
    <w:rsid w:val="005572B8"/>
    <w:rsid w:val="005575C4"/>
    <w:rsid w:val="0055786E"/>
    <w:rsid w:val="00560876"/>
    <w:rsid w:val="00560FED"/>
    <w:rsid w:val="0056100C"/>
    <w:rsid w:val="0056211A"/>
    <w:rsid w:val="00562E02"/>
    <w:rsid w:val="005630A4"/>
    <w:rsid w:val="00563B43"/>
    <w:rsid w:val="00563C6D"/>
    <w:rsid w:val="0056516E"/>
    <w:rsid w:val="005654E9"/>
    <w:rsid w:val="0056617B"/>
    <w:rsid w:val="0056630D"/>
    <w:rsid w:val="005672FA"/>
    <w:rsid w:val="00570245"/>
    <w:rsid w:val="00570434"/>
    <w:rsid w:val="00570852"/>
    <w:rsid w:val="00571940"/>
    <w:rsid w:val="00572082"/>
    <w:rsid w:val="00573006"/>
    <w:rsid w:val="00573C27"/>
    <w:rsid w:val="00573C57"/>
    <w:rsid w:val="00574403"/>
    <w:rsid w:val="0057450A"/>
    <w:rsid w:val="005748F1"/>
    <w:rsid w:val="00574A6A"/>
    <w:rsid w:val="00574A9F"/>
    <w:rsid w:val="005768E6"/>
    <w:rsid w:val="0057742D"/>
    <w:rsid w:val="005804EC"/>
    <w:rsid w:val="005813B0"/>
    <w:rsid w:val="00581F11"/>
    <w:rsid w:val="0058395F"/>
    <w:rsid w:val="00583A02"/>
    <w:rsid w:val="005844E4"/>
    <w:rsid w:val="00585EFB"/>
    <w:rsid w:val="00586E22"/>
    <w:rsid w:val="00587323"/>
    <w:rsid w:val="0058750A"/>
    <w:rsid w:val="00587581"/>
    <w:rsid w:val="00587824"/>
    <w:rsid w:val="00587DA9"/>
    <w:rsid w:val="00591193"/>
    <w:rsid w:val="005915A2"/>
    <w:rsid w:val="00592476"/>
    <w:rsid w:val="00592711"/>
    <w:rsid w:val="00593225"/>
    <w:rsid w:val="00593329"/>
    <w:rsid w:val="00594A3C"/>
    <w:rsid w:val="0059598F"/>
    <w:rsid w:val="00595C38"/>
    <w:rsid w:val="005967F8"/>
    <w:rsid w:val="00597B4A"/>
    <w:rsid w:val="005A0A29"/>
    <w:rsid w:val="005A11CE"/>
    <w:rsid w:val="005A1669"/>
    <w:rsid w:val="005A185D"/>
    <w:rsid w:val="005A215F"/>
    <w:rsid w:val="005A2357"/>
    <w:rsid w:val="005A3F71"/>
    <w:rsid w:val="005A452A"/>
    <w:rsid w:val="005A4AA9"/>
    <w:rsid w:val="005A51F9"/>
    <w:rsid w:val="005A5B0C"/>
    <w:rsid w:val="005A6D43"/>
    <w:rsid w:val="005A70EF"/>
    <w:rsid w:val="005A754C"/>
    <w:rsid w:val="005B0F5D"/>
    <w:rsid w:val="005B2A3B"/>
    <w:rsid w:val="005B34BC"/>
    <w:rsid w:val="005B35B7"/>
    <w:rsid w:val="005B4855"/>
    <w:rsid w:val="005B4F3A"/>
    <w:rsid w:val="005B54A3"/>
    <w:rsid w:val="005B5600"/>
    <w:rsid w:val="005B5945"/>
    <w:rsid w:val="005B6F51"/>
    <w:rsid w:val="005B7085"/>
    <w:rsid w:val="005B730F"/>
    <w:rsid w:val="005B75FD"/>
    <w:rsid w:val="005B7685"/>
    <w:rsid w:val="005C01A1"/>
    <w:rsid w:val="005C03CB"/>
    <w:rsid w:val="005C0E68"/>
    <w:rsid w:val="005C0EC1"/>
    <w:rsid w:val="005C1950"/>
    <w:rsid w:val="005C1B43"/>
    <w:rsid w:val="005C2161"/>
    <w:rsid w:val="005C3C17"/>
    <w:rsid w:val="005C3F45"/>
    <w:rsid w:val="005C41D5"/>
    <w:rsid w:val="005C442A"/>
    <w:rsid w:val="005C4EC3"/>
    <w:rsid w:val="005C4F25"/>
    <w:rsid w:val="005C4FC6"/>
    <w:rsid w:val="005C5778"/>
    <w:rsid w:val="005C6227"/>
    <w:rsid w:val="005C75FE"/>
    <w:rsid w:val="005C7F66"/>
    <w:rsid w:val="005D0C24"/>
    <w:rsid w:val="005D16B7"/>
    <w:rsid w:val="005D22B2"/>
    <w:rsid w:val="005D2DE0"/>
    <w:rsid w:val="005D4AAC"/>
    <w:rsid w:val="005D4C22"/>
    <w:rsid w:val="005D5907"/>
    <w:rsid w:val="005D6D4A"/>
    <w:rsid w:val="005D7561"/>
    <w:rsid w:val="005E0378"/>
    <w:rsid w:val="005E09B1"/>
    <w:rsid w:val="005E1C6A"/>
    <w:rsid w:val="005E34FE"/>
    <w:rsid w:val="005E430F"/>
    <w:rsid w:val="005E44C4"/>
    <w:rsid w:val="005E47AA"/>
    <w:rsid w:val="005E5309"/>
    <w:rsid w:val="005E544A"/>
    <w:rsid w:val="005E5A22"/>
    <w:rsid w:val="005E65F8"/>
    <w:rsid w:val="005E67AF"/>
    <w:rsid w:val="005E74DD"/>
    <w:rsid w:val="005E77A1"/>
    <w:rsid w:val="005E7B2C"/>
    <w:rsid w:val="005F0382"/>
    <w:rsid w:val="005F2CC2"/>
    <w:rsid w:val="005F382F"/>
    <w:rsid w:val="005F4700"/>
    <w:rsid w:val="005F4DC4"/>
    <w:rsid w:val="005F5B29"/>
    <w:rsid w:val="005F65DC"/>
    <w:rsid w:val="005F6A67"/>
    <w:rsid w:val="005F700A"/>
    <w:rsid w:val="005F7DCC"/>
    <w:rsid w:val="005F7FA2"/>
    <w:rsid w:val="00600560"/>
    <w:rsid w:val="00601023"/>
    <w:rsid w:val="0060337B"/>
    <w:rsid w:val="006034F6"/>
    <w:rsid w:val="00606237"/>
    <w:rsid w:val="006115D9"/>
    <w:rsid w:val="00611EDA"/>
    <w:rsid w:val="00612999"/>
    <w:rsid w:val="006132FE"/>
    <w:rsid w:val="00613355"/>
    <w:rsid w:val="00613FE9"/>
    <w:rsid w:val="006145F1"/>
    <w:rsid w:val="0061460A"/>
    <w:rsid w:val="00615470"/>
    <w:rsid w:val="006179E1"/>
    <w:rsid w:val="00617B65"/>
    <w:rsid w:val="0062195F"/>
    <w:rsid w:val="00621CB0"/>
    <w:rsid w:val="00623173"/>
    <w:rsid w:val="00623436"/>
    <w:rsid w:val="00624198"/>
    <w:rsid w:val="00624CE6"/>
    <w:rsid w:val="00624E45"/>
    <w:rsid w:val="00624E80"/>
    <w:rsid w:val="006259F5"/>
    <w:rsid w:val="00626C2C"/>
    <w:rsid w:val="0062702C"/>
    <w:rsid w:val="006271E5"/>
    <w:rsid w:val="006278C9"/>
    <w:rsid w:val="0063138C"/>
    <w:rsid w:val="00631477"/>
    <w:rsid w:val="00631580"/>
    <w:rsid w:val="006319E0"/>
    <w:rsid w:val="00631D89"/>
    <w:rsid w:val="00631E5C"/>
    <w:rsid w:val="00631FE5"/>
    <w:rsid w:val="00633793"/>
    <w:rsid w:val="006337DD"/>
    <w:rsid w:val="00633CD2"/>
    <w:rsid w:val="0063454D"/>
    <w:rsid w:val="006349C8"/>
    <w:rsid w:val="00634F21"/>
    <w:rsid w:val="006352D0"/>
    <w:rsid w:val="00635512"/>
    <w:rsid w:val="00635D4B"/>
    <w:rsid w:val="0063694C"/>
    <w:rsid w:val="00636B93"/>
    <w:rsid w:val="00636C2B"/>
    <w:rsid w:val="00637A97"/>
    <w:rsid w:val="00642010"/>
    <w:rsid w:val="00645594"/>
    <w:rsid w:val="00646BE0"/>
    <w:rsid w:val="00646BE3"/>
    <w:rsid w:val="00647040"/>
    <w:rsid w:val="00647BA7"/>
    <w:rsid w:val="00650B1B"/>
    <w:rsid w:val="00650E26"/>
    <w:rsid w:val="00651936"/>
    <w:rsid w:val="00651EA3"/>
    <w:rsid w:val="00653391"/>
    <w:rsid w:val="006537BD"/>
    <w:rsid w:val="0065385B"/>
    <w:rsid w:val="00654149"/>
    <w:rsid w:val="006544F4"/>
    <w:rsid w:val="006545BB"/>
    <w:rsid w:val="00654BDA"/>
    <w:rsid w:val="00655181"/>
    <w:rsid w:val="006558B2"/>
    <w:rsid w:val="00655B78"/>
    <w:rsid w:val="0065614D"/>
    <w:rsid w:val="006568A0"/>
    <w:rsid w:val="00656D49"/>
    <w:rsid w:val="0065719E"/>
    <w:rsid w:val="0065722F"/>
    <w:rsid w:val="00657EB6"/>
    <w:rsid w:val="00660699"/>
    <w:rsid w:val="006611EE"/>
    <w:rsid w:val="00661A9A"/>
    <w:rsid w:val="00661B7F"/>
    <w:rsid w:val="006631AE"/>
    <w:rsid w:val="00663420"/>
    <w:rsid w:val="0066353A"/>
    <w:rsid w:val="00664094"/>
    <w:rsid w:val="0066534E"/>
    <w:rsid w:val="00666733"/>
    <w:rsid w:val="00666D27"/>
    <w:rsid w:val="00667530"/>
    <w:rsid w:val="00667861"/>
    <w:rsid w:val="0067235E"/>
    <w:rsid w:val="00672D12"/>
    <w:rsid w:val="00673527"/>
    <w:rsid w:val="00673EFC"/>
    <w:rsid w:val="00673FA5"/>
    <w:rsid w:val="00674415"/>
    <w:rsid w:val="00675E52"/>
    <w:rsid w:val="00675FCB"/>
    <w:rsid w:val="006761B7"/>
    <w:rsid w:val="00676996"/>
    <w:rsid w:val="00680467"/>
    <w:rsid w:val="00681F9F"/>
    <w:rsid w:val="006827DC"/>
    <w:rsid w:val="006830AF"/>
    <w:rsid w:val="0068331E"/>
    <w:rsid w:val="006838B0"/>
    <w:rsid w:val="006838D2"/>
    <w:rsid w:val="006839F7"/>
    <w:rsid w:val="0068439A"/>
    <w:rsid w:val="006853BA"/>
    <w:rsid w:val="00686436"/>
    <w:rsid w:val="00686716"/>
    <w:rsid w:val="00687C2A"/>
    <w:rsid w:val="0069038A"/>
    <w:rsid w:val="00690559"/>
    <w:rsid w:val="00690660"/>
    <w:rsid w:val="00691F05"/>
    <w:rsid w:val="00692349"/>
    <w:rsid w:val="0069245F"/>
    <w:rsid w:val="00693117"/>
    <w:rsid w:val="00693606"/>
    <w:rsid w:val="00693C2F"/>
    <w:rsid w:val="00694536"/>
    <w:rsid w:val="00694CB7"/>
    <w:rsid w:val="00696749"/>
    <w:rsid w:val="006971D0"/>
    <w:rsid w:val="00697DBE"/>
    <w:rsid w:val="00697FE4"/>
    <w:rsid w:val="006A0444"/>
    <w:rsid w:val="006A1022"/>
    <w:rsid w:val="006A1551"/>
    <w:rsid w:val="006A1911"/>
    <w:rsid w:val="006A19D6"/>
    <w:rsid w:val="006A1CF7"/>
    <w:rsid w:val="006A201D"/>
    <w:rsid w:val="006A2710"/>
    <w:rsid w:val="006A2990"/>
    <w:rsid w:val="006A3123"/>
    <w:rsid w:val="006A359A"/>
    <w:rsid w:val="006A3CE9"/>
    <w:rsid w:val="006A3CF7"/>
    <w:rsid w:val="006A40F7"/>
    <w:rsid w:val="006A4187"/>
    <w:rsid w:val="006A5A12"/>
    <w:rsid w:val="006A5AB3"/>
    <w:rsid w:val="006A6797"/>
    <w:rsid w:val="006B0BCA"/>
    <w:rsid w:val="006B0CB7"/>
    <w:rsid w:val="006B0D2D"/>
    <w:rsid w:val="006B1E60"/>
    <w:rsid w:val="006B1EE8"/>
    <w:rsid w:val="006B2638"/>
    <w:rsid w:val="006B26D8"/>
    <w:rsid w:val="006B2BBD"/>
    <w:rsid w:val="006B3688"/>
    <w:rsid w:val="006B3C43"/>
    <w:rsid w:val="006B44A5"/>
    <w:rsid w:val="006B4C53"/>
    <w:rsid w:val="006B545B"/>
    <w:rsid w:val="006B5B83"/>
    <w:rsid w:val="006B6966"/>
    <w:rsid w:val="006B7259"/>
    <w:rsid w:val="006B7418"/>
    <w:rsid w:val="006C10DD"/>
    <w:rsid w:val="006C250A"/>
    <w:rsid w:val="006C2622"/>
    <w:rsid w:val="006C4627"/>
    <w:rsid w:val="006C4884"/>
    <w:rsid w:val="006C4F7E"/>
    <w:rsid w:val="006C55FB"/>
    <w:rsid w:val="006C5DCA"/>
    <w:rsid w:val="006C6218"/>
    <w:rsid w:val="006C65F9"/>
    <w:rsid w:val="006C7039"/>
    <w:rsid w:val="006C760D"/>
    <w:rsid w:val="006D012F"/>
    <w:rsid w:val="006D1D4D"/>
    <w:rsid w:val="006D1F4C"/>
    <w:rsid w:val="006D2F21"/>
    <w:rsid w:val="006D3A01"/>
    <w:rsid w:val="006D44AA"/>
    <w:rsid w:val="006D4DEA"/>
    <w:rsid w:val="006D5320"/>
    <w:rsid w:val="006D56BE"/>
    <w:rsid w:val="006D661C"/>
    <w:rsid w:val="006D69C4"/>
    <w:rsid w:val="006D6BB1"/>
    <w:rsid w:val="006E1F4A"/>
    <w:rsid w:val="006E2B7F"/>
    <w:rsid w:val="006E31FC"/>
    <w:rsid w:val="006E4FCB"/>
    <w:rsid w:val="006E548B"/>
    <w:rsid w:val="006E6897"/>
    <w:rsid w:val="006E6A87"/>
    <w:rsid w:val="006E6C85"/>
    <w:rsid w:val="006E7BE4"/>
    <w:rsid w:val="006E7D84"/>
    <w:rsid w:val="006E7DB7"/>
    <w:rsid w:val="006E7FE3"/>
    <w:rsid w:val="006F016B"/>
    <w:rsid w:val="006F0279"/>
    <w:rsid w:val="006F1906"/>
    <w:rsid w:val="006F1D6D"/>
    <w:rsid w:val="006F2249"/>
    <w:rsid w:val="006F41D3"/>
    <w:rsid w:val="006F5803"/>
    <w:rsid w:val="006F6828"/>
    <w:rsid w:val="006F73DE"/>
    <w:rsid w:val="006F7683"/>
    <w:rsid w:val="006F7773"/>
    <w:rsid w:val="00700994"/>
    <w:rsid w:val="00700BEC"/>
    <w:rsid w:val="00700CDA"/>
    <w:rsid w:val="007015D3"/>
    <w:rsid w:val="0070275F"/>
    <w:rsid w:val="007028C6"/>
    <w:rsid w:val="00703747"/>
    <w:rsid w:val="00704995"/>
    <w:rsid w:val="00705228"/>
    <w:rsid w:val="00711FA8"/>
    <w:rsid w:val="0071289C"/>
    <w:rsid w:val="00713A59"/>
    <w:rsid w:val="0071426D"/>
    <w:rsid w:val="0071480F"/>
    <w:rsid w:val="00714DC4"/>
    <w:rsid w:val="00717090"/>
    <w:rsid w:val="007170B1"/>
    <w:rsid w:val="00717F41"/>
    <w:rsid w:val="00720298"/>
    <w:rsid w:val="007217DF"/>
    <w:rsid w:val="007218B0"/>
    <w:rsid w:val="00721D8B"/>
    <w:rsid w:val="007222EB"/>
    <w:rsid w:val="00722575"/>
    <w:rsid w:val="00722E10"/>
    <w:rsid w:val="00723441"/>
    <w:rsid w:val="00725533"/>
    <w:rsid w:val="007257C5"/>
    <w:rsid w:val="0072668C"/>
    <w:rsid w:val="00726C3C"/>
    <w:rsid w:val="00730D26"/>
    <w:rsid w:val="0073138D"/>
    <w:rsid w:val="00731E6D"/>
    <w:rsid w:val="007323F4"/>
    <w:rsid w:val="0073276F"/>
    <w:rsid w:val="00732784"/>
    <w:rsid w:val="00732C3A"/>
    <w:rsid w:val="007330BB"/>
    <w:rsid w:val="00733692"/>
    <w:rsid w:val="00733D0D"/>
    <w:rsid w:val="0073449F"/>
    <w:rsid w:val="00734C1E"/>
    <w:rsid w:val="00735E44"/>
    <w:rsid w:val="00736303"/>
    <w:rsid w:val="00737329"/>
    <w:rsid w:val="00737F18"/>
    <w:rsid w:val="00741175"/>
    <w:rsid w:val="00741218"/>
    <w:rsid w:val="0074175E"/>
    <w:rsid w:val="007428EC"/>
    <w:rsid w:val="007453DF"/>
    <w:rsid w:val="00745DA6"/>
    <w:rsid w:val="00747516"/>
    <w:rsid w:val="007509C9"/>
    <w:rsid w:val="007525E0"/>
    <w:rsid w:val="00752884"/>
    <w:rsid w:val="0075330C"/>
    <w:rsid w:val="0075354A"/>
    <w:rsid w:val="0075376F"/>
    <w:rsid w:val="00753AD2"/>
    <w:rsid w:val="00753BD1"/>
    <w:rsid w:val="00754667"/>
    <w:rsid w:val="00754BC0"/>
    <w:rsid w:val="00754DB4"/>
    <w:rsid w:val="00754FF9"/>
    <w:rsid w:val="007553E5"/>
    <w:rsid w:val="0075574B"/>
    <w:rsid w:val="00755850"/>
    <w:rsid w:val="00756210"/>
    <w:rsid w:val="007567BC"/>
    <w:rsid w:val="007600C3"/>
    <w:rsid w:val="00762E69"/>
    <w:rsid w:val="00762F89"/>
    <w:rsid w:val="00763292"/>
    <w:rsid w:val="00763D7C"/>
    <w:rsid w:val="00767AFE"/>
    <w:rsid w:val="007708A9"/>
    <w:rsid w:val="0077094F"/>
    <w:rsid w:val="00770C25"/>
    <w:rsid w:val="00771087"/>
    <w:rsid w:val="0077197F"/>
    <w:rsid w:val="00771D65"/>
    <w:rsid w:val="007726D9"/>
    <w:rsid w:val="0077291A"/>
    <w:rsid w:val="007745FD"/>
    <w:rsid w:val="00775482"/>
    <w:rsid w:val="007767B0"/>
    <w:rsid w:val="00776A96"/>
    <w:rsid w:val="007771A5"/>
    <w:rsid w:val="00780D41"/>
    <w:rsid w:val="00781914"/>
    <w:rsid w:val="0078193E"/>
    <w:rsid w:val="00783D01"/>
    <w:rsid w:val="0078471B"/>
    <w:rsid w:val="00784DB2"/>
    <w:rsid w:val="00784F13"/>
    <w:rsid w:val="00786C93"/>
    <w:rsid w:val="007870E3"/>
    <w:rsid w:val="00787FB0"/>
    <w:rsid w:val="00790246"/>
    <w:rsid w:val="00790FA1"/>
    <w:rsid w:val="00791B19"/>
    <w:rsid w:val="00791B24"/>
    <w:rsid w:val="007922DB"/>
    <w:rsid w:val="0079280C"/>
    <w:rsid w:val="00792C3C"/>
    <w:rsid w:val="0079320E"/>
    <w:rsid w:val="0079466B"/>
    <w:rsid w:val="007948F0"/>
    <w:rsid w:val="00794D08"/>
    <w:rsid w:val="0079537E"/>
    <w:rsid w:val="00795657"/>
    <w:rsid w:val="00796434"/>
    <w:rsid w:val="0079682E"/>
    <w:rsid w:val="00796CF3"/>
    <w:rsid w:val="007977DF"/>
    <w:rsid w:val="007977FE"/>
    <w:rsid w:val="007A0BD9"/>
    <w:rsid w:val="007A10A5"/>
    <w:rsid w:val="007A15DF"/>
    <w:rsid w:val="007A1739"/>
    <w:rsid w:val="007A1BC7"/>
    <w:rsid w:val="007A1ECB"/>
    <w:rsid w:val="007A1F94"/>
    <w:rsid w:val="007A2004"/>
    <w:rsid w:val="007A2C03"/>
    <w:rsid w:val="007A2E1D"/>
    <w:rsid w:val="007A586A"/>
    <w:rsid w:val="007A6B9F"/>
    <w:rsid w:val="007A6CED"/>
    <w:rsid w:val="007A6DCD"/>
    <w:rsid w:val="007A6F81"/>
    <w:rsid w:val="007A7C90"/>
    <w:rsid w:val="007B00DD"/>
    <w:rsid w:val="007B0692"/>
    <w:rsid w:val="007B26BC"/>
    <w:rsid w:val="007B31C8"/>
    <w:rsid w:val="007B3A79"/>
    <w:rsid w:val="007B3CF0"/>
    <w:rsid w:val="007B3EAB"/>
    <w:rsid w:val="007B4592"/>
    <w:rsid w:val="007B4CD1"/>
    <w:rsid w:val="007B506F"/>
    <w:rsid w:val="007B5124"/>
    <w:rsid w:val="007B6959"/>
    <w:rsid w:val="007B6BB0"/>
    <w:rsid w:val="007B6EE7"/>
    <w:rsid w:val="007B6F91"/>
    <w:rsid w:val="007B70D3"/>
    <w:rsid w:val="007B7319"/>
    <w:rsid w:val="007C0262"/>
    <w:rsid w:val="007C027C"/>
    <w:rsid w:val="007C02F1"/>
    <w:rsid w:val="007C0F69"/>
    <w:rsid w:val="007C1688"/>
    <w:rsid w:val="007C225E"/>
    <w:rsid w:val="007C2468"/>
    <w:rsid w:val="007C28C4"/>
    <w:rsid w:val="007C2FEA"/>
    <w:rsid w:val="007C3928"/>
    <w:rsid w:val="007C3AAB"/>
    <w:rsid w:val="007C4423"/>
    <w:rsid w:val="007C4446"/>
    <w:rsid w:val="007C51A8"/>
    <w:rsid w:val="007C5BF0"/>
    <w:rsid w:val="007D0AB0"/>
    <w:rsid w:val="007D0AB9"/>
    <w:rsid w:val="007D1FB0"/>
    <w:rsid w:val="007D1FED"/>
    <w:rsid w:val="007D2258"/>
    <w:rsid w:val="007D225A"/>
    <w:rsid w:val="007D2AAE"/>
    <w:rsid w:val="007D4118"/>
    <w:rsid w:val="007D4AF0"/>
    <w:rsid w:val="007D65A4"/>
    <w:rsid w:val="007D6D3E"/>
    <w:rsid w:val="007D7EFA"/>
    <w:rsid w:val="007E0D32"/>
    <w:rsid w:val="007E0FB6"/>
    <w:rsid w:val="007E1113"/>
    <w:rsid w:val="007E18EF"/>
    <w:rsid w:val="007E1997"/>
    <w:rsid w:val="007E2236"/>
    <w:rsid w:val="007E2B4C"/>
    <w:rsid w:val="007E367F"/>
    <w:rsid w:val="007E6473"/>
    <w:rsid w:val="007E770B"/>
    <w:rsid w:val="007F0297"/>
    <w:rsid w:val="007F08DC"/>
    <w:rsid w:val="007F1862"/>
    <w:rsid w:val="007F1AC8"/>
    <w:rsid w:val="007F2668"/>
    <w:rsid w:val="007F38F2"/>
    <w:rsid w:val="007F4198"/>
    <w:rsid w:val="007F42B2"/>
    <w:rsid w:val="007F4D32"/>
    <w:rsid w:val="007F6E60"/>
    <w:rsid w:val="007F7821"/>
    <w:rsid w:val="008004B4"/>
    <w:rsid w:val="00800B9C"/>
    <w:rsid w:val="00802604"/>
    <w:rsid w:val="008037A5"/>
    <w:rsid w:val="00804821"/>
    <w:rsid w:val="00805003"/>
    <w:rsid w:val="008057CF"/>
    <w:rsid w:val="008061B7"/>
    <w:rsid w:val="00806938"/>
    <w:rsid w:val="00806B7E"/>
    <w:rsid w:val="00806D67"/>
    <w:rsid w:val="008075AC"/>
    <w:rsid w:val="00810140"/>
    <w:rsid w:val="008102E0"/>
    <w:rsid w:val="00810A0E"/>
    <w:rsid w:val="00810E27"/>
    <w:rsid w:val="008124C3"/>
    <w:rsid w:val="00812D02"/>
    <w:rsid w:val="008133A0"/>
    <w:rsid w:val="0081402F"/>
    <w:rsid w:val="00814451"/>
    <w:rsid w:val="008144F7"/>
    <w:rsid w:val="0081484A"/>
    <w:rsid w:val="00814A54"/>
    <w:rsid w:val="0081534B"/>
    <w:rsid w:val="0081656E"/>
    <w:rsid w:val="008168DA"/>
    <w:rsid w:val="0081715D"/>
    <w:rsid w:val="0081728A"/>
    <w:rsid w:val="00817972"/>
    <w:rsid w:val="00817C8A"/>
    <w:rsid w:val="008201C8"/>
    <w:rsid w:val="0082056A"/>
    <w:rsid w:val="0082107D"/>
    <w:rsid w:val="00822C5B"/>
    <w:rsid w:val="00822FD5"/>
    <w:rsid w:val="00824660"/>
    <w:rsid w:val="008249AB"/>
    <w:rsid w:val="008249BC"/>
    <w:rsid w:val="00825487"/>
    <w:rsid w:val="00825E09"/>
    <w:rsid w:val="008264BC"/>
    <w:rsid w:val="0082675B"/>
    <w:rsid w:val="00826930"/>
    <w:rsid w:val="00826B4A"/>
    <w:rsid w:val="00826E05"/>
    <w:rsid w:val="00827023"/>
    <w:rsid w:val="00827161"/>
    <w:rsid w:val="00827200"/>
    <w:rsid w:val="008310FA"/>
    <w:rsid w:val="008316A7"/>
    <w:rsid w:val="00831892"/>
    <w:rsid w:val="00832B79"/>
    <w:rsid w:val="00833246"/>
    <w:rsid w:val="00833A11"/>
    <w:rsid w:val="008343E1"/>
    <w:rsid w:val="0083526A"/>
    <w:rsid w:val="00835CED"/>
    <w:rsid w:val="008361BA"/>
    <w:rsid w:val="00837D6F"/>
    <w:rsid w:val="008404C2"/>
    <w:rsid w:val="00840F8E"/>
    <w:rsid w:val="008411EB"/>
    <w:rsid w:val="008415FC"/>
    <w:rsid w:val="008429EA"/>
    <w:rsid w:val="00842C67"/>
    <w:rsid w:val="008449D3"/>
    <w:rsid w:val="00844B97"/>
    <w:rsid w:val="008450C4"/>
    <w:rsid w:val="0084543B"/>
    <w:rsid w:val="00847E30"/>
    <w:rsid w:val="00850C0F"/>
    <w:rsid w:val="00852CF3"/>
    <w:rsid w:val="00854042"/>
    <w:rsid w:val="0085426C"/>
    <w:rsid w:val="00854FD6"/>
    <w:rsid w:val="00855459"/>
    <w:rsid w:val="00855B5B"/>
    <w:rsid w:val="00855C2F"/>
    <w:rsid w:val="008565DB"/>
    <w:rsid w:val="00857F47"/>
    <w:rsid w:val="00860808"/>
    <w:rsid w:val="00860D7F"/>
    <w:rsid w:val="0086190D"/>
    <w:rsid w:val="00863AFB"/>
    <w:rsid w:val="00865316"/>
    <w:rsid w:val="00865722"/>
    <w:rsid w:val="00865B34"/>
    <w:rsid w:val="00866156"/>
    <w:rsid w:val="00867268"/>
    <w:rsid w:val="00870045"/>
    <w:rsid w:val="00871142"/>
    <w:rsid w:val="00871E78"/>
    <w:rsid w:val="0087241C"/>
    <w:rsid w:val="0087348D"/>
    <w:rsid w:val="00873DEE"/>
    <w:rsid w:val="00874688"/>
    <w:rsid w:val="008747AF"/>
    <w:rsid w:val="00876119"/>
    <w:rsid w:val="008765FC"/>
    <w:rsid w:val="00877D4A"/>
    <w:rsid w:val="00877F80"/>
    <w:rsid w:val="008803EC"/>
    <w:rsid w:val="0088188A"/>
    <w:rsid w:val="008819C5"/>
    <w:rsid w:val="008823EE"/>
    <w:rsid w:val="008835C8"/>
    <w:rsid w:val="008837AC"/>
    <w:rsid w:val="0088411B"/>
    <w:rsid w:val="00886406"/>
    <w:rsid w:val="0089020B"/>
    <w:rsid w:val="00890335"/>
    <w:rsid w:val="0089071D"/>
    <w:rsid w:val="00891CBE"/>
    <w:rsid w:val="00891FFE"/>
    <w:rsid w:val="00892581"/>
    <w:rsid w:val="00892F4A"/>
    <w:rsid w:val="00893B9C"/>
    <w:rsid w:val="00893EA8"/>
    <w:rsid w:val="00894922"/>
    <w:rsid w:val="00895123"/>
    <w:rsid w:val="00895173"/>
    <w:rsid w:val="008955F5"/>
    <w:rsid w:val="00895FB0"/>
    <w:rsid w:val="008964A4"/>
    <w:rsid w:val="008974A6"/>
    <w:rsid w:val="00897A9E"/>
    <w:rsid w:val="00897B60"/>
    <w:rsid w:val="008A0519"/>
    <w:rsid w:val="008A0B21"/>
    <w:rsid w:val="008A16BF"/>
    <w:rsid w:val="008A1AAA"/>
    <w:rsid w:val="008A232F"/>
    <w:rsid w:val="008A3333"/>
    <w:rsid w:val="008A41D8"/>
    <w:rsid w:val="008A4961"/>
    <w:rsid w:val="008A5377"/>
    <w:rsid w:val="008A5BC7"/>
    <w:rsid w:val="008A5FF5"/>
    <w:rsid w:val="008A6B46"/>
    <w:rsid w:val="008A6E2B"/>
    <w:rsid w:val="008A7511"/>
    <w:rsid w:val="008A79A8"/>
    <w:rsid w:val="008B053A"/>
    <w:rsid w:val="008B0826"/>
    <w:rsid w:val="008B14E9"/>
    <w:rsid w:val="008B3E90"/>
    <w:rsid w:val="008B456A"/>
    <w:rsid w:val="008B4C75"/>
    <w:rsid w:val="008B5886"/>
    <w:rsid w:val="008B5D71"/>
    <w:rsid w:val="008B6837"/>
    <w:rsid w:val="008B6CC4"/>
    <w:rsid w:val="008B71B1"/>
    <w:rsid w:val="008B7904"/>
    <w:rsid w:val="008B7B22"/>
    <w:rsid w:val="008C0828"/>
    <w:rsid w:val="008C08FB"/>
    <w:rsid w:val="008C0AFD"/>
    <w:rsid w:val="008C261C"/>
    <w:rsid w:val="008C292E"/>
    <w:rsid w:val="008C43C9"/>
    <w:rsid w:val="008C4AF3"/>
    <w:rsid w:val="008C5395"/>
    <w:rsid w:val="008C565A"/>
    <w:rsid w:val="008C5A06"/>
    <w:rsid w:val="008C5FD1"/>
    <w:rsid w:val="008C6047"/>
    <w:rsid w:val="008C78B8"/>
    <w:rsid w:val="008D003A"/>
    <w:rsid w:val="008D04C3"/>
    <w:rsid w:val="008D0DFB"/>
    <w:rsid w:val="008D0F55"/>
    <w:rsid w:val="008D117A"/>
    <w:rsid w:val="008D1E0E"/>
    <w:rsid w:val="008D1F3B"/>
    <w:rsid w:val="008D2FD6"/>
    <w:rsid w:val="008D3185"/>
    <w:rsid w:val="008D46F3"/>
    <w:rsid w:val="008D496F"/>
    <w:rsid w:val="008D52E2"/>
    <w:rsid w:val="008D5816"/>
    <w:rsid w:val="008D6A1B"/>
    <w:rsid w:val="008D7CEF"/>
    <w:rsid w:val="008E013F"/>
    <w:rsid w:val="008E19EC"/>
    <w:rsid w:val="008E21D6"/>
    <w:rsid w:val="008E2ABD"/>
    <w:rsid w:val="008E3325"/>
    <w:rsid w:val="008E42D7"/>
    <w:rsid w:val="008E4C65"/>
    <w:rsid w:val="008E6085"/>
    <w:rsid w:val="008E65F5"/>
    <w:rsid w:val="008E6A76"/>
    <w:rsid w:val="008E6C05"/>
    <w:rsid w:val="008F01C1"/>
    <w:rsid w:val="008F0CB2"/>
    <w:rsid w:val="008F12E0"/>
    <w:rsid w:val="008F1736"/>
    <w:rsid w:val="008F2160"/>
    <w:rsid w:val="008F2394"/>
    <w:rsid w:val="008F355D"/>
    <w:rsid w:val="008F42F4"/>
    <w:rsid w:val="008F437B"/>
    <w:rsid w:val="008F4A58"/>
    <w:rsid w:val="008F65F4"/>
    <w:rsid w:val="008F6E2D"/>
    <w:rsid w:val="008F76E4"/>
    <w:rsid w:val="00901AC4"/>
    <w:rsid w:val="00901EB9"/>
    <w:rsid w:val="009027C9"/>
    <w:rsid w:val="009029A2"/>
    <w:rsid w:val="00902D3C"/>
    <w:rsid w:val="00903759"/>
    <w:rsid w:val="00903937"/>
    <w:rsid w:val="0090393D"/>
    <w:rsid w:val="009051C4"/>
    <w:rsid w:val="009053EA"/>
    <w:rsid w:val="00905649"/>
    <w:rsid w:val="0090633D"/>
    <w:rsid w:val="009068A9"/>
    <w:rsid w:val="00906981"/>
    <w:rsid w:val="009077AE"/>
    <w:rsid w:val="00907F41"/>
    <w:rsid w:val="00910098"/>
    <w:rsid w:val="00910577"/>
    <w:rsid w:val="0091172F"/>
    <w:rsid w:val="009122C0"/>
    <w:rsid w:val="00912D7C"/>
    <w:rsid w:val="0091306E"/>
    <w:rsid w:val="0091336C"/>
    <w:rsid w:val="00913E5E"/>
    <w:rsid w:val="0091408B"/>
    <w:rsid w:val="00914319"/>
    <w:rsid w:val="009149E8"/>
    <w:rsid w:val="00914A31"/>
    <w:rsid w:val="00914C8B"/>
    <w:rsid w:val="00915D46"/>
    <w:rsid w:val="00920759"/>
    <w:rsid w:val="00920BF3"/>
    <w:rsid w:val="0092112A"/>
    <w:rsid w:val="009248B3"/>
    <w:rsid w:val="00924D25"/>
    <w:rsid w:val="00924F68"/>
    <w:rsid w:val="00926642"/>
    <w:rsid w:val="00927432"/>
    <w:rsid w:val="009306C0"/>
    <w:rsid w:val="00931512"/>
    <w:rsid w:val="009318ED"/>
    <w:rsid w:val="00934CDB"/>
    <w:rsid w:val="00935BE3"/>
    <w:rsid w:val="00937F98"/>
    <w:rsid w:val="009401D4"/>
    <w:rsid w:val="00942EDB"/>
    <w:rsid w:val="009438C0"/>
    <w:rsid w:val="00944949"/>
    <w:rsid w:val="009450D6"/>
    <w:rsid w:val="00945444"/>
    <w:rsid w:val="009455CB"/>
    <w:rsid w:val="00945981"/>
    <w:rsid w:val="009461E8"/>
    <w:rsid w:val="00946AF6"/>
    <w:rsid w:val="009472A8"/>
    <w:rsid w:val="00947575"/>
    <w:rsid w:val="009500E6"/>
    <w:rsid w:val="00950262"/>
    <w:rsid w:val="00951577"/>
    <w:rsid w:val="009519BF"/>
    <w:rsid w:val="00951BE3"/>
    <w:rsid w:val="00952296"/>
    <w:rsid w:val="009525AF"/>
    <w:rsid w:val="00952F7A"/>
    <w:rsid w:val="009546DD"/>
    <w:rsid w:val="00954D4F"/>
    <w:rsid w:val="00954E00"/>
    <w:rsid w:val="00955374"/>
    <w:rsid w:val="009564BD"/>
    <w:rsid w:val="00956967"/>
    <w:rsid w:val="00956F07"/>
    <w:rsid w:val="0096043D"/>
    <w:rsid w:val="009606DB"/>
    <w:rsid w:val="00960A93"/>
    <w:rsid w:val="00960AF5"/>
    <w:rsid w:val="00960D4F"/>
    <w:rsid w:val="00960DFE"/>
    <w:rsid w:val="0096119C"/>
    <w:rsid w:val="009619E6"/>
    <w:rsid w:val="0096267A"/>
    <w:rsid w:val="00962D32"/>
    <w:rsid w:val="00962F50"/>
    <w:rsid w:val="0096412E"/>
    <w:rsid w:val="009645D6"/>
    <w:rsid w:val="0096468D"/>
    <w:rsid w:val="009648BD"/>
    <w:rsid w:val="00964A6B"/>
    <w:rsid w:val="00965382"/>
    <w:rsid w:val="00965477"/>
    <w:rsid w:val="00965A42"/>
    <w:rsid w:val="009661AF"/>
    <w:rsid w:val="00967972"/>
    <w:rsid w:val="009704E0"/>
    <w:rsid w:val="00970956"/>
    <w:rsid w:val="00970959"/>
    <w:rsid w:val="00971C20"/>
    <w:rsid w:val="009730B1"/>
    <w:rsid w:val="0097327F"/>
    <w:rsid w:val="0097456C"/>
    <w:rsid w:val="00974E33"/>
    <w:rsid w:val="009755CF"/>
    <w:rsid w:val="00977A26"/>
    <w:rsid w:val="0098152C"/>
    <w:rsid w:val="00981E88"/>
    <w:rsid w:val="00981F4D"/>
    <w:rsid w:val="00982079"/>
    <w:rsid w:val="009828A7"/>
    <w:rsid w:val="0098353B"/>
    <w:rsid w:val="009867BD"/>
    <w:rsid w:val="00986E29"/>
    <w:rsid w:val="009870A5"/>
    <w:rsid w:val="009873A0"/>
    <w:rsid w:val="00987AD1"/>
    <w:rsid w:val="00987BF0"/>
    <w:rsid w:val="009901E1"/>
    <w:rsid w:val="0099050E"/>
    <w:rsid w:val="00991812"/>
    <w:rsid w:val="00991A74"/>
    <w:rsid w:val="00991BF8"/>
    <w:rsid w:val="00991F3F"/>
    <w:rsid w:val="00992BDF"/>
    <w:rsid w:val="0099323F"/>
    <w:rsid w:val="0099349A"/>
    <w:rsid w:val="00993816"/>
    <w:rsid w:val="009946D8"/>
    <w:rsid w:val="00995B21"/>
    <w:rsid w:val="009967ED"/>
    <w:rsid w:val="009970D1"/>
    <w:rsid w:val="009977C9"/>
    <w:rsid w:val="00997831"/>
    <w:rsid w:val="00997D42"/>
    <w:rsid w:val="00997DBE"/>
    <w:rsid w:val="009A0375"/>
    <w:rsid w:val="009A0B95"/>
    <w:rsid w:val="009A0DEE"/>
    <w:rsid w:val="009A198F"/>
    <w:rsid w:val="009A21A4"/>
    <w:rsid w:val="009A2567"/>
    <w:rsid w:val="009A2690"/>
    <w:rsid w:val="009A2C25"/>
    <w:rsid w:val="009A3135"/>
    <w:rsid w:val="009A3E76"/>
    <w:rsid w:val="009A441F"/>
    <w:rsid w:val="009A4C7C"/>
    <w:rsid w:val="009A5532"/>
    <w:rsid w:val="009A5EEB"/>
    <w:rsid w:val="009A6726"/>
    <w:rsid w:val="009A7349"/>
    <w:rsid w:val="009A7AF5"/>
    <w:rsid w:val="009B0621"/>
    <w:rsid w:val="009B0F0A"/>
    <w:rsid w:val="009B13E7"/>
    <w:rsid w:val="009B3373"/>
    <w:rsid w:val="009B3A77"/>
    <w:rsid w:val="009B3AB2"/>
    <w:rsid w:val="009B46CD"/>
    <w:rsid w:val="009B48B8"/>
    <w:rsid w:val="009B5052"/>
    <w:rsid w:val="009B50D7"/>
    <w:rsid w:val="009B534F"/>
    <w:rsid w:val="009B53BB"/>
    <w:rsid w:val="009B5B08"/>
    <w:rsid w:val="009B6319"/>
    <w:rsid w:val="009B6331"/>
    <w:rsid w:val="009B75AB"/>
    <w:rsid w:val="009B791D"/>
    <w:rsid w:val="009B7A10"/>
    <w:rsid w:val="009C0450"/>
    <w:rsid w:val="009C27E1"/>
    <w:rsid w:val="009C2D34"/>
    <w:rsid w:val="009C2D8D"/>
    <w:rsid w:val="009C309A"/>
    <w:rsid w:val="009C30B3"/>
    <w:rsid w:val="009C32DB"/>
    <w:rsid w:val="009C4929"/>
    <w:rsid w:val="009C4B91"/>
    <w:rsid w:val="009C4DCC"/>
    <w:rsid w:val="009C5985"/>
    <w:rsid w:val="009C6086"/>
    <w:rsid w:val="009C691B"/>
    <w:rsid w:val="009C6BAC"/>
    <w:rsid w:val="009C6E98"/>
    <w:rsid w:val="009C738E"/>
    <w:rsid w:val="009C7D89"/>
    <w:rsid w:val="009D076B"/>
    <w:rsid w:val="009D0FFD"/>
    <w:rsid w:val="009D15A3"/>
    <w:rsid w:val="009D173D"/>
    <w:rsid w:val="009D32DD"/>
    <w:rsid w:val="009D3961"/>
    <w:rsid w:val="009D434F"/>
    <w:rsid w:val="009D47DF"/>
    <w:rsid w:val="009D5654"/>
    <w:rsid w:val="009D5D02"/>
    <w:rsid w:val="009D6D78"/>
    <w:rsid w:val="009D7CDA"/>
    <w:rsid w:val="009E108C"/>
    <w:rsid w:val="009E3908"/>
    <w:rsid w:val="009E3B0E"/>
    <w:rsid w:val="009E4050"/>
    <w:rsid w:val="009E4801"/>
    <w:rsid w:val="009E49A6"/>
    <w:rsid w:val="009E6D66"/>
    <w:rsid w:val="009F02D4"/>
    <w:rsid w:val="009F03CD"/>
    <w:rsid w:val="009F0A76"/>
    <w:rsid w:val="009F1FC6"/>
    <w:rsid w:val="009F30DA"/>
    <w:rsid w:val="009F3714"/>
    <w:rsid w:val="009F5087"/>
    <w:rsid w:val="009F6518"/>
    <w:rsid w:val="009F733C"/>
    <w:rsid w:val="009F7686"/>
    <w:rsid w:val="009F76EC"/>
    <w:rsid w:val="00A001DA"/>
    <w:rsid w:val="00A00E16"/>
    <w:rsid w:val="00A01B8C"/>
    <w:rsid w:val="00A03FF2"/>
    <w:rsid w:val="00A044A2"/>
    <w:rsid w:val="00A047B0"/>
    <w:rsid w:val="00A05167"/>
    <w:rsid w:val="00A05851"/>
    <w:rsid w:val="00A06680"/>
    <w:rsid w:val="00A07425"/>
    <w:rsid w:val="00A079C1"/>
    <w:rsid w:val="00A07B4D"/>
    <w:rsid w:val="00A103D2"/>
    <w:rsid w:val="00A10C05"/>
    <w:rsid w:val="00A11774"/>
    <w:rsid w:val="00A11829"/>
    <w:rsid w:val="00A118DF"/>
    <w:rsid w:val="00A12162"/>
    <w:rsid w:val="00A1234F"/>
    <w:rsid w:val="00A123B2"/>
    <w:rsid w:val="00A14CE4"/>
    <w:rsid w:val="00A15554"/>
    <w:rsid w:val="00A165FB"/>
    <w:rsid w:val="00A204A3"/>
    <w:rsid w:val="00A211FE"/>
    <w:rsid w:val="00A21823"/>
    <w:rsid w:val="00A2188E"/>
    <w:rsid w:val="00A222A4"/>
    <w:rsid w:val="00A232C8"/>
    <w:rsid w:val="00A238BD"/>
    <w:rsid w:val="00A23BD6"/>
    <w:rsid w:val="00A24877"/>
    <w:rsid w:val="00A26441"/>
    <w:rsid w:val="00A274E4"/>
    <w:rsid w:val="00A300F5"/>
    <w:rsid w:val="00A3114D"/>
    <w:rsid w:val="00A31619"/>
    <w:rsid w:val="00A316BB"/>
    <w:rsid w:val="00A32025"/>
    <w:rsid w:val="00A325A6"/>
    <w:rsid w:val="00A32A7B"/>
    <w:rsid w:val="00A33329"/>
    <w:rsid w:val="00A335FE"/>
    <w:rsid w:val="00A34552"/>
    <w:rsid w:val="00A34FB6"/>
    <w:rsid w:val="00A3602A"/>
    <w:rsid w:val="00A37662"/>
    <w:rsid w:val="00A37AB3"/>
    <w:rsid w:val="00A37FA8"/>
    <w:rsid w:val="00A40697"/>
    <w:rsid w:val="00A4181B"/>
    <w:rsid w:val="00A42A24"/>
    <w:rsid w:val="00A43482"/>
    <w:rsid w:val="00A43F1E"/>
    <w:rsid w:val="00A4472C"/>
    <w:rsid w:val="00A46DC5"/>
    <w:rsid w:val="00A46EC1"/>
    <w:rsid w:val="00A5088E"/>
    <w:rsid w:val="00A514E7"/>
    <w:rsid w:val="00A52573"/>
    <w:rsid w:val="00A52DD1"/>
    <w:rsid w:val="00A535C9"/>
    <w:rsid w:val="00A5430F"/>
    <w:rsid w:val="00A5466A"/>
    <w:rsid w:val="00A54EE1"/>
    <w:rsid w:val="00A55A31"/>
    <w:rsid w:val="00A55E56"/>
    <w:rsid w:val="00A57526"/>
    <w:rsid w:val="00A57875"/>
    <w:rsid w:val="00A6031F"/>
    <w:rsid w:val="00A606E3"/>
    <w:rsid w:val="00A60D44"/>
    <w:rsid w:val="00A628A4"/>
    <w:rsid w:val="00A65A60"/>
    <w:rsid w:val="00A65BF3"/>
    <w:rsid w:val="00A65DD5"/>
    <w:rsid w:val="00A65F6F"/>
    <w:rsid w:val="00A66F6D"/>
    <w:rsid w:val="00A6775F"/>
    <w:rsid w:val="00A6793E"/>
    <w:rsid w:val="00A67DE7"/>
    <w:rsid w:val="00A67E73"/>
    <w:rsid w:val="00A70A2B"/>
    <w:rsid w:val="00A710B7"/>
    <w:rsid w:val="00A712CD"/>
    <w:rsid w:val="00A71E01"/>
    <w:rsid w:val="00A720D1"/>
    <w:rsid w:val="00A7383E"/>
    <w:rsid w:val="00A747FD"/>
    <w:rsid w:val="00A74DF9"/>
    <w:rsid w:val="00A75519"/>
    <w:rsid w:val="00A75C10"/>
    <w:rsid w:val="00A76F59"/>
    <w:rsid w:val="00A80304"/>
    <w:rsid w:val="00A80BD9"/>
    <w:rsid w:val="00A81E55"/>
    <w:rsid w:val="00A83186"/>
    <w:rsid w:val="00A83596"/>
    <w:rsid w:val="00A8369C"/>
    <w:rsid w:val="00A840CD"/>
    <w:rsid w:val="00A84710"/>
    <w:rsid w:val="00A8476F"/>
    <w:rsid w:val="00A849C1"/>
    <w:rsid w:val="00A849EA"/>
    <w:rsid w:val="00A84B97"/>
    <w:rsid w:val="00A8562B"/>
    <w:rsid w:val="00A856EC"/>
    <w:rsid w:val="00A86096"/>
    <w:rsid w:val="00A87C8A"/>
    <w:rsid w:val="00A902B4"/>
    <w:rsid w:val="00A902D3"/>
    <w:rsid w:val="00A91296"/>
    <w:rsid w:val="00A9131C"/>
    <w:rsid w:val="00A91DD1"/>
    <w:rsid w:val="00A92352"/>
    <w:rsid w:val="00A92B13"/>
    <w:rsid w:val="00A9303C"/>
    <w:rsid w:val="00A93A26"/>
    <w:rsid w:val="00A93D99"/>
    <w:rsid w:val="00A95CCB"/>
    <w:rsid w:val="00A969DD"/>
    <w:rsid w:val="00A9744C"/>
    <w:rsid w:val="00A97EE1"/>
    <w:rsid w:val="00AA0401"/>
    <w:rsid w:val="00AA0AF6"/>
    <w:rsid w:val="00AA1207"/>
    <w:rsid w:val="00AA2493"/>
    <w:rsid w:val="00AA2CF9"/>
    <w:rsid w:val="00AA3DBA"/>
    <w:rsid w:val="00AA3EE9"/>
    <w:rsid w:val="00AA43D6"/>
    <w:rsid w:val="00AA4FA7"/>
    <w:rsid w:val="00AA5470"/>
    <w:rsid w:val="00AA5670"/>
    <w:rsid w:val="00AB0E72"/>
    <w:rsid w:val="00AB1CDD"/>
    <w:rsid w:val="00AB2167"/>
    <w:rsid w:val="00AB25AC"/>
    <w:rsid w:val="00AB3C0A"/>
    <w:rsid w:val="00AB47D8"/>
    <w:rsid w:val="00AB49C0"/>
    <w:rsid w:val="00AB5E75"/>
    <w:rsid w:val="00AB64A0"/>
    <w:rsid w:val="00AB65BB"/>
    <w:rsid w:val="00AB6E91"/>
    <w:rsid w:val="00AB7024"/>
    <w:rsid w:val="00AC0C4E"/>
    <w:rsid w:val="00AC12CB"/>
    <w:rsid w:val="00AC1425"/>
    <w:rsid w:val="00AC2418"/>
    <w:rsid w:val="00AC26A2"/>
    <w:rsid w:val="00AC29CA"/>
    <w:rsid w:val="00AC2FB9"/>
    <w:rsid w:val="00AC3600"/>
    <w:rsid w:val="00AC3CD5"/>
    <w:rsid w:val="00AC420D"/>
    <w:rsid w:val="00AC4476"/>
    <w:rsid w:val="00AC4A8E"/>
    <w:rsid w:val="00AC4D1E"/>
    <w:rsid w:val="00AC4D40"/>
    <w:rsid w:val="00AC51E8"/>
    <w:rsid w:val="00AC5E0C"/>
    <w:rsid w:val="00AC6318"/>
    <w:rsid w:val="00AC6847"/>
    <w:rsid w:val="00AC6E58"/>
    <w:rsid w:val="00AC7871"/>
    <w:rsid w:val="00AD0273"/>
    <w:rsid w:val="00AD12CA"/>
    <w:rsid w:val="00AD1A8E"/>
    <w:rsid w:val="00AD2FE4"/>
    <w:rsid w:val="00AD327A"/>
    <w:rsid w:val="00AD4696"/>
    <w:rsid w:val="00AD5AF5"/>
    <w:rsid w:val="00AD5C5C"/>
    <w:rsid w:val="00AD6DDA"/>
    <w:rsid w:val="00AD7957"/>
    <w:rsid w:val="00AE02CC"/>
    <w:rsid w:val="00AE0B0F"/>
    <w:rsid w:val="00AE0F07"/>
    <w:rsid w:val="00AE180C"/>
    <w:rsid w:val="00AE1C3D"/>
    <w:rsid w:val="00AE1F39"/>
    <w:rsid w:val="00AE2ABB"/>
    <w:rsid w:val="00AE3D9A"/>
    <w:rsid w:val="00AE469A"/>
    <w:rsid w:val="00AE48A8"/>
    <w:rsid w:val="00AE4A07"/>
    <w:rsid w:val="00AE59A8"/>
    <w:rsid w:val="00AE60C1"/>
    <w:rsid w:val="00AE6299"/>
    <w:rsid w:val="00AE649F"/>
    <w:rsid w:val="00AE7688"/>
    <w:rsid w:val="00AE7865"/>
    <w:rsid w:val="00AF01E4"/>
    <w:rsid w:val="00AF1561"/>
    <w:rsid w:val="00AF15E3"/>
    <w:rsid w:val="00AF1AE0"/>
    <w:rsid w:val="00AF237D"/>
    <w:rsid w:val="00AF3661"/>
    <w:rsid w:val="00AF39BA"/>
    <w:rsid w:val="00AF3EBB"/>
    <w:rsid w:val="00AF6162"/>
    <w:rsid w:val="00AF70F4"/>
    <w:rsid w:val="00B0124B"/>
    <w:rsid w:val="00B028FA"/>
    <w:rsid w:val="00B02E2F"/>
    <w:rsid w:val="00B040C1"/>
    <w:rsid w:val="00B04960"/>
    <w:rsid w:val="00B05196"/>
    <w:rsid w:val="00B06786"/>
    <w:rsid w:val="00B0689E"/>
    <w:rsid w:val="00B06F76"/>
    <w:rsid w:val="00B06F8F"/>
    <w:rsid w:val="00B074F0"/>
    <w:rsid w:val="00B07AAE"/>
    <w:rsid w:val="00B07D90"/>
    <w:rsid w:val="00B07F17"/>
    <w:rsid w:val="00B10C5C"/>
    <w:rsid w:val="00B1266C"/>
    <w:rsid w:val="00B13543"/>
    <w:rsid w:val="00B13EA2"/>
    <w:rsid w:val="00B145C9"/>
    <w:rsid w:val="00B146BF"/>
    <w:rsid w:val="00B14A13"/>
    <w:rsid w:val="00B14A1A"/>
    <w:rsid w:val="00B151C9"/>
    <w:rsid w:val="00B16E31"/>
    <w:rsid w:val="00B17642"/>
    <w:rsid w:val="00B17ED4"/>
    <w:rsid w:val="00B20A5A"/>
    <w:rsid w:val="00B20D78"/>
    <w:rsid w:val="00B21156"/>
    <w:rsid w:val="00B21ACE"/>
    <w:rsid w:val="00B2236D"/>
    <w:rsid w:val="00B23E19"/>
    <w:rsid w:val="00B250F1"/>
    <w:rsid w:val="00B2575C"/>
    <w:rsid w:val="00B25B94"/>
    <w:rsid w:val="00B25DA9"/>
    <w:rsid w:val="00B261CE"/>
    <w:rsid w:val="00B26502"/>
    <w:rsid w:val="00B27FD3"/>
    <w:rsid w:val="00B306C7"/>
    <w:rsid w:val="00B31106"/>
    <w:rsid w:val="00B3125F"/>
    <w:rsid w:val="00B31841"/>
    <w:rsid w:val="00B31DC4"/>
    <w:rsid w:val="00B330BF"/>
    <w:rsid w:val="00B33241"/>
    <w:rsid w:val="00B34201"/>
    <w:rsid w:val="00B34BDD"/>
    <w:rsid w:val="00B34D87"/>
    <w:rsid w:val="00B353F2"/>
    <w:rsid w:val="00B3710B"/>
    <w:rsid w:val="00B409EF"/>
    <w:rsid w:val="00B40F2E"/>
    <w:rsid w:val="00B41714"/>
    <w:rsid w:val="00B4180D"/>
    <w:rsid w:val="00B42D48"/>
    <w:rsid w:val="00B430B0"/>
    <w:rsid w:val="00B437B0"/>
    <w:rsid w:val="00B441F6"/>
    <w:rsid w:val="00B44809"/>
    <w:rsid w:val="00B44F2C"/>
    <w:rsid w:val="00B47163"/>
    <w:rsid w:val="00B4727E"/>
    <w:rsid w:val="00B4774A"/>
    <w:rsid w:val="00B477EC"/>
    <w:rsid w:val="00B47DD1"/>
    <w:rsid w:val="00B505D7"/>
    <w:rsid w:val="00B50FDF"/>
    <w:rsid w:val="00B5175B"/>
    <w:rsid w:val="00B52D27"/>
    <w:rsid w:val="00B52E8E"/>
    <w:rsid w:val="00B54345"/>
    <w:rsid w:val="00B546CE"/>
    <w:rsid w:val="00B54943"/>
    <w:rsid w:val="00B55DDC"/>
    <w:rsid w:val="00B561A3"/>
    <w:rsid w:val="00B57C23"/>
    <w:rsid w:val="00B6067D"/>
    <w:rsid w:val="00B611A6"/>
    <w:rsid w:val="00B611DC"/>
    <w:rsid w:val="00B61919"/>
    <w:rsid w:val="00B623F0"/>
    <w:rsid w:val="00B63664"/>
    <w:rsid w:val="00B64494"/>
    <w:rsid w:val="00B65808"/>
    <w:rsid w:val="00B67C46"/>
    <w:rsid w:val="00B72557"/>
    <w:rsid w:val="00B73B8B"/>
    <w:rsid w:val="00B73E95"/>
    <w:rsid w:val="00B74944"/>
    <w:rsid w:val="00B74983"/>
    <w:rsid w:val="00B74F60"/>
    <w:rsid w:val="00B750BE"/>
    <w:rsid w:val="00B76F3A"/>
    <w:rsid w:val="00B77187"/>
    <w:rsid w:val="00B800A2"/>
    <w:rsid w:val="00B80E98"/>
    <w:rsid w:val="00B80F54"/>
    <w:rsid w:val="00B81512"/>
    <w:rsid w:val="00B81591"/>
    <w:rsid w:val="00B81956"/>
    <w:rsid w:val="00B81F78"/>
    <w:rsid w:val="00B82793"/>
    <w:rsid w:val="00B82FFF"/>
    <w:rsid w:val="00B83F79"/>
    <w:rsid w:val="00B84FC1"/>
    <w:rsid w:val="00B86263"/>
    <w:rsid w:val="00B871A4"/>
    <w:rsid w:val="00B873A6"/>
    <w:rsid w:val="00B87B8B"/>
    <w:rsid w:val="00B87BD5"/>
    <w:rsid w:val="00B87E5B"/>
    <w:rsid w:val="00B91347"/>
    <w:rsid w:val="00B91375"/>
    <w:rsid w:val="00B916DD"/>
    <w:rsid w:val="00B91A67"/>
    <w:rsid w:val="00B91D0E"/>
    <w:rsid w:val="00B92955"/>
    <w:rsid w:val="00B938B1"/>
    <w:rsid w:val="00B94BAB"/>
    <w:rsid w:val="00B9596B"/>
    <w:rsid w:val="00B95A06"/>
    <w:rsid w:val="00B9604E"/>
    <w:rsid w:val="00B96681"/>
    <w:rsid w:val="00B97242"/>
    <w:rsid w:val="00B97618"/>
    <w:rsid w:val="00BA0F63"/>
    <w:rsid w:val="00BA34CE"/>
    <w:rsid w:val="00BA37ED"/>
    <w:rsid w:val="00BA3808"/>
    <w:rsid w:val="00BA3A9C"/>
    <w:rsid w:val="00BA4623"/>
    <w:rsid w:val="00BA4DFE"/>
    <w:rsid w:val="00BA72DE"/>
    <w:rsid w:val="00BA759D"/>
    <w:rsid w:val="00BA7D6B"/>
    <w:rsid w:val="00BB0014"/>
    <w:rsid w:val="00BB0418"/>
    <w:rsid w:val="00BB09AA"/>
    <w:rsid w:val="00BB1496"/>
    <w:rsid w:val="00BB324F"/>
    <w:rsid w:val="00BB4C0A"/>
    <w:rsid w:val="00BB4D1D"/>
    <w:rsid w:val="00BB516B"/>
    <w:rsid w:val="00BB58BB"/>
    <w:rsid w:val="00BB6146"/>
    <w:rsid w:val="00BB66F6"/>
    <w:rsid w:val="00BC01DF"/>
    <w:rsid w:val="00BC040A"/>
    <w:rsid w:val="00BC0B27"/>
    <w:rsid w:val="00BC0B52"/>
    <w:rsid w:val="00BC1B7A"/>
    <w:rsid w:val="00BC205B"/>
    <w:rsid w:val="00BC320A"/>
    <w:rsid w:val="00BC365C"/>
    <w:rsid w:val="00BC3E31"/>
    <w:rsid w:val="00BC4852"/>
    <w:rsid w:val="00BC55C1"/>
    <w:rsid w:val="00BC56B6"/>
    <w:rsid w:val="00BC5ADA"/>
    <w:rsid w:val="00BC7401"/>
    <w:rsid w:val="00BD02F1"/>
    <w:rsid w:val="00BD038B"/>
    <w:rsid w:val="00BD0678"/>
    <w:rsid w:val="00BD27A5"/>
    <w:rsid w:val="00BD28C3"/>
    <w:rsid w:val="00BD2E19"/>
    <w:rsid w:val="00BD34BF"/>
    <w:rsid w:val="00BD39E7"/>
    <w:rsid w:val="00BD3AED"/>
    <w:rsid w:val="00BD6AB4"/>
    <w:rsid w:val="00BD73C7"/>
    <w:rsid w:val="00BE021F"/>
    <w:rsid w:val="00BE096F"/>
    <w:rsid w:val="00BE10ED"/>
    <w:rsid w:val="00BE30C4"/>
    <w:rsid w:val="00BE3263"/>
    <w:rsid w:val="00BE32A7"/>
    <w:rsid w:val="00BE3D6A"/>
    <w:rsid w:val="00BE4BB5"/>
    <w:rsid w:val="00BE50DB"/>
    <w:rsid w:val="00BE7D11"/>
    <w:rsid w:val="00BF0FA0"/>
    <w:rsid w:val="00BF14AE"/>
    <w:rsid w:val="00BF1A60"/>
    <w:rsid w:val="00BF1CF0"/>
    <w:rsid w:val="00BF22BA"/>
    <w:rsid w:val="00BF2931"/>
    <w:rsid w:val="00BF2F93"/>
    <w:rsid w:val="00BF315F"/>
    <w:rsid w:val="00BF405D"/>
    <w:rsid w:val="00BF4F26"/>
    <w:rsid w:val="00BF5BA9"/>
    <w:rsid w:val="00C0154F"/>
    <w:rsid w:val="00C01628"/>
    <w:rsid w:val="00C01786"/>
    <w:rsid w:val="00C01925"/>
    <w:rsid w:val="00C023F0"/>
    <w:rsid w:val="00C02D74"/>
    <w:rsid w:val="00C03A97"/>
    <w:rsid w:val="00C04B86"/>
    <w:rsid w:val="00C052A8"/>
    <w:rsid w:val="00C05422"/>
    <w:rsid w:val="00C06276"/>
    <w:rsid w:val="00C06B2B"/>
    <w:rsid w:val="00C07B1C"/>
    <w:rsid w:val="00C10C11"/>
    <w:rsid w:val="00C10D02"/>
    <w:rsid w:val="00C12D42"/>
    <w:rsid w:val="00C148B8"/>
    <w:rsid w:val="00C1491B"/>
    <w:rsid w:val="00C16765"/>
    <w:rsid w:val="00C16DB2"/>
    <w:rsid w:val="00C20178"/>
    <w:rsid w:val="00C21426"/>
    <w:rsid w:val="00C2186B"/>
    <w:rsid w:val="00C21BF0"/>
    <w:rsid w:val="00C22213"/>
    <w:rsid w:val="00C223B4"/>
    <w:rsid w:val="00C22B88"/>
    <w:rsid w:val="00C23A6F"/>
    <w:rsid w:val="00C23DC9"/>
    <w:rsid w:val="00C23E3D"/>
    <w:rsid w:val="00C244BC"/>
    <w:rsid w:val="00C248FA"/>
    <w:rsid w:val="00C25A46"/>
    <w:rsid w:val="00C25DD0"/>
    <w:rsid w:val="00C2643D"/>
    <w:rsid w:val="00C27470"/>
    <w:rsid w:val="00C27C9C"/>
    <w:rsid w:val="00C27F65"/>
    <w:rsid w:val="00C27FA0"/>
    <w:rsid w:val="00C30DCF"/>
    <w:rsid w:val="00C313C6"/>
    <w:rsid w:val="00C3172E"/>
    <w:rsid w:val="00C32B9A"/>
    <w:rsid w:val="00C33014"/>
    <w:rsid w:val="00C33A7E"/>
    <w:rsid w:val="00C349A4"/>
    <w:rsid w:val="00C34C53"/>
    <w:rsid w:val="00C35EA4"/>
    <w:rsid w:val="00C3650F"/>
    <w:rsid w:val="00C40206"/>
    <w:rsid w:val="00C404CE"/>
    <w:rsid w:val="00C413A2"/>
    <w:rsid w:val="00C41BDC"/>
    <w:rsid w:val="00C41C15"/>
    <w:rsid w:val="00C41E47"/>
    <w:rsid w:val="00C4374B"/>
    <w:rsid w:val="00C4394A"/>
    <w:rsid w:val="00C44E22"/>
    <w:rsid w:val="00C4578B"/>
    <w:rsid w:val="00C46251"/>
    <w:rsid w:val="00C4627B"/>
    <w:rsid w:val="00C46C6A"/>
    <w:rsid w:val="00C47BC5"/>
    <w:rsid w:val="00C501D6"/>
    <w:rsid w:val="00C50F58"/>
    <w:rsid w:val="00C52D7D"/>
    <w:rsid w:val="00C52E6D"/>
    <w:rsid w:val="00C541ED"/>
    <w:rsid w:val="00C54802"/>
    <w:rsid w:val="00C549B0"/>
    <w:rsid w:val="00C54DC8"/>
    <w:rsid w:val="00C55203"/>
    <w:rsid w:val="00C561B1"/>
    <w:rsid w:val="00C5694C"/>
    <w:rsid w:val="00C56E55"/>
    <w:rsid w:val="00C57045"/>
    <w:rsid w:val="00C5716A"/>
    <w:rsid w:val="00C5720F"/>
    <w:rsid w:val="00C6048E"/>
    <w:rsid w:val="00C610C6"/>
    <w:rsid w:val="00C61FB5"/>
    <w:rsid w:val="00C62042"/>
    <w:rsid w:val="00C6314D"/>
    <w:rsid w:val="00C637E1"/>
    <w:rsid w:val="00C63CD8"/>
    <w:rsid w:val="00C64B56"/>
    <w:rsid w:val="00C65922"/>
    <w:rsid w:val="00C6622F"/>
    <w:rsid w:val="00C66476"/>
    <w:rsid w:val="00C675F4"/>
    <w:rsid w:val="00C70DFE"/>
    <w:rsid w:val="00C70EA0"/>
    <w:rsid w:val="00C71096"/>
    <w:rsid w:val="00C716EB"/>
    <w:rsid w:val="00C71EEC"/>
    <w:rsid w:val="00C7392D"/>
    <w:rsid w:val="00C745BC"/>
    <w:rsid w:val="00C748A8"/>
    <w:rsid w:val="00C75E0C"/>
    <w:rsid w:val="00C75EA9"/>
    <w:rsid w:val="00C76E22"/>
    <w:rsid w:val="00C77A6C"/>
    <w:rsid w:val="00C77AB2"/>
    <w:rsid w:val="00C80306"/>
    <w:rsid w:val="00C80FDB"/>
    <w:rsid w:val="00C82625"/>
    <w:rsid w:val="00C826FD"/>
    <w:rsid w:val="00C82CA1"/>
    <w:rsid w:val="00C835CD"/>
    <w:rsid w:val="00C84032"/>
    <w:rsid w:val="00C86B58"/>
    <w:rsid w:val="00C87634"/>
    <w:rsid w:val="00C915AD"/>
    <w:rsid w:val="00C918E5"/>
    <w:rsid w:val="00C91AD8"/>
    <w:rsid w:val="00C91C98"/>
    <w:rsid w:val="00C93AEF"/>
    <w:rsid w:val="00C93EB8"/>
    <w:rsid w:val="00C949A5"/>
    <w:rsid w:val="00C95040"/>
    <w:rsid w:val="00C9509A"/>
    <w:rsid w:val="00C95325"/>
    <w:rsid w:val="00CA0A68"/>
    <w:rsid w:val="00CA1432"/>
    <w:rsid w:val="00CA350F"/>
    <w:rsid w:val="00CA3D45"/>
    <w:rsid w:val="00CA5394"/>
    <w:rsid w:val="00CA621A"/>
    <w:rsid w:val="00CA6726"/>
    <w:rsid w:val="00CA7256"/>
    <w:rsid w:val="00CA76DE"/>
    <w:rsid w:val="00CA7CF7"/>
    <w:rsid w:val="00CB033F"/>
    <w:rsid w:val="00CB35BE"/>
    <w:rsid w:val="00CB3A7A"/>
    <w:rsid w:val="00CB47DB"/>
    <w:rsid w:val="00CB4EC8"/>
    <w:rsid w:val="00CB5230"/>
    <w:rsid w:val="00CB5666"/>
    <w:rsid w:val="00CB5815"/>
    <w:rsid w:val="00CB5B67"/>
    <w:rsid w:val="00CB636C"/>
    <w:rsid w:val="00CB670D"/>
    <w:rsid w:val="00CB6EB9"/>
    <w:rsid w:val="00CB772D"/>
    <w:rsid w:val="00CB7CF2"/>
    <w:rsid w:val="00CC04C6"/>
    <w:rsid w:val="00CC0A50"/>
    <w:rsid w:val="00CC108E"/>
    <w:rsid w:val="00CC17B4"/>
    <w:rsid w:val="00CC247C"/>
    <w:rsid w:val="00CC2899"/>
    <w:rsid w:val="00CC2D93"/>
    <w:rsid w:val="00CC490A"/>
    <w:rsid w:val="00CC4C75"/>
    <w:rsid w:val="00CC50A9"/>
    <w:rsid w:val="00CC59D0"/>
    <w:rsid w:val="00CC698A"/>
    <w:rsid w:val="00CC7315"/>
    <w:rsid w:val="00CD0A9A"/>
    <w:rsid w:val="00CD0B09"/>
    <w:rsid w:val="00CD0D01"/>
    <w:rsid w:val="00CD482E"/>
    <w:rsid w:val="00CD4967"/>
    <w:rsid w:val="00CD4A89"/>
    <w:rsid w:val="00CD73DC"/>
    <w:rsid w:val="00CE072A"/>
    <w:rsid w:val="00CE0C03"/>
    <w:rsid w:val="00CE1ABD"/>
    <w:rsid w:val="00CE1BE9"/>
    <w:rsid w:val="00CE2CD3"/>
    <w:rsid w:val="00CE4497"/>
    <w:rsid w:val="00CE488B"/>
    <w:rsid w:val="00CE4C1C"/>
    <w:rsid w:val="00CE4DF1"/>
    <w:rsid w:val="00CE4FE6"/>
    <w:rsid w:val="00CE63B3"/>
    <w:rsid w:val="00CE6415"/>
    <w:rsid w:val="00CE6688"/>
    <w:rsid w:val="00CE7984"/>
    <w:rsid w:val="00CE7A81"/>
    <w:rsid w:val="00CF05F8"/>
    <w:rsid w:val="00CF0892"/>
    <w:rsid w:val="00CF1C78"/>
    <w:rsid w:val="00CF1E06"/>
    <w:rsid w:val="00CF2994"/>
    <w:rsid w:val="00CF34D9"/>
    <w:rsid w:val="00CF46DF"/>
    <w:rsid w:val="00CF5AE8"/>
    <w:rsid w:val="00CF6130"/>
    <w:rsid w:val="00CF68D1"/>
    <w:rsid w:val="00CF6C7F"/>
    <w:rsid w:val="00CF6E62"/>
    <w:rsid w:val="00CF7719"/>
    <w:rsid w:val="00CF7DC7"/>
    <w:rsid w:val="00D01165"/>
    <w:rsid w:val="00D02346"/>
    <w:rsid w:val="00D0371B"/>
    <w:rsid w:val="00D03E98"/>
    <w:rsid w:val="00D04482"/>
    <w:rsid w:val="00D044D1"/>
    <w:rsid w:val="00D0500A"/>
    <w:rsid w:val="00D05168"/>
    <w:rsid w:val="00D05898"/>
    <w:rsid w:val="00D07151"/>
    <w:rsid w:val="00D07F27"/>
    <w:rsid w:val="00D11C02"/>
    <w:rsid w:val="00D11EEA"/>
    <w:rsid w:val="00D14788"/>
    <w:rsid w:val="00D1648A"/>
    <w:rsid w:val="00D16E6F"/>
    <w:rsid w:val="00D178D0"/>
    <w:rsid w:val="00D17FE0"/>
    <w:rsid w:val="00D2028C"/>
    <w:rsid w:val="00D20412"/>
    <w:rsid w:val="00D20800"/>
    <w:rsid w:val="00D20CAE"/>
    <w:rsid w:val="00D20D49"/>
    <w:rsid w:val="00D20F06"/>
    <w:rsid w:val="00D21416"/>
    <w:rsid w:val="00D21DB0"/>
    <w:rsid w:val="00D22229"/>
    <w:rsid w:val="00D24735"/>
    <w:rsid w:val="00D24EEF"/>
    <w:rsid w:val="00D253AB"/>
    <w:rsid w:val="00D25C30"/>
    <w:rsid w:val="00D25FDB"/>
    <w:rsid w:val="00D26A19"/>
    <w:rsid w:val="00D27581"/>
    <w:rsid w:val="00D27C60"/>
    <w:rsid w:val="00D3101E"/>
    <w:rsid w:val="00D330C6"/>
    <w:rsid w:val="00D34E86"/>
    <w:rsid w:val="00D3504B"/>
    <w:rsid w:val="00D3646C"/>
    <w:rsid w:val="00D36528"/>
    <w:rsid w:val="00D37ACA"/>
    <w:rsid w:val="00D404A5"/>
    <w:rsid w:val="00D42048"/>
    <w:rsid w:val="00D422AD"/>
    <w:rsid w:val="00D425E4"/>
    <w:rsid w:val="00D42746"/>
    <w:rsid w:val="00D429A5"/>
    <w:rsid w:val="00D43087"/>
    <w:rsid w:val="00D4331B"/>
    <w:rsid w:val="00D4422E"/>
    <w:rsid w:val="00D4460C"/>
    <w:rsid w:val="00D44DCA"/>
    <w:rsid w:val="00D45C91"/>
    <w:rsid w:val="00D4650A"/>
    <w:rsid w:val="00D4676C"/>
    <w:rsid w:val="00D46A24"/>
    <w:rsid w:val="00D514E5"/>
    <w:rsid w:val="00D51972"/>
    <w:rsid w:val="00D5371C"/>
    <w:rsid w:val="00D53CBD"/>
    <w:rsid w:val="00D53EA3"/>
    <w:rsid w:val="00D54008"/>
    <w:rsid w:val="00D542E8"/>
    <w:rsid w:val="00D54368"/>
    <w:rsid w:val="00D545EF"/>
    <w:rsid w:val="00D549DC"/>
    <w:rsid w:val="00D55207"/>
    <w:rsid w:val="00D556A0"/>
    <w:rsid w:val="00D55755"/>
    <w:rsid w:val="00D55A24"/>
    <w:rsid w:val="00D57EB7"/>
    <w:rsid w:val="00D6056E"/>
    <w:rsid w:val="00D60E20"/>
    <w:rsid w:val="00D60F42"/>
    <w:rsid w:val="00D61BA2"/>
    <w:rsid w:val="00D628EE"/>
    <w:rsid w:val="00D62F60"/>
    <w:rsid w:val="00D63A94"/>
    <w:rsid w:val="00D63D31"/>
    <w:rsid w:val="00D63ED7"/>
    <w:rsid w:val="00D6432A"/>
    <w:rsid w:val="00D64435"/>
    <w:rsid w:val="00D66785"/>
    <w:rsid w:val="00D6686E"/>
    <w:rsid w:val="00D66DB7"/>
    <w:rsid w:val="00D6798C"/>
    <w:rsid w:val="00D70AB9"/>
    <w:rsid w:val="00D72105"/>
    <w:rsid w:val="00D72827"/>
    <w:rsid w:val="00D72E34"/>
    <w:rsid w:val="00D73525"/>
    <w:rsid w:val="00D7390D"/>
    <w:rsid w:val="00D73D46"/>
    <w:rsid w:val="00D746FC"/>
    <w:rsid w:val="00D74D41"/>
    <w:rsid w:val="00D7505C"/>
    <w:rsid w:val="00D751CD"/>
    <w:rsid w:val="00D75F39"/>
    <w:rsid w:val="00D776FC"/>
    <w:rsid w:val="00D80867"/>
    <w:rsid w:val="00D81EAA"/>
    <w:rsid w:val="00D82BA2"/>
    <w:rsid w:val="00D83AC9"/>
    <w:rsid w:val="00D83B55"/>
    <w:rsid w:val="00D8434F"/>
    <w:rsid w:val="00D86DD2"/>
    <w:rsid w:val="00D86EFA"/>
    <w:rsid w:val="00D86FBC"/>
    <w:rsid w:val="00D87823"/>
    <w:rsid w:val="00D87B57"/>
    <w:rsid w:val="00D87F37"/>
    <w:rsid w:val="00D9217D"/>
    <w:rsid w:val="00D92AFD"/>
    <w:rsid w:val="00D92E80"/>
    <w:rsid w:val="00D93D28"/>
    <w:rsid w:val="00D93F24"/>
    <w:rsid w:val="00D94068"/>
    <w:rsid w:val="00D9439C"/>
    <w:rsid w:val="00D94BF1"/>
    <w:rsid w:val="00D94DC6"/>
    <w:rsid w:val="00D954EB"/>
    <w:rsid w:val="00D957FF"/>
    <w:rsid w:val="00D95BBF"/>
    <w:rsid w:val="00D95E3A"/>
    <w:rsid w:val="00D97474"/>
    <w:rsid w:val="00D976B9"/>
    <w:rsid w:val="00DA0FDA"/>
    <w:rsid w:val="00DA1B90"/>
    <w:rsid w:val="00DA4750"/>
    <w:rsid w:val="00DA53FC"/>
    <w:rsid w:val="00DA704C"/>
    <w:rsid w:val="00DA73BF"/>
    <w:rsid w:val="00DB10A0"/>
    <w:rsid w:val="00DB1B84"/>
    <w:rsid w:val="00DB28B3"/>
    <w:rsid w:val="00DB2E93"/>
    <w:rsid w:val="00DB357B"/>
    <w:rsid w:val="00DB4579"/>
    <w:rsid w:val="00DB60E4"/>
    <w:rsid w:val="00DB6709"/>
    <w:rsid w:val="00DB74CB"/>
    <w:rsid w:val="00DC03CC"/>
    <w:rsid w:val="00DC143F"/>
    <w:rsid w:val="00DC1E00"/>
    <w:rsid w:val="00DC2579"/>
    <w:rsid w:val="00DC3C0A"/>
    <w:rsid w:val="00DC3C1D"/>
    <w:rsid w:val="00DC3E12"/>
    <w:rsid w:val="00DC48A5"/>
    <w:rsid w:val="00DC4A7F"/>
    <w:rsid w:val="00DC5044"/>
    <w:rsid w:val="00DC54BF"/>
    <w:rsid w:val="00DC5638"/>
    <w:rsid w:val="00DC5928"/>
    <w:rsid w:val="00DC5D16"/>
    <w:rsid w:val="00DC6E9A"/>
    <w:rsid w:val="00DD0B59"/>
    <w:rsid w:val="00DD0D49"/>
    <w:rsid w:val="00DD0DB9"/>
    <w:rsid w:val="00DD13E5"/>
    <w:rsid w:val="00DD14BB"/>
    <w:rsid w:val="00DD220C"/>
    <w:rsid w:val="00DD3521"/>
    <w:rsid w:val="00DD3D35"/>
    <w:rsid w:val="00DD46C8"/>
    <w:rsid w:val="00DD6F23"/>
    <w:rsid w:val="00DD7D64"/>
    <w:rsid w:val="00DD7ED5"/>
    <w:rsid w:val="00DE0172"/>
    <w:rsid w:val="00DE1D07"/>
    <w:rsid w:val="00DE1EC3"/>
    <w:rsid w:val="00DE26B6"/>
    <w:rsid w:val="00DE3ECC"/>
    <w:rsid w:val="00DE3FD2"/>
    <w:rsid w:val="00DE41E2"/>
    <w:rsid w:val="00DE4656"/>
    <w:rsid w:val="00DE53BE"/>
    <w:rsid w:val="00DE71F7"/>
    <w:rsid w:val="00DE7785"/>
    <w:rsid w:val="00DE7947"/>
    <w:rsid w:val="00DF073C"/>
    <w:rsid w:val="00DF077E"/>
    <w:rsid w:val="00DF3565"/>
    <w:rsid w:val="00DF3D44"/>
    <w:rsid w:val="00DF3F1D"/>
    <w:rsid w:val="00DF40A8"/>
    <w:rsid w:val="00DF4A96"/>
    <w:rsid w:val="00DF5BBA"/>
    <w:rsid w:val="00DF5E8D"/>
    <w:rsid w:val="00DF6869"/>
    <w:rsid w:val="00DF6971"/>
    <w:rsid w:val="00DF7CAA"/>
    <w:rsid w:val="00E00BD3"/>
    <w:rsid w:val="00E00F15"/>
    <w:rsid w:val="00E00F73"/>
    <w:rsid w:val="00E01033"/>
    <w:rsid w:val="00E0265F"/>
    <w:rsid w:val="00E02BF3"/>
    <w:rsid w:val="00E0385E"/>
    <w:rsid w:val="00E03F5A"/>
    <w:rsid w:val="00E05AA1"/>
    <w:rsid w:val="00E06F3B"/>
    <w:rsid w:val="00E1152D"/>
    <w:rsid w:val="00E11A0F"/>
    <w:rsid w:val="00E11A26"/>
    <w:rsid w:val="00E12373"/>
    <w:rsid w:val="00E126F2"/>
    <w:rsid w:val="00E1414D"/>
    <w:rsid w:val="00E14F15"/>
    <w:rsid w:val="00E16338"/>
    <w:rsid w:val="00E16732"/>
    <w:rsid w:val="00E17039"/>
    <w:rsid w:val="00E173FF"/>
    <w:rsid w:val="00E178B0"/>
    <w:rsid w:val="00E2086B"/>
    <w:rsid w:val="00E20DEE"/>
    <w:rsid w:val="00E22D24"/>
    <w:rsid w:val="00E2339C"/>
    <w:rsid w:val="00E2404C"/>
    <w:rsid w:val="00E2495D"/>
    <w:rsid w:val="00E24B71"/>
    <w:rsid w:val="00E25540"/>
    <w:rsid w:val="00E25AFD"/>
    <w:rsid w:val="00E269E1"/>
    <w:rsid w:val="00E305E3"/>
    <w:rsid w:val="00E314FC"/>
    <w:rsid w:val="00E31E16"/>
    <w:rsid w:val="00E32139"/>
    <w:rsid w:val="00E3444A"/>
    <w:rsid w:val="00E34D58"/>
    <w:rsid w:val="00E350F0"/>
    <w:rsid w:val="00E363CD"/>
    <w:rsid w:val="00E367C3"/>
    <w:rsid w:val="00E368E8"/>
    <w:rsid w:val="00E401CA"/>
    <w:rsid w:val="00E40BFA"/>
    <w:rsid w:val="00E40C1B"/>
    <w:rsid w:val="00E40EA4"/>
    <w:rsid w:val="00E41E32"/>
    <w:rsid w:val="00E43891"/>
    <w:rsid w:val="00E44C3B"/>
    <w:rsid w:val="00E5064D"/>
    <w:rsid w:val="00E507CF"/>
    <w:rsid w:val="00E50DF1"/>
    <w:rsid w:val="00E5107E"/>
    <w:rsid w:val="00E514C1"/>
    <w:rsid w:val="00E521E7"/>
    <w:rsid w:val="00E52C6B"/>
    <w:rsid w:val="00E5459C"/>
    <w:rsid w:val="00E54E41"/>
    <w:rsid w:val="00E55790"/>
    <w:rsid w:val="00E55B53"/>
    <w:rsid w:val="00E56133"/>
    <w:rsid w:val="00E578DA"/>
    <w:rsid w:val="00E602AD"/>
    <w:rsid w:val="00E60DCE"/>
    <w:rsid w:val="00E60E07"/>
    <w:rsid w:val="00E61C3A"/>
    <w:rsid w:val="00E62ED0"/>
    <w:rsid w:val="00E63608"/>
    <w:rsid w:val="00E65597"/>
    <w:rsid w:val="00E65C07"/>
    <w:rsid w:val="00E671DC"/>
    <w:rsid w:val="00E707A1"/>
    <w:rsid w:val="00E7209F"/>
    <w:rsid w:val="00E73577"/>
    <w:rsid w:val="00E741DF"/>
    <w:rsid w:val="00E74C41"/>
    <w:rsid w:val="00E763D8"/>
    <w:rsid w:val="00E763FE"/>
    <w:rsid w:val="00E7649E"/>
    <w:rsid w:val="00E765F6"/>
    <w:rsid w:val="00E77007"/>
    <w:rsid w:val="00E806BF"/>
    <w:rsid w:val="00E808EB"/>
    <w:rsid w:val="00E817C4"/>
    <w:rsid w:val="00E81D18"/>
    <w:rsid w:val="00E821C8"/>
    <w:rsid w:val="00E82DDD"/>
    <w:rsid w:val="00E83451"/>
    <w:rsid w:val="00E8383C"/>
    <w:rsid w:val="00E84A5E"/>
    <w:rsid w:val="00E85164"/>
    <w:rsid w:val="00E863D3"/>
    <w:rsid w:val="00E86B30"/>
    <w:rsid w:val="00E86B73"/>
    <w:rsid w:val="00E87121"/>
    <w:rsid w:val="00E873F5"/>
    <w:rsid w:val="00E87957"/>
    <w:rsid w:val="00E9070C"/>
    <w:rsid w:val="00E9076F"/>
    <w:rsid w:val="00E91E6E"/>
    <w:rsid w:val="00E923F6"/>
    <w:rsid w:val="00E92654"/>
    <w:rsid w:val="00E92AEA"/>
    <w:rsid w:val="00E92D6E"/>
    <w:rsid w:val="00E94B90"/>
    <w:rsid w:val="00E952FC"/>
    <w:rsid w:val="00E95382"/>
    <w:rsid w:val="00E9699C"/>
    <w:rsid w:val="00E96F9B"/>
    <w:rsid w:val="00E9796A"/>
    <w:rsid w:val="00EA0A44"/>
    <w:rsid w:val="00EA0A6E"/>
    <w:rsid w:val="00EA0A8B"/>
    <w:rsid w:val="00EA104D"/>
    <w:rsid w:val="00EA13AA"/>
    <w:rsid w:val="00EA16DB"/>
    <w:rsid w:val="00EA2597"/>
    <w:rsid w:val="00EA2A00"/>
    <w:rsid w:val="00EA2B43"/>
    <w:rsid w:val="00EA34F8"/>
    <w:rsid w:val="00EA3E38"/>
    <w:rsid w:val="00EA41ED"/>
    <w:rsid w:val="00EA44D0"/>
    <w:rsid w:val="00EA5480"/>
    <w:rsid w:val="00EA558E"/>
    <w:rsid w:val="00EA55EF"/>
    <w:rsid w:val="00EA6F52"/>
    <w:rsid w:val="00EA729D"/>
    <w:rsid w:val="00EA7E5D"/>
    <w:rsid w:val="00EB04A8"/>
    <w:rsid w:val="00EB1668"/>
    <w:rsid w:val="00EB18B1"/>
    <w:rsid w:val="00EB1A04"/>
    <w:rsid w:val="00EB211B"/>
    <w:rsid w:val="00EB3B86"/>
    <w:rsid w:val="00EB3F48"/>
    <w:rsid w:val="00EB4035"/>
    <w:rsid w:val="00EB4190"/>
    <w:rsid w:val="00EB4883"/>
    <w:rsid w:val="00EB4893"/>
    <w:rsid w:val="00EB4944"/>
    <w:rsid w:val="00EB49F5"/>
    <w:rsid w:val="00EB4F19"/>
    <w:rsid w:val="00EB500F"/>
    <w:rsid w:val="00EB5239"/>
    <w:rsid w:val="00EB552D"/>
    <w:rsid w:val="00EB5A78"/>
    <w:rsid w:val="00EB5E0C"/>
    <w:rsid w:val="00EB6EE0"/>
    <w:rsid w:val="00EB718B"/>
    <w:rsid w:val="00EB7224"/>
    <w:rsid w:val="00EB7324"/>
    <w:rsid w:val="00EC0AAA"/>
    <w:rsid w:val="00EC1186"/>
    <w:rsid w:val="00EC2A89"/>
    <w:rsid w:val="00EC2FEA"/>
    <w:rsid w:val="00EC3B57"/>
    <w:rsid w:val="00EC487A"/>
    <w:rsid w:val="00EC49AA"/>
    <w:rsid w:val="00EC4C4A"/>
    <w:rsid w:val="00EC4F94"/>
    <w:rsid w:val="00EC566F"/>
    <w:rsid w:val="00EC5C3D"/>
    <w:rsid w:val="00EC5F2F"/>
    <w:rsid w:val="00EC7000"/>
    <w:rsid w:val="00EC70C1"/>
    <w:rsid w:val="00EC71F5"/>
    <w:rsid w:val="00ED030C"/>
    <w:rsid w:val="00ED0FE8"/>
    <w:rsid w:val="00ED2101"/>
    <w:rsid w:val="00ED411C"/>
    <w:rsid w:val="00ED44D8"/>
    <w:rsid w:val="00ED4B05"/>
    <w:rsid w:val="00ED5A69"/>
    <w:rsid w:val="00ED624F"/>
    <w:rsid w:val="00ED6758"/>
    <w:rsid w:val="00ED737E"/>
    <w:rsid w:val="00EE08B2"/>
    <w:rsid w:val="00EE0B9D"/>
    <w:rsid w:val="00EE19A3"/>
    <w:rsid w:val="00EE2059"/>
    <w:rsid w:val="00EE298A"/>
    <w:rsid w:val="00EE3D78"/>
    <w:rsid w:val="00EE56EC"/>
    <w:rsid w:val="00EE571C"/>
    <w:rsid w:val="00EE598B"/>
    <w:rsid w:val="00EE7610"/>
    <w:rsid w:val="00EE791B"/>
    <w:rsid w:val="00EF0319"/>
    <w:rsid w:val="00EF05A1"/>
    <w:rsid w:val="00EF0C91"/>
    <w:rsid w:val="00EF1B50"/>
    <w:rsid w:val="00EF2053"/>
    <w:rsid w:val="00EF2B14"/>
    <w:rsid w:val="00EF2E06"/>
    <w:rsid w:val="00EF387C"/>
    <w:rsid w:val="00EF3FD2"/>
    <w:rsid w:val="00EF469D"/>
    <w:rsid w:val="00EF47DF"/>
    <w:rsid w:val="00EF4C3C"/>
    <w:rsid w:val="00EF7938"/>
    <w:rsid w:val="00EF7C83"/>
    <w:rsid w:val="00F0094B"/>
    <w:rsid w:val="00F01773"/>
    <w:rsid w:val="00F01F57"/>
    <w:rsid w:val="00F021D8"/>
    <w:rsid w:val="00F02A02"/>
    <w:rsid w:val="00F0428D"/>
    <w:rsid w:val="00F0578A"/>
    <w:rsid w:val="00F060CD"/>
    <w:rsid w:val="00F06548"/>
    <w:rsid w:val="00F12078"/>
    <w:rsid w:val="00F12406"/>
    <w:rsid w:val="00F12AD5"/>
    <w:rsid w:val="00F134EB"/>
    <w:rsid w:val="00F139E9"/>
    <w:rsid w:val="00F1617B"/>
    <w:rsid w:val="00F17BDD"/>
    <w:rsid w:val="00F17F9F"/>
    <w:rsid w:val="00F20E44"/>
    <w:rsid w:val="00F21D20"/>
    <w:rsid w:val="00F21F8F"/>
    <w:rsid w:val="00F22154"/>
    <w:rsid w:val="00F22A64"/>
    <w:rsid w:val="00F23784"/>
    <w:rsid w:val="00F257A3"/>
    <w:rsid w:val="00F26413"/>
    <w:rsid w:val="00F26D76"/>
    <w:rsid w:val="00F274EC"/>
    <w:rsid w:val="00F30274"/>
    <w:rsid w:val="00F305A8"/>
    <w:rsid w:val="00F308E3"/>
    <w:rsid w:val="00F30EDF"/>
    <w:rsid w:val="00F31CEB"/>
    <w:rsid w:val="00F32483"/>
    <w:rsid w:val="00F32C25"/>
    <w:rsid w:val="00F33135"/>
    <w:rsid w:val="00F34A4E"/>
    <w:rsid w:val="00F34D4B"/>
    <w:rsid w:val="00F34DF4"/>
    <w:rsid w:val="00F34E8F"/>
    <w:rsid w:val="00F35818"/>
    <w:rsid w:val="00F35A4E"/>
    <w:rsid w:val="00F3624C"/>
    <w:rsid w:val="00F377BF"/>
    <w:rsid w:val="00F37820"/>
    <w:rsid w:val="00F401FD"/>
    <w:rsid w:val="00F402D1"/>
    <w:rsid w:val="00F410E3"/>
    <w:rsid w:val="00F41609"/>
    <w:rsid w:val="00F41B6A"/>
    <w:rsid w:val="00F44384"/>
    <w:rsid w:val="00F45003"/>
    <w:rsid w:val="00F45A4F"/>
    <w:rsid w:val="00F46A9A"/>
    <w:rsid w:val="00F47263"/>
    <w:rsid w:val="00F503F8"/>
    <w:rsid w:val="00F53148"/>
    <w:rsid w:val="00F54F75"/>
    <w:rsid w:val="00F55AFA"/>
    <w:rsid w:val="00F56396"/>
    <w:rsid w:val="00F566E7"/>
    <w:rsid w:val="00F5698A"/>
    <w:rsid w:val="00F5741D"/>
    <w:rsid w:val="00F57896"/>
    <w:rsid w:val="00F57EDB"/>
    <w:rsid w:val="00F6078B"/>
    <w:rsid w:val="00F630E5"/>
    <w:rsid w:val="00F634A8"/>
    <w:rsid w:val="00F64616"/>
    <w:rsid w:val="00F652E8"/>
    <w:rsid w:val="00F6577B"/>
    <w:rsid w:val="00F65CF0"/>
    <w:rsid w:val="00F65DAF"/>
    <w:rsid w:val="00F660D0"/>
    <w:rsid w:val="00F668A4"/>
    <w:rsid w:val="00F70671"/>
    <w:rsid w:val="00F706EB"/>
    <w:rsid w:val="00F7090E"/>
    <w:rsid w:val="00F709AF"/>
    <w:rsid w:val="00F7173E"/>
    <w:rsid w:val="00F71AAB"/>
    <w:rsid w:val="00F721ED"/>
    <w:rsid w:val="00F7228F"/>
    <w:rsid w:val="00F72B87"/>
    <w:rsid w:val="00F73B07"/>
    <w:rsid w:val="00F741AD"/>
    <w:rsid w:val="00F74A28"/>
    <w:rsid w:val="00F74E41"/>
    <w:rsid w:val="00F758B5"/>
    <w:rsid w:val="00F75BC9"/>
    <w:rsid w:val="00F75D0A"/>
    <w:rsid w:val="00F75DAE"/>
    <w:rsid w:val="00F764DB"/>
    <w:rsid w:val="00F77559"/>
    <w:rsid w:val="00F775A3"/>
    <w:rsid w:val="00F77C77"/>
    <w:rsid w:val="00F807F7"/>
    <w:rsid w:val="00F81056"/>
    <w:rsid w:val="00F8153B"/>
    <w:rsid w:val="00F82130"/>
    <w:rsid w:val="00F82D38"/>
    <w:rsid w:val="00F82E44"/>
    <w:rsid w:val="00F84227"/>
    <w:rsid w:val="00F84AF0"/>
    <w:rsid w:val="00F84D81"/>
    <w:rsid w:val="00F852BF"/>
    <w:rsid w:val="00F85B9B"/>
    <w:rsid w:val="00F85CA5"/>
    <w:rsid w:val="00F863F6"/>
    <w:rsid w:val="00F867FA"/>
    <w:rsid w:val="00F86ACD"/>
    <w:rsid w:val="00F87137"/>
    <w:rsid w:val="00F87A55"/>
    <w:rsid w:val="00F87D09"/>
    <w:rsid w:val="00F9067F"/>
    <w:rsid w:val="00F90CFA"/>
    <w:rsid w:val="00F91061"/>
    <w:rsid w:val="00F9167F"/>
    <w:rsid w:val="00F916FD"/>
    <w:rsid w:val="00F917F8"/>
    <w:rsid w:val="00F92A99"/>
    <w:rsid w:val="00F93661"/>
    <w:rsid w:val="00F936D4"/>
    <w:rsid w:val="00F9393A"/>
    <w:rsid w:val="00F93A75"/>
    <w:rsid w:val="00F94A0F"/>
    <w:rsid w:val="00F94DAC"/>
    <w:rsid w:val="00F954F1"/>
    <w:rsid w:val="00F956D5"/>
    <w:rsid w:val="00F9687B"/>
    <w:rsid w:val="00F969A0"/>
    <w:rsid w:val="00FA0AEC"/>
    <w:rsid w:val="00FA0F68"/>
    <w:rsid w:val="00FA1084"/>
    <w:rsid w:val="00FA1150"/>
    <w:rsid w:val="00FA1363"/>
    <w:rsid w:val="00FA1432"/>
    <w:rsid w:val="00FA1CC4"/>
    <w:rsid w:val="00FA1CCB"/>
    <w:rsid w:val="00FA4150"/>
    <w:rsid w:val="00FA4AB4"/>
    <w:rsid w:val="00FA5D50"/>
    <w:rsid w:val="00FA7396"/>
    <w:rsid w:val="00FA74D8"/>
    <w:rsid w:val="00FB0774"/>
    <w:rsid w:val="00FB0A06"/>
    <w:rsid w:val="00FB0E6C"/>
    <w:rsid w:val="00FB18FB"/>
    <w:rsid w:val="00FB1F09"/>
    <w:rsid w:val="00FB23D7"/>
    <w:rsid w:val="00FB3344"/>
    <w:rsid w:val="00FB3DC6"/>
    <w:rsid w:val="00FB456F"/>
    <w:rsid w:val="00FB4691"/>
    <w:rsid w:val="00FB5701"/>
    <w:rsid w:val="00FB5C55"/>
    <w:rsid w:val="00FB5DDD"/>
    <w:rsid w:val="00FB76BE"/>
    <w:rsid w:val="00FC0AEA"/>
    <w:rsid w:val="00FC0D0A"/>
    <w:rsid w:val="00FC2415"/>
    <w:rsid w:val="00FC2547"/>
    <w:rsid w:val="00FC27F3"/>
    <w:rsid w:val="00FC393E"/>
    <w:rsid w:val="00FC4CBA"/>
    <w:rsid w:val="00FC53FE"/>
    <w:rsid w:val="00FC5F04"/>
    <w:rsid w:val="00FC7C87"/>
    <w:rsid w:val="00FD021E"/>
    <w:rsid w:val="00FD1AA7"/>
    <w:rsid w:val="00FD2C0D"/>
    <w:rsid w:val="00FD2D34"/>
    <w:rsid w:val="00FD4A73"/>
    <w:rsid w:val="00FD5651"/>
    <w:rsid w:val="00FD6107"/>
    <w:rsid w:val="00FD7121"/>
    <w:rsid w:val="00FD7878"/>
    <w:rsid w:val="00FE0BC9"/>
    <w:rsid w:val="00FE13E9"/>
    <w:rsid w:val="00FE172D"/>
    <w:rsid w:val="00FE22F2"/>
    <w:rsid w:val="00FE3FF8"/>
    <w:rsid w:val="00FE5BF2"/>
    <w:rsid w:val="00FE65DD"/>
    <w:rsid w:val="00FE7785"/>
    <w:rsid w:val="00FF1AB0"/>
    <w:rsid w:val="00FF1DD9"/>
    <w:rsid w:val="00FF320E"/>
    <w:rsid w:val="00FF3816"/>
    <w:rsid w:val="00FF42AF"/>
    <w:rsid w:val="00FF5416"/>
    <w:rsid w:val="00FF58C6"/>
    <w:rsid w:val="00FF6ACB"/>
    <w:rsid w:val="00FF6CE9"/>
    <w:rsid w:val="00FF72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Name"/>
  <w:smartTagType w:namespaceuri="urn:schemas-microsoft-com:office:smarttags" w:name="State"/>
  <w:smartTagType w:namespaceuri="urn:schemas-microsoft-com:office:smarttags" w:name="place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5E43"/>
    <w:rPr>
      <w:rFonts w:ascii="Times" w:eastAsia="Times New Roman" w:hAnsi="Times"/>
      <w:sz w:val="24"/>
      <w:szCs w:val="20"/>
      <w:lang w:eastAsia="en-C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Wine">
    <w:name w:val="Wine"/>
    <w:basedOn w:val="Normal"/>
    <w:link w:val="WineChar"/>
    <w:autoRedefine/>
    <w:uiPriority w:val="99"/>
    <w:rsid w:val="004C1E0C"/>
    <w:pPr>
      <w:tabs>
        <w:tab w:val="left" w:pos="4395"/>
      </w:tabs>
    </w:pPr>
    <w:rPr>
      <w:rFonts w:ascii="Times New Roman" w:hAnsi="Times New Roman"/>
      <w:i/>
      <w:spacing w:val="6"/>
      <w:sz w:val="20"/>
    </w:rPr>
  </w:style>
  <w:style w:type="character" w:customStyle="1" w:styleId="WineChar">
    <w:name w:val="Wine Char"/>
    <w:basedOn w:val="DefaultParagraphFont"/>
    <w:link w:val="Wine"/>
    <w:uiPriority w:val="99"/>
    <w:locked/>
    <w:rsid w:val="004C1E0C"/>
    <w:rPr>
      <w:rFonts w:eastAsia="Times New Roman" w:cs="Times New Roman"/>
      <w:i/>
      <w:spacing w:val="6"/>
      <w:lang w:val="en-US" w:eastAsia="en-CA" w:bidi="ar-SA"/>
    </w:rPr>
  </w:style>
  <w:style w:type="paragraph" w:customStyle="1" w:styleId="Food">
    <w:name w:val="Food"/>
    <w:basedOn w:val="Normal"/>
    <w:link w:val="FoodChar"/>
    <w:autoRedefine/>
    <w:uiPriority w:val="99"/>
    <w:rsid w:val="00F741AD"/>
    <w:pPr>
      <w:tabs>
        <w:tab w:val="left" w:pos="4395"/>
      </w:tabs>
      <w:ind w:right="274"/>
    </w:pPr>
    <w:rPr>
      <w:rFonts w:ascii="Times New Roman" w:hAnsi="Times New Roman"/>
      <w:i/>
      <w:noProof/>
      <w:spacing w:val="8"/>
      <w:sz w:val="20"/>
      <w:lang w:val="fr-CA" w:eastAsia="en-US"/>
    </w:rPr>
  </w:style>
  <w:style w:type="character" w:customStyle="1" w:styleId="FoodChar">
    <w:name w:val="Food Char"/>
    <w:basedOn w:val="DefaultParagraphFont"/>
    <w:link w:val="Food"/>
    <w:uiPriority w:val="99"/>
    <w:locked/>
    <w:rsid w:val="00F741AD"/>
    <w:rPr>
      <w:rFonts w:eastAsia="Times New Roman" w:cs="Times New Roman"/>
      <w:i/>
      <w:noProof/>
      <w:spacing w:val="8"/>
      <w:lang w:val="fr-CA" w:eastAsia="en-US" w:bidi="ar-SA"/>
    </w:rPr>
  </w:style>
  <w:style w:type="paragraph" w:styleId="BalloonText">
    <w:name w:val="Balloon Text"/>
    <w:basedOn w:val="Normal"/>
    <w:link w:val="BalloonTextChar"/>
    <w:uiPriority w:val="99"/>
    <w:semiHidden/>
    <w:rsid w:val="00215E4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15E43"/>
    <w:rPr>
      <w:rFonts w:ascii="Tahoma" w:hAnsi="Tahoma" w:cs="Tahoma"/>
      <w:sz w:val="16"/>
      <w:szCs w:val="16"/>
      <w:lang w:eastAsia="en-CA"/>
    </w:rPr>
  </w:style>
  <w:style w:type="character" w:styleId="CommentReference">
    <w:name w:val="annotation reference"/>
    <w:basedOn w:val="DefaultParagraphFont"/>
    <w:uiPriority w:val="99"/>
    <w:semiHidden/>
    <w:rsid w:val="00790246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790246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A11829"/>
    <w:rPr>
      <w:rFonts w:ascii="Times" w:hAnsi="Times" w:cs="Times New Roman"/>
      <w:sz w:val="20"/>
      <w:szCs w:val="20"/>
      <w:lang w:eastAsia="en-C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79024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A11829"/>
    <w:rPr>
      <w:b/>
      <w:bCs/>
    </w:rPr>
  </w:style>
  <w:style w:type="character" w:styleId="Emphasis">
    <w:name w:val="Emphasis"/>
    <w:basedOn w:val="DefaultParagraphFont"/>
    <w:uiPriority w:val="99"/>
    <w:qFormat/>
    <w:locked/>
    <w:rsid w:val="00833A11"/>
    <w:rPr>
      <w:rFonts w:cs="Times New Roman"/>
      <w:b/>
      <w:bCs/>
    </w:rPr>
  </w:style>
  <w:style w:type="paragraph" w:styleId="ListBullet">
    <w:name w:val="List Bullet"/>
    <w:basedOn w:val="Normal"/>
    <w:uiPriority w:val="99"/>
    <w:rsid w:val="001D54BC"/>
    <w:pPr>
      <w:numPr>
        <w:numId w:val="1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9019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99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99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99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</TotalTime>
  <Pages>1</Pages>
  <Words>529</Words>
  <Characters>3016</Characters>
  <Application>Microsoft Office Outlook</Application>
  <DocSecurity>0</DocSecurity>
  <Lines>0</Lines>
  <Paragraphs>0</Paragraphs>
  <ScaleCrop>false</ScaleCrop>
  <Company> 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Organic Ontario Fries</dc:title>
  <dc:subject/>
  <dc:creator>richardh</dc:creator>
  <cp:keywords/>
  <dc:description/>
  <cp:lastModifiedBy>Ted</cp:lastModifiedBy>
  <cp:revision>2</cp:revision>
  <cp:lastPrinted>2011-03-08T20:41:00Z</cp:lastPrinted>
  <dcterms:created xsi:type="dcterms:W3CDTF">2011-03-09T20:38:00Z</dcterms:created>
  <dcterms:modified xsi:type="dcterms:W3CDTF">2011-03-09T20:38:00Z</dcterms:modified>
</cp:coreProperties>
</file>