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0A" w:rsidRDefault="003D0C0A" w:rsidP="00F741AD">
      <w:pPr>
        <w:pStyle w:val="Food"/>
        <w:rPr>
          <w:b/>
          <w:i w:val="0"/>
        </w:rPr>
      </w:pPr>
    </w:p>
    <w:p w:rsidR="003D0C0A" w:rsidRPr="009B53BB" w:rsidRDefault="003D0C0A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3D0C0A" w:rsidRPr="009B53BB" w:rsidRDefault="003D0C0A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3D0C0A" w:rsidRPr="009B53BB" w:rsidRDefault="003D0C0A" w:rsidP="00F741AD">
      <w:pPr>
        <w:pStyle w:val="Food"/>
      </w:pPr>
      <w:r w:rsidRPr="009B53BB">
        <w:t>Terra Serena</w:t>
      </w:r>
    </w:p>
    <w:p w:rsidR="003D0C0A" w:rsidRPr="009B53BB" w:rsidRDefault="003D0C0A" w:rsidP="00F741AD">
      <w:pPr>
        <w:pStyle w:val="Food"/>
      </w:pPr>
      <w:r w:rsidRPr="009B53BB">
        <w:t>Prosecco                                7.00 (3oz) ~ 13.50 (6oz)</w:t>
      </w:r>
    </w:p>
    <w:p w:rsidR="003D0C0A" w:rsidRPr="009B53BB" w:rsidRDefault="003D0C0A" w:rsidP="00F741AD">
      <w:pPr>
        <w:pStyle w:val="Food"/>
        <w:rPr>
          <w:sz w:val="24"/>
          <w:szCs w:val="24"/>
        </w:rPr>
      </w:pPr>
    </w:p>
    <w:p w:rsidR="003D0C0A" w:rsidRPr="00B23E19" w:rsidRDefault="003D0C0A" w:rsidP="00F741AD">
      <w:pPr>
        <w:pStyle w:val="Food"/>
        <w:rPr>
          <w:b/>
          <w:i w:val="0"/>
        </w:rPr>
      </w:pPr>
      <w:r w:rsidRPr="00B23E19">
        <w:rPr>
          <w:b/>
          <w:i w:val="0"/>
        </w:rPr>
        <w:t>Grilled Flat Bread</w:t>
      </w:r>
      <w:r w:rsidRPr="00B23E19">
        <w:rPr>
          <w:b/>
          <w:i w:val="0"/>
        </w:rPr>
        <w:tab/>
        <w:t xml:space="preserve"> 7</w:t>
      </w:r>
    </w:p>
    <w:p w:rsidR="003D0C0A" w:rsidRPr="00B23E19" w:rsidRDefault="003D0C0A" w:rsidP="00F741AD">
      <w:pPr>
        <w:pStyle w:val="Food"/>
        <w:rPr>
          <w:i w:val="0"/>
        </w:rPr>
      </w:pPr>
      <w:r>
        <w:rPr>
          <w:i w:val="0"/>
        </w:rPr>
        <w:t>Tatziki, pickled, red onion &amp; chives</w:t>
      </w:r>
    </w:p>
    <w:p w:rsidR="003D0C0A" w:rsidRPr="001149B2" w:rsidRDefault="003D0C0A" w:rsidP="00A969DD">
      <w:pPr>
        <w:pStyle w:val="Wine"/>
      </w:pPr>
      <w:r w:rsidRPr="001149B2">
        <w:t>2009 Venica &amp; Venica</w:t>
      </w:r>
    </w:p>
    <w:p w:rsidR="003D0C0A" w:rsidRPr="009B53BB" w:rsidRDefault="003D0C0A" w:rsidP="00A969DD">
      <w:pPr>
        <w:pStyle w:val="Food"/>
        <w:rPr>
          <w:b/>
        </w:rPr>
      </w:pPr>
      <w:r w:rsidRPr="001149B2">
        <w:t>Tocai Friulano                       9.25 (3oz) ~ 18.00 (6oz)</w:t>
      </w:r>
    </w:p>
    <w:p w:rsidR="003D0C0A" w:rsidRPr="009B53BB" w:rsidRDefault="003D0C0A" w:rsidP="00A67E73">
      <w:pPr>
        <w:pStyle w:val="Food"/>
        <w:rPr>
          <w:sz w:val="24"/>
          <w:szCs w:val="24"/>
        </w:rPr>
      </w:pPr>
    </w:p>
    <w:p w:rsidR="003D0C0A" w:rsidRPr="00B23E19" w:rsidRDefault="003D0C0A" w:rsidP="00A67E73">
      <w:pPr>
        <w:pStyle w:val="Food"/>
        <w:rPr>
          <w:i w:val="0"/>
        </w:rPr>
      </w:pPr>
      <w:r w:rsidRPr="00B23E19">
        <w:rPr>
          <w:b/>
          <w:i w:val="0"/>
        </w:rPr>
        <w:t>Split Pea &amp; Sausage Soup</w:t>
      </w:r>
      <w:r w:rsidRPr="00B23E19">
        <w:rPr>
          <w:b/>
          <w:i w:val="0"/>
        </w:rPr>
        <w:tab/>
        <w:t xml:space="preserve"> 5</w:t>
      </w:r>
      <w:r w:rsidRPr="00B23E19">
        <w:rPr>
          <w:i w:val="0"/>
        </w:rPr>
        <w:t xml:space="preserve"> </w:t>
      </w:r>
    </w:p>
    <w:p w:rsidR="003D0C0A" w:rsidRPr="00B23E19" w:rsidRDefault="003D0C0A" w:rsidP="00A67E73">
      <w:pPr>
        <w:pStyle w:val="Food"/>
        <w:rPr>
          <w:b/>
          <w:i w:val="0"/>
        </w:rPr>
      </w:pPr>
      <w:r>
        <w:rPr>
          <w:i w:val="0"/>
        </w:rPr>
        <w:t>Garlic crostini</w:t>
      </w:r>
      <w:r w:rsidRPr="00B23E19">
        <w:rPr>
          <w:i w:val="0"/>
        </w:rPr>
        <w:t xml:space="preserve"> &amp; parsley</w:t>
      </w:r>
    </w:p>
    <w:p w:rsidR="003D0C0A" w:rsidRPr="000A44D5" w:rsidRDefault="003D0C0A" w:rsidP="000A44D5">
      <w:pPr>
        <w:pStyle w:val="Wine"/>
      </w:pPr>
      <w:r w:rsidRPr="000A44D5">
        <w:t>2008 Stratus</w:t>
      </w:r>
    </w:p>
    <w:p w:rsidR="003D0C0A" w:rsidRPr="009B53BB" w:rsidRDefault="003D0C0A" w:rsidP="000A44D5">
      <w:pPr>
        <w:pStyle w:val="Wine"/>
        <w:rPr>
          <w:b/>
          <w:i w:val="0"/>
        </w:rPr>
      </w:pPr>
      <w:r w:rsidRPr="000A44D5">
        <w:t>Viognier                                  13.50(3oz) ~ 26.50 (6oz)</w:t>
      </w:r>
    </w:p>
    <w:p w:rsidR="003D0C0A" w:rsidRPr="009B53BB" w:rsidRDefault="003D0C0A" w:rsidP="00A969DD">
      <w:pPr>
        <w:pStyle w:val="Food"/>
        <w:rPr>
          <w:sz w:val="24"/>
          <w:szCs w:val="24"/>
        </w:rPr>
      </w:pPr>
    </w:p>
    <w:p w:rsidR="003D0C0A" w:rsidRPr="009B53BB" w:rsidRDefault="003D0C0A" w:rsidP="001D54BC">
      <w:pPr>
        <w:pStyle w:val="Wine"/>
        <w:rPr>
          <w:b/>
          <w:i w:val="0"/>
        </w:rPr>
      </w:pPr>
      <w:r>
        <w:rPr>
          <w:b/>
          <w:i w:val="0"/>
        </w:rPr>
        <w:t>Pork Belly &amp; Quail’s Egg Sandwich</w:t>
      </w:r>
      <w:r>
        <w:rPr>
          <w:b/>
          <w:i w:val="0"/>
        </w:rPr>
        <w:tab/>
        <w:t xml:space="preserve"> 9</w:t>
      </w:r>
    </w:p>
    <w:p w:rsidR="003D0C0A" w:rsidRPr="009B53BB" w:rsidRDefault="003D0C0A" w:rsidP="001D54BC">
      <w:pPr>
        <w:pStyle w:val="Wine"/>
        <w:rPr>
          <w:i w:val="0"/>
        </w:rPr>
      </w:pPr>
      <w:r>
        <w:rPr>
          <w:i w:val="0"/>
        </w:rPr>
        <w:t>Herb sour cream,</w:t>
      </w:r>
      <w:r w:rsidRPr="009B53BB">
        <w:rPr>
          <w:i w:val="0"/>
        </w:rPr>
        <w:t xml:space="preserve"> toasted ancient grain</w:t>
      </w:r>
      <w:r>
        <w:rPr>
          <w:i w:val="0"/>
        </w:rPr>
        <w:t xml:space="preserve"> &amp; mustard arugula</w:t>
      </w:r>
    </w:p>
    <w:p w:rsidR="003D0C0A" w:rsidRPr="009B53BB" w:rsidRDefault="003D0C0A" w:rsidP="0052472D">
      <w:pPr>
        <w:pStyle w:val="Food"/>
      </w:pPr>
      <w:r w:rsidRPr="009B53BB">
        <w:t>2007 Stratus Tollgate White</w:t>
      </w:r>
    </w:p>
    <w:p w:rsidR="003D0C0A" w:rsidRPr="009B53BB" w:rsidRDefault="003D0C0A" w:rsidP="0052472D">
      <w:pPr>
        <w:pStyle w:val="Wine"/>
      </w:pPr>
      <w:r w:rsidRPr="009B53BB">
        <w:t>Semillon, Chardonnay, Others   6.00(3oz) ~ 11.50 (6oz)</w:t>
      </w:r>
    </w:p>
    <w:p w:rsidR="003D0C0A" w:rsidRDefault="003D0C0A" w:rsidP="004B38B5">
      <w:pPr>
        <w:pStyle w:val="Food"/>
        <w:rPr>
          <w:sz w:val="24"/>
          <w:szCs w:val="24"/>
        </w:rPr>
      </w:pPr>
    </w:p>
    <w:p w:rsidR="003D0C0A" w:rsidRPr="002D37EA" w:rsidRDefault="003D0C0A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Chili Con Carne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3D0C0A" w:rsidRPr="002D37EA" w:rsidRDefault="003D0C0A" w:rsidP="004C1E0C">
      <w:pPr>
        <w:pStyle w:val="Wine"/>
        <w:rPr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</w:t>
      </w:r>
      <w:r w:rsidRPr="002D37EA">
        <w:rPr>
          <w:i w:val="0"/>
        </w:rPr>
        <w:t>heese curds</w:t>
      </w:r>
      <w:r>
        <w:rPr>
          <w:i w:val="0"/>
        </w:rPr>
        <w:t xml:space="preserve"> </w:t>
      </w:r>
      <w:r w:rsidRPr="002D37EA">
        <w:rPr>
          <w:i w:val="0"/>
        </w:rPr>
        <w:t>&amp; scallions</w:t>
      </w:r>
    </w:p>
    <w:p w:rsidR="003D0C0A" w:rsidRPr="009B53BB" w:rsidRDefault="003D0C0A" w:rsidP="009F03CD">
      <w:pPr>
        <w:pStyle w:val="Food"/>
      </w:pPr>
      <w:r w:rsidRPr="002D37EA">
        <w:t xml:space="preserve">2009 </w:t>
      </w:r>
      <w:r w:rsidRPr="00636C2B">
        <w:t>"Sibaris Special Reserve" Undurraga</w:t>
      </w:r>
      <w:r w:rsidRPr="002D37EA">
        <w:br/>
      </w:r>
      <w:r w:rsidRPr="00636C2B">
        <w:t>Carmenere</w:t>
      </w:r>
      <w:r>
        <w:t xml:space="preserve">      </w:t>
      </w:r>
      <w:r w:rsidRPr="002D37EA">
        <w:t xml:space="preserve">                      </w:t>
      </w:r>
      <w:r>
        <w:t>7.00</w:t>
      </w:r>
      <w:r w:rsidRPr="002D37EA">
        <w:t xml:space="preserve"> (3oz) ~ </w:t>
      </w:r>
      <w:r>
        <w:t>13.50</w:t>
      </w:r>
      <w:r w:rsidRPr="002D37EA">
        <w:t xml:space="preserve"> (6oz)</w:t>
      </w:r>
    </w:p>
    <w:p w:rsidR="003D0C0A" w:rsidRPr="009B53BB" w:rsidRDefault="003D0C0A" w:rsidP="009B53BB">
      <w:pPr>
        <w:pStyle w:val="Food"/>
        <w:rPr>
          <w:sz w:val="24"/>
          <w:szCs w:val="24"/>
        </w:rPr>
      </w:pPr>
    </w:p>
    <w:p w:rsidR="003D0C0A" w:rsidRPr="009B53BB" w:rsidRDefault="003D0C0A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3D0C0A" w:rsidRPr="009B53BB" w:rsidRDefault="003D0C0A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3D0C0A" w:rsidRPr="009B53BB" w:rsidRDefault="003D0C0A" w:rsidP="00111C57">
      <w:pPr>
        <w:pStyle w:val="Food"/>
      </w:pPr>
      <w:r w:rsidRPr="009B53BB">
        <w:t>2009 Estancia Piedra</w:t>
      </w:r>
    </w:p>
    <w:p w:rsidR="003D0C0A" w:rsidRPr="009B53BB" w:rsidRDefault="003D0C0A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3D0C0A" w:rsidRPr="009B53BB" w:rsidRDefault="003D0C0A" w:rsidP="009B53BB">
      <w:pPr>
        <w:pStyle w:val="Food"/>
        <w:rPr>
          <w:sz w:val="24"/>
          <w:szCs w:val="24"/>
        </w:rPr>
      </w:pPr>
    </w:p>
    <w:p w:rsidR="003D0C0A" w:rsidRPr="009B53BB" w:rsidRDefault="003D0C0A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Smoked Chicken </w:t>
      </w:r>
      <w:r>
        <w:rPr>
          <w:b/>
          <w:i w:val="0"/>
        </w:rPr>
        <w:t xml:space="preserve">&amp; Feta </w:t>
      </w:r>
      <w:r w:rsidRPr="009B53BB">
        <w:rPr>
          <w:b/>
          <w:i w:val="0"/>
        </w:rPr>
        <w:t>Salad</w:t>
      </w:r>
      <w:r w:rsidRPr="009B53BB">
        <w:rPr>
          <w:b/>
        </w:rPr>
        <w:tab/>
        <w:t xml:space="preserve">   </w:t>
      </w:r>
      <w:r w:rsidRPr="009B53BB">
        <w:rPr>
          <w:b/>
          <w:i w:val="0"/>
        </w:rPr>
        <w:t>8</w:t>
      </w:r>
    </w:p>
    <w:p w:rsidR="003D0C0A" w:rsidRPr="009B53BB" w:rsidRDefault="003D0C0A" w:rsidP="001D54BC">
      <w:pPr>
        <w:pStyle w:val="Food"/>
        <w:rPr>
          <w:i w:val="0"/>
        </w:rPr>
      </w:pPr>
      <w:r>
        <w:rPr>
          <w:i w:val="0"/>
        </w:rPr>
        <w:t>Sweet onions, candied w</w:t>
      </w:r>
      <w:r w:rsidRPr="009B53BB">
        <w:rPr>
          <w:i w:val="0"/>
        </w:rPr>
        <w:t xml:space="preserve">alnuts &amp; </w:t>
      </w:r>
      <w:r>
        <w:rPr>
          <w:i w:val="0"/>
        </w:rPr>
        <w:t xml:space="preserve">balsamic vinegrette </w:t>
      </w:r>
    </w:p>
    <w:p w:rsidR="003D0C0A" w:rsidRPr="009B53BB" w:rsidRDefault="003D0C0A" w:rsidP="00206B56">
      <w:pPr>
        <w:pStyle w:val="Food"/>
      </w:pPr>
      <w:r w:rsidRPr="009B53BB">
        <w:t>2009 Laurent Miquel Rosé</w:t>
      </w:r>
    </w:p>
    <w:p w:rsidR="003D0C0A" w:rsidRPr="009B53BB" w:rsidRDefault="003D0C0A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3D0C0A" w:rsidRPr="009B53BB" w:rsidRDefault="003D0C0A" w:rsidP="009B53BB">
      <w:pPr>
        <w:pStyle w:val="Food"/>
        <w:rPr>
          <w:sz w:val="24"/>
          <w:szCs w:val="24"/>
        </w:rPr>
      </w:pPr>
    </w:p>
    <w:p w:rsidR="003D0C0A" w:rsidRPr="009B53BB" w:rsidRDefault="003D0C0A" w:rsidP="00806D67">
      <w:pPr>
        <w:pStyle w:val="Wine"/>
        <w:rPr>
          <w:b/>
          <w:i w:val="0"/>
        </w:rPr>
      </w:pPr>
      <w:r>
        <w:rPr>
          <w:b/>
          <w:i w:val="0"/>
        </w:rPr>
        <w:t xml:space="preserve">Crispy Wild Fish Cake </w:t>
      </w:r>
      <w:r>
        <w:rPr>
          <w:b/>
          <w:i w:val="0"/>
        </w:rPr>
        <w:tab/>
        <w:t xml:space="preserve">  9</w:t>
      </w:r>
    </w:p>
    <w:p w:rsidR="003D0C0A" w:rsidRDefault="003D0C0A" w:rsidP="00806D67">
      <w:pPr>
        <w:pStyle w:val="Wine"/>
        <w:rPr>
          <w:i w:val="0"/>
        </w:rPr>
      </w:pPr>
      <w:r>
        <w:rPr>
          <w:i w:val="0"/>
        </w:rPr>
        <w:t>Creamy coleslaw, organic shrimp &amp; tartar sauce</w:t>
      </w:r>
    </w:p>
    <w:p w:rsidR="003D0C0A" w:rsidRPr="009B53BB" w:rsidRDefault="003D0C0A" w:rsidP="00806D67">
      <w:pPr>
        <w:pStyle w:val="Wine"/>
      </w:pPr>
      <w:r w:rsidRPr="009B53BB">
        <w:t xml:space="preserve">2009 "Alargo" Bod. Gomez y Rial </w:t>
      </w:r>
      <w:r w:rsidRPr="009B53BB">
        <w:br/>
        <w:t>Albariño                                 8.50 (3oz) ~ 16.75 (6oz)</w:t>
      </w:r>
    </w:p>
    <w:p w:rsidR="003D0C0A" w:rsidRPr="009B53BB" w:rsidRDefault="003D0C0A" w:rsidP="009B53BB">
      <w:pPr>
        <w:pStyle w:val="Food"/>
        <w:rPr>
          <w:sz w:val="24"/>
          <w:szCs w:val="24"/>
        </w:rPr>
      </w:pPr>
    </w:p>
    <w:p w:rsidR="003D0C0A" w:rsidRPr="00B23E19" w:rsidRDefault="003D0C0A" w:rsidP="00BD6AB4">
      <w:pPr>
        <w:pStyle w:val="Wine"/>
        <w:rPr>
          <w:b/>
        </w:rPr>
      </w:pPr>
      <w:r w:rsidRPr="00B23E19">
        <w:rPr>
          <w:b/>
          <w:i w:val="0"/>
        </w:rPr>
        <w:t>Spicy Chorizo Risotto</w:t>
      </w:r>
      <w:r w:rsidRPr="00B23E19">
        <w:rPr>
          <w:b/>
          <w:i w:val="0"/>
        </w:rPr>
        <w:tab/>
        <w:t xml:space="preserve">  11</w:t>
      </w:r>
    </w:p>
    <w:p w:rsidR="003D0C0A" w:rsidRPr="00B23E19" w:rsidRDefault="003D0C0A" w:rsidP="00BD6AB4">
      <w:pPr>
        <w:pStyle w:val="Wine"/>
        <w:rPr>
          <w:i w:val="0"/>
        </w:rPr>
      </w:pPr>
      <w:r w:rsidRPr="00B23E19">
        <w:rPr>
          <w:i w:val="0"/>
        </w:rPr>
        <w:t>Roasted red peppers, baby spinach &amp; goat cheese</w:t>
      </w:r>
    </w:p>
    <w:p w:rsidR="003D0C0A" w:rsidRPr="009B53BB" w:rsidRDefault="003D0C0A" w:rsidP="00BD6AB4">
      <w:pPr>
        <w:pStyle w:val="Wine"/>
        <w:rPr>
          <w:b/>
          <w:i w:val="0"/>
        </w:rPr>
      </w:pPr>
      <w:r w:rsidRPr="00BC5ADA">
        <w:t>2007 Nicolaysen “Our 11”</w:t>
      </w:r>
      <w:r w:rsidRPr="00BC5ADA">
        <w:br/>
        <w:t>Cab. Sauv., Zinf, Petite Sirah   10.25 (3oz) ~ 20.25 (6oz)</w:t>
      </w:r>
    </w:p>
    <w:p w:rsidR="003D0C0A" w:rsidRPr="009B53BB" w:rsidRDefault="003D0C0A" w:rsidP="009B53BB">
      <w:pPr>
        <w:pStyle w:val="Food"/>
        <w:rPr>
          <w:sz w:val="24"/>
          <w:szCs w:val="24"/>
        </w:rPr>
      </w:pPr>
    </w:p>
    <w:p w:rsidR="003D0C0A" w:rsidRPr="00B23E19" w:rsidRDefault="003D0C0A" w:rsidP="000C775F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Fried C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alamari                 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11</w:t>
      </w:r>
    </w:p>
    <w:p w:rsidR="003D0C0A" w:rsidRPr="00B23E19" w:rsidRDefault="003D0C0A" w:rsidP="000C775F">
      <w:pPr>
        <w:pStyle w:val="Wine"/>
        <w:rPr>
          <w:i w:val="0"/>
        </w:rPr>
      </w:pPr>
      <w:r w:rsidRPr="00B23E19">
        <w:rPr>
          <w:i w:val="0"/>
        </w:rPr>
        <w:t>Lemon greens</w:t>
      </w:r>
      <w:r>
        <w:rPr>
          <w:i w:val="0"/>
        </w:rPr>
        <w:t>,</w:t>
      </w:r>
      <w:r w:rsidRPr="00B23E19">
        <w:rPr>
          <w:i w:val="0"/>
        </w:rPr>
        <w:t xml:space="preserve"> feta &amp; sweet chili sauce </w:t>
      </w:r>
    </w:p>
    <w:p w:rsidR="003D0C0A" w:rsidRPr="009B53BB" w:rsidRDefault="003D0C0A" w:rsidP="000C775F">
      <w:pPr>
        <w:pStyle w:val="Wine"/>
        <w:rPr>
          <w:b/>
          <w:i w:val="0"/>
        </w:rPr>
      </w:pPr>
      <w:r w:rsidRPr="00B23E19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B23E19">
            <w:t>Maine</w:t>
          </w:r>
        </w:smartTag>
      </w:smartTag>
      <w:r w:rsidRPr="00B23E19">
        <w:t xml:space="preserve"> sur lies </w:t>
      </w:r>
      <w:r w:rsidRPr="00B23E19">
        <w:br/>
        <w:t>Melon de Bourgogne                  6.75(3oz) ~ 13.50 (6oz)</w:t>
      </w:r>
    </w:p>
    <w:p w:rsidR="003D0C0A" w:rsidRDefault="003D0C0A" w:rsidP="000C775F">
      <w:pPr>
        <w:pStyle w:val="Wine"/>
        <w:rPr>
          <w:b/>
          <w:i w:val="0"/>
        </w:rPr>
      </w:pPr>
    </w:p>
    <w:p w:rsidR="003D0C0A" w:rsidRPr="00B23E19" w:rsidRDefault="003D0C0A" w:rsidP="00B23E19">
      <w:pPr>
        <w:pStyle w:val="Wine"/>
        <w:rPr>
          <w:b/>
          <w:i w:val="0"/>
        </w:rPr>
      </w:pPr>
      <w:r>
        <w:rPr>
          <w:b/>
          <w:i w:val="0"/>
        </w:rPr>
        <w:t>Crunchy Mustard Polenta</w:t>
      </w:r>
      <w:r>
        <w:rPr>
          <w:b/>
          <w:i w:val="0"/>
        </w:rPr>
        <w:tab/>
        <w:t xml:space="preserve">  10</w:t>
      </w:r>
    </w:p>
    <w:p w:rsidR="003D0C0A" w:rsidRPr="00B23E19" w:rsidRDefault="003D0C0A" w:rsidP="00B23E19">
      <w:pPr>
        <w:pStyle w:val="Wine"/>
        <w:rPr>
          <w:b/>
          <w:i w:val="0"/>
        </w:rPr>
      </w:pPr>
      <w:r>
        <w:rPr>
          <w:i w:val="0"/>
        </w:rPr>
        <w:t>Ratatouille</w:t>
      </w:r>
      <w:r w:rsidRPr="00B23E19">
        <w:rPr>
          <w:i w:val="0"/>
        </w:rPr>
        <w:t xml:space="preserve">, </w:t>
      </w:r>
      <w:r>
        <w:rPr>
          <w:i w:val="0"/>
        </w:rPr>
        <w:t>pea shouts</w:t>
      </w:r>
      <w:r w:rsidRPr="00B23E19">
        <w:rPr>
          <w:i w:val="0"/>
        </w:rPr>
        <w:t xml:space="preserve"> &amp; toscano cheese</w:t>
      </w:r>
    </w:p>
    <w:p w:rsidR="003D0C0A" w:rsidRPr="00EA13AA" w:rsidRDefault="003D0C0A" w:rsidP="00B23E19">
      <w:pPr>
        <w:pStyle w:val="Wine"/>
        <w:rPr>
          <w:lang w:val="fr-CA"/>
        </w:rPr>
      </w:pPr>
      <w:r w:rsidRPr="00EA13AA">
        <w:rPr>
          <w:lang w:val="fr-CA"/>
        </w:rPr>
        <w:t xml:space="preserve">2009 Appleby Lane </w:t>
      </w:r>
    </w:p>
    <w:p w:rsidR="003D0C0A" w:rsidRPr="009B53BB" w:rsidRDefault="003D0C0A" w:rsidP="00B23E19">
      <w:pPr>
        <w:pStyle w:val="Wine"/>
        <w:rPr>
          <w:b/>
          <w:i w:val="0"/>
        </w:rPr>
      </w:pPr>
      <w:r w:rsidRPr="00EA13AA">
        <w:rPr>
          <w:lang w:val="fr-CA"/>
        </w:rPr>
        <w:t>Sauvignon blanc                       8.10 (3oz) ~ 16.00 (6oz)</w:t>
      </w:r>
    </w:p>
    <w:p w:rsidR="003D0C0A" w:rsidRDefault="003D0C0A" w:rsidP="00C56E55">
      <w:pPr>
        <w:pStyle w:val="Wine"/>
        <w:rPr>
          <w:b/>
          <w:i w:val="0"/>
        </w:rPr>
      </w:pPr>
    </w:p>
    <w:p w:rsidR="003D0C0A" w:rsidRPr="002D452F" w:rsidRDefault="003D0C0A" w:rsidP="00C56E55">
      <w:pPr>
        <w:pStyle w:val="Wine"/>
        <w:rPr>
          <w:b/>
          <w:i w:val="0"/>
        </w:rPr>
      </w:pPr>
      <w:r>
        <w:rPr>
          <w:b/>
          <w:i w:val="0"/>
        </w:rPr>
        <w:t>Honey Mustard Ham</w:t>
      </w:r>
      <w:r>
        <w:rPr>
          <w:b/>
          <w:i w:val="0"/>
        </w:rPr>
        <w:tab/>
      </w:r>
      <w:r w:rsidRPr="002D452F">
        <w:rPr>
          <w:b/>
          <w:i w:val="0"/>
        </w:rPr>
        <w:t xml:space="preserve">  1</w:t>
      </w:r>
      <w:r>
        <w:rPr>
          <w:b/>
          <w:i w:val="0"/>
        </w:rPr>
        <w:t>1</w:t>
      </w:r>
    </w:p>
    <w:p w:rsidR="003D0C0A" w:rsidRPr="002D452F" w:rsidRDefault="003D0C0A" w:rsidP="00C56E55">
      <w:pPr>
        <w:pStyle w:val="Wine"/>
        <w:rPr>
          <w:b/>
          <w:i w:val="0"/>
        </w:rPr>
      </w:pPr>
      <w:r w:rsidRPr="002D452F">
        <w:rPr>
          <w:i w:val="0"/>
        </w:rPr>
        <w:t>Couscous, raisins</w:t>
      </w:r>
      <w:r>
        <w:rPr>
          <w:i w:val="0"/>
        </w:rPr>
        <w:t>, confit tomatoes &amp; caramelized onions</w:t>
      </w:r>
    </w:p>
    <w:p w:rsidR="003D0C0A" w:rsidRPr="009B53BB" w:rsidRDefault="003D0C0A" w:rsidP="00C56E55">
      <w:pPr>
        <w:pStyle w:val="Wine"/>
        <w:rPr>
          <w:b/>
          <w:i w:val="0"/>
        </w:rPr>
      </w:pPr>
      <w:r w:rsidRPr="001149B2">
        <w:t xml:space="preserve">2008 "Cooper Hill" </w:t>
      </w:r>
      <w:smartTag w:uri="urn:schemas-microsoft-com:office:smarttags" w:element="place">
        <w:smartTag w:uri="urn:schemas-microsoft-com:office:smarttags" w:element="PlaceName">
          <w:r w:rsidRPr="001149B2">
            <w:t>Cooper</w:t>
          </w:r>
        </w:smartTag>
        <w:r w:rsidRPr="001149B2">
          <w:t xml:space="preserve"> </w:t>
        </w:r>
        <w:smartTag w:uri="urn:schemas-microsoft-com:office:smarttags" w:element="PlaceName">
          <w:r w:rsidRPr="001149B2">
            <w:t>Mountain</w:t>
          </w:r>
        </w:smartTag>
      </w:smartTag>
      <w:r w:rsidRPr="001149B2">
        <w:t xml:space="preserve"> Vineyards</w:t>
      </w:r>
      <w:r w:rsidRPr="001149B2">
        <w:br/>
      </w:r>
      <w:r w:rsidRPr="001149B2">
        <w:rPr>
          <w:lang w:val="fr-CA"/>
        </w:rPr>
        <w:t xml:space="preserve">Pinot Noir  </w:t>
      </w:r>
      <w:r w:rsidRPr="001149B2">
        <w:t xml:space="preserve">                               8.50 (3oz) ~ 16.50 (6oz)</w:t>
      </w:r>
    </w:p>
    <w:p w:rsidR="003D0C0A" w:rsidRDefault="003D0C0A" w:rsidP="00B23E19">
      <w:pPr>
        <w:pStyle w:val="Wine"/>
        <w:rPr>
          <w:b/>
          <w:i w:val="0"/>
        </w:rPr>
      </w:pPr>
    </w:p>
    <w:p w:rsidR="003D0C0A" w:rsidRDefault="003D0C0A" w:rsidP="00B23E19">
      <w:pPr>
        <w:pStyle w:val="Wine"/>
        <w:rPr>
          <w:b/>
          <w:i w:val="0"/>
        </w:rPr>
      </w:pPr>
    </w:p>
    <w:p w:rsidR="003D0C0A" w:rsidRDefault="003D0C0A" w:rsidP="00B23E19">
      <w:pPr>
        <w:pStyle w:val="Wine"/>
        <w:rPr>
          <w:b/>
          <w:i w:val="0"/>
        </w:rPr>
      </w:pPr>
    </w:p>
    <w:p w:rsidR="003D0C0A" w:rsidRDefault="003D0C0A" w:rsidP="00B23E19">
      <w:pPr>
        <w:pStyle w:val="Wine"/>
        <w:rPr>
          <w:b/>
          <w:i w:val="0"/>
        </w:rPr>
      </w:pPr>
    </w:p>
    <w:p w:rsidR="003D0C0A" w:rsidRPr="002D37EA" w:rsidRDefault="003D0C0A" w:rsidP="00481AAF">
      <w:pPr>
        <w:pStyle w:val="Wine"/>
        <w:rPr>
          <w:b/>
          <w:i w:val="0"/>
        </w:rPr>
      </w:pPr>
      <w:r>
        <w:rPr>
          <w:b/>
          <w:i w:val="0"/>
        </w:rPr>
        <w:t xml:space="preserve">Seared </w:t>
      </w:r>
      <w:smartTag w:uri="urn:schemas-microsoft-com:office:smarttags" w:element="Stat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 w:rsidRPr="002D37EA">
        <w:rPr>
          <w:b/>
          <w:i w:val="0"/>
        </w:rPr>
        <w:tab/>
        <w:t xml:space="preserve">   14</w:t>
      </w:r>
    </w:p>
    <w:p w:rsidR="003D0C0A" w:rsidRPr="002D37EA" w:rsidRDefault="003D0C0A" w:rsidP="00481AAF">
      <w:pPr>
        <w:pStyle w:val="Wine"/>
        <w:rPr>
          <w:b/>
          <w:i w:val="0"/>
        </w:rPr>
      </w:pPr>
      <w:r>
        <w:rPr>
          <w:i w:val="0"/>
        </w:rPr>
        <w:t xml:space="preserve">Pearl onions, garlic rapini &amp; </w:t>
      </w:r>
      <w:smartTag w:uri="urn:schemas-microsoft-com:office:smarttags" w:element="State">
        <w:r>
          <w:rPr>
            <w:i w:val="0"/>
          </w:rPr>
          <w:t>Niagara</w:t>
        </w:r>
      </w:smartTag>
      <w:r>
        <w:rPr>
          <w:i w:val="0"/>
        </w:rPr>
        <w:t xml:space="preserve"> cherries </w:t>
      </w:r>
    </w:p>
    <w:p w:rsidR="003D0C0A" w:rsidRPr="001149B2" w:rsidRDefault="003D0C0A" w:rsidP="002D37EA">
      <w:pPr>
        <w:pStyle w:val="Wine"/>
        <w:rPr>
          <w:lang w:val="fr-CA"/>
        </w:rPr>
      </w:pPr>
      <w:r>
        <w:rPr>
          <w:lang w:val="fr-CA"/>
        </w:rPr>
        <w:t xml:space="preserve">2007 </w:t>
      </w:r>
      <w:r w:rsidRPr="001149B2">
        <w:rPr>
          <w:lang w:val="fr-CA"/>
        </w:rPr>
        <w:t>Stratus Tollgate</w:t>
      </w:r>
    </w:p>
    <w:p w:rsidR="003D0C0A" w:rsidRPr="009B53BB" w:rsidRDefault="003D0C0A" w:rsidP="002D37EA">
      <w:pPr>
        <w:pStyle w:val="Wine"/>
        <w:rPr>
          <w:b/>
          <w:i w:val="0"/>
        </w:rPr>
      </w:pPr>
      <w:r w:rsidRPr="001149B2">
        <w:rPr>
          <w:lang w:val="fr-CA"/>
        </w:rPr>
        <w:t>Merlot, Cabs, Syrah, Others</w:t>
      </w:r>
      <w:r>
        <w:rPr>
          <w:lang w:val="fr-CA"/>
        </w:rPr>
        <w:t xml:space="preserve">       7.75 (3oz) ~ 15.0</w:t>
      </w:r>
      <w:r w:rsidRPr="00AE3D9A">
        <w:rPr>
          <w:lang w:val="fr-CA"/>
        </w:rPr>
        <w:t>0 (6oz)</w:t>
      </w:r>
    </w:p>
    <w:p w:rsidR="003D0C0A" w:rsidRDefault="003D0C0A" w:rsidP="00650E26">
      <w:pPr>
        <w:pStyle w:val="Wine"/>
        <w:rPr>
          <w:b/>
          <w:i w:val="0"/>
        </w:rPr>
      </w:pPr>
    </w:p>
    <w:p w:rsidR="003D0C0A" w:rsidRPr="002D37EA" w:rsidRDefault="003D0C0A" w:rsidP="00650E26">
      <w:pPr>
        <w:pStyle w:val="Wine"/>
        <w:rPr>
          <w:b/>
          <w:i w:val="0"/>
        </w:rPr>
      </w:pPr>
      <w:smartTag w:uri="urn:schemas-microsoft-com:office:smarttags" w:element="State">
        <w:r>
          <w:rPr>
            <w:b/>
            <w:i w:val="0"/>
          </w:rPr>
          <w:t>Hokkaido</w:t>
        </w:r>
      </w:smartTag>
      <w:r>
        <w:rPr>
          <w:b/>
          <w:i w:val="0"/>
        </w:rPr>
        <w:t xml:space="preserve"> Scallops</w:t>
      </w:r>
      <w:r w:rsidRPr="002D37EA">
        <w:rPr>
          <w:b/>
          <w:i w:val="0"/>
        </w:rPr>
        <w:tab/>
        <w:t xml:space="preserve">   1</w:t>
      </w:r>
      <w:r>
        <w:rPr>
          <w:b/>
          <w:i w:val="0"/>
        </w:rPr>
        <w:t>3</w:t>
      </w:r>
    </w:p>
    <w:p w:rsidR="003D0C0A" w:rsidRPr="002D37EA" w:rsidRDefault="003D0C0A" w:rsidP="00650E26">
      <w:pPr>
        <w:pStyle w:val="Wine"/>
        <w:rPr>
          <w:b/>
          <w:i w:val="0"/>
        </w:rPr>
      </w:pPr>
      <w:r>
        <w:rPr>
          <w:i w:val="0"/>
        </w:rPr>
        <w:t>Collard greens, preserved corn &amp; lemon butter broth</w:t>
      </w:r>
    </w:p>
    <w:p w:rsidR="003D0C0A" w:rsidRPr="00EA13AA" w:rsidRDefault="003D0C0A" w:rsidP="00650E26">
      <w:pPr>
        <w:pStyle w:val="Wine"/>
        <w:rPr>
          <w:lang w:val="fr-CA"/>
        </w:rPr>
      </w:pPr>
      <w:r w:rsidRPr="00EA13AA">
        <w:rPr>
          <w:lang w:val="fr-CA"/>
        </w:rPr>
        <w:t>2008 Louis Jadot, Meursault</w:t>
      </w:r>
    </w:p>
    <w:p w:rsidR="003D0C0A" w:rsidRPr="009B53BB" w:rsidRDefault="003D0C0A" w:rsidP="00650E26">
      <w:pPr>
        <w:pStyle w:val="Wine"/>
        <w:rPr>
          <w:b/>
          <w:i w:val="0"/>
        </w:rPr>
      </w:pPr>
      <w:r w:rsidRPr="00EA13AA">
        <w:rPr>
          <w:lang w:val="fr-CA"/>
        </w:rPr>
        <w:t>Chardonnay                             16.00 (3oz) ~ 31.00 (6oz)</w:t>
      </w:r>
    </w:p>
    <w:p w:rsidR="003D0C0A" w:rsidRDefault="003D0C0A" w:rsidP="00C56E55">
      <w:pPr>
        <w:pStyle w:val="Wine"/>
        <w:rPr>
          <w:b/>
          <w:i w:val="0"/>
        </w:rPr>
      </w:pPr>
    </w:p>
    <w:p w:rsidR="003D0C0A" w:rsidRPr="002D37EA" w:rsidRDefault="003D0C0A" w:rsidP="00C56E55">
      <w:pPr>
        <w:pStyle w:val="Wine"/>
        <w:rPr>
          <w:b/>
          <w:i w:val="0"/>
        </w:rPr>
      </w:pPr>
      <w:r>
        <w:rPr>
          <w:b/>
          <w:i w:val="0"/>
        </w:rPr>
        <w:t>Maple Baked Steelhead Salmon</w:t>
      </w:r>
      <w:r w:rsidRPr="002D37EA">
        <w:rPr>
          <w:b/>
          <w:i w:val="0"/>
        </w:rPr>
        <w:tab/>
        <w:t xml:space="preserve">   1</w:t>
      </w:r>
      <w:r>
        <w:rPr>
          <w:b/>
          <w:i w:val="0"/>
        </w:rPr>
        <w:t>4</w:t>
      </w:r>
    </w:p>
    <w:p w:rsidR="003D0C0A" w:rsidRPr="002D37EA" w:rsidRDefault="003D0C0A" w:rsidP="00C56E55">
      <w:pPr>
        <w:pStyle w:val="Wine"/>
        <w:rPr>
          <w:b/>
          <w:i w:val="0"/>
        </w:rPr>
      </w:pPr>
      <w:r>
        <w:rPr>
          <w:i w:val="0"/>
        </w:rPr>
        <w:t>Fennel, radish &amp; warm green lentil salad</w:t>
      </w:r>
    </w:p>
    <w:p w:rsidR="003D0C0A" w:rsidRPr="001149B2" w:rsidRDefault="003D0C0A" w:rsidP="00C56E55">
      <w:pPr>
        <w:pStyle w:val="Wine"/>
        <w:rPr>
          <w:lang w:val="fr-CA"/>
        </w:rPr>
      </w:pPr>
      <w:r w:rsidRPr="001149B2">
        <w:rPr>
          <w:lang w:val="fr-CA"/>
        </w:rPr>
        <w:t>2007 Kuhling - Gillot "Nierstein Olberg"</w:t>
      </w:r>
    </w:p>
    <w:p w:rsidR="003D0C0A" w:rsidRPr="009B53BB" w:rsidRDefault="003D0C0A" w:rsidP="00C56E55">
      <w:pPr>
        <w:pStyle w:val="Wine"/>
        <w:rPr>
          <w:b/>
          <w:i w:val="0"/>
        </w:rPr>
      </w:pPr>
      <w:r w:rsidRPr="001149B2">
        <w:rPr>
          <w:lang w:val="fr-CA"/>
        </w:rPr>
        <w:t>Riesling                                    17.75 (3oz) ~ 35.00 (6oz)</w:t>
      </w:r>
    </w:p>
    <w:p w:rsidR="003D0C0A" w:rsidRPr="009B53BB" w:rsidRDefault="003D0C0A" w:rsidP="009B53BB">
      <w:pPr>
        <w:pStyle w:val="Food"/>
        <w:rPr>
          <w:sz w:val="24"/>
          <w:szCs w:val="24"/>
        </w:rPr>
      </w:pPr>
    </w:p>
    <w:p w:rsidR="003D0C0A" w:rsidRPr="009B53BB" w:rsidRDefault="003D0C0A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14</w:t>
      </w:r>
    </w:p>
    <w:p w:rsidR="003D0C0A" w:rsidRPr="009B53BB" w:rsidRDefault="003D0C0A" w:rsidP="000C775F">
      <w:pPr>
        <w:pStyle w:val="Wine"/>
        <w:rPr>
          <w:i w:val="0"/>
        </w:rPr>
      </w:pPr>
      <w:r>
        <w:rPr>
          <w:i w:val="0"/>
        </w:rPr>
        <w:t>Celeriac crushed potatoes,</w:t>
      </w:r>
      <w:r w:rsidRPr="009B53BB">
        <w:rPr>
          <w:i w:val="0"/>
        </w:rPr>
        <w:t xml:space="preserve"> watercress</w:t>
      </w:r>
      <w:r>
        <w:rPr>
          <w:i w:val="0"/>
        </w:rPr>
        <w:t xml:space="preserve"> &amp; brown sugar glaze</w:t>
      </w:r>
    </w:p>
    <w:p w:rsidR="003D0C0A" w:rsidRPr="009B53BB" w:rsidRDefault="003D0C0A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3D0C0A" w:rsidRPr="009B53BB" w:rsidRDefault="003D0C0A" w:rsidP="009B53BB">
      <w:pPr>
        <w:pStyle w:val="Food"/>
        <w:rPr>
          <w:sz w:val="24"/>
          <w:szCs w:val="24"/>
        </w:rPr>
      </w:pPr>
    </w:p>
    <w:p w:rsidR="003D0C0A" w:rsidRPr="002D452F" w:rsidRDefault="003D0C0A" w:rsidP="000C775F">
      <w:pPr>
        <w:pStyle w:val="Wine"/>
        <w:rPr>
          <w:b/>
          <w:i w:val="0"/>
        </w:rPr>
      </w:pPr>
      <w:r>
        <w:rPr>
          <w:b/>
          <w:i w:val="0"/>
        </w:rPr>
        <w:t xml:space="preserve">Creemore Springs </w:t>
      </w:r>
      <w:r w:rsidRPr="002D452F">
        <w:rPr>
          <w:b/>
          <w:i w:val="0"/>
        </w:rPr>
        <w:t>Q</w:t>
      </w:r>
      <w:r>
        <w:rPr>
          <w:b/>
          <w:i w:val="0"/>
        </w:rPr>
        <w:t>uail</w:t>
      </w:r>
      <w:r>
        <w:rPr>
          <w:b/>
          <w:i w:val="0"/>
        </w:rPr>
        <w:tab/>
        <w:t xml:space="preserve">   13</w:t>
      </w:r>
    </w:p>
    <w:p w:rsidR="003D0C0A" w:rsidRPr="002D452F" w:rsidRDefault="003D0C0A" w:rsidP="000C775F">
      <w:pPr>
        <w:pStyle w:val="Wine"/>
        <w:rPr>
          <w:b/>
        </w:rPr>
      </w:pPr>
      <w:r>
        <w:rPr>
          <w:i w:val="0"/>
        </w:rPr>
        <w:t>Roasted carrot puree</w:t>
      </w:r>
      <w:r w:rsidRPr="002D452F">
        <w:rPr>
          <w:i w:val="0"/>
        </w:rPr>
        <w:t xml:space="preserve">, </w:t>
      </w:r>
      <w:r>
        <w:rPr>
          <w:i w:val="0"/>
        </w:rPr>
        <w:t>hazelnuts &amp; sun dried tomatoes</w:t>
      </w:r>
      <w:r w:rsidRPr="002D452F">
        <w:rPr>
          <w:i w:val="0"/>
        </w:rPr>
        <w:t xml:space="preserve"> </w:t>
      </w:r>
    </w:p>
    <w:p w:rsidR="003D0C0A" w:rsidRPr="009B53BB" w:rsidRDefault="003D0C0A" w:rsidP="000C775F">
      <w:pPr>
        <w:pStyle w:val="Food"/>
        <w:rPr>
          <w:noProof w:val="0"/>
          <w:spacing w:val="6"/>
          <w:lang w:val="en-US" w:eastAsia="en-CA"/>
        </w:rPr>
      </w:pPr>
      <w:r w:rsidRPr="002D452F">
        <w:rPr>
          <w:noProof w:val="0"/>
          <w:spacing w:val="6"/>
          <w:lang w:val="en-US" w:eastAsia="en-CA"/>
        </w:rPr>
        <w:t>2006 Braccale igt Maremma</w:t>
      </w:r>
      <w:r w:rsidRPr="002D452F">
        <w:rPr>
          <w:noProof w:val="0"/>
          <w:spacing w:val="6"/>
          <w:lang w:val="en-US" w:eastAsia="en-CA"/>
        </w:rPr>
        <w:br/>
        <w:t>Sang. Merlot                            7.75 (3oz) ~ 19.00 (6oz)</w:t>
      </w:r>
    </w:p>
    <w:p w:rsidR="003D0C0A" w:rsidRDefault="003D0C0A" w:rsidP="00FB456F">
      <w:pPr>
        <w:pStyle w:val="Wine"/>
        <w:rPr>
          <w:sz w:val="24"/>
          <w:szCs w:val="24"/>
        </w:rPr>
      </w:pPr>
    </w:p>
    <w:p w:rsidR="003D0C0A" w:rsidRPr="002D452F" w:rsidRDefault="003D0C0A" w:rsidP="00C56E55">
      <w:pPr>
        <w:pStyle w:val="Wine"/>
        <w:rPr>
          <w:b/>
          <w:i w:val="0"/>
        </w:rPr>
      </w:pPr>
      <w:r>
        <w:rPr>
          <w:b/>
          <w:i w:val="0"/>
        </w:rPr>
        <w:t>Lamb T-Bone Steak</w:t>
      </w:r>
      <w:r>
        <w:rPr>
          <w:b/>
          <w:i w:val="0"/>
        </w:rPr>
        <w:tab/>
        <w:t xml:space="preserve">   14</w:t>
      </w:r>
    </w:p>
    <w:p w:rsidR="003D0C0A" w:rsidRPr="002D452F" w:rsidRDefault="003D0C0A" w:rsidP="00C56E55">
      <w:pPr>
        <w:pStyle w:val="Wine"/>
        <w:rPr>
          <w:b/>
        </w:rPr>
      </w:pPr>
      <w:r>
        <w:rPr>
          <w:i w:val="0"/>
        </w:rPr>
        <w:t>Wild mushrooms, roast galic, arugula &amp; béarnaise sauce</w:t>
      </w:r>
    </w:p>
    <w:p w:rsidR="003D0C0A" w:rsidRPr="009B53BB" w:rsidRDefault="003D0C0A" w:rsidP="001149B2">
      <w:pPr>
        <w:pStyle w:val="Wine"/>
        <w:rPr>
          <w:b/>
          <w:i w:val="0"/>
        </w:rPr>
      </w:pPr>
      <w:r w:rsidRPr="001149B2">
        <w:t>2004 Sara Soto</w:t>
      </w:r>
      <w:r w:rsidRPr="001149B2">
        <w:br/>
        <w:t>Tempranillo                               8.50 (3oz) ~ 19.50 (6oz)</w:t>
      </w:r>
    </w:p>
    <w:p w:rsidR="003D0C0A" w:rsidRPr="009B53BB" w:rsidRDefault="003D0C0A" w:rsidP="00FB456F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3D0C0A" w:rsidRPr="002D452F" w:rsidRDefault="003D0C0A" w:rsidP="00C56E55">
      <w:pPr>
        <w:pStyle w:val="Wine"/>
        <w:rPr>
          <w:b/>
          <w:i w:val="0"/>
        </w:rPr>
      </w:pPr>
      <w:r>
        <w:rPr>
          <w:b/>
          <w:i w:val="0"/>
        </w:rPr>
        <w:t>Grilled Hanger Steak</w:t>
      </w:r>
      <w:r>
        <w:rPr>
          <w:b/>
          <w:i w:val="0"/>
        </w:rPr>
        <w:tab/>
        <w:t xml:space="preserve">   15</w:t>
      </w:r>
    </w:p>
    <w:p w:rsidR="003D0C0A" w:rsidRPr="002D452F" w:rsidRDefault="003D0C0A" w:rsidP="00C56E55">
      <w:pPr>
        <w:pStyle w:val="Wine"/>
        <w:rPr>
          <w:b/>
        </w:rPr>
      </w:pPr>
      <w:r>
        <w:rPr>
          <w:i w:val="0"/>
        </w:rPr>
        <w:t xml:space="preserve">Green cauliflower, fingerling potatoes &amp; fresh horseradish </w:t>
      </w:r>
      <w:r w:rsidRPr="002D452F">
        <w:rPr>
          <w:i w:val="0"/>
        </w:rPr>
        <w:t xml:space="preserve"> </w:t>
      </w:r>
    </w:p>
    <w:p w:rsidR="003D0C0A" w:rsidRPr="009B53BB" w:rsidRDefault="003D0C0A" w:rsidP="00C56E55">
      <w:pPr>
        <w:pStyle w:val="Food"/>
        <w:rPr>
          <w:noProof w:val="0"/>
          <w:spacing w:val="6"/>
          <w:lang w:val="en-US" w:eastAsia="en-CA"/>
        </w:rPr>
      </w:pPr>
      <w:r w:rsidRPr="00EA13AA">
        <w:t>2007 Norman Hardie "Cuvée L"</w:t>
      </w:r>
      <w:r w:rsidRPr="00EA13AA">
        <w:br/>
        <w:t>Pinot Noir                             14.25 (3oz) ~ 28.25 (6oz)</w:t>
      </w:r>
    </w:p>
    <w:p w:rsidR="003D0C0A" w:rsidRPr="009B53BB" w:rsidRDefault="003D0C0A" w:rsidP="00C56E55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3D0C0A" w:rsidRPr="009B53BB" w:rsidRDefault="003D0C0A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Artisanal Canadian Cheese Platter</w:t>
      </w:r>
      <w:r w:rsidRPr="009B53BB">
        <w:rPr>
          <w:b/>
          <w:i w:val="0"/>
          <w:lang w:val="fr-CA"/>
        </w:rPr>
        <w:tab/>
        <w:t xml:space="preserve">   16</w:t>
      </w:r>
    </w:p>
    <w:p w:rsidR="003D0C0A" w:rsidRPr="009B53BB" w:rsidRDefault="003D0C0A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3D0C0A" w:rsidRPr="009B53BB" w:rsidRDefault="003D0C0A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3D0C0A" w:rsidRPr="009B53BB" w:rsidRDefault="003D0C0A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3D0C0A" w:rsidRPr="009B53BB" w:rsidRDefault="003D0C0A" w:rsidP="009B53BB">
      <w:pPr>
        <w:pStyle w:val="Food"/>
        <w:rPr>
          <w:sz w:val="24"/>
          <w:szCs w:val="24"/>
        </w:rPr>
      </w:pPr>
    </w:p>
    <w:p w:rsidR="003D0C0A" w:rsidRPr="002D452F" w:rsidRDefault="003D0C0A" w:rsidP="000C775F">
      <w:pPr>
        <w:pStyle w:val="Wine"/>
        <w:rPr>
          <w:b/>
          <w:i w:val="0"/>
          <w:lang w:val="fr-CA"/>
        </w:rPr>
      </w:pPr>
      <w:r w:rsidRPr="002D452F">
        <w:rPr>
          <w:b/>
          <w:i w:val="0"/>
          <w:lang w:val="fr-CA"/>
        </w:rPr>
        <w:t>Mocha</w:t>
      </w:r>
      <w:r>
        <w:rPr>
          <w:b/>
          <w:i w:val="0"/>
          <w:lang w:val="fr-CA"/>
        </w:rPr>
        <w:t xml:space="preserve"> Creme</w:t>
      </w:r>
      <w:r w:rsidRPr="002D452F">
        <w:rPr>
          <w:b/>
          <w:i w:val="0"/>
          <w:lang w:val="fr-CA"/>
        </w:rPr>
        <w:t xml:space="preserve"> Brulee</w:t>
      </w:r>
      <w:r w:rsidRPr="002D452F">
        <w:rPr>
          <w:b/>
          <w:i w:val="0"/>
          <w:lang w:val="fr-CA"/>
        </w:rPr>
        <w:tab/>
        <w:t xml:space="preserve">   7</w:t>
      </w:r>
    </w:p>
    <w:p w:rsidR="003D0C0A" w:rsidRPr="002D452F" w:rsidRDefault="003D0C0A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Vanilla cookie</w:t>
      </w:r>
    </w:p>
    <w:p w:rsidR="003D0C0A" w:rsidRPr="002D452F" w:rsidRDefault="003D0C0A" w:rsidP="000C775F">
      <w:pPr>
        <w:pStyle w:val="Wine"/>
        <w:rPr>
          <w:lang w:val="fr-CA"/>
        </w:rPr>
      </w:pPr>
      <w:r w:rsidRPr="002D452F">
        <w:rPr>
          <w:lang w:val="fr-CA"/>
        </w:rPr>
        <w:t>1995 Domaine Gardies "Ambre"</w:t>
      </w:r>
    </w:p>
    <w:p w:rsidR="003D0C0A" w:rsidRPr="009B53BB" w:rsidRDefault="003D0C0A" w:rsidP="000C775F">
      <w:pPr>
        <w:pStyle w:val="Wine"/>
      </w:pPr>
      <w:r w:rsidRPr="002D452F">
        <w:t>Grenache Blanc                       6.00 (1oz) ~ 12.00 (2oz)</w:t>
      </w:r>
    </w:p>
    <w:p w:rsidR="003D0C0A" w:rsidRPr="009B53BB" w:rsidRDefault="003D0C0A" w:rsidP="000C775F">
      <w:pPr>
        <w:pStyle w:val="Food"/>
        <w:rPr>
          <w:sz w:val="24"/>
          <w:szCs w:val="24"/>
        </w:rPr>
      </w:pPr>
    </w:p>
    <w:p w:rsidR="003D0C0A" w:rsidRPr="009B53BB" w:rsidRDefault="003D0C0A" w:rsidP="00073657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Frozen </w:t>
      </w:r>
      <w:r>
        <w:rPr>
          <w:b/>
          <w:i w:val="0"/>
        </w:rPr>
        <w:t xml:space="preserve">Strawberry </w:t>
      </w:r>
      <w:r w:rsidRPr="009B53BB">
        <w:rPr>
          <w:b/>
          <w:i w:val="0"/>
        </w:rPr>
        <w:t>Parfait</w:t>
      </w:r>
      <w:r w:rsidRPr="009B53BB">
        <w:rPr>
          <w:b/>
          <w:i w:val="0"/>
        </w:rPr>
        <w:tab/>
        <w:t xml:space="preserve">  7 </w:t>
      </w:r>
    </w:p>
    <w:p w:rsidR="003D0C0A" w:rsidRPr="009B53BB" w:rsidRDefault="003D0C0A" w:rsidP="000C775F">
      <w:pPr>
        <w:pStyle w:val="Food"/>
        <w:rPr>
          <w:b/>
          <w:i w:val="0"/>
        </w:rPr>
      </w:pPr>
      <w:r w:rsidRPr="009B53BB">
        <w:rPr>
          <w:i w:val="0"/>
        </w:rPr>
        <w:t>Preserved apricots &amp; Chantilly</w:t>
      </w:r>
      <w:r>
        <w:rPr>
          <w:i w:val="0"/>
        </w:rPr>
        <w:t xml:space="preserve"> cream</w:t>
      </w:r>
    </w:p>
    <w:p w:rsidR="003D0C0A" w:rsidRPr="009B53BB" w:rsidRDefault="003D0C0A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3D0C0A" w:rsidRPr="009B53BB" w:rsidRDefault="003D0C0A" w:rsidP="000C775F">
      <w:pPr>
        <w:pStyle w:val="Food"/>
      </w:pPr>
      <w:r w:rsidRPr="009B53BB">
        <w:t>Vienna, Austria                      7.50 (1oz) ~ 15.00 (2oz)</w:t>
      </w:r>
    </w:p>
    <w:p w:rsidR="003D0C0A" w:rsidRPr="009B53BB" w:rsidRDefault="003D0C0A" w:rsidP="000C775F">
      <w:pPr>
        <w:pStyle w:val="Food"/>
        <w:rPr>
          <w:sz w:val="24"/>
          <w:szCs w:val="24"/>
        </w:rPr>
      </w:pPr>
    </w:p>
    <w:p w:rsidR="003D0C0A" w:rsidRPr="002D452F" w:rsidRDefault="003D0C0A" w:rsidP="000C775F">
      <w:pPr>
        <w:pStyle w:val="Food"/>
        <w:rPr>
          <w:b/>
          <w:i w:val="0"/>
        </w:rPr>
      </w:pPr>
      <w:r>
        <w:rPr>
          <w:b/>
          <w:i w:val="0"/>
        </w:rPr>
        <w:t xml:space="preserve">Tart </w:t>
      </w:r>
      <w:r w:rsidRPr="002D452F">
        <w:rPr>
          <w:b/>
          <w:i w:val="0"/>
        </w:rPr>
        <w:t>Lemon Curd</w:t>
      </w:r>
      <w:r w:rsidRPr="002D452F">
        <w:rPr>
          <w:b/>
          <w:i w:val="0"/>
        </w:rPr>
        <w:tab/>
        <w:t xml:space="preserve">  7</w:t>
      </w:r>
    </w:p>
    <w:p w:rsidR="003D0C0A" w:rsidRPr="002D452F" w:rsidRDefault="003D0C0A" w:rsidP="000C775F">
      <w:pPr>
        <w:pStyle w:val="Food"/>
        <w:rPr>
          <w:i w:val="0"/>
        </w:rPr>
      </w:pPr>
      <w:r>
        <w:rPr>
          <w:i w:val="0"/>
        </w:rPr>
        <w:t>Raspberry</w:t>
      </w:r>
      <w:r w:rsidRPr="002D452F">
        <w:rPr>
          <w:i w:val="0"/>
        </w:rPr>
        <w:t xml:space="preserve"> compote &amp; shortbread  </w:t>
      </w:r>
    </w:p>
    <w:p w:rsidR="003D0C0A" w:rsidRPr="002D452F" w:rsidRDefault="003D0C0A" w:rsidP="000C775F">
      <w:pPr>
        <w:pStyle w:val="Food"/>
      </w:pPr>
      <w:r w:rsidRPr="002D452F">
        <w:t>2008 La Tunella</w:t>
      </w:r>
    </w:p>
    <w:p w:rsidR="003D0C0A" w:rsidRPr="009B53BB" w:rsidRDefault="003D0C0A" w:rsidP="000C775F">
      <w:pPr>
        <w:pStyle w:val="Food"/>
      </w:pPr>
      <w:r w:rsidRPr="002D452F">
        <w:t>Verduzzo                                 3.00 (1oz) ~ 6.00 (2oz)</w:t>
      </w:r>
    </w:p>
    <w:p w:rsidR="003D0C0A" w:rsidRPr="009B53BB" w:rsidRDefault="003D0C0A" w:rsidP="000C775F">
      <w:pPr>
        <w:pStyle w:val="Food"/>
      </w:pPr>
    </w:p>
    <w:p w:rsidR="003D0C0A" w:rsidRPr="009B53BB" w:rsidRDefault="003D0C0A" w:rsidP="000C775F">
      <w:pPr>
        <w:pStyle w:val="Food"/>
      </w:pPr>
      <w:r>
        <w:t>Saturday, March 5th,</w:t>
      </w:r>
      <w:r w:rsidRPr="009B53BB">
        <w:t xml:space="preserve"> 2011 </w:t>
      </w:r>
      <w:r w:rsidRPr="009B53BB">
        <w:br/>
        <w:t>Bryan Burke – Executive Chef</w:t>
      </w:r>
      <w:r>
        <w:t>, Adam Dolley</w:t>
      </w:r>
      <w:r w:rsidRPr="009B53BB">
        <w:t>- Sous Chef</w:t>
      </w:r>
    </w:p>
    <w:p w:rsidR="003D0C0A" w:rsidRPr="009B53BB" w:rsidRDefault="003D0C0A" w:rsidP="000C775F">
      <w:pPr>
        <w:pStyle w:val="Food"/>
      </w:pPr>
    </w:p>
    <w:p w:rsidR="003D0C0A" w:rsidRPr="009B53BB" w:rsidRDefault="003D0C0A" w:rsidP="000C775F">
      <w:pPr>
        <w:pStyle w:val="Food"/>
      </w:pPr>
      <w:r w:rsidRPr="009B53BB">
        <w:t>We support a healthy, ethical, sustainable, local food culture.</w:t>
      </w:r>
    </w:p>
    <w:sectPr w:rsidR="003D0C0A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4D5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4F4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298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49B2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82C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2F42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482C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1C3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52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0C0A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0C49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6C36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A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718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1940"/>
    <w:rsid w:val="00572082"/>
    <w:rsid w:val="00573006"/>
    <w:rsid w:val="00573C27"/>
    <w:rsid w:val="00573C57"/>
    <w:rsid w:val="00574403"/>
    <w:rsid w:val="0057450A"/>
    <w:rsid w:val="005748F1"/>
    <w:rsid w:val="00574A6A"/>
    <w:rsid w:val="00574A9F"/>
    <w:rsid w:val="005768E6"/>
    <w:rsid w:val="0057742D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5945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6C2B"/>
    <w:rsid w:val="00637A97"/>
    <w:rsid w:val="00642010"/>
    <w:rsid w:val="00645594"/>
    <w:rsid w:val="00646BE0"/>
    <w:rsid w:val="00646BE3"/>
    <w:rsid w:val="00647040"/>
    <w:rsid w:val="00647BA7"/>
    <w:rsid w:val="00650B1B"/>
    <w:rsid w:val="00650E26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1F9F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3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4751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BB0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1C8"/>
    <w:rsid w:val="0082056A"/>
    <w:rsid w:val="0082107D"/>
    <w:rsid w:val="00822C5B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5CED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53A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5BE3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67A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6331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602A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E0C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6DDA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0C5C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3E19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449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172E"/>
    <w:rsid w:val="00C32B9A"/>
    <w:rsid w:val="00C33014"/>
    <w:rsid w:val="00C33A7E"/>
    <w:rsid w:val="00C349A4"/>
    <w:rsid w:val="00C34C53"/>
    <w:rsid w:val="00C35EA4"/>
    <w:rsid w:val="00C3650F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6E55"/>
    <w:rsid w:val="00C57045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6B58"/>
    <w:rsid w:val="00C87634"/>
    <w:rsid w:val="00C915AD"/>
    <w:rsid w:val="00C918E5"/>
    <w:rsid w:val="00C91AD8"/>
    <w:rsid w:val="00C91C98"/>
    <w:rsid w:val="00C93AEF"/>
    <w:rsid w:val="00C93EB8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033F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00A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6A19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78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474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04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3AA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23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D737E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BC9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6D4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56F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2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597</Words>
  <Characters>3407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2011-03-05T18:20:00Z</cp:lastPrinted>
  <dcterms:created xsi:type="dcterms:W3CDTF">2011-03-05T18:20:00Z</dcterms:created>
  <dcterms:modified xsi:type="dcterms:W3CDTF">2011-03-05T21:03:00Z</dcterms:modified>
</cp:coreProperties>
</file>