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72E" w:rsidRDefault="00C3172E" w:rsidP="00F741AD">
      <w:pPr>
        <w:pStyle w:val="Food"/>
        <w:rPr>
          <w:b/>
          <w:i w:val="0"/>
        </w:rPr>
      </w:pPr>
    </w:p>
    <w:p w:rsidR="00C3172E" w:rsidRDefault="00C3172E" w:rsidP="00F741AD">
      <w:pPr>
        <w:pStyle w:val="Food"/>
        <w:rPr>
          <w:b/>
          <w:i w:val="0"/>
        </w:rPr>
      </w:pPr>
    </w:p>
    <w:p w:rsidR="00C3172E" w:rsidRDefault="00C3172E" w:rsidP="00F741AD">
      <w:pPr>
        <w:pStyle w:val="Food"/>
        <w:rPr>
          <w:b/>
          <w:i w:val="0"/>
        </w:rPr>
      </w:pPr>
    </w:p>
    <w:p w:rsidR="00C3172E" w:rsidRDefault="00C3172E" w:rsidP="00F741AD">
      <w:pPr>
        <w:pStyle w:val="Food"/>
        <w:rPr>
          <w:b/>
          <w:i w:val="0"/>
        </w:rPr>
      </w:pPr>
    </w:p>
    <w:p w:rsidR="00C3172E" w:rsidRPr="009B53BB" w:rsidRDefault="00C3172E" w:rsidP="00F741AD">
      <w:pPr>
        <w:pStyle w:val="Food"/>
        <w:rPr>
          <w:b/>
          <w:i w:val="0"/>
        </w:rPr>
      </w:pPr>
      <w:r w:rsidRPr="009B53BB">
        <w:rPr>
          <w:b/>
          <w:i w:val="0"/>
        </w:rPr>
        <w:t>Yukon Gold Fries</w:t>
      </w:r>
      <w:r w:rsidRPr="009B53BB">
        <w:rPr>
          <w:b/>
          <w:i w:val="0"/>
        </w:rPr>
        <w:tab/>
        <w:t xml:space="preserve">  5</w:t>
      </w:r>
    </w:p>
    <w:p w:rsidR="00C3172E" w:rsidRPr="009B53BB" w:rsidRDefault="00C3172E" w:rsidP="00F741AD">
      <w:pPr>
        <w:pStyle w:val="Food"/>
      </w:pPr>
      <w:r w:rsidRPr="009B53BB">
        <w:rPr>
          <w:i w:val="0"/>
        </w:rPr>
        <w:t>Homemade ketchup, lemon mayo &amp; spiced aioli</w:t>
      </w:r>
    </w:p>
    <w:p w:rsidR="00C3172E" w:rsidRPr="009B53BB" w:rsidRDefault="00C3172E" w:rsidP="00F741AD">
      <w:pPr>
        <w:pStyle w:val="Food"/>
      </w:pPr>
      <w:r w:rsidRPr="009B53BB">
        <w:t>Terra Serena</w:t>
      </w:r>
    </w:p>
    <w:p w:rsidR="00C3172E" w:rsidRPr="009B53BB" w:rsidRDefault="00C3172E" w:rsidP="00F741AD">
      <w:pPr>
        <w:pStyle w:val="Food"/>
      </w:pPr>
      <w:r w:rsidRPr="009B53BB">
        <w:t>Prosecco                                7.00 (3oz) ~ 13.50 (6oz)</w:t>
      </w:r>
    </w:p>
    <w:p w:rsidR="00C3172E" w:rsidRPr="009B53BB" w:rsidRDefault="00C3172E" w:rsidP="00F741AD">
      <w:pPr>
        <w:pStyle w:val="Food"/>
        <w:rPr>
          <w:sz w:val="24"/>
          <w:szCs w:val="24"/>
        </w:rPr>
      </w:pPr>
    </w:p>
    <w:p w:rsidR="00C3172E" w:rsidRPr="00B23E19" w:rsidRDefault="00C3172E" w:rsidP="00F741AD">
      <w:pPr>
        <w:pStyle w:val="Food"/>
        <w:rPr>
          <w:b/>
          <w:i w:val="0"/>
        </w:rPr>
      </w:pPr>
      <w:r w:rsidRPr="00B23E19">
        <w:rPr>
          <w:b/>
          <w:i w:val="0"/>
        </w:rPr>
        <w:t>Grilled Flat Bread</w:t>
      </w:r>
      <w:r w:rsidRPr="00B23E19">
        <w:rPr>
          <w:b/>
          <w:i w:val="0"/>
        </w:rPr>
        <w:tab/>
        <w:t xml:space="preserve"> 7</w:t>
      </w:r>
    </w:p>
    <w:p w:rsidR="00C3172E" w:rsidRPr="00B23E19" w:rsidRDefault="00C3172E" w:rsidP="00F741AD">
      <w:pPr>
        <w:pStyle w:val="Food"/>
        <w:rPr>
          <w:i w:val="0"/>
        </w:rPr>
      </w:pPr>
      <w:r>
        <w:rPr>
          <w:i w:val="0"/>
        </w:rPr>
        <w:t>Roast c</w:t>
      </w:r>
      <w:r w:rsidRPr="00B23E19">
        <w:rPr>
          <w:i w:val="0"/>
        </w:rPr>
        <w:t>auliflower</w:t>
      </w:r>
      <w:r>
        <w:rPr>
          <w:i w:val="0"/>
        </w:rPr>
        <w:t xml:space="preserve"> &amp; </w:t>
      </w:r>
      <w:r w:rsidRPr="00B23E19">
        <w:rPr>
          <w:i w:val="0"/>
        </w:rPr>
        <w:t>cheese spread</w:t>
      </w:r>
    </w:p>
    <w:p w:rsidR="00C3172E" w:rsidRPr="00B23E19" w:rsidRDefault="00C3172E" w:rsidP="00A969DD">
      <w:pPr>
        <w:pStyle w:val="Wine"/>
      </w:pPr>
      <w:r w:rsidRPr="00B23E19">
        <w:t>2009 Laudo Bodegas Ondalan</w:t>
      </w:r>
    </w:p>
    <w:p w:rsidR="00C3172E" w:rsidRPr="009B53BB" w:rsidRDefault="00C3172E" w:rsidP="00A969DD">
      <w:pPr>
        <w:pStyle w:val="Food"/>
        <w:rPr>
          <w:b/>
        </w:rPr>
      </w:pPr>
      <w:r w:rsidRPr="00B23E19">
        <w:t>Tempranillo                            6.75 (3oz) ~ 13.00 (6oz)</w:t>
      </w:r>
    </w:p>
    <w:p w:rsidR="00C3172E" w:rsidRPr="009B53BB" w:rsidRDefault="00C3172E" w:rsidP="00A67E73">
      <w:pPr>
        <w:pStyle w:val="Food"/>
        <w:rPr>
          <w:sz w:val="24"/>
          <w:szCs w:val="24"/>
        </w:rPr>
      </w:pPr>
    </w:p>
    <w:p w:rsidR="00C3172E" w:rsidRPr="00B23E19" w:rsidRDefault="00C3172E" w:rsidP="00A67E73">
      <w:pPr>
        <w:pStyle w:val="Food"/>
        <w:rPr>
          <w:i w:val="0"/>
        </w:rPr>
      </w:pPr>
      <w:r w:rsidRPr="00B23E19">
        <w:rPr>
          <w:b/>
          <w:i w:val="0"/>
        </w:rPr>
        <w:t>Split Pea &amp; Sausage Soup</w:t>
      </w:r>
      <w:r w:rsidRPr="00B23E19">
        <w:rPr>
          <w:b/>
          <w:i w:val="0"/>
        </w:rPr>
        <w:tab/>
        <w:t xml:space="preserve"> 5</w:t>
      </w:r>
      <w:r w:rsidRPr="00B23E19">
        <w:rPr>
          <w:i w:val="0"/>
        </w:rPr>
        <w:t xml:space="preserve"> </w:t>
      </w:r>
    </w:p>
    <w:p w:rsidR="00C3172E" w:rsidRPr="00B23E19" w:rsidRDefault="00C3172E" w:rsidP="00A67E73">
      <w:pPr>
        <w:pStyle w:val="Food"/>
        <w:rPr>
          <w:b/>
          <w:i w:val="0"/>
        </w:rPr>
      </w:pPr>
      <w:r>
        <w:rPr>
          <w:i w:val="0"/>
        </w:rPr>
        <w:t>Garlic crostini</w:t>
      </w:r>
      <w:r w:rsidRPr="00B23E19">
        <w:rPr>
          <w:i w:val="0"/>
        </w:rPr>
        <w:t xml:space="preserve"> &amp; parsley</w:t>
      </w:r>
    </w:p>
    <w:p w:rsidR="00C3172E" w:rsidRPr="000A44D5" w:rsidRDefault="00C3172E" w:rsidP="000A44D5">
      <w:pPr>
        <w:pStyle w:val="Wine"/>
      </w:pPr>
      <w:r w:rsidRPr="000A44D5">
        <w:t>2008 Stratus</w:t>
      </w:r>
    </w:p>
    <w:p w:rsidR="00C3172E" w:rsidRPr="009B53BB" w:rsidRDefault="00C3172E" w:rsidP="000A44D5">
      <w:pPr>
        <w:pStyle w:val="Wine"/>
        <w:rPr>
          <w:b/>
          <w:i w:val="0"/>
        </w:rPr>
      </w:pPr>
      <w:r w:rsidRPr="000A44D5">
        <w:t>Viognier                                  13.50(3oz) ~ 26.50 (6oz)</w:t>
      </w:r>
    </w:p>
    <w:p w:rsidR="00C3172E" w:rsidRPr="009B53BB" w:rsidRDefault="00C3172E" w:rsidP="00A969DD">
      <w:pPr>
        <w:pStyle w:val="Food"/>
        <w:rPr>
          <w:sz w:val="24"/>
          <w:szCs w:val="24"/>
        </w:rPr>
      </w:pPr>
    </w:p>
    <w:p w:rsidR="00C3172E" w:rsidRPr="009B53BB" w:rsidRDefault="00C3172E" w:rsidP="001D54BC">
      <w:pPr>
        <w:pStyle w:val="Wine"/>
        <w:rPr>
          <w:b/>
          <w:i w:val="0"/>
        </w:rPr>
      </w:pPr>
      <w:r>
        <w:rPr>
          <w:b/>
          <w:i w:val="0"/>
        </w:rPr>
        <w:t>Pork Belly &amp; Quail’s Egg Sandwich</w:t>
      </w:r>
      <w:r>
        <w:rPr>
          <w:b/>
          <w:i w:val="0"/>
        </w:rPr>
        <w:tab/>
        <w:t xml:space="preserve"> 10</w:t>
      </w:r>
    </w:p>
    <w:p w:rsidR="00C3172E" w:rsidRPr="009B53BB" w:rsidRDefault="00C3172E" w:rsidP="001D54BC">
      <w:pPr>
        <w:pStyle w:val="Wine"/>
        <w:rPr>
          <w:i w:val="0"/>
        </w:rPr>
      </w:pPr>
      <w:r>
        <w:rPr>
          <w:i w:val="0"/>
        </w:rPr>
        <w:t>Herb sour cream,</w:t>
      </w:r>
      <w:r w:rsidRPr="009B53BB">
        <w:rPr>
          <w:i w:val="0"/>
        </w:rPr>
        <w:t xml:space="preserve"> toasted ancient grain</w:t>
      </w:r>
      <w:r>
        <w:rPr>
          <w:i w:val="0"/>
        </w:rPr>
        <w:t xml:space="preserve"> &amp; mustard arugula</w:t>
      </w:r>
    </w:p>
    <w:p w:rsidR="00C3172E" w:rsidRPr="009B53BB" w:rsidRDefault="00C3172E" w:rsidP="0052472D">
      <w:pPr>
        <w:pStyle w:val="Food"/>
      </w:pPr>
      <w:r w:rsidRPr="009B53BB">
        <w:t>2007 Stratus Tollgate White</w:t>
      </w:r>
    </w:p>
    <w:p w:rsidR="00C3172E" w:rsidRPr="009B53BB" w:rsidRDefault="00C3172E" w:rsidP="0052472D">
      <w:pPr>
        <w:pStyle w:val="Wine"/>
      </w:pPr>
      <w:r w:rsidRPr="009B53BB">
        <w:t>Semillon, Chardonnay, Others   6.00(3oz) ~ 11.50 (6oz)</w:t>
      </w:r>
    </w:p>
    <w:p w:rsidR="00C3172E" w:rsidRPr="009B53BB" w:rsidRDefault="00C3172E" w:rsidP="009B53BB">
      <w:pPr>
        <w:pStyle w:val="Food"/>
        <w:rPr>
          <w:sz w:val="24"/>
          <w:szCs w:val="24"/>
        </w:rPr>
      </w:pPr>
    </w:p>
    <w:p w:rsidR="00C3172E" w:rsidRPr="002D37EA" w:rsidRDefault="00C3172E" w:rsidP="004B38B5">
      <w:pPr>
        <w:pStyle w:val="Food"/>
        <w:rPr>
          <w:b/>
          <w:i w:val="0"/>
        </w:rPr>
      </w:pPr>
      <w:r>
        <w:rPr>
          <w:b/>
          <w:i w:val="0"/>
        </w:rPr>
        <w:t xml:space="preserve">Beff Bolognese </w:t>
      </w:r>
      <w:r w:rsidRPr="002D37EA">
        <w:rPr>
          <w:b/>
          <w:i w:val="0"/>
        </w:rPr>
        <w:t>Poutine</w:t>
      </w:r>
      <w:r w:rsidRPr="002D37EA">
        <w:rPr>
          <w:b/>
          <w:i w:val="0"/>
        </w:rPr>
        <w:tab/>
        <w:t xml:space="preserve">  9</w:t>
      </w:r>
    </w:p>
    <w:p w:rsidR="00C3172E" w:rsidRPr="002D37EA" w:rsidRDefault="00C3172E" w:rsidP="004C1E0C">
      <w:pPr>
        <w:pStyle w:val="Wine"/>
        <w:rPr>
          <w:i w:val="0"/>
        </w:rPr>
      </w:pPr>
      <w:r w:rsidRPr="002D37EA">
        <w:rPr>
          <w:i w:val="0"/>
        </w:rPr>
        <w:t>Cheese curds</w:t>
      </w:r>
      <w:r>
        <w:rPr>
          <w:i w:val="0"/>
        </w:rPr>
        <w:t>, supreme sauce</w:t>
      </w:r>
      <w:r w:rsidRPr="002D37EA">
        <w:rPr>
          <w:i w:val="0"/>
        </w:rPr>
        <w:t xml:space="preserve"> &amp; scallions</w:t>
      </w:r>
    </w:p>
    <w:p w:rsidR="00C3172E" w:rsidRPr="009B53BB" w:rsidRDefault="00C3172E" w:rsidP="009F03CD">
      <w:pPr>
        <w:pStyle w:val="Food"/>
      </w:pPr>
      <w:r w:rsidRPr="002D37EA">
        <w:t xml:space="preserve">2009 </w:t>
      </w:r>
      <w:r w:rsidRPr="00636C2B">
        <w:t>"Sibaris Special Reserve" Undurraga</w:t>
      </w:r>
      <w:r w:rsidRPr="002D37EA">
        <w:br/>
      </w:r>
      <w:r w:rsidRPr="00636C2B">
        <w:t>Carmenere</w:t>
      </w:r>
      <w:r>
        <w:t xml:space="preserve">      </w:t>
      </w:r>
      <w:r w:rsidRPr="002D37EA">
        <w:t xml:space="preserve">                      </w:t>
      </w:r>
      <w:r>
        <w:t>7.00</w:t>
      </w:r>
      <w:r w:rsidRPr="002D37EA">
        <w:t xml:space="preserve"> (3oz) ~ </w:t>
      </w:r>
      <w:r>
        <w:t>13.50</w:t>
      </w:r>
      <w:r w:rsidRPr="002D37EA">
        <w:t xml:space="preserve"> (6oz)</w:t>
      </w:r>
    </w:p>
    <w:p w:rsidR="00C3172E" w:rsidRPr="009B53BB" w:rsidRDefault="00C3172E" w:rsidP="009B53BB">
      <w:pPr>
        <w:pStyle w:val="Food"/>
        <w:rPr>
          <w:sz w:val="24"/>
          <w:szCs w:val="24"/>
        </w:rPr>
      </w:pPr>
    </w:p>
    <w:p w:rsidR="00C3172E" w:rsidRPr="009B53BB" w:rsidRDefault="00C3172E" w:rsidP="00F741AD">
      <w:pPr>
        <w:pStyle w:val="Food"/>
        <w:rPr>
          <w:b/>
          <w:i w:val="0"/>
        </w:rPr>
      </w:pPr>
      <w:r w:rsidRPr="009B53BB">
        <w:rPr>
          <w:b/>
          <w:i w:val="0"/>
        </w:rPr>
        <w:t xml:space="preserve">Cheddar &amp; Apple Salad </w:t>
      </w:r>
      <w:r w:rsidRPr="009B53BB">
        <w:rPr>
          <w:b/>
          <w:i w:val="0"/>
        </w:rPr>
        <w:tab/>
        <w:t xml:space="preserve">  9</w:t>
      </w:r>
    </w:p>
    <w:p w:rsidR="00C3172E" w:rsidRPr="009B53BB" w:rsidRDefault="00C3172E" w:rsidP="004C1E0C">
      <w:pPr>
        <w:pStyle w:val="Wine"/>
        <w:rPr>
          <w:i w:val="0"/>
        </w:rPr>
      </w:pPr>
      <w:r w:rsidRPr="009B53BB">
        <w:rPr>
          <w:i w:val="0"/>
        </w:rPr>
        <w:t>Greens, grapes, spiced cashews &amp; mustard vinaigrette</w:t>
      </w:r>
    </w:p>
    <w:p w:rsidR="00C3172E" w:rsidRPr="009B53BB" w:rsidRDefault="00C3172E" w:rsidP="00111C57">
      <w:pPr>
        <w:pStyle w:val="Food"/>
      </w:pPr>
      <w:r w:rsidRPr="009B53BB">
        <w:t>2009 Estancia Piedra</w:t>
      </w:r>
    </w:p>
    <w:p w:rsidR="00C3172E" w:rsidRPr="009B53BB" w:rsidRDefault="00C3172E" w:rsidP="00111C57">
      <w:pPr>
        <w:pStyle w:val="Wine"/>
        <w:rPr>
          <w:color w:val="000000"/>
        </w:rPr>
      </w:pPr>
      <w:r w:rsidRPr="009B53BB">
        <w:rPr>
          <w:lang w:val="fr-CA"/>
        </w:rPr>
        <w:t xml:space="preserve">Verdejo         </w:t>
      </w:r>
      <w:r w:rsidRPr="009B53BB">
        <w:t xml:space="preserve">                            7.52 (3oz) ~14.25 (6oz)</w:t>
      </w:r>
    </w:p>
    <w:p w:rsidR="00C3172E" w:rsidRPr="009B53BB" w:rsidRDefault="00C3172E" w:rsidP="009B53BB">
      <w:pPr>
        <w:pStyle w:val="Food"/>
        <w:rPr>
          <w:sz w:val="24"/>
          <w:szCs w:val="24"/>
        </w:rPr>
      </w:pPr>
    </w:p>
    <w:p w:rsidR="00C3172E" w:rsidRPr="009B53BB" w:rsidRDefault="00C3172E" w:rsidP="001D54BC">
      <w:pPr>
        <w:pStyle w:val="Wine"/>
        <w:rPr>
          <w:b/>
          <w:i w:val="0"/>
        </w:rPr>
      </w:pPr>
      <w:r w:rsidRPr="009B53BB">
        <w:rPr>
          <w:b/>
          <w:i w:val="0"/>
        </w:rPr>
        <w:t>Smoked Chicken Salad</w:t>
      </w:r>
      <w:r w:rsidRPr="009B53BB">
        <w:rPr>
          <w:b/>
        </w:rPr>
        <w:tab/>
        <w:t xml:space="preserve">   </w:t>
      </w:r>
      <w:r w:rsidRPr="009B53BB">
        <w:rPr>
          <w:b/>
          <w:i w:val="0"/>
        </w:rPr>
        <w:t>8</w:t>
      </w:r>
    </w:p>
    <w:p w:rsidR="00C3172E" w:rsidRPr="009B53BB" w:rsidRDefault="00C3172E" w:rsidP="001D54BC">
      <w:pPr>
        <w:pStyle w:val="Food"/>
        <w:rPr>
          <w:i w:val="0"/>
        </w:rPr>
      </w:pPr>
      <w:r>
        <w:rPr>
          <w:i w:val="0"/>
        </w:rPr>
        <w:t>Sweet onions, caramelized w</w:t>
      </w:r>
      <w:r w:rsidRPr="009B53BB">
        <w:rPr>
          <w:i w:val="0"/>
        </w:rPr>
        <w:t>alnuts &amp; feta</w:t>
      </w:r>
      <w:r>
        <w:rPr>
          <w:i w:val="0"/>
        </w:rPr>
        <w:t xml:space="preserve"> cheese</w:t>
      </w:r>
    </w:p>
    <w:p w:rsidR="00C3172E" w:rsidRPr="009B53BB" w:rsidRDefault="00C3172E" w:rsidP="00206B56">
      <w:pPr>
        <w:pStyle w:val="Food"/>
      </w:pPr>
      <w:r w:rsidRPr="009B53BB">
        <w:t>2009 Laurent Miquel Rosé</w:t>
      </w:r>
    </w:p>
    <w:p w:rsidR="00C3172E" w:rsidRPr="009B53BB" w:rsidRDefault="00C3172E" w:rsidP="00DD6F23">
      <w:pPr>
        <w:pStyle w:val="Wine"/>
        <w:rPr>
          <w:b/>
          <w:lang w:val="fr-CA"/>
        </w:rPr>
      </w:pPr>
      <w:r w:rsidRPr="009B53BB">
        <w:t>Cinsault, Syrah                         5.00(3oz) ~ 10.00 (6oz)</w:t>
      </w:r>
    </w:p>
    <w:p w:rsidR="00C3172E" w:rsidRPr="009B53BB" w:rsidRDefault="00C3172E" w:rsidP="009B53BB">
      <w:pPr>
        <w:pStyle w:val="Food"/>
        <w:rPr>
          <w:sz w:val="24"/>
          <w:szCs w:val="24"/>
        </w:rPr>
      </w:pPr>
    </w:p>
    <w:p w:rsidR="00C3172E" w:rsidRPr="009B53BB" w:rsidRDefault="00C3172E" w:rsidP="00806D67">
      <w:pPr>
        <w:pStyle w:val="Wine"/>
        <w:rPr>
          <w:b/>
          <w:i w:val="0"/>
        </w:rPr>
      </w:pPr>
      <w:r>
        <w:rPr>
          <w:b/>
          <w:i w:val="0"/>
        </w:rPr>
        <w:t xml:space="preserve">Fried Fish Cake </w:t>
      </w:r>
      <w:r>
        <w:rPr>
          <w:b/>
          <w:i w:val="0"/>
        </w:rPr>
        <w:tab/>
        <w:t xml:space="preserve">  9</w:t>
      </w:r>
    </w:p>
    <w:p w:rsidR="00C3172E" w:rsidRDefault="00C3172E" w:rsidP="00806D67">
      <w:pPr>
        <w:pStyle w:val="Wine"/>
        <w:rPr>
          <w:i w:val="0"/>
        </w:rPr>
      </w:pPr>
      <w:r>
        <w:rPr>
          <w:i w:val="0"/>
        </w:rPr>
        <w:t>Creamy coleslaw &amp; tartar sauce</w:t>
      </w:r>
    </w:p>
    <w:p w:rsidR="00C3172E" w:rsidRPr="009B53BB" w:rsidRDefault="00C3172E" w:rsidP="00806D67">
      <w:pPr>
        <w:pStyle w:val="Wine"/>
      </w:pPr>
      <w:r w:rsidRPr="009B53BB">
        <w:t xml:space="preserve">2009 "Alargo" Bod. Gomez y Rial </w:t>
      </w:r>
      <w:r w:rsidRPr="009B53BB">
        <w:br/>
        <w:t>Albariño                                 8.50 (3oz) ~ 16.75 (6oz)</w:t>
      </w:r>
    </w:p>
    <w:p w:rsidR="00C3172E" w:rsidRPr="009B53BB" w:rsidRDefault="00C3172E" w:rsidP="009B53BB">
      <w:pPr>
        <w:pStyle w:val="Food"/>
        <w:rPr>
          <w:sz w:val="24"/>
          <w:szCs w:val="24"/>
        </w:rPr>
      </w:pPr>
    </w:p>
    <w:p w:rsidR="00C3172E" w:rsidRPr="00B23E19" w:rsidRDefault="00C3172E" w:rsidP="00BD6AB4">
      <w:pPr>
        <w:pStyle w:val="Wine"/>
        <w:rPr>
          <w:b/>
        </w:rPr>
      </w:pPr>
      <w:r w:rsidRPr="00B23E19">
        <w:rPr>
          <w:b/>
          <w:i w:val="0"/>
        </w:rPr>
        <w:t>Spicy Chorizo Risotto</w:t>
      </w:r>
      <w:r w:rsidRPr="00B23E19">
        <w:rPr>
          <w:b/>
          <w:i w:val="0"/>
        </w:rPr>
        <w:tab/>
        <w:t xml:space="preserve">  11</w:t>
      </w:r>
    </w:p>
    <w:p w:rsidR="00C3172E" w:rsidRPr="00B23E19" w:rsidRDefault="00C3172E" w:rsidP="00BD6AB4">
      <w:pPr>
        <w:pStyle w:val="Wine"/>
        <w:rPr>
          <w:i w:val="0"/>
        </w:rPr>
      </w:pPr>
      <w:r w:rsidRPr="00B23E19">
        <w:rPr>
          <w:i w:val="0"/>
        </w:rPr>
        <w:t>Roasted red peppers, baby spinach &amp; goat cheese</w:t>
      </w:r>
    </w:p>
    <w:p w:rsidR="00C3172E" w:rsidRPr="009B53BB" w:rsidRDefault="00C3172E" w:rsidP="00BD6AB4">
      <w:pPr>
        <w:pStyle w:val="Wine"/>
        <w:rPr>
          <w:b/>
          <w:i w:val="0"/>
        </w:rPr>
      </w:pPr>
      <w:r w:rsidRPr="00BC5ADA">
        <w:t>2007 Nicolaysen “Our 11”</w:t>
      </w:r>
      <w:r w:rsidRPr="00BC5ADA">
        <w:br/>
        <w:t>Cab. Sauv., Zinf, Petite Sirah   10.25 (3oz) ~ 20.25 (6oz)</w:t>
      </w:r>
    </w:p>
    <w:p w:rsidR="00C3172E" w:rsidRPr="009B53BB" w:rsidRDefault="00C3172E" w:rsidP="009B53BB">
      <w:pPr>
        <w:pStyle w:val="Food"/>
        <w:rPr>
          <w:sz w:val="24"/>
          <w:szCs w:val="24"/>
        </w:rPr>
      </w:pPr>
    </w:p>
    <w:p w:rsidR="00C3172E" w:rsidRPr="00B23E19" w:rsidRDefault="00C3172E" w:rsidP="000C775F">
      <w:pPr>
        <w:pStyle w:val="ListBullet"/>
        <w:numPr>
          <w:ilvl w:val="0"/>
          <w:numId w:val="0"/>
        </w:numPr>
        <w:rPr>
          <w:sz w:val="20"/>
        </w:rPr>
      </w:pPr>
      <w:r w:rsidRPr="00B23E19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Crispy </w:t>
      </w:r>
      <w:r w:rsidRPr="00B23E19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  <w:t xml:space="preserve">Calamari                  </w:t>
      </w:r>
      <w:r w:rsidRPr="00B23E19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B23E19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B23E19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  <w:t xml:space="preserve">  11</w:t>
      </w:r>
    </w:p>
    <w:p w:rsidR="00C3172E" w:rsidRPr="00B23E19" w:rsidRDefault="00C3172E" w:rsidP="000C775F">
      <w:pPr>
        <w:pStyle w:val="Wine"/>
        <w:rPr>
          <w:i w:val="0"/>
        </w:rPr>
      </w:pPr>
      <w:r w:rsidRPr="00B23E19">
        <w:rPr>
          <w:i w:val="0"/>
        </w:rPr>
        <w:t>Lemon greens</w:t>
      </w:r>
      <w:r>
        <w:rPr>
          <w:i w:val="0"/>
        </w:rPr>
        <w:t>,</w:t>
      </w:r>
      <w:r w:rsidRPr="00B23E19">
        <w:rPr>
          <w:i w:val="0"/>
        </w:rPr>
        <w:t xml:space="preserve"> feta &amp; sweet chili sauce </w:t>
      </w:r>
    </w:p>
    <w:p w:rsidR="00C3172E" w:rsidRPr="009B53BB" w:rsidRDefault="00C3172E" w:rsidP="000C775F">
      <w:pPr>
        <w:pStyle w:val="Wine"/>
        <w:rPr>
          <w:b/>
          <w:i w:val="0"/>
        </w:rPr>
      </w:pPr>
      <w:r w:rsidRPr="00B23E19">
        <w:t xml:space="preserve">2009 Clos des Briords Muscadet de Sevre et </w:t>
      </w:r>
      <w:smartTag w:uri="urn:schemas-microsoft-com:office:smarttags" w:element="State">
        <w:smartTag w:uri="urn:schemas-microsoft-com:office:smarttags" w:element="place">
          <w:r w:rsidRPr="00B23E19">
            <w:t>Maine</w:t>
          </w:r>
        </w:smartTag>
      </w:smartTag>
      <w:r w:rsidRPr="00B23E19">
        <w:t xml:space="preserve"> sur lies </w:t>
      </w:r>
      <w:r w:rsidRPr="00B23E19">
        <w:br/>
        <w:t>Melon de Bourgogne                  6.75(3oz) ~ 13.50 (6oz)</w:t>
      </w:r>
    </w:p>
    <w:p w:rsidR="00C3172E" w:rsidRPr="009B53BB" w:rsidRDefault="00C3172E" w:rsidP="000C775F">
      <w:pPr>
        <w:pStyle w:val="Wine"/>
        <w:rPr>
          <w:b/>
          <w:i w:val="0"/>
        </w:rPr>
      </w:pPr>
    </w:p>
    <w:p w:rsidR="00C3172E" w:rsidRPr="00B23E19" w:rsidRDefault="00C3172E" w:rsidP="00B23E19">
      <w:pPr>
        <w:pStyle w:val="Wine"/>
        <w:rPr>
          <w:b/>
          <w:i w:val="0"/>
        </w:rPr>
      </w:pPr>
      <w:r>
        <w:rPr>
          <w:b/>
          <w:i w:val="0"/>
        </w:rPr>
        <w:t>Baked Mustard Polenta</w:t>
      </w:r>
      <w:r>
        <w:rPr>
          <w:b/>
          <w:i w:val="0"/>
        </w:rPr>
        <w:tab/>
        <w:t xml:space="preserve">   11</w:t>
      </w:r>
    </w:p>
    <w:p w:rsidR="00C3172E" w:rsidRPr="00B23E19" w:rsidRDefault="00C3172E" w:rsidP="00B23E19">
      <w:pPr>
        <w:pStyle w:val="Wine"/>
        <w:rPr>
          <w:b/>
          <w:i w:val="0"/>
        </w:rPr>
      </w:pPr>
      <w:r w:rsidRPr="00B23E19">
        <w:rPr>
          <w:i w:val="0"/>
        </w:rPr>
        <w:t xml:space="preserve">Mushroom brushetta, </w:t>
      </w:r>
      <w:r>
        <w:rPr>
          <w:i w:val="0"/>
        </w:rPr>
        <w:t>wild</w:t>
      </w:r>
      <w:r w:rsidRPr="00B23E19">
        <w:rPr>
          <w:i w:val="0"/>
        </w:rPr>
        <w:t xml:space="preserve"> arugula &amp; toscano cheese</w:t>
      </w:r>
    </w:p>
    <w:p w:rsidR="00C3172E" w:rsidRPr="000A44D5" w:rsidRDefault="00C3172E" w:rsidP="00B23E19">
      <w:pPr>
        <w:pStyle w:val="Wine"/>
        <w:rPr>
          <w:lang w:val="fr-CA"/>
        </w:rPr>
      </w:pPr>
      <w:r w:rsidRPr="000A44D5">
        <w:rPr>
          <w:lang w:val="fr-CA"/>
        </w:rPr>
        <w:t xml:space="preserve">2009 Appleby Lane </w:t>
      </w:r>
    </w:p>
    <w:p w:rsidR="00C3172E" w:rsidRPr="009B53BB" w:rsidRDefault="00C3172E" w:rsidP="00B23E19">
      <w:pPr>
        <w:pStyle w:val="Wine"/>
        <w:rPr>
          <w:b/>
          <w:i w:val="0"/>
        </w:rPr>
      </w:pPr>
      <w:r w:rsidRPr="000A44D5">
        <w:rPr>
          <w:lang w:val="fr-CA"/>
        </w:rPr>
        <w:t>Sauvignon blanc                       8.10 (3oz) ~ 16.00 (6oz)</w:t>
      </w:r>
    </w:p>
    <w:p w:rsidR="00C3172E" w:rsidRPr="009B53BB" w:rsidRDefault="00C3172E" w:rsidP="00B23E19">
      <w:pPr>
        <w:pStyle w:val="Wine"/>
        <w:rPr>
          <w:b/>
          <w:i w:val="0"/>
        </w:rPr>
      </w:pPr>
    </w:p>
    <w:p w:rsidR="00C3172E" w:rsidRPr="009B53BB" w:rsidRDefault="00C3172E" w:rsidP="000C775F">
      <w:pPr>
        <w:pStyle w:val="Wine"/>
        <w:rPr>
          <w:b/>
          <w:i w:val="0"/>
        </w:rPr>
      </w:pPr>
    </w:p>
    <w:p w:rsidR="00C3172E" w:rsidRPr="009B53BB" w:rsidRDefault="00C3172E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C3172E" w:rsidRPr="009B53BB" w:rsidRDefault="00C3172E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C3172E" w:rsidRPr="009B53BB" w:rsidRDefault="00C3172E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C3172E" w:rsidRPr="009B53BB" w:rsidRDefault="00C3172E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C3172E" w:rsidRPr="009B53BB" w:rsidRDefault="00C3172E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C3172E" w:rsidRPr="009B53BB" w:rsidRDefault="00C3172E" w:rsidP="000C775F">
      <w:pPr>
        <w:pStyle w:val="ListBullet"/>
        <w:numPr>
          <w:ilvl w:val="0"/>
          <w:numId w:val="0"/>
        </w:numPr>
        <w:rPr>
          <w:rFonts w:ascii="Times New Roman" w:hAnsi="Times New Roman"/>
          <w:b/>
          <w:noProof/>
          <w:spacing w:val="8"/>
          <w:sz w:val="20"/>
          <w:lang w:val="fr-CA" w:eastAsia="en-US"/>
        </w:rPr>
      </w:pPr>
    </w:p>
    <w:p w:rsidR="00C3172E" w:rsidRDefault="00C3172E" w:rsidP="003615F7">
      <w:pPr>
        <w:pStyle w:val="Wine"/>
        <w:rPr>
          <w:b/>
          <w:i w:val="0"/>
        </w:rPr>
      </w:pPr>
    </w:p>
    <w:p w:rsidR="00C3172E" w:rsidRPr="002D452F" w:rsidRDefault="00C3172E" w:rsidP="003615F7">
      <w:pPr>
        <w:pStyle w:val="Wine"/>
        <w:rPr>
          <w:b/>
          <w:i w:val="0"/>
        </w:rPr>
      </w:pPr>
      <w:r w:rsidRPr="002D452F">
        <w:rPr>
          <w:b/>
          <w:i w:val="0"/>
        </w:rPr>
        <w:t>BBQ Pulled Pork</w:t>
      </w:r>
      <w:r w:rsidRPr="002D452F">
        <w:rPr>
          <w:b/>
          <w:i w:val="0"/>
        </w:rPr>
        <w:tab/>
        <w:t xml:space="preserve">   13</w:t>
      </w:r>
    </w:p>
    <w:p w:rsidR="00C3172E" w:rsidRPr="002D452F" w:rsidRDefault="00C3172E" w:rsidP="003615F7">
      <w:pPr>
        <w:pStyle w:val="Wine"/>
        <w:rPr>
          <w:b/>
          <w:i w:val="0"/>
        </w:rPr>
      </w:pPr>
      <w:r w:rsidRPr="002D452F">
        <w:rPr>
          <w:i w:val="0"/>
        </w:rPr>
        <w:t>Couscous, raisins &amp; goat cheese</w:t>
      </w:r>
    </w:p>
    <w:p w:rsidR="00C3172E" w:rsidRPr="009B53BB" w:rsidRDefault="00C3172E" w:rsidP="003615F7">
      <w:pPr>
        <w:pStyle w:val="Wine"/>
        <w:rPr>
          <w:b/>
          <w:i w:val="0"/>
        </w:rPr>
      </w:pPr>
      <w:r w:rsidRPr="00343369">
        <w:t>200</w:t>
      </w:r>
      <w:r>
        <w:t>4</w:t>
      </w:r>
      <w:r w:rsidRPr="00343369">
        <w:t xml:space="preserve"> </w:t>
      </w:r>
      <w:r w:rsidRPr="00264365">
        <w:t>Sara Soto</w:t>
      </w:r>
      <w:r w:rsidRPr="00343369">
        <w:br/>
      </w:r>
      <w:r w:rsidRPr="00264365">
        <w:t>Tempranillo</w:t>
      </w:r>
      <w:r>
        <w:t xml:space="preserve">                            </w:t>
      </w:r>
      <w:r w:rsidRPr="00343369">
        <w:t xml:space="preserve">   </w:t>
      </w:r>
      <w:r>
        <w:t>8.50</w:t>
      </w:r>
      <w:r w:rsidRPr="00343369">
        <w:t xml:space="preserve"> (3oz) ~ </w:t>
      </w:r>
      <w:r>
        <w:t>19.50</w:t>
      </w:r>
      <w:r w:rsidRPr="00343369">
        <w:t xml:space="preserve"> (6oz)</w:t>
      </w:r>
    </w:p>
    <w:p w:rsidR="00C3172E" w:rsidRPr="009B53BB" w:rsidRDefault="00C3172E" w:rsidP="00481AAF">
      <w:pPr>
        <w:pStyle w:val="Wine"/>
        <w:rPr>
          <w:b/>
          <w:i w:val="0"/>
        </w:rPr>
      </w:pPr>
    </w:p>
    <w:p w:rsidR="00C3172E" w:rsidRPr="002D37EA" w:rsidRDefault="00C3172E" w:rsidP="00481AAF">
      <w:pPr>
        <w:pStyle w:val="Wine"/>
        <w:rPr>
          <w:b/>
          <w:i w:val="0"/>
        </w:rPr>
      </w:pPr>
      <w:r>
        <w:rPr>
          <w:b/>
          <w:i w:val="0"/>
        </w:rPr>
        <w:t xml:space="preserve">Seared </w:t>
      </w:r>
      <w:smartTag w:uri="urn:schemas-microsoft-com:office:smarttags" w:element="place">
        <w:r>
          <w:rPr>
            <w:b/>
            <w:i w:val="0"/>
          </w:rPr>
          <w:t>Muscovy</w:t>
        </w:r>
      </w:smartTag>
      <w:r>
        <w:rPr>
          <w:b/>
          <w:i w:val="0"/>
        </w:rPr>
        <w:t xml:space="preserve"> Duck Breast</w:t>
      </w:r>
      <w:r w:rsidRPr="002D37EA">
        <w:rPr>
          <w:b/>
          <w:i w:val="0"/>
        </w:rPr>
        <w:tab/>
        <w:t xml:space="preserve">   14</w:t>
      </w:r>
    </w:p>
    <w:p w:rsidR="00C3172E" w:rsidRPr="002D37EA" w:rsidRDefault="00C3172E" w:rsidP="00481AAF">
      <w:pPr>
        <w:pStyle w:val="Wine"/>
        <w:rPr>
          <w:b/>
          <w:i w:val="0"/>
        </w:rPr>
      </w:pPr>
      <w:r>
        <w:rPr>
          <w:i w:val="0"/>
        </w:rPr>
        <w:t xml:space="preserve">Parsnip puree, garlic rapini &amp; </w:t>
      </w:r>
      <w:smartTag w:uri="urn:schemas-microsoft-com:office:smarttags" w:element="place">
        <w:r>
          <w:rPr>
            <w:i w:val="0"/>
          </w:rPr>
          <w:t>Niagara</w:t>
        </w:r>
      </w:smartTag>
      <w:r>
        <w:rPr>
          <w:i w:val="0"/>
        </w:rPr>
        <w:t xml:space="preserve"> cherries </w:t>
      </w:r>
    </w:p>
    <w:p w:rsidR="00C3172E" w:rsidRPr="00AE3D9A" w:rsidRDefault="00C3172E" w:rsidP="002D37EA">
      <w:pPr>
        <w:pStyle w:val="Wine"/>
        <w:rPr>
          <w:lang w:val="fr-CA"/>
        </w:rPr>
      </w:pPr>
      <w:r>
        <w:rPr>
          <w:lang w:val="fr-CA"/>
        </w:rPr>
        <w:t>2007 Lotus</w:t>
      </w:r>
    </w:p>
    <w:p w:rsidR="00C3172E" w:rsidRPr="009B53BB" w:rsidRDefault="00C3172E" w:rsidP="002D37EA">
      <w:pPr>
        <w:pStyle w:val="Wine"/>
        <w:rPr>
          <w:b/>
          <w:i w:val="0"/>
        </w:rPr>
      </w:pPr>
      <w:r>
        <w:rPr>
          <w:lang w:val="fr-CA"/>
        </w:rPr>
        <w:t>Cabernet Sauvignon                  8.25 (3oz) ~ 16.0</w:t>
      </w:r>
      <w:r w:rsidRPr="00AE3D9A">
        <w:rPr>
          <w:lang w:val="fr-CA"/>
        </w:rPr>
        <w:t>0 (6oz)</w:t>
      </w:r>
    </w:p>
    <w:p w:rsidR="00C3172E" w:rsidRPr="009B53BB" w:rsidRDefault="00C3172E" w:rsidP="009B53BB">
      <w:pPr>
        <w:pStyle w:val="Food"/>
        <w:rPr>
          <w:sz w:val="24"/>
          <w:szCs w:val="24"/>
        </w:rPr>
      </w:pPr>
    </w:p>
    <w:p w:rsidR="00C3172E" w:rsidRPr="009B53BB" w:rsidRDefault="00C3172E" w:rsidP="000C775F">
      <w:pPr>
        <w:pStyle w:val="ListBullet"/>
        <w:numPr>
          <w:ilvl w:val="0"/>
          <w:numId w:val="0"/>
        </w:numPr>
        <w:rPr>
          <w:sz w:val="20"/>
        </w:rPr>
      </w:pP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>Grilled Miami Ribs</w:t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  <w:t xml:space="preserve">   14</w:t>
      </w:r>
    </w:p>
    <w:p w:rsidR="00C3172E" w:rsidRPr="009B53BB" w:rsidRDefault="00C3172E" w:rsidP="000C775F">
      <w:pPr>
        <w:pStyle w:val="Wine"/>
        <w:rPr>
          <w:i w:val="0"/>
        </w:rPr>
      </w:pPr>
      <w:r>
        <w:rPr>
          <w:i w:val="0"/>
        </w:rPr>
        <w:t>Celeriac crushed potatoes,</w:t>
      </w:r>
      <w:r w:rsidRPr="009B53BB">
        <w:rPr>
          <w:i w:val="0"/>
        </w:rPr>
        <w:t xml:space="preserve"> watercress</w:t>
      </w:r>
      <w:r>
        <w:rPr>
          <w:i w:val="0"/>
        </w:rPr>
        <w:t xml:space="preserve"> &amp; brown sugar glaze</w:t>
      </w:r>
    </w:p>
    <w:p w:rsidR="00C3172E" w:rsidRPr="009B53BB" w:rsidRDefault="00C3172E" w:rsidP="000C775F">
      <w:pPr>
        <w:pStyle w:val="Wine"/>
      </w:pPr>
      <w:r w:rsidRPr="009B53BB">
        <w:t>2006 Domaine du Coulet "Les terrasses du Serre"</w:t>
      </w:r>
      <w:r w:rsidRPr="009B53BB">
        <w:br/>
        <w:t>Syrah                                         17.00(3oz) ~ 33.50(6oz)</w:t>
      </w:r>
    </w:p>
    <w:p w:rsidR="00C3172E" w:rsidRPr="009B53BB" w:rsidRDefault="00C3172E" w:rsidP="009B53BB">
      <w:pPr>
        <w:pStyle w:val="Food"/>
        <w:rPr>
          <w:sz w:val="24"/>
          <w:szCs w:val="24"/>
        </w:rPr>
      </w:pPr>
    </w:p>
    <w:p w:rsidR="00C3172E" w:rsidRPr="002D452F" w:rsidRDefault="00C3172E" w:rsidP="000C775F">
      <w:pPr>
        <w:pStyle w:val="Wine"/>
        <w:rPr>
          <w:b/>
          <w:i w:val="0"/>
        </w:rPr>
      </w:pPr>
      <w:r>
        <w:rPr>
          <w:b/>
          <w:i w:val="0"/>
        </w:rPr>
        <w:t>Roast</w:t>
      </w:r>
      <w:r w:rsidRPr="002D452F">
        <w:rPr>
          <w:b/>
          <w:i w:val="0"/>
        </w:rPr>
        <w:t xml:space="preserve"> </w:t>
      </w:r>
      <w:r>
        <w:rPr>
          <w:b/>
          <w:i w:val="0"/>
        </w:rPr>
        <w:t xml:space="preserve">Creemore </w:t>
      </w:r>
      <w:r w:rsidRPr="002D452F">
        <w:rPr>
          <w:b/>
          <w:i w:val="0"/>
        </w:rPr>
        <w:t>Q</w:t>
      </w:r>
      <w:r>
        <w:rPr>
          <w:b/>
          <w:i w:val="0"/>
        </w:rPr>
        <w:t>uail</w:t>
      </w:r>
      <w:r>
        <w:rPr>
          <w:b/>
          <w:i w:val="0"/>
        </w:rPr>
        <w:tab/>
        <w:t xml:space="preserve">  13</w:t>
      </w:r>
    </w:p>
    <w:p w:rsidR="00C3172E" w:rsidRPr="002D452F" w:rsidRDefault="00C3172E" w:rsidP="000C775F">
      <w:pPr>
        <w:pStyle w:val="Wine"/>
        <w:rPr>
          <w:b/>
        </w:rPr>
      </w:pPr>
      <w:r>
        <w:rPr>
          <w:i w:val="0"/>
        </w:rPr>
        <w:t>Carrot puree</w:t>
      </w:r>
      <w:r w:rsidRPr="002D452F">
        <w:rPr>
          <w:i w:val="0"/>
        </w:rPr>
        <w:t xml:space="preserve">, radishes, leeks &amp; radicchio </w:t>
      </w:r>
    </w:p>
    <w:p w:rsidR="00C3172E" w:rsidRPr="009B53BB" w:rsidRDefault="00C3172E" w:rsidP="000C775F">
      <w:pPr>
        <w:pStyle w:val="Food"/>
        <w:rPr>
          <w:noProof w:val="0"/>
          <w:spacing w:val="6"/>
          <w:lang w:val="en-US" w:eastAsia="en-CA"/>
        </w:rPr>
      </w:pPr>
      <w:r w:rsidRPr="002D452F">
        <w:rPr>
          <w:noProof w:val="0"/>
          <w:spacing w:val="6"/>
          <w:lang w:val="en-US" w:eastAsia="en-CA"/>
        </w:rPr>
        <w:t>2006 Braccale igt Maremma</w:t>
      </w:r>
      <w:r w:rsidRPr="002D452F">
        <w:rPr>
          <w:noProof w:val="0"/>
          <w:spacing w:val="6"/>
          <w:lang w:val="en-US" w:eastAsia="en-CA"/>
        </w:rPr>
        <w:br/>
        <w:t>Sang. Merlot                            7.75 (3oz) ~ 19.00 (6oz)</w:t>
      </w:r>
    </w:p>
    <w:p w:rsidR="00C3172E" w:rsidRPr="009B53BB" w:rsidRDefault="00C3172E" w:rsidP="009B53BB">
      <w:pPr>
        <w:pStyle w:val="Food"/>
        <w:rPr>
          <w:sz w:val="24"/>
          <w:szCs w:val="24"/>
        </w:rPr>
      </w:pPr>
      <w:r w:rsidRPr="009B53BB">
        <w:rPr>
          <w:sz w:val="24"/>
          <w:szCs w:val="24"/>
        </w:rPr>
        <w:t xml:space="preserve">  </w:t>
      </w:r>
    </w:p>
    <w:p w:rsidR="00C3172E" w:rsidRPr="009B53BB" w:rsidRDefault="00C3172E" w:rsidP="008004B4">
      <w:pPr>
        <w:pStyle w:val="ListBullet"/>
        <w:numPr>
          <w:ilvl w:val="0"/>
          <w:numId w:val="0"/>
        </w:numPr>
        <w:rPr>
          <w:sz w:val="20"/>
        </w:rPr>
      </w:pP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>Grilled Striploin Steak</w:t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  <w:t xml:space="preserve">    15</w:t>
      </w:r>
    </w:p>
    <w:p w:rsidR="00C3172E" w:rsidRPr="009B53BB" w:rsidRDefault="00C3172E" w:rsidP="008004B4">
      <w:pPr>
        <w:pStyle w:val="Wine"/>
        <w:rPr>
          <w:i w:val="0"/>
        </w:rPr>
      </w:pPr>
      <w:r w:rsidRPr="009B53BB">
        <w:rPr>
          <w:i w:val="0"/>
        </w:rPr>
        <w:t>Fi</w:t>
      </w:r>
      <w:r>
        <w:rPr>
          <w:i w:val="0"/>
        </w:rPr>
        <w:t>ngerling potatoes, collard greens</w:t>
      </w:r>
      <w:r w:rsidRPr="009B53BB">
        <w:rPr>
          <w:i w:val="0"/>
        </w:rPr>
        <w:t xml:space="preserve"> &amp; Cabernet Jus</w:t>
      </w:r>
    </w:p>
    <w:p w:rsidR="00C3172E" w:rsidRPr="009B53BB" w:rsidRDefault="00C3172E" w:rsidP="008004B4">
      <w:pPr>
        <w:pStyle w:val="Wine"/>
      </w:pPr>
      <w:r w:rsidRPr="000A44D5">
        <w:rPr>
          <w:lang w:val="fr-CA"/>
        </w:rPr>
        <w:t>2007 Norman Hardie "Cuvée L"</w:t>
      </w:r>
      <w:r w:rsidRPr="000A44D5">
        <w:rPr>
          <w:lang w:val="fr-CA"/>
        </w:rPr>
        <w:br/>
        <w:t>Pinot Noir                               14.25 (3oz) ~ 28.25 (6oz)</w:t>
      </w:r>
    </w:p>
    <w:p w:rsidR="00C3172E" w:rsidRPr="009B53BB" w:rsidRDefault="00C3172E" w:rsidP="009B53BB">
      <w:pPr>
        <w:pStyle w:val="Food"/>
        <w:rPr>
          <w:sz w:val="24"/>
          <w:szCs w:val="24"/>
        </w:rPr>
      </w:pPr>
    </w:p>
    <w:p w:rsidR="00C3172E" w:rsidRPr="009B53BB" w:rsidRDefault="00C3172E" w:rsidP="000C775F">
      <w:pPr>
        <w:pStyle w:val="Wine"/>
        <w:rPr>
          <w:b/>
          <w:i w:val="0"/>
          <w:lang w:val="fr-CA"/>
        </w:rPr>
      </w:pPr>
      <w:r w:rsidRPr="009B53BB">
        <w:rPr>
          <w:b/>
          <w:i w:val="0"/>
          <w:lang w:val="fr-CA"/>
        </w:rPr>
        <w:t>Artisanal Canadian Cheese Platter</w:t>
      </w:r>
      <w:r w:rsidRPr="009B53BB">
        <w:rPr>
          <w:b/>
          <w:i w:val="0"/>
          <w:lang w:val="fr-CA"/>
        </w:rPr>
        <w:tab/>
        <w:t xml:space="preserve">   16</w:t>
      </w:r>
    </w:p>
    <w:p w:rsidR="00C3172E" w:rsidRPr="009B53BB" w:rsidRDefault="00C3172E" w:rsidP="000C775F">
      <w:pPr>
        <w:pStyle w:val="Wine"/>
        <w:rPr>
          <w:i w:val="0"/>
          <w:lang w:val="fr-CA"/>
        </w:rPr>
      </w:pPr>
      <w:r w:rsidRPr="009B53BB">
        <w:rPr>
          <w:i w:val="0"/>
          <w:lang w:val="fr-CA"/>
        </w:rPr>
        <w:t>Cloth-bound Cheddar, Bouq Emissaire, Tuscano,</w:t>
      </w:r>
    </w:p>
    <w:p w:rsidR="00C3172E" w:rsidRPr="009B53BB" w:rsidRDefault="00C3172E" w:rsidP="000C775F">
      <w:pPr>
        <w:pStyle w:val="Wine"/>
        <w:rPr>
          <w:i w:val="0"/>
          <w:lang w:val="fr-CA"/>
        </w:rPr>
      </w:pPr>
      <w:r w:rsidRPr="009B53BB">
        <w:rPr>
          <w:i w:val="0"/>
          <w:lang w:val="fr-CA"/>
        </w:rPr>
        <w:t xml:space="preserve">La Bocke Beer and Bleu </w:t>
      </w:r>
      <w:r>
        <w:rPr>
          <w:i w:val="0"/>
          <w:lang w:val="fr-CA"/>
        </w:rPr>
        <w:t>Fleuron</w:t>
      </w:r>
    </w:p>
    <w:p w:rsidR="00C3172E" w:rsidRPr="009B53BB" w:rsidRDefault="00C3172E" w:rsidP="00073657">
      <w:pPr>
        <w:pStyle w:val="Wine"/>
        <w:rPr>
          <w:lang w:val="fr-CA"/>
        </w:rPr>
      </w:pPr>
      <w:r w:rsidRPr="009B53BB">
        <w:rPr>
          <w:lang w:val="fr-CA"/>
        </w:rPr>
        <w:t>Wine Pairing: 1oz of 5 Wines                              16.00</w:t>
      </w:r>
    </w:p>
    <w:p w:rsidR="00C3172E" w:rsidRPr="009B53BB" w:rsidRDefault="00C3172E" w:rsidP="009B53BB">
      <w:pPr>
        <w:pStyle w:val="Food"/>
        <w:rPr>
          <w:sz w:val="24"/>
          <w:szCs w:val="24"/>
        </w:rPr>
      </w:pPr>
    </w:p>
    <w:p w:rsidR="00C3172E" w:rsidRPr="002D452F" w:rsidRDefault="00C3172E" w:rsidP="000C775F">
      <w:pPr>
        <w:pStyle w:val="Wine"/>
        <w:rPr>
          <w:b/>
          <w:i w:val="0"/>
          <w:lang w:val="fr-CA"/>
        </w:rPr>
      </w:pPr>
      <w:r w:rsidRPr="002D452F">
        <w:rPr>
          <w:b/>
          <w:i w:val="0"/>
          <w:lang w:val="fr-CA"/>
        </w:rPr>
        <w:t>Mocha</w:t>
      </w:r>
      <w:r>
        <w:rPr>
          <w:b/>
          <w:i w:val="0"/>
          <w:lang w:val="fr-CA"/>
        </w:rPr>
        <w:t xml:space="preserve"> Creme</w:t>
      </w:r>
      <w:r w:rsidRPr="002D452F">
        <w:rPr>
          <w:b/>
          <w:i w:val="0"/>
          <w:lang w:val="fr-CA"/>
        </w:rPr>
        <w:t xml:space="preserve"> Brulee</w:t>
      </w:r>
      <w:r w:rsidRPr="002D452F">
        <w:rPr>
          <w:b/>
          <w:i w:val="0"/>
          <w:lang w:val="fr-CA"/>
        </w:rPr>
        <w:tab/>
        <w:t xml:space="preserve">   7</w:t>
      </w:r>
    </w:p>
    <w:p w:rsidR="00C3172E" w:rsidRPr="002D452F" w:rsidRDefault="00C3172E" w:rsidP="000C775F">
      <w:pPr>
        <w:pStyle w:val="Wine"/>
        <w:rPr>
          <w:i w:val="0"/>
          <w:lang w:val="fr-CA"/>
        </w:rPr>
      </w:pPr>
      <w:r>
        <w:rPr>
          <w:i w:val="0"/>
          <w:lang w:val="fr-CA"/>
        </w:rPr>
        <w:t>Vanilla cookie</w:t>
      </w:r>
    </w:p>
    <w:p w:rsidR="00C3172E" w:rsidRPr="002D452F" w:rsidRDefault="00C3172E" w:rsidP="000C775F">
      <w:pPr>
        <w:pStyle w:val="Wine"/>
        <w:rPr>
          <w:lang w:val="fr-CA"/>
        </w:rPr>
      </w:pPr>
      <w:r w:rsidRPr="002D452F">
        <w:rPr>
          <w:lang w:val="fr-CA"/>
        </w:rPr>
        <w:t>1995 Domaine Gardies "Ambre"</w:t>
      </w:r>
    </w:p>
    <w:p w:rsidR="00C3172E" w:rsidRPr="009B53BB" w:rsidRDefault="00C3172E" w:rsidP="000C775F">
      <w:pPr>
        <w:pStyle w:val="Wine"/>
      </w:pPr>
      <w:r w:rsidRPr="002D452F">
        <w:t>Grenache Blanc                       6.00 (1oz) ~ 12.00 (2oz)</w:t>
      </w:r>
    </w:p>
    <w:p w:rsidR="00C3172E" w:rsidRPr="009B53BB" w:rsidRDefault="00C3172E" w:rsidP="000C775F">
      <w:pPr>
        <w:pStyle w:val="Food"/>
        <w:rPr>
          <w:sz w:val="24"/>
          <w:szCs w:val="24"/>
        </w:rPr>
      </w:pPr>
    </w:p>
    <w:p w:rsidR="00C3172E" w:rsidRPr="009B53BB" w:rsidRDefault="00C3172E" w:rsidP="00073657">
      <w:pPr>
        <w:pStyle w:val="Food"/>
        <w:rPr>
          <w:b/>
          <w:i w:val="0"/>
        </w:rPr>
      </w:pPr>
      <w:r w:rsidRPr="009B53BB">
        <w:rPr>
          <w:b/>
          <w:i w:val="0"/>
        </w:rPr>
        <w:t xml:space="preserve">Frozen </w:t>
      </w:r>
      <w:r>
        <w:rPr>
          <w:b/>
          <w:i w:val="0"/>
        </w:rPr>
        <w:t xml:space="preserve">Raspberry </w:t>
      </w:r>
      <w:r w:rsidRPr="009B53BB">
        <w:rPr>
          <w:b/>
          <w:i w:val="0"/>
        </w:rPr>
        <w:t>Parfait</w:t>
      </w:r>
      <w:r w:rsidRPr="009B53BB">
        <w:rPr>
          <w:b/>
          <w:i w:val="0"/>
        </w:rPr>
        <w:tab/>
        <w:t xml:space="preserve">  7 </w:t>
      </w:r>
    </w:p>
    <w:p w:rsidR="00C3172E" w:rsidRPr="009B53BB" w:rsidRDefault="00C3172E" w:rsidP="000C775F">
      <w:pPr>
        <w:pStyle w:val="Food"/>
        <w:rPr>
          <w:b/>
          <w:i w:val="0"/>
        </w:rPr>
      </w:pPr>
      <w:r w:rsidRPr="009B53BB">
        <w:rPr>
          <w:i w:val="0"/>
        </w:rPr>
        <w:t>Preserved apricots &amp; Chantilly</w:t>
      </w:r>
      <w:r>
        <w:rPr>
          <w:i w:val="0"/>
        </w:rPr>
        <w:t xml:space="preserve"> cream</w:t>
      </w:r>
    </w:p>
    <w:p w:rsidR="00C3172E" w:rsidRPr="009B53BB" w:rsidRDefault="00C3172E" w:rsidP="000C775F">
      <w:pPr>
        <w:pStyle w:val="Food"/>
        <w:rPr>
          <w:highlight w:val="yellow"/>
        </w:rPr>
      </w:pPr>
      <w:r w:rsidRPr="009B53BB">
        <w:t>2005 Weinbau Zahel "Rosengartl"</w:t>
      </w:r>
    </w:p>
    <w:p w:rsidR="00C3172E" w:rsidRPr="009B53BB" w:rsidRDefault="00C3172E" w:rsidP="000C775F">
      <w:pPr>
        <w:pStyle w:val="Food"/>
      </w:pPr>
      <w:r w:rsidRPr="009B53BB">
        <w:t>Vienna, Austria                      7.50 (1oz) ~ 15.00 (2oz)</w:t>
      </w:r>
    </w:p>
    <w:p w:rsidR="00C3172E" w:rsidRPr="009B53BB" w:rsidRDefault="00C3172E" w:rsidP="000C775F">
      <w:pPr>
        <w:pStyle w:val="Food"/>
        <w:rPr>
          <w:sz w:val="24"/>
          <w:szCs w:val="24"/>
        </w:rPr>
      </w:pPr>
    </w:p>
    <w:p w:rsidR="00C3172E" w:rsidRPr="002D452F" w:rsidRDefault="00C3172E" w:rsidP="000C775F">
      <w:pPr>
        <w:pStyle w:val="Food"/>
        <w:rPr>
          <w:b/>
          <w:i w:val="0"/>
        </w:rPr>
      </w:pPr>
      <w:r w:rsidRPr="002D452F">
        <w:rPr>
          <w:b/>
          <w:i w:val="0"/>
        </w:rPr>
        <w:t>Lemon Curd</w:t>
      </w:r>
      <w:r w:rsidRPr="002D452F">
        <w:rPr>
          <w:b/>
          <w:i w:val="0"/>
        </w:rPr>
        <w:tab/>
        <w:t xml:space="preserve">  7</w:t>
      </w:r>
    </w:p>
    <w:p w:rsidR="00C3172E" w:rsidRPr="002D452F" w:rsidRDefault="00C3172E" w:rsidP="000C775F">
      <w:pPr>
        <w:pStyle w:val="Food"/>
        <w:rPr>
          <w:i w:val="0"/>
        </w:rPr>
      </w:pPr>
      <w:r w:rsidRPr="002D452F">
        <w:rPr>
          <w:i w:val="0"/>
        </w:rPr>
        <w:t xml:space="preserve">Blueberry compote &amp; shortbread  </w:t>
      </w:r>
    </w:p>
    <w:p w:rsidR="00C3172E" w:rsidRPr="002D452F" w:rsidRDefault="00C3172E" w:rsidP="000C775F">
      <w:pPr>
        <w:pStyle w:val="Food"/>
      </w:pPr>
      <w:r w:rsidRPr="002D452F">
        <w:t>2008 La Tunella</w:t>
      </w:r>
    </w:p>
    <w:p w:rsidR="00C3172E" w:rsidRPr="009B53BB" w:rsidRDefault="00C3172E" w:rsidP="000C775F">
      <w:pPr>
        <w:pStyle w:val="Food"/>
      </w:pPr>
      <w:r w:rsidRPr="002D452F">
        <w:t>Verduzzo                                 3.00 (1oz) ~ 6.00 (2oz)</w:t>
      </w:r>
    </w:p>
    <w:p w:rsidR="00C3172E" w:rsidRPr="009B53BB" w:rsidRDefault="00C3172E" w:rsidP="000C775F">
      <w:pPr>
        <w:pStyle w:val="Food"/>
        <w:rPr>
          <w:sz w:val="24"/>
          <w:szCs w:val="24"/>
        </w:rPr>
      </w:pPr>
    </w:p>
    <w:p w:rsidR="00C3172E" w:rsidRPr="009B53BB" w:rsidRDefault="00C3172E" w:rsidP="000C775F">
      <w:pPr>
        <w:pStyle w:val="Food"/>
      </w:pPr>
    </w:p>
    <w:p w:rsidR="00C3172E" w:rsidRDefault="00C3172E" w:rsidP="000C775F">
      <w:pPr>
        <w:pStyle w:val="Food"/>
      </w:pPr>
    </w:p>
    <w:p w:rsidR="00C3172E" w:rsidRPr="009B53BB" w:rsidRDefault="00C3172E" w:rsidP="000C775F">
      <w:pPr>
        <w:pStyle w:val="Food"/>
      </w:pPr>
      <w:r>
        <w:t>Thursday, March 3rd</w:t>
      </w:r>
      <w:r w:rsidRPr="009B53BB">
        <w:t xml:space="preserve">, 2011 </w:t>
      </w:r>
      <w:r w:rsidRPr="009B53BB">
        <w:br/>
        <w:t>Bryan Burke – Executive Chef</w:t>
      </w:r>
    </w:p>
    <w:p w:rsidR="00C3172E" w:rsidRPr="009B53BB" w:rsidRDefault="00C3172E" w:rsidP="000C775F">
      <w:pPr>
        <w:pStyle w:val="Food"/>
      </w:pPr>
      <w:r w:rsidRPr="009B53BB">
        <w:t>Adam Dolley - Sous Chef</w:t>
      </w:r>
    </w:p>
    <w:p w:rsidR="00C3172E" w:rsidRPr="009B53BB" w:rsidRDefault="00C3172E" w:rsidP="000C775F">
      <w:pPr>
        <w:pStyle w:val="Food"/>
      </w:pPr>
    </w:p>
    <w:p w:rsidR="00C3172E" w:rsidRPr="009B53BB" w:rsidRDefault="00C3172E" w:rsidP="000C775F">
      <w:pPr>
        <w:pStyle w:val="Food"/>
      </w:pPr>
    </w:p>
    <w:p w:rsidR="00C3172E" w:rsidRPr="009B53BB" w:rsidRDefault="00C3172E" w:rsidP="000C775F">
      <w:pPr>
        <w:pStyle w:val="Food"/>
      </w:pPr>
      <w:r w:rsidRPr="009B53BB">
        <w:t>We support a healthy, ethical, sustainable, local food culture.</w:t>
      </w:r>
    </w:p>
    <w:sectPr w:rsidR="00C3172E" w:rsidRPr="009B53BB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71033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27D"/>
    <w:rsid w:val="00011980"/>
    <w:rsid w:val="0001297B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4857"/>
    <w:rsid w:val="0002553B"/>
    <w:rsid w:val="00025749"/>
    <w:rsid w:val="00025A59"/>
    <w:rsid w:val="00025D31"/>
    <w:rsid w:val="00025E2C"/>
    <w:rsid w:val="000263B5"/>
    <w:rsid w:val="0002664D"/>
    <w:rsid w:val="000278D3"/>
    <w:rsid w:val="00027D9A"/>
    <w:rsid w:val="0003136E"/>
    <w:rsid w:val="00031471"/>
    <w:rsid w:val="0003207C"/>
    <w:rsid w:val="00032E51"/>
    <w:rsid w:val="00034D42"/>
    <w:rsid w:val="000350B6"/>
    <w:rsid w:val="00036D50"/>
    <w:rsid w:val="00037D64"/>
    <w:rsid w:val="000417C2"/>
    <w:rsid w:val="000422C6"/>
    <w:rsid w:val="00043192"/>
    <w:rsid w:val="00044313"/>
    <w:rsid w:val="00045210"/>
    <w:rsid w:val="00045FF6"/>
    <w:rsid w:val="00047C42"/>
    <w:rsid w:val="00047CC5"/>
    <w:rsid w:val="00050173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8C7"/>
    <w:rsid w:val="0005629C"/>
    <w:rsid w:val="00057820"/>
    <w:rsid w:val="00060510"/>
    <w:rsid w:val="00060B4A"/>
    <w:rsid w:val="00060DC2"/>
    <w:rsid w:val="00061921"/>
    <w:rsid w:val="0006489E"/>
    <w:rsid w:val="00065A3E"/>
    <w:rsid w:val="00066C46"/>
    <w:rsid w:val="00070AFF"/>
    <w:rsid w:val="00072195"/>
    <w:rsid w:val="0007219C"/>
    <w:rsid w:val="00072CA3"/>
    <w:rsid w:val="00073657"/>
    <w:rsid w:val="00074658"/>
    <w:rsid w:val="00074F0B"/>
    <w:rsid w:val="00076E74"/>
    <w:rsid w:val="0007704B"/>
    <w:rsid w:val="00081ADA"/>
    <w:rsid w:val="00082A96"/>
    <w:rsid w:val="000841F3"/>
    <w:rsid w:val="00084301"/>
    <w:rsid w:val="00084ACB"/>
    <w:rsid w:val="00086C18"/>
    <w:rsid w:val="00087327"/>
    <w:rsid w:val="00087449"/>
    <w:rsid w:val="000875B6"/>
    <w:rsid w:val="000905BB"/>
    <w:rsid w:val="00093DE0"/>
    <w:rsid w:val="00093E7E"/>
    <w:rsid w:val="000943FE"/>
    <w:rsid w:val="00094F67"/>
    <w:rsid w:val="00095562"/>
    <w:rsid w:val="00095F08"/>
    <w:rsid w:val="0009619E"/>
    <w:rsid w:val="00096DB9"/>
    <w:rsid w:val="00097095"/>
    <w:rsid w:val="000979A2"/>
    <w:rsid w:val="000A0805"/>
    <w:rsid w:val="000A1D92"/>
    <w:rsid w:val="000A2201"/>
    <w:rsid w:val="000A229B"/>
    <w:rsid w:val="000A22A2"/>
    <w:rsid w:val="000A3DA9"/>
    <w:rsid w:val="000A44D5"/>
    <w:rsid w:val="000A4DC8"/>
    <w:rsid w:val="000A600C"/>
    <w:rsid w:val="000A68F9"/>
    <w:rsid w:val="000B13F2"/>
    <w:rsid w:val="000B37F2"/>
    <w:rsid w:val="000B3FF5"/>
    <w:rsid w:val="000B49B6"/>
    <w:rsid w:val="000B4EDF"/>
    <w:rsid w:val="000B500C"/>
    <w:rsid w:val="000B5E46"/>
    <w:rsid w:val="000B6A78"/>
    <w:rsid w:val="000B6C15"/>
    <w:rsid w:val="000B7813"/>
    <w:rsid w:val="000C1D54"/>
    <w:rsid w:val="000C2A25"/>
    <w:rsid w:val="000C2BC8"/>
    <w:rsid w:val="000C3AB1"/>
    <w:rsid w:val="000C4D0F"/>
    <w:rsid w:val="000C5494"/>
    <w:rsid w:val="000C54C3"/>
    <w:rsid w:val="000C6019"/>
    <w:rsid w:val="000C630E"/>
    <w:rsid w:val="000C775F"/>
    <w:rsid w:val="000D04A6"/>
    <w:rsid w:val="000D138E"/>
    <w:rsid w:val="000D17D6"/>
    <w:rsid w:val="000D1860"/>
    <w:rsid w:val="000D18D4"/>
    <w:rsid w:val="000D18F8"/>
    <w:rsid w:val="000D1B93"/>
    <w:rsid w:val="000D1D6F"/>
    <w:rsid w:val="000D324F"/>
    <w:rsid w:val="000D464A"/>
    <w:rsid w:val="000D489F"/>
    <w:rsid w:val="000D4B0C"/>
    <w:rsid w:val="000D4FE2"/>
    <w:rsid w:val="000D54F4"/>
    <w:rsid w:val="000D5572"/>
    <w:rsid w:val="000D5BD7"/>
    <w:rsid w:val="000D6227"/>
    <w:rsid w:val="000D6676"/>
    <w:rsid w:val="000D7355"/>
    <w:rsid w:val="000D7910"/>
    <w:rsid w:val="000D7A1F"/>
    <w:rsid w:val="000E00A9"/>
    <w:rsid w:val="000E098E"/>
    <w:rsid w:val="000E0E62"/>
    <w:rsid w:val="000E1C36"/>
    <w:rsid w:val="000E21C3"/>
    <w:rsid w:val="000E2891"/>
    <w:rsid w:val="000E34AC"/>
    <w:rsid w:val="000E5E7C"/>
    <w:rsid w:val="000E702F"/>
    <w:rsid w:val="000E706B"/>
    <w:rsid w:val="000E7323"/>
    <w:rsid w:val="000F2299"/>
    <w:rsid w:val="000F29D2"/>
    <w:rsid w:val="000F2D05"/>
    <w:rsid w:val="000F2D2C"/>
    <w:rsid w:val="000F3E99"/>
    <w:rsid w:val="000F5730"/>
    <w:rsid w:val="000F5B1F"/>
    <w:rsid w:val="000F630B"/>
    <w:rsid w:val="000F7093"/>
    <w:rsid w:val="00100298"/>
    <w:rsid w:val="001006F5"/>
    <w:rsid w:val="001007A0"/>
    <w:rsid w:val="00101C8B"/>
    <w:rsid w:val="001029F5"/>
    <w:rsid w:val="00102BD8"/>
    <w:rsid w:val="00102C62"/>
    <w:rsid w:val="00103136"/>
    <w:rsid w:val="00103A9B"/>
    <w:rsid w:val="00105B6E"/>
    <w:rsid w:val="00106153"/>
    <w:rsid w:val="0010678C"/>
    <w:rsid w:val="00107CF6"/>
    <w:rsid w:val="00110045"/>
    <w:rsid w:val="00110C4A"/>
    <w:rsid w:val="00111C57"/>
    <w:rsid w:val="00112B5A"/>
    <w:rsid w:val="00113545"/>
    <w:rsid w:val="0011450B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4547"/>
    <w:rsid w:val="001253F2"/>
    <w:rsid w:val="001258F8"/>
    <w:rsid w:val="001272A1"/>
    <w:rsid w:val="001278DB"/>
    <w:rsid w:val="00130986"/>
    <w:rsid w:val="0013155E"/>
    <w:rsid w:val="00131888"/>
    <w:rsid w:val="00131A64"/>
    <w:rsid w:val="00131BF6"/>
    <w:rsid w:val="00131C56"/>
    <w:rsid w:val="00131F2A"/>
    <w:rsid w:val="00132F6D"/>
    <w:rsid w:val="001338E1"/>
    <w:rsid w:val="001341CC"/>
    <w:rsid w:val="00135C97"/>
    <w:rsid w:val="00135CFC"/>
    <w:rsid w:val="00135D03"/>
    <w:rsid w:val="00136100"/>
    <w:rsid w:val="001361C4"/>
    <w:rsid w:val="00137809"/>
    <w:rsid w:val="001378B9"/>
    <w:rsid w:val="001403EC"/>
    <w:rsid w:val="0014069D"/>
    <w:rsid w:val="0014099B"/>
    <w:rsid w:val="00140F69"/>
    <w:rsid w:val="001413D7"/>
    <w:rsid w:val="00142C0F"/>
    <w:rsid w:val="00143DD3"/>
    <w:rsid w:val="00145386"/>
    <w:rsid w:val="00146A12"/>
    <w:rsid w:val="00147042"/>
    <w:rsid w:val="0014778C"/>
    <w:rsid w:val="00147813"/>
    <w:rsid w:val="00147E84"/>
    <w:rsid w:val="001504ED"/>
    <w:rsid w:val="001506B9"/>
    <w:rsid w:val="00150D84"/>
    <w:rsid w:val="00151160"/>
    <w:rsid w:val="00151B5F"/>
    <w:rsid w:val="00153173"/>
    <w:rsid w:val="00154E26"/>
    <w:rsid w:val="001554F6"/>
    <w:rsid w:val="00155722"/>
    <w:rsid w:val="00155A4E"/>
    <w:rsid w:val="00155D27"/>
    <w:rsid w:val="00155D44"/>
    <w:rsid w:val="00156BA2"/>
    <w:rsid w:val="00157480"/>
    <w:rsid w:val="001576F8"/>
    <w:rsid w:val="00157FF0"/>
    <w:rsid w:val="00160255"/>
    <w:rsid w:val="001605A2"/>
    <w:rsid w:val="00160D09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67E67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4B27"/>
    <w:rsid w:val="0018639C"/>
    <w:rsid w:val="001863F9"/>
    <w:rsid w:val="001869C9"/>
    <w:rsid w:val="00187AA6"/>
    <w:rsid w:val="0019060F"/>
    <w:rsid w:val="00190FF5"/>
    <w:rsid w:val="00191778"/>
    <w:rsid w:val="00191796"/>
    <w:rsid w:val="001929A5"/>
    <w:rsid w:val="0019326F"/>
    <w:rsid w:val="001946F5"/>
    <w:rsid w:val="001948A4"/>
    <w:rsid w:val="00194F38"/>
    <w:rsid w:val="0019526E"/>
    <w:rsid w:val="00195608"/>
    <w:rsid w:val="00195F58"/>
    <w:rsid w:val="00196F6C"/>
    <w:rsid w:val="00197717"/>
    <w:rsid w:val="001A0246"/>
    <w:rsid w:val="001A0694"/>
    <w:rsid w:val="001A0D77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3E3"/>
    <w:rsid w:val="001A7508"/>
    <w:rsid w:val="001A7A6B"/>
    <w:rsid w:val="001B0BC0"/>
    <w:rsid w:val="001B0CBB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0AEE"/>
    <w:rsid w:val="001D2DAE"/>
    <w:rsid w:val="001D389A"/>
    <w:rsid w:val="001D3B20"/>
    <w:rsid w:val="001D3C42"/>
    <w:rsid w:val="001D4751"/>
    <w:rsid w:val="001D51BE"/>
    <w:rsid w:val="001D54BC"/>
    <w:rsid w:val="001D65B8"/>
    <w:rsid w:val="001D6F80"/>
    <w:rsid w:val="001D6FDD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3CAC"/>
    <w:rsid w:val="001F4828"/>
    <w:rsid w:val="001F5274"/>
    <w:rsid w:val="001F5813"/>
    <w:rsid w:val="001F5A5C"/>
    <w:rsid w:val="001F63CF"/>
    <w:rsid w:val="001F6675"/>
    <w:rsid w:val="001F7ED8"/>
    <w:rsid w:val="001F7FB0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B56"/>
    <w:rsid w:val="00206DCA"/>
    <w:rsid w:val="0020715B"/>
    <w:rsid w:val="002077BF"/>
    <w:rsid w:val="00207867"/>
    <w:rsid w:val="0020788D"/>
    <w:rsid w:val="00207951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E6"/>
    <w:rsid w:val="002202A5"/>
    <w:rsid w:val="002208AD"/>
    <w:rsid w:val="0022143B"/>
    <w:rsid w:val="00221C50"/>
    <w:rsid w:val="00222CDF"/>
    <w:rsid w:val="00224515"/>
    <w:rsid w:val="002248BD"/>
    <w:rsid w:val="00224992"/>
    <w:rsid w:val="0022522F"/>
    <w:rsid w:val="00230DF2"/>
    <w:rsid w:val="00231455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4E9A"/>
    <w:rsid w:val="00245B25"/>
    <w:rsid w:val="00245B4B"/>
    <w:rsid w:val="00246177"/>
    <w:rsid w:val="00246909"/>
    <w:rsid w:val="00247759"/>
    <w:rsid w:val="002503DA"/>
    <w:rsid w:val="0025282C"/>
    <w:rsid w:val="00252983"/>
    <w:rsid w:val="0025326E"/>
    <w:rsid w:val="00253369"/>
    <w:rsid w:val="00254122"/>
    <w:rsid w:val="0025499D"/>
    <w:rsid w:val="00255300"/>
    <w:rsid w:val="00256AD2"/>
    <w:rsid w:val="00257B75"/>
    <w:rsid w:val="00260249"/>
    <w:rsid w:val="00260B2C"/>
    <w:rsid w:val="002613C9"/>
    <w:rsid w:val="002626CC"/>
    <w:rsid w:val="00263AFF"/>
    <w:rsid w:val="00264365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45"/>
    <w:rsid w:val="00270ED7"/>
    <w:rsid w:val="002711D3"/>
    <w:rsid w:val="002714DD"/>
    <w:rsid w:val="00271604"/>
    <w:rsid w:val="00271C3B"/>
    <w:rsid w:val="00271E8D"/>
    <w:rsid w:val="00271EB7"/>
    <w:rsid w:val="00271F51"/>
    <w:rsid w:val="002723F3"/>
    <w:rsid w:val="0027272D"/>
    <w:rsid w:val="00272CE1"/>
    <w:rsid w:val="0027316F"/>
    <w:rsid w:val="00273AB6"/>
    <w:rsid w:val="0027429A"/>
    <w:rsid w:val="0027482C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5B07"/>
    <w:rsid w:val="002A63E1"/>
    <w:rsid w:val="002A6C86"/>
    <w:rsid w:val="002A6CB9"/>
    <w:rsid w:val="002A6F5F"/>
    <w:rsid w:val="002A7F5E"/>
    <w:rsid w:val="002B00F9"/>
    <w:rsid w:val="002B03E0"/>
    <w:rsid w:val="002B0903"/>
    <w:rsid w:val="002B0EEB"/>
    <w:rsid w:val="002B11C3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6B22"/>
    <w:rsid w:val="002C75C4"/>
    <w:rsid w:val="002D2C2A"/>
    <w:rsid w:val="002D309F"/>
    <w:rsid w:val="002D37EA"/>
    <w:rsid w:val="002D3C1D"/>
    <w:rsid w:val="002D4024"/>
    <w:rsid w:val="002D43DF"/>
    <w:rsid w:val="002D452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32333"/>
    <w:rsid w:val="00332471"/>
    <w:rsid w:val="00332C64"/>
    <w:rsid w:val="00332FBD"/>
    <w:rsid w:val="003337A1"/>
    <w:rsid w:val="0033390E"/>
    <w:rsid w:val="003340A9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5642"/>
    <w:rsid w:val="00347594"/>
    <w:rsid w:val="00347848"/>
    <w:rsid w:val="00351244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0CA"/>
    <w:rsid w:val="003615F7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2818"/>
    <w:rsid w:val="00373A29"/>
    <w:rsid w:val="00373C26"/>
    <w:rsid w:val="00375B57"/>
    <w:rsid w:val="0037659D"/>
    <w:rsid w:val="0037660C"/>
    <w:rsid w:val="00376A68"/>
    <w:rsid w:val="00381192"/>
    <w:rsid w:val="00381C4A"/>
    <w:rsid w:val="003828B7"/>
    <w:rsid w:val="003840F2"/>
    <w:rsid w:val="0038452B"/>
    <w:rsid w:val="00384BE1"/>
    <w:rsid w:val="0038550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3B16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1E8"/>
    <w:rsid w:val="003C7530"/>
    <w:rsid w:val="003D14E9"/>
    <w:rsid w:val="003D1B12"/>
    <w:rsid w:val="003D24EF"/>
    <w:rsid w:val="003D2FB5"/>
    <w:rsid w:val="003D31D1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541"/>
    <w:rsid w:val="003E574B"/>
    <w:rsid w:val="003E5E4F"/>
    <w:rsid w:val="003E6222"/>
    <w:rsid w:val="003E74F7"/>
    <w:rsid w:val="003E764F"/>
    <w:rsid w:val="003F0F75"/>
    <w:rsid w:val="003F1032"/>
    <w:rsid w:val="003F1CF8"/>
    <w:rsid w:val="003F2EDD"/>
    <w:rsid w:val="003F424A"/>
    <w:rsid w:val="003F4554"/>
    <w:rsid w:val="003F4876"/>
    <w:rsid w:val="003F6D69"/>
    <w:rsid w:val="003F737E"/>
    <w:rsid w:val="00400755"/>
    <w:rsid w:val="00402768"/>
    <w:rsid w:val="00402B13"/>
    <w:rsid w:val="00402E89"/>
    <w:rsid w:val="00402FA8"/>
    <w:rsid w:val="0040309F"/>
    <w:rsid w:val="00403EC9"/>
    <w:rsid w:val="004044A8"/>
    <w:rsid w:val="00405B7A"/>
    <w:rsid w:val="00405F36"/>
    <w:rsid w:val="004064FB"/>
    <w:rsid w:val="00406DCB"/>
    <w:rsid w:val="00407391"/>
    <w:rsid w:val="0041010A"/>
    <w:rsid w:val="004119DE"/>
    <w:rsid w:val="00411B5D"/>
    <w:rsid w:val="004127B3"/>
    <w:rsid w:val="00412A1D"/>
    <w:rsid w:val="00413051"/>
    <w:rsid w:val="00414BA3"/>
    <w:rsid w:val="00414F27"/>
    <w:rsid w:val="0041603F"/>
    <w:rsid w:val="00416971"/>
    <w:rsid w:val="00416DF3"/>
    <w:rsid w:val="00417257"/>
    <w:rsid w:val="00417343"/>
    <w:rsid w:val="0041746E"/>
    <w:rsid w:val="004219AC"/>
    <w:rsid w:val="00422C69"/>
    <w:rsid w:val="0042365E"/>
    <w:rsid w:val="00423955"/>
    <w:rsid w:val="00423B1C"/>
    <w:rsid w:val="00424314"/>
    <w:rsid w:val="0042585E"/>
    <w:rsid w:val="004259F8"/>
    <w:rsid w:val="00427441"/>
    <w:rsid w:val="00427D82"/>
    <w:rsid w:val="00430324"/>
    <w:rsid w:val="00431CF6"/>
    <w:rsid w:val="00431F52"/>
    <w:rsid w:val="00432195"/>
    <w:rsid w:val="004323F8"/>
    <w:rsid w:val="00432766"/>
    <w:rsid w:val="00432EAD"/>
    <w:rsid w:val="00433DB7"/>
    <w:rsid w:val="00435350"/>
    <w:rsid w:val="00435A96"/>
    <w:rsid w:val="00435B79"/>
    <w:rsid w:val="0043630B"/>
    <w:rsid w:val="00436746"/>
    <w:rsid w:val="00437BB5"/>
    <w:rsid w:val="0044204D"/>
    <w:rsid w:val="00443B1C"/>
    <w:rsid w:val="00445151"/>
    <w:rsid w:val="0044573C"/>
    <w:rsid w:val="00447B94"/>
    <w:rsid w:val="0045003B"/>
    <w:rsid w:val="0045157B"/>
    <w:rsid w:val="00452168"/>
    <w:rsid w:val="00452BB1"/>
    <w:rsid w:val="00453E52"/>
    <w:rsid w:val="00454539"/>
    <w:rsid w:val="00454608"/>
    <w:rsid w:val="00454662"/>
    <w:rsid w:val="00454ECB"/>
    <w:rsid w:val="00455353"/>
    <w:rsid w:val="004556CA"/>
    <w:rsid w:val="00455A1B"/>
    <w:rsid w:val="00455B47"/>
    <w:rsid w:val="0045678B"/>
    <w:rsid w:val="00457307"/>
    <w:rsid w:val="00457A89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568A"/>
    <w:rsid w:val="0047678C"/>
    <w:rsid w:val="00476A3D"/>
    <w:rsid w:val="00480B04"/>
    <w:rsid w:val="004812E3"/>
    <w:rsid w:val="00481AAF"/>
    <w:rsid w:val="00482397"/>
    <w:rsid w:val="00483918"/>
    <w:rsid w:val="00484DF7"/>
    <w:rsid w:val="0048679E"/>
    <w:rsid w:val="0048746D"/>
    <w:rsid w:val="004875F6"/>
    <w:rsid w:val="004905DE"/>
    <w:rsid w:val="00490645"/>
    <w:rsid w:val="00494B6C"/>
    <w:rsid w:val="00495053"/>
    <w:rsid w:val="00495CD5"/>
    <w:rsid w:val="004963DD"/>
    <w:rsid w:val="004963E6"/>
    <w:rsid w:val="00496D4A"/>
    <w:rsid w:val="00497388"/>
    <w:rsid w:val="00497458"/>
    <w:rsid w:val="00497738"/>
    <w:rsid w:val="004A035B"/>
    <w:rsid w:val="004A0DF5"/>
    <w:rsid w:val="004A12C3"/>
    <w:rsid w:val="004A18C4"/>
    <w:rsid w:val="004A1BCE"/>
    <w:rsid w:val="004A1EAD"/>
    <w:rsid w:val="004A2637"/>
    <w:rsid w:val="004A2A65"/>
    <w:rsid w:val="004A2DFC"/>
    <w:rsid w:val="004A2FE5"/>
    <w:rsid w:val="004A3630"/>
    <w:rsid w:val="004A41AF"/>
    <w:rsid w:val="004A725B"/>
    <w:rsid w:val="004A7627"/>
    <w:rsid w:val="004A7CD2"/>
    <w:rsid w:val="004B063D"/>
    <w:rsid w:val="004B07F5"/>
    <w:rsid w:val="004B162D"/>
    <w:rsid w:val="004B1AC1"/>
    <w:rsid w:val="004B1D59"/>
    <w:rsid w:val="004B2173"/>
    <w:rsid w:val="004B2820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00D"/>
    <w:rsid w:val="004C3AF2"/>
    <w:rsid w:val="004C49F4"/>
    <w:rsid w:val="004C4FCA"/>
    <w:rsid w:val="004C6809"/>
    <w:rsid w:val="004C7E4B"/>
    <w:rsid w:val="004D017D"/>
    <w:rsid w:val="004D07F9"/>
    <w:rsid w:val="004D0E92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D7E55"/>
    <w:rsid w:val="004E0FBF"/>
    <w:rsid w:val="004E2C41"/>
    <w:rsid w:val="004E3784"/>
    <w:rsid w:val="004E397F"/>
    <w:rsid w:val="004E3B7D"/>
    <w:rsid w:val="004E4815"/>
    <w:rsid w:val="004E4A20"/>
    <w:rsid w:val="004E509A"/>
    <w:rsid w:val="004E50EE"/>
    <w:rsid w:val="004E5807"/>
    <w:rsid w:val="004E58C5"/>
    <w:rsid w:val="004E5B41"/>
    <w:rsid w:val="004E5FBE"/>
    <w:rsid w:val="004E63F8"/>
    <w:rsid w:val="004E6AAD"/>
    <w:rsid w:val="004E703A"/>
    <w:rsid w:val="004E78A2"/>
    <w:rsid w:val="004E791B"/>
    <w:rsid w:val="004F33CC"/>
    <w:rsid w:val="004F4F0A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17119"/>
    <w:rsid w:val="00520392"/>
    <w:rsid w:val="00520B21"/>
    <w:rsid w:val="005210BC"/>
    <w:rsid w:val="0052297B"/>
    <w:rsid w:val="00523A09"/>
    <w:rsid w:val="00523E83"/>
    <w:rsid w:val="0052472D"/>
    <w:rsid w:val="0052526D"/>
    <w:rsid w:val="005254EC"/>
    <w:rsid w:val="00526799"/>
    <w:rsid w:val="00526BA6"/>
    <w:rsid w:val="00526FED"/>
    <w:rsid w:val="0053037E"/>
    <w:rsid w:val="00531639"/>
    <w:rsid w:val="00531906"/>
    <w:rsid w:val="00531DBE"/>
    <w:rsid w:val="005323F0"/>
    <w:rsid w:val="00532C7D"/>
    <w:rsid w:val="00533024"/>
    <w:rsid w:val="00533D51"/>
    <w:rsid w:val="0053436F"/>
    <w:rsid w:val="00535CE1"/>
    <w:rsid w:val="00536718"/>
    <w:rsid w:val="005368F9"/>
    <w:rsid w:val="00536E4F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62DB"/>
    <w:rsid w:val="005572B8"/>
    <w:rsid w:val="005575C4"/>
    <w:rsid w:val="0055786E"/>
    <w:rsid w:val="00560876"/>
    <w:rsid w:val="00560FED"/>
    <w:rsid w:val="0056100C"/>
    <w:rsid w:val="0056211A"/>
    <w:rsid w:val="00562E02"/>
    <w:rsid w:val="005630A4"/>
    <w:rsid w:val="00563B43"/>
    <w:rsid w:val="00563C6D"/>
    <w:rsid w:val="005654E9"/>
    <w:rsid w:val="0056617B"/>
    <w:rsid w:val="0056630D"/>
    <w:rsid w:val="005672FA"/>
    <w:rsid w:val="00570245"/>
    <w:rsid w:val="00570434"/>
    <w:rsid w:val="00570852"/>
    <w:rsid w:val="00571940"/>
    <w:rsid w:val="00572082"/>
    <w:rsid w:val="00573006"/>
    <w:rsid w:val="00573C27"/>
    <w:rsid w:val="00573C57"/>
    <w:rsid w:val="00574403"/>
    <w:rsid w:val="0057450A"/>
    <w:rsid w:val="005748F1"/>
    <w:rsid w:val="00574A6A"/>
    <w:rsid w:val="00574A9F"/>
    <w:rsid w:val="005768E6"/>
    <w:rsid w:val="0057742D"/>
    <w:rsid w:val="005804EC"/>
    <w:rsid w:val="005813B0"/>
    <w:rsid w:val="00581F11"/>
    <w:rsid w:val="0058395F"/>
    <w:rsid w:val="00583A02"/>
    <w:rsid w:val="005844E4"/>
    <w:rsid w:val="00585EFB"/>
    <w:rsid w:val="00586E22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3F71"/>
    <w:rsid w:val="005A452A"/>
    <w:rsid w:val="005A4AA9"/>
    <w:rsid w:val="005A51F9"/>
    <w:rsid w:val="005A5B0C"/>
    <w:rsid w:val="005A6D43"/>
    <w:rsid w:val="005A70EF"/>
    <w:rsid w:val="005A754C"/>
    <w:rsid w:val="005B0F5D"/>
    <w:rsid w:val="005B2A3B"/>
    <w:rsid w:val="005B34BC"/>
    <w:rsid w:val="005B35B7"/>
    <w:rsid w:val="005B4855"/>
    <w:rsid w:val="005B4F3A"/>
    <w:rsid w:val="005B54A3"/>
    <w:rsid w:val="005B5600"/>
    <w:rsid w:val="005B5945"/>
    <w:rsid w:val="005B6F51"/>
    <w:rsid w:val="005B7085"/>
    <w:rsid w:val="005B730F"/>
    <w:rsid w:val="005B75FD"/>
    <w:rsid w:val="005B7685"/>
    <w:rsid w:val="005C01A1"/>
    <w:rsid w:val="005C03CB"/>
    <w:rsid w:val="005C0E68"/>
    <w:rsid w:val="005C0EC1"/>
    <w:rsid w:val="005C1950"/>
    <w:rsid w:val="005C1B43"/>
    <w:rsid w:val="005C2161"/>
    <w:rsid w:val="005C3C17"/>
    <w:rsid w:val="005C3F45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2B2"/>
    <w:rsid w:val="005D2DE0"/>
    <w:rsid w:val="005D4AAC"/>
    <w:rsid w:val="005D4C22"/>
    <w:rsid w:val="005D5907"/>
    <w:rsid w:val="005D6D4A"/>
    <w:rsid w:val="005D7561"/>
    <w:rsid w:val="005E0378"/>
    <w:rsid w:val="005E09B1"/>
    <w:rsid w:val="005E1C6A"/>
    <w:rsid w:val="005E34FE"/>
    <w:rsid w:val="005E430F"/>
    <w:rsid w:val="005E44C4"/>
    <w:rsid w:val="005E47AA"/>
    <w:rsid w:val="005E5309"/>
    <w:rsid w:val="005E544A"/>
    <w:rsid w:val="005E5A22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4DC4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06237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195F"/>
    <w:rsid w:val="00621CB0"/>
    <w:rsid w:val="00623173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B93"/>
    <w:rsid w:val="00636C2B"/>
    <w:rsid w:val="00637A97"/>
    <w:rsid w:val="00642010"/>
    <w:rsid w:val="00645594"/>
    <w:rsid w:val="00646BE0"/>
    <w:rsid w:val="00646BE3"/>
    <w:rsid w:val="00647040"/>
    <w:rsid w:val="00647BA7"/>
    <w:rsid w:val="00650B1B"/>
    <w:rsid w:val="00651936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A9A"/>
    <w:rsid w:val="00661B7F"/>
    <w:rsid w:val="006631AE"/>
    <w:rsid w:val="00663420"/>
    <w:rsid w:val="0066353A"/>
    <w:rsid w:val="00664094"/>
    <w:rsid w:val="0066534E"/>
    <w:rsid w:val="00666733"/>
    <w:rsid w:val="00666D27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76996"/>
    <w:rsid w:val="00680467"/>
    <w:rsid w:val="006830AF"/>
    <w:rsid w:val="0068331E"/>
    <w:rsid w:val="006838B0"/>
    <w:rsid w:val="006838D2"/>
    <w:rsid w:val="006839F7"/>
    <w:rsid w:val="0068439A"/>
    <w:rsid w:val="006853BA"/>
    <w:rsid w:val="00686436"/>
    <w:rsid w:val="00686716"/>
    <w:rsid w:val="00687C2A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DBE"/>
    <w:rsid w:val="00697FE4"/>
    <w:rsid w:val="006A0444"/>
    <w:rsid w:val="006A1022"/>
    <w:rsid w:val="006A1551"/>
    <w:rsid w:val="006A1911"/>
    <w:rsid w:val="006A19D6"/>
    <w:rsid w:val="006A1CF7"/>
    <w:rsid w:val="006A201D"/>
    <w:rsid w:val="006A2710"/>
    <w:rsid w:val="006A2990"/>
    <w:rsid w:val="006A3123"/>
    <w:rsid w:val="006A359A"/>
    <w:rsid w:val="006A3CE9"/>
    <w:rsid w:val="006A3CF7"/>
    <w:rsid w:val="006A40F7"/>
    <w:rsid w:val="006A4187"/>
    <w:rsid w:val="006A5A12"/>
    <w:rsid w:val="006A5AB3"/>
    <w:rsid w:val="006A6797"/>
    <w:rsid w:val="006B0BCA"/>
    <w:rsid w:val="006B0CB7"/>
    <w:rsid w:val="006B0D2D"/>
    <w:rsid w:val="006B1E60"/>
    <w:rsid w:val="006B1EE8"/>
    <w:rsid w:val="006B2638"/>
    <w:rsid w:val="006B26D8"/>
    <w:rsid w:val="006B2BBD"/>
    <w:rsid w:val="006B3688"/>
    <w:rsid w:val="006B3C43"/>
    <w:rsid w:val="006B44A5"/>
    <w:rsid w:val="006B4C53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4F7E"/>
    <w:rsid w:val="006C55FB"/>
    <w:rsid w:val="006C5DCA"/>
    <w:rsid w:val="006C6218"/>
    <w:rsid w:val="006C65F9"/>
    <w:rsid w:val="006C7039"/>
    <w:rsid w:val="006C760D"/>
    <w:rsid w:val="006D012F"/>
    <w:rsid w:val="006D1D4D"/>
    <w:rsid w:val="006D1F4C"/>
    <w:rsid w:val="006D2F21"/>
    <w:rsid w:val="006D3A01"/>
    <w:rsid w:val="006D44AA"/>
    <w:rsid w:val="006D4DEA"/>
    <w:rsid w:val="006D5320"/>
    <w:rsid w:val="006D56BE"/>
    <w:rsid w:val="006D661C"/>
    <w:rsid w:val="006D69C4"/>
    <w:rsid w:val="006D6BB1"/>
    <w:rsid w:val="006E2B7F"/>
    <w:rsid w:val="006E31FC"/>
    <w:rsid w:val="006E4FCB"/>
    <w:rsid w:val="006E548B"/>
    <w:rsid w:val="006E6897"/>
    <w:rsid w:val="006E6A87"/>
    <w:rsid w:val="006E6C85"/>
    <w:rsid w:val="006E7BE4"/>
    <w:rsid w:val="006E7D84"/>
    <w:rsid w:val="006E7DB7"/>
    <w:rsid w:val="006E7FE3"/>
    <w:rsid w:val="006F016B"/>
    <w:rsid w:val="006F0279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175"/>
    <w:rsid w:val="00741218"/>
    <w:rsid w:val="0074175E"/>
    <w:rsid w:val="007428EC"/>
    <w:rsid w:val="007453DF"/>
    <w:rsid w:val="00745DA6"/>
    <w:rsid w:val="007509C9"/>
    <w:rsid w:val="007525E0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4FF9"/>
    <w:rsid w:val="007553E5"/>
    <w:rsid w:val="0075574B"/>
    <w:rsid w:val="00755850"/>
    <w:rsid w:val="00756210"/>
    <w:rsid w:val="007567BC"/>
    <w:rsid w:val="007600C3"/>
    <w:rsid w:val="00762E69"/>
    <w:rsid w:val="00762F89"/>
    <w:rsid w:val="00763292"/>
    <w:rsid w:val="00763D7C"/>
    <w:rsid w:val="00767AFE"/>
    <w:rsid w:val="007708A9"/>
    <w:rsid w:val="0077094F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87FB0"/>
    <w:rsid w:val="00790246"/>
    <w:rsid w:val="00790FA1"/>
    <w:rsid w:val="00791B19"/>
    <w:rsid w:val="00791B24"/>
    <w:rsid w:val="007922DB"/>
    <w:rsid w:val="0079280C"/>
    <w:rsid w:val="00792C3C"/>
    <w:rsid w:val="0079320E"/>
    <w:rsid w:val="0079466B"/>
    <w:rsid w:val="007948F0"/>
    <w:rsid w:val="00794D08"/>
    <w:rsid w:val="0079537E"/>
    <w:rsid w:val="00795657"/>
    <w:rsid w:val="00796434"/>
    <w:rsid w:val="0079682E"/>
    <w:rsid w:val="00796CF3"/>
    <w:rsid w:val="007977DF"/>
    <w:rsid w:val="007977FE"/>
    <w:rsid w:val="007A0BD9"/>
    <w:rsid w:val="007A10A5"/>
    <w:rsid w:val="007A15DF"/>
    <w:rsid w:val="007A1739"/>
    <w:rsid w:val="007A1BC7"/>
    <w:rsid w:val="007A1ECB"/>
    <w:rsid w:val="007A1F94"/>
    <w:rsid w:val="007A2004"/>
    <w:rsid w:val="007A2C03"/>
    <w:rsid w:val="007A2E1D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06F"/>
    <w:rsid w:val="007B5124"/>
    <w:rsid w:val="007B6959"/>
    <w:rsid w:val="007B6BB0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928"/>
    <w:rsid w:val="007C3AAB"/>
    <w:rsid w:val="007C4423"/>
    <w:rsid w:val="007C4446"/>
    <w:rsid w:val="007C51A8"/>
    <w:rsid w:val="007C5BF0"/>
    <w:rsid w:val="007D0AB0"/>
    <w:rsid w:val="007D0AB9"/>
    <w:rsid w:val="007D1FB0"/>
    <w:rsid w:val="007D1FED"/>
    <w:rsid w:val="007D2258"/>
    <w:rsid w:val="007D225A"/>
    <w:rsid w:val="007D2AAE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367F"/>
    <w:rsid w:val="007E6473"/>
    <w:rsid w:val="007E770B"/>
    <w:rsid w:val="007F0297"/>
    <w:rsid w:val="007F08DC"/>
    <w:rsid w:val="007F1862"/>
    <w:rsid w:val="007F1AC8"/>
    <w:rsid w:val="007F2668"/>
    <w:rsid w:val="007F38F2"/>
    <w:rsid w:val="007F4198"/>
    <w:rsid w:val="007F42B2"/>
    <w:rsid w:val="007F4D32"/>
    <w:rsid w:val="007F6E60"/>
    <w:rsid w:val="007F7821"/>
    <w:rsid w:val="008004B4"/>
    <w:rsid w:val="00800B9C"/>
    <w:rsid w:val="00802604"/>
    <w:rsid w:val="008037A5"/>
    <w:rsid w:val="00804821"/>
    <w:rsid w:val="00805003"/>
    <w:rsid w:val="008057CF"/>
    <w:rsid w:val="008061B7"/>
    <w:rsid w:val="00806938"/>
    <w:rsid w:val="00806B7E"/>
    <w:rsid w:val="00806D67"/>
    <w:rsid w:val="008075AC"/>
    <w:rsid w:val="00810140"/>
    <w:rsid w:val="008102E0"/>
    <w:rsid w:val="00810A0E"/>
    <w:rsid w:val="00810E27"/>
    <w:rsid w:val="008124C3"/>
    <w:rsid w:val="00812D02"/>
    <w:rsid w:val="008133A0"/>
    <w:rsid w:val="0081402F"/>
    <w:rsid w:val="00814451"/>
    <w:rsid w:val="008144F7"/>
    <w:rsid w:val="0081484A"/>
    <w:rsid w:val="00814A54"/>
    <w:rsid w:val="0081534B"/>
    <w:rsid w:val="0081656E"/>
    <w:rsid w:val="008168DA"/>
    <w:rsid w:val="0081715D"/>
    <w:rsid w:val="0081728A"/>
    <w:rsid w:val="00817972"/>
    <w:rsid w:val="00817C8A"/>
    <w:rsid w:val="0082056A"/>
    <w:rsid w:val="0082107D"/>
    <w:rsid w:val="00822C5B"/>
    <w:rsid w:val="00822FD5"/>
    <w:rsid w:val="00824660"/>
    <w:rsid w:val="008249AB"/>
    <w:rsid w:val="008249BC"/>
    <w:rsid w:val="00825487"/>
    <w:rsid w:val="00825E09"/>
    <w:rsid w:val="008264BC"/>
    <w:rsid w:val="0082675B"/>
    <w:rsid w:val="00826930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5CED"/>
    <w:rsid w:val="008361BA"/>
    <w:rsid w:val="00837D6F"/>
    <w:rsid w:val="008404C2"/>
    <w:rsid w:val="008411EB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47AF"/>
    <w:rsid w:val="00876119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5F5"/>
    <w:rsid w:val="00895FB0"/>
    <w:rsid w:val="008964A4"/>
    <w:rsid w:val="008974A6"/>
    <w:rsid w:val="00897A9E"/>
    <w:rsid w:val="00897B60"/>
    <w:rsid w:val="008A0519"/>
    <w:rsid w:val="008A0B21"/>
    <w:rsid w:val="008A16BF"/>
    <w:rsid w:val="008A1AAA"/>
    <w:rsid w:val="008A232F"/>
    <w:rsid w:val="008A3333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53A"/>
    <w:rsid w:val="008B0826"/>
    <w:rsid w:val="008B14E9"/>
    <w:rsid w:val="008B3E90"/>
    <w:rsid w:val="008B456A"/>
    <w:rsid w:val="008B4C75"/>
    <w:rsid w:val="008B5886"/>
    <w:rsid w:val="008B5D71"/>
    <w:rsid w:val="008B6837"/>
    <w:rsid w:val="008B6CC4"/>
    <w:rsid w:val="008B71B1"/>
    <w:rsid w:val="008B7904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1F3B"/>
    <w:rsid w:val="008D2FD6"/>
    <w:rsid w:val="008D3185"/>
    <w:rsid w:val="008D46F3"/>
    <w:rsid w:val="008D496F"/>
    <w:rsid w:val="008D52E2"/>
    <w:rsid w:val="008D5816"/>
    <w:rsid w:val="008D6A1B"/>
    <w:rsid w:val="008D7CEF"/>
    <w:rsid w:val="008E013F"/>
    <w:rsid w:val="008E19EC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355D"/>
    <w:rsid w:val="008F42F4"/>
    <w:rsid w:val="008F437B"/>
    <w:rsid w:val="008F4A58"/>
    <w:rsid w:val="008F65F4"/>
    <w:rsid w:val="008F6E2D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33D"/>
    <w:rsid w:val="009068A9"/>
    <w:rsid w:val="00906981"/>
    <w:rsid w:val="009077AE"/>
    <w:rsid w:val="00907F41"/>
    <w:rsid w:val="00910098"/>
    <w:rsid w:val="00910577"/>
    <w:rsid w:val="0091172F"/>
    <w:rsid w:val="009122C0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47575"/>
    <w:rsid w:val="009500E6"/>
    <w:rsid w:val="00950262"/>
    <w:rsid w:val="00951577"/>
    <w:rsid w:val="009519BF"/>
    <w:rsid w:val="00951BE3"/>
    <w:rsid w:val="00952296"/>
    <w:rsid w:val="009525AF"/>
    <w:rsid w:val="00952F7A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D32"/>
    <w:rsid w:val="00962F50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327F"/>
    <w:rsid w:val="0097456C"/>
    <w:rsid w:val="00974E33"/>
    <w:rsid w:val="009755CF"/>
    <w:rsid w:val="00977A26"/>
    <w:rsid w:val="0098152C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5B21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135"/>
    <w:rsid w:val="009A3E76"/>
    <w:rsid w:val="009A441F"/>
    <w:rsid w:val="009A4C7C"/>
    <w:rsid w:val="009A5532"/>
    <w:rsid w:val="009A5EEB"/>
    <w:rsid w:val="009A6726"/>
    <w:rsid w:val="009A7AF5"/>
    <w:rsid w:val="009B0621"/>
    <w:rsid w:val="009B0F0A"/>
    <w:rsid w:val="009B13E7"/>
    <w:rsid w:val="009B3373"/>
    <w:rsid w:val="009B3A77"/>
    <w:rsid w:val="009B3AB2"/>
    <w:rsid w:val="009B46CD"/>
    <w:rsid w:val="009B48B8"/>
    <w:rsid w:val="009B5052"/>
    <w:rsid w:val="009B50D7"/>
    <w:rsid w:val="009B534F"/>
    <w:rsid w:val="009B53BB"/>
    <w:rsid w:val="009B5B08"/>
    <w:rsid w:val="009B6319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5A3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30DA"/>
    <w:rsid w:val="009F3714"/>
    <w:rsid w:val="009F5087"/>
    <w:rsid w:val="009F733C"/>
    <w:rsid w:val="009F7686"/>
    <w:rsid w:val="009F76EC"/>
    <w:rsid w:val="00A001DA"/>
    <w:rsid w:val="00A00E16"/>
    <w:rsid w:val="00A01B8C"/>
    <w:rsid w:val="00A03FF2"/>
    <w:rsid w:val="00A044A2"/>
    <w:rsid w:val="00A047B0"/>
    <w:rsid w:val="00A05167"/>
    <w:rsid w:val="00A05851"/>
    <w:rsid w:val="00A06680"/>
    <w:rsid w:val="00A07425"/>
    <w:rsid w:val="00A079C1"/>
    <w:rsid w:val="00A07B4D"/>
    <w:rsid w:val="00A103D2"/>
    <w:rsid w:val="00A10C05"/>
    <w:rsid w:val="00A11774"/>
    <w:rsid w:val="00A11829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2C8"/>
    <w:rsid w:val="00A238BD"/>
    <w:rsid w:val="00A23BD6"/>
    <w:rsid w:val="00A24877"/>
    <w:rsid w:val="00A26441"/>
    <w:rsid w:val="00A274E4"/>
    <w:rsid w:val="00A300F5"/>
    <w:rsid w:val="00A3114D"/>
    <w:rsid w:val="00A31619"/>
    <w:rsid w:val="00A316BB"/>
    <w:rsid w:val="00A32025"/>
    <w:rsid w:val="00A325A6"/>
    <w:rsid w:val="00A32A7B"/>
    <w:rsid w:val="00A33329"/>
    <w:rsid w:val="00A335FE"/>
    <w:rsid w:val="00A34552"/>
    <w:rsid w:val="00A34FB6"/>
    <w:rsid w:val="00A37662"/>
    <w:rsid w:val="00A37AB3"/>
    <w:rsid w:val="00A37FA8"/>
    <w:rsid w:val="00A40697"/>
    <w:rsid w:val="00A4181B"/>
    <w:rsid w:val="00A42A24"/>
    <w:rsid w:val="00A43482"/>
    <w:rsid w:val="00A43F1E"/>
    <w:rsid w:val="00A4472C"/>
    <w:rsid w:val="00A46DC5"/>
    <w:rsid w:val="00A46EC1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06E3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7FD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9C"/>
    <w:rsid w:val="00A840CD"/>
    <w:rsid w:val="00A84710"/>
    <w:rsid w:val="00A8476F"/>
    <w:rsid w:val="00A849C1"/>
    <w:rsid w:val="00A849EA"/>
    <w:rsid w:val="00A84B97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69DD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3C0A"/>
    <w:rsid w:val="00AB47D8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5C5C"/>
    <w:rsid w:val="00AD6DDA"/>
    <w:rsid w:val="00AD7957"/>
    <w:rsid w:val="00AE02CC"/>
    <w:rsid w:val="00AE0B0F"/>
    <w:rsid w:val="00AE0F07"/>
    <w:rsid w:val="00AE180C"/>
    <w:rsid w:val="00AE1C3D"/>
    <w:rsid w:val="00AE1F39"/>
    <w:rsid w:val="00AE2ABB"/>
    <w:rsid w:val="00AE3D9A"/>
    <w:rsid w:val="00AE469A"/>
    <w:rsid w:val="00AE48A8"/>
    <w:rsid w:val="00AE4A07"/>
    <w:rsid w:val="00AE59A8"/>
    <w:rsid w:val="00AE60C1"/>
    <w:rsid w:val="00AE6299"/>
    <w:rsid w:val="00AE649F"/>
    <w:rsid w:val="00AE7688"/>
    <w:rsid w:val="00AE7865"/>
    <w:rsid w:val="00AF01E4"/>
    <w:rsid w:val="00AF1561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5196"/>
    <w:rsid w:val="00B06786"/>
    <w:rsid w:val="00B0689E"/>
    <w:rsid w:val="00B06F76"/>
    <w:rsid w:val="00B06F8F"/>
    <w:rsid w:val="00B074F0"/>
    <w:rsid w:val="00B07AAE"/>
    <w:rsid w:val="00B07D90"/>
    <w:rsid w:val="00B07F17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0D78"/>
    <w:rsid w:val="00B21156"/>
    <w:rsid w:val="00B21ACE"/>
    <w:rsid w:val="00B2236D"/>
    <w:rsid w:val="00B23E19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6CE"/>
    <w:rsid w:val="00B54943"/>
    <w:rsid w:val="00B55DDC"/>
    <w:rsid w:val="00B561A3"/>
    <w:rsid w:val="00B57C23"/>
    <w:rsid w:val="00B6067D"/>
    <w:rsid w:val="00B611A6"/>
    <w:rsid w:val="00B611DC"/>
    <w:rsid w:val="00B61919"/>
    <w:rsid w:val="00B623F0"/>
    <w:rsid w:val="00B63664"/>
    <w:rsid w:val="00B65808"/>
    <w:rsid w:val="00B67C46"/>
    <w:rsid w:val="00B72557"/>
    <w:rsid w:val="00B73B8B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72DE"/>
    <w:rsid w:val="00BA759D"/>
    <w:rsid w:val="00BA7D6B"/>
    <w:rsid w:val="00BB0418"/>
    <w:rsid w:val="00BB09AA"/>
    <w:rsid w:val="00BB1496"/>
    <w:rsid w:val="00BB324F"/>
    <w:rsid w:val="00BB4C0A"/>
    <w:rsid w:val="00BB4D1D"/>
    <w:rsid w:val="00BB516B"/>
    <w:rsid w:val="00BB58BB"/>
    <w:rsid w:val="00BB6146"/>
    <w:rsid w:val="00BB66F6"/>
    <w:rsid w:val="00BC01DF"/>
    <w:rsid w:val="00BC040A"/>
    <w:rsid w:val="00BC0B27"/>
    <w:rsid w:val="00BC0B52"/>
    <w:rsid w:val="00BC1B7A"/>
    <w:rsid w:val="00BC205B"/>
    <w:rsid w:val="00BC320A"/>
    <w:rsid w:val="00BC365C"/>
    <w:rsid w:val="00BC3E31"/>
    <w:rsid w:val="00BC4852"/>
    <w:rsid w:val="00BC55C1"/>
    <w:rsid w:val="00BC56B6"/>
    <w:rsid w:val="00BC5ADA"/>
    <w:rsid w:val="00BC7401"/>
    <w:rsid w:val="00BD02F1"/>
    <w:rsid w:val="00BD038B"/>
    <w:rsid w:val="00BD0678"/>
    <w:rsid w:val="00BD27A5"/>
    <w:rsid w:val="00BD28C3"/>
    <w:rsid w:val="00BD2E19"/>
    <w:rsid w:val="00BD34BF"/>
    <w:rsid w:val="00BD39E7"/>
    <w:rsid w:val="00BD3AED"/>
    <w:rsid w:val="00BD6AB4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D11"/>
    <w:rsid w:val="00BF0FA0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54F"/>
    <w:rsid w:val="00C01628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D42"/>
    <w:rsid w:val="00C148B8"/>
    <w:rsid w:val="00C1491B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172E"/>
    <w:rsid w:val="00C32B9A"/>
    <w:rsid w:val="00C33014"/>
    <w:rsid w:val="00C33A7E"/>
    <w:rsid w:val="00C349A4"/>
    <w:rsid w:val="00C34C53"/>
    <w:rsid w:val="00C35EA4"/>
    <w:rsid w:val="00C3650F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1D6"/>
    <w:rsid w:val="00C50F58"/>
    <w:rsid w:val="00C52D7D"/>
    <w:rsid w:val="00C52E6D"/>
    <w:rsid w:val="00C541ED"/>
    <w:rsid w:val="00C54802"/>
    <w:rsid w:val="00C549B0"/>
    <w:rsid w:val="00C54DC8"/>
    <w:rsid w:val="00C55203"/>
    <w:rsid w:val="00C561B1"/>
    <w:rsid w:val="00C5694C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096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306"/>
    <w:rsid w:val="00C80FDB"/>
    <w:rsid w:val="00C82625"/>
    <w:rsid w:val="00C826FD"/>
    <w:rsid w:val="00C82CA1"/>
    <w:rsid w:val="00C835CD"/>
    <w:rsid w:val="00C84032"/>
    <w:rsid w:val="00C87634"/>
    <w:rsid w:val="00C915AD"/>
    <w:rsid w:val="00C918E5"/>
    <w:rsid w:val="00C91AD8"/>
    <w:rsid w:val="00C93AEF"/>
    <w:rsid w:val="00C949A5"/>
    <w:rsid w:val="00C95040"/>
    <w:rsid w:val="00C9509A"/>
    <w:rsid w:val="00C95325"/>
    <w:rsid w:val="00CA0A68"/>
    <w:rsid w:val="00CA1432"/>
    <w:rsid w:val="00CA350F"/>
    <w:rsid w:val="00CA3D45"/>
    <w:rsid w:val="00CA5394"/>
    <w:rsid w:val="00CA621A"/>
    <w:rsid w:val="00CA6726"/>
    <w:rsid w:val="00CA7256"/>
    <w:rsid w:val="00CA76DE"/>
    <w:rsid w:val="00CA7CF7"/>
    <w:rsid w:val="00CB35BE"/>
    <w:rsid w:val="00CB3A7A"/>
    <w:rsid w:val="00CB47DB"/>
    <w:rsid w:val="00CB4EC8"/>
    <w:rsid w:val="00CB5230"/>
    <w:rsid w:val="00CB5666"/>
    <w:rsid w:val="00CB5815"/>
    <w:rsid w:val="00CB5B67"/>
    <w:rsid w:val="00CB636C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D73DC"/>
    <w:rsid w:val="00CE072A"/>
    <w:rsid w:val="00CE0C03"/>
    <w:rsid w:val="00CE1ABD"/>
    <w:rsid w:val="00CE1BE9"/>
    <w:rsid w:val="00CE2CD3"/>
    <w:rsid w:val="00CE4497"/>
    <w:rsid w:val="00CE488B"/>
    <w:rsid w:val="00CE4C1C"/>
    <w:rsid w:val="00CE4DF1"/>
    <w:rsid w:val="00CE4FE6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46DF"/>
    <w:rsid w:val="00CF5AE8"/>
    <w:rsid w:val="00CF6130"/>
    <w:rsid w:val="00CF68D1"/>
    <w:rsid w:val="00CF6C7F"/>
    <w:rsid w:val="00CF6E62"/>
    <w:rsid w:val="00CF7719"/>
    <w:rsid w:val="00CF7DC7"/>
    <w:rsid w:val="00D01165"/>
    <w:rsid w:val="00D02346"/>
    <w:rsid w:val="00D0371B"/>
    <w:rsid w:val="00D03E98"/>
    <w:rsid w:val="00D04482"/>
    <w:rsid w:val="00D044D1"/>
    <w:rsid w:val="00D0500A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D49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6A19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2AD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972"/>
    <w:rsid w:val="00D5371C"/>
    <w:rsid w:val="00D53CBD"/>
    <w:rsid w:val="00D53EA3"/>
    <w:rsid w:val="00D54008"/>
    <w:rsid w:val="00D542E8"/>
    <w:rsid w:val="00D54368"/>
    <w:rsid w:val="00D545EF"/>
    <w:rsid w:val="00D549DC"/>
    <w:rsid w:val="00D55207"/>
    <w:rsid w:val="00D556A0"/>
    <w:rsid w:val="00D55755"/>
    <w:rsid w:val="00D55A24"/>
    <w:rsid w:val="00D57EB7"/>
    <w:rsid w:val="00D6056E"/>
    <w:rsid w:val="00D60E20"/>
    <w:rsid w:val="00D60F42"/>
    <w:rsid w:val="00D61BA2"/>
    <w:rsid w:val="00D628EE"/>
    <w:rsid w:val="00D62F60"/>
    <w:rsid w:val="00D63A94"/>
    <w:rsid w:val="00D63D31"/>
    <w:rsid w:val="00D63ED7"/>
    <w:rsid w:val="00D6432A"/>
    <w:rsid w:val="00D64435"/>
    <w:rsid w:val="00D6686E"/>
    <w:rsid w:val="00D66DB7"/>
    <w:rsid w:val="00D6798C"/>
    <w:rsid w:val="00D70AB9"/>
    <w:rsid w:val="00D72105"/>
    <w:rsid w:val="00D72827"/>
    <w:rsid w:val="00D72E34"/>
    <w:rsid w:val="00D73525"/>
    <w:rsid w:val="00D7390D"/>
    <w:rsid w:val="00D73D46"/>
    <w:rsid w:val="00D746FC"/>
    <w:rsid w:val="00D74D41"/>
    <w:rsid w:val="00D7505C"/>
    <w:rsid w:val="00D751CD"/>
    <w:rsid w:val="00D75F39"/>
    <w:rsid w:val="00D776FC"/>
    <w:rsid w:val="00D80867"/>
    <w:rsid w:val="00D81EAA"/>
    <w:rsid w:val="00D82BA2"/>
    <w:rsid w:val="00D83AC9"/>
    <w:rsid w:val="00D83B55"/>
    <w:rsid w:val="00D8434F"/>
    <w:rsid w:val="00D86DD2"/>
    <w:rsid w:val="00D86EFA"/>
    <w:rsid w:val="00D86FBC"/>
    <w:rsid w:val="00D87823"/>
    <w:rsid w:val="00D87B57"/>
    <w:rsid w:val="00D87F37"/>
    <w:rsid w:val="00D9217D"/>
    <w:rsid w:val="00D92AFD"/>
    <w:rsid w:val="00D92E80"/>
    <w:rsid w:val="00D93D28"/>
    <w:rsid w:val="00D93F24"/>
    <w:rsid w:val="00D94068"/>
    <w:rsid w:val="00D9439C"/>
    <w:rsid w:val="00D94BF1"/>
    <w:rsid w:val="00D94DC6"/>
    <w:rsid w:val="00D954EB"/>
    <w:rsid w:val="00D957FF"/>
    <w:rsid w:val="00D95BBF"/>
    <w:rsid w:val="00D95E3A"/>
    <w:rsid w:val="00D976B9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2579"/>
    <w:rsid w:val="00DC3C0A"/>
    <w:rsid w:val="00DC3C1D"/>
    <w:rsid w:val="00DC3E12"/>
    <w:rsid w:val="00DC48A5"/>
    <w:rsid w:val="00DC4A7F"/>
    <w:rsid w:val="00DC5044"/>
    <w:rsid w:val="00DC54BF"/>
    <w:rsid w:val="00DC5638"/>
    <w:rsid w:val="00DC5928"/>
    <w:rsid w:val="00DC5D16"/>
    <w:rsid w:val="00DC6E9A"/>
    <w:rsid w:val="00DD0B59"/>
    <w:rsid w:val="00DD0D49"/>
    <w:rsid w:val="00DD0DB9"/>
    <w:rsid w:val="00DD13E5"/>
    <w:rsid w:val="00DD14BB"/>
    <w:rsid w:val="00DD220C"/>
    <w:rsid w:val="00DD3521"/>
    <w:rsid w:val="00DD3D35"/>
    <w:rsid w:val="00DD46C8"/>
    <w:rsid w:val="00DD6F23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53BE"/>
    <w:rsid w:val="00DE71F7"/>
    <w:rsid w:val="00DE7785"/>
    <w:rsid w:val="00DE7947"/>
    <w:rsid w:val="00DF073C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0F73"/>
    <w:rsid w:val="00E01033"/>
    <w:rsid w:val="00E0265F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338"/>
    <w:rsid w:val="00E16732"/>
    <w:rsid w:val="00E17039"/>
    <w:rsid w:val="00E173FF"/>
    <w:rsid w:val="00E178B0"/>
    <w:rsid w:val="00E2086B"/>
    <w:rsid w:val="00E20DEE"/>
    <w:rsid w:val="00E22D24"/>
    <w:rsid w:val="00E2339C"/>
    <w:rsid w:val="00E2404C"/>
    <w:rsid w:val="00E2495D"/>
    <w:rsid w:val="00E24B71"/>
    <w:rsid w:val="00E25540"/>
    <w:rsid w:val="00E25AFD"/>
    <w:rsid w:val="00E269E1"/>
    <w:rsid w:val="00E305E3"/>
    <w:rsid w:val="00E314FC"/>
    <w:rsid w:val="00E31E16"/>
    <w:rsid w:val="00E32139"/>
    <w:rsid w:val="00E3444A"/>
    <w:rsid w:val="00E34D58"/>
    <w:rsid w:val="00E350F0"/>
    <w:rsid w:val="00E363CD"/>
    <w:rsid w:val="00E367C3"/>
    <w:rsid w:val="00E368E8"/>
    <w:rsid w:val="00E401CA"/>
    <w:rsid w:val="00E40BFA"/>
    <w:rsid w:val="00E40C1B"/>
    <w:rsid w:val="00E40EA4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9C"/>
    <w:rsid w:val="00E54E41"/>
    <w:rsid w:val="00E55790"/>
    <w:rsid w:val="00E55B53"/>
    <w:rsid w:val="00E56133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4C41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5382"/>
    <w:rsid w:val="00E9699C"/>
    <w:rsid w:val="00E96F9B"/>
    <w:rsid w:val="00E9796A"/>
    <w:rsid w:val="00EA0A44"/>
    <w:rsid w:val="00EA0A6E"/>
    <w:rsid w:val="00EA0A8B"/>
    <w:rsid w:val="00EA104D"/>
    <w:rsid w:val="00EA16DB"/>
    <w:rsid w:val="00EA2597"/>
    <w:rsid w:val="00EA2A00"/>
    <w:rsid w:val="00EA2B43"/>
    <w:rsid w:val="00EA34F8"/>
    <w:rsid w:val="00EA3E38"/>
    <w:rsid w:val="00EA41ED"/>
    <w:rsid w:val="00EA44D0"/>
    <w:rsid w:val="00EA5480"/>
    <w:rsid w:val="00EA558E"/>
    <w:rsid w:val="00EA55EF"/>
    <w:rsid w:val="00EA6F52"/>
    <w:rsid w:val="00EA729D"/>
    <w:rsid w:val="00EA7E5D"/>
    <w:rsid w:val="00EB04A8"/>
    <w:rsid w:val="00EB1668"/>
    <w:rsid w:val="00EB18B1"/>
    <w:rsid w:val="00EB1A04"/>
    <w:rsid w:val="00EB211B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00F"/>
    <w:rsid w:val="00EB5239"/>
    <w:rsid w:val="00EB552D"/>
    <w:rsid w:val="00EB5A78"/>
    <w:rsid w:val="00EB5E0C"/>
    <w:rsid w:val="00EB6EE0"/>
    <w:rsid w:val="00EB718B"/>
    <w:rsid w:val="00EB7224"/>
    <w:rsid w:val="00EB7324"/>
    <w:rsid w:val="00EC0AAA"/>
    <w:rsid w:val="00EC1186"/>
    <w:rsid w:val="00EC2A89"/>
    <w:rsid w:val="00EC2FEA"/>
    <w:rsid w:val="00EC3B57"/>
    <w:rsid w:val="00EC49AA"/>
    <w:rsid w:val="00EC4C4A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5A69"/>
    <w:rsid w:val="00ED624F"/>
    <w:rsid w:val="00ED6758"/>
    <w:rsid w:val="00ED737E"/>
    <w:rsid w:val="00EE08B2"/>
    <w:rsid w:val="00EE0B9D"/>
    <w:rsid w:val="00EE19A3"/>
    <w:rsid w:val="00EE2059"/>
    <w:rsid w:val="00EE298A"/>
    <w:rsid w:val="00EE3D78"/>
    <w:rsid w:val="00EE56EC"/>
    <w:rsid w:val="00EE571C"/>
    <w:rsid w:val="00EE598B"/>
    <w:rsid w:val="00EE7610"/>
    <w:rsid w:val="00EE791B"/>
    <w:rsid w:val="00EF0319"/>
    <w:rsid w:val="00EF05A1"/>
    <w:rsid w:val="00EF0C91"/>
    <w:rsid w:val="00EF1B50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094B"/>
    <w:rsid w:val="00F01773"/>
    <w:rsid w:val="00F01F57"/>
    <w:rsid w:val="00F021D8"/>
    <w:rsid w:val="00F02A02"/>
    <w:rsid w:val="00F0428D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17F9F"/>
    <w:rsid w:val="00F20E44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1CEB"/>
    <w:rsid w:val="00F32483"/>
    <w:rsid w:val="00F32C25"/>
    <w:rsid w:val="00F33135"/>
    <w:rsid w:val="00F34A4E"/>
    <w:rsid w:val="00F34D4B"/>
    <w:rsid w:val="00F34DF4"/>
    <w:rsid w:val="00F34E8F"/>
    <w:rsid w:val="00F35818"/>
    <w:rsid w:val="00F35A4E"/>
    <w:rsid w:val="00F3624C"/>
    <w:rsid w:val="00F377BF"/>
    <w:rsid w:val="00F37820"/>
    <w:rsid w:val="00F401FD"/>
    <w:rsid w:val="00F402D1"/>
    <w:rsid w:val="00F410E3"/>
    <w:rsid w:val="00F41609"/>
    <w:rsid w:val="00F41B6A"/>
    <w:rsid w:val="00F44384"/>
    <w:rsid w:val="00F45003"/>
    <w:rsid w:val="00F45A4F"/>
    <w:rsid w:val="00F46A9A"/>
    <w:rsid w:val="00F47263"/>
    <w:rsid w:val="00F503F8"/>
    <w:rsid w:val="00F53148"/>
    <w:rsid w:val="00F54F75"/>
    <w:rsid w:val="00F55AFA"/>
    <w:rsid w:val="00F56396"/>
    <w:rsid w:val="00F566E7"/>
    <w:rsid w:val="00F5698A"/>
    <w:rsid w:val="00F5741D"/>
    <w:rsid w:val="00F57896"/>
    <w:rsid w:val="00F57EDB"/>
    <w:rsid w:val="00F6078B"/>
    <w:rsid w:val="00F630E5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1ED"/>
    <w:rsid w:val="00F7228F"/>
    <w:rsid w:val="00F72B87"/>
    <w:rsid w:val="00F73B07"/>
    <w:rsid w:val="00F741AD"/>
    <w:rsid w:val="00F74A28"/>
    <w:rsid w:val="00F74E41"/>
    <w:rsid w:val="00F758B5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130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7FA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A75"/>
    <w:rsid w:val="00F94A0F"/>
    <w:rsid w:val="00F94DAC"/>
    <w:rsid w:val="00F954F1"/>
    <w:rsid w:val="00F956D5"/>
    <w:rsid w:val="00F9687B"/>
    <w:rsid w:val="00F969A0"/>
    <w:rsid w:val="00FA0AEC"/>
    <w:rsid w:val="00FA0F68"/>
    <w:rsid w:val="00FA1084"/>
    <w:rsid w:val="00FA1150"/>
    <w:rsid w:val="00FA1363"/>
    <w:rsid w:val="00FA1432"/>
    <w:rsid w:val="00FA1CC4"/>
    <w:rsid w:val="00FA1CCB"/>
    <w:rsid w:val="00FA4150"/>
    <w:rsid w:val="00FA4AB4"/>
    <w:rsid w:val="00FA5D50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691"/>
    <w:rsid w:val="00FB5701"/>
    <w:rsid w:val="00FB5C55"/>
    <w:rsid w:val="00FB5DDD"/>
    <w:rsid w:val="00FB76BE"/>
    <w:rsid w:val="00FC0AEA"/>
    <w:rsid w:val="00FC0D0A"/>
    <w:rsid w:val="00FC2415"/>
    <w:rsid w:val="00FC2547"/>
    <w:rsid w:val="00FC27F3"/>
    <w:rsid w:val="00FC393E"/>
    <w:rsid w:val="00FC4CBA"/>
    <w:rsid w:val="00FC53FE"/>
    <w:rsid w:val="00FC5F04"/>
    <w:rsid w:val="00FC7C87"/>
    <w:rsid w:val="00FD021E"/>
    <w:rsid w:val="00FD1AA7"/>
    <w:rsid w:val="00FD2C0D"/>
    <w:rsid w:val="00FD2D34"/>
    <w:rsid w:val="00FD4A73"/>
    <w:rsid w:val="00FD5651"/>
    <w:rsid w:val="00FD6107"/>
    <w:rsid w:val="00FD7121"/>
    <w:rsid w:val="00FD7878"/>
    <w:rsid w:val="00FE0BC9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1D54BC"/>
    <w:pPr>
      <w:numPr>
        <w:numId w:val="1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469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9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9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9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210</TotalTime>
  <Pages>1</Pages>
  <Words>506</Words>
  <Characters>2888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4</cp:revision>
  <cp:lastPrinted>2011-03-03T19:34:00Z</cp:lastPrinted>
  <dcterms:created xsi:type="dcterms:W3CDTF">2011-03-03T18:28:00Z</dcterms:created>
  <dcterms:modified xsi:type="dcterms:W3CDTF">2011-03-03T20:48:00Z</dcterms:modified>
</cp:coreProperties>
</file>