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2C" w:rsidRDefault="0025282C" w:rsidP="00F741AD">
      <w:pPr>
        <w:pStyle w:val="Food"/>
        <w:rPr>
          <w:b/>
          <w:i w:val="0"/>
        </w:rPr>
      </w:pPr>
    </w:p>
    <w:p w:rsidR="0025282C" w:rsidRDefault="0025282C" w:rsidP="00F741AD">
      <w:pPr>
        <w:pStyle w:val="Food"/>
        <w:rPr>
          <w:b/>
          <w:i w:val="0"/>
        </w:rPr>
      </w:pPr>
    </w:p>
    <w:p w:rsidR="0025282C" w:rsidRDefault="0025282C" w:rsidP="00F741AD">
      <w:pPr>
        <w:pStyle w:val="Food"/>
        <w:rPr>
          <w:b/>
          <w:i w:val="0"/>
        </w:rPr>
      </w:pPr>
    </w:p>
    <w:p w:rsidR="0025282C" w:rsidRDefault="0025282C" w:rsidP="00F741AD">
      <w:pPr>
        <w:pStyle w:val="Food"/>
        <w:rPr>
          <w:b/>
          <w:i w:val="0"/>
        </w:rPr>
      </w:pPr>
    </w:p>
    <w:p w:rsidR="0025282C" w:rsidRPr="009B53BB" w:rsidRDefault="0025282C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25282C" w:rsidRPr="009B53BB" w:rsidRDefault="0025282C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25282C" w:rsidRPr="009B53BB" w:rsidRDefault="0025282C" w:rsidP="00F741AD">
      <w:pPr>
        <w:pStyle w:val="Food"/>
      </w:pPr>
      <w:r w:rsidRPr="009B53BB">
        <w:t>Terra Serena</w:t>
      </w:r>
    </w:p>
    <w:p w:rsidR="0025282C" w:rsidRPr="009B53BB" w:rsidRDefault="0025282C" w:rsidP="00F741AD">
      <w:pPr>
        <w:pStyle w:val="Food"/>
      </w:pPr>
      <w:r w:rsidRPr="009B53BB">
        <w:t>Prosecco                                7.00 (3oz) ~ 13.50 (6oz)</w:t>
      </w:r>
    </w:p>
    <w:p w:rsidR="0025282C" w:rsidRPr="009B53BB" w:rsidRDefault="0025282C" w:rsidP="00F741AD">
      <w:pPr>
        <w:pStyle w:val="Food"/>
        <w:rPr>
          <w:sz w:val="24"/>
          <w:szCs w:val="24"/>
        </w:rPr>
      </w:pPr>
    </w:p>
    <w:p w:rsidR="0025282C" w:rsidRPr="00B23E19" w:rsidRDefault="0025282C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25282C" w:rsidRPr="00B23E19" w:rsidRDefault="0025282C" w:rsidP="00F741AD">
      <w:pPr>
        <w:pStyle w:val="Food"/>
        <w:rPr>
          <w:i w:val="0"/>
        </w:rPr>
      </w:pPr>
      <w:r>
        <w:rPr>
          <w:i w:val="0"/>
        </w:rPr>
        <w:t>Roast c</w:t>
      </w:r>
      <w:r w:rsidRPr="00B23E19">
        <w:rPr>
          <w:i w:val="0"/>
        </w:rPr>
        <w:t>auliflower</w:t>
      </w:r>
      <w:r>
        <w:rPr>
          <w:i w:val="0"/>
        </w:rPr>
        <w:t xml:space="preserve"> &amp; </w:t>
      </w:r>
      <w:r w:rsidRPr="00B23E19">
        <w:rPr>
          <w:i w:val="0"/>
        </w:rPr>
        <w:t>cheese spread</w:t>
      </w:r>
    </w:p>
    <w:p w:rsidR="0025282C" w:rsidRPr="00B23E19" w:rsidRDefault="0025282C" w:rsidP="00A969DD">
      <w:pPr>
        <w:pStyle w:val="Wine"/>
      </w:pPr>
      <w:r w:rsidRPr="00B23E19">
        <w:t>2009 Laudo Bodegas Ondalan</w:t>
      </w:r>
    </w:p>
    <w:p w:rsidR="0025282C" w:rsidRPr="009B53BB" w:rsidRDefault="0025282C" w:rsidP="00A969DD">
      <w:pPr>
        <w:pStyle w:val="Food"/>
        <w:rPr>
          <w:b/>
        </w:rPr>
      </w:pPr>
      <w:r w:rsidRPr="00B23E19">
        <w:t>Tempranillo                            6.75 (3oz) ~ 13.00 (6oz)</w:t>
      </w:r>
    </w:p>
    <w:p w:rsidR="0025282C" w:rsidRPr="009B53BB" w:rsidRDefault="0025282C" w:rsidP="00A67E73">
      <w:pPr>
        <w:pStyle w:val="Food"/>
        <w:rPr>
          <w:sz w:val="24"/>
          <w:szCs w:val="24"/>
        </w:rPr>
      </w:pPr>
    </w:p>
    <w:p w:rsidR="0025282C" w:rsidRPr="00B23E19" w:rsidRDefault="0025282C" w:rsidP="00A67E73">
      <w:pPr>
        <w:pStyle w:val="Food"/>
        <w:rPr>
          <w:i w:val="0"/>
        </w:rPr>
      </w:pPr>
      <w:r w:rsidRPr="00B23E19">
        <w:rPr>
          <w:b/>
          <w:i w:val="0"/>
        </w:rPr>
        <w:t>Split Pea &amp; Sausage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25282C" w:rsidRPr="00B23E19" w:rsidRDefault="0025282C" w:rsidP="00A67E73">
      <w:pPr>
        <w:pStyle w:val="Food"/>
        <w:rPr>
          <w:b/>
          <w:i w:val="0"/>
        </w:rPr>
      </w:pPr>
      <w:r w:rsidRPr="00B23E19">
        <w:rPr>
          <w:i w:val="0"/>
        </w:rPr>
        <w:t>Pepper croutons &amp; parsley</w:t>
      </w:r>
    </w:p>
    <w:p w:rsidR="0025282C" w:rsidRPr="00B23E19" w:rsidRDefault="0025282C" w:rsidP="00A969DD">
      <w:pPr>
        <w:pStyle w:val="Food"/>
      </w:pPr>
      <w:r w:rsidRPr="00B23E19">
        <w:t>2009 Malivoire « Ladybug » Rosé</w:t>
      </w:r>
    </w:p>
    <w:p w:rsidR="0025282C" w:rsidRDefault="0025282C" w:rsidP="00A969DD">
      <w:pPr>
        <w:pStyle w:val="Food"/>
      </w:pPr>
      <w:r w:rsidRPr="00B23E19">
        <w:t>Cab. Franc, Gamay, P. Noir   6.00 (3oz) ~ 11.50 (6oz)</w:t>
      </w:r>
    </w:p>
    <w:p w:rsidR="0025282C" w:rsidRPr="009B53BB" w:rsidRDefault="0025282C" w:rsidP="00A969DD">
      <w:pPr>
        <w:pStyle w:val="Food"/>
        <w:rPr>
          <w:sz w:val="24"/>
          <w:szCs w:val="24"/>
        </w:rPr>
      </w:pPr>
    </w:p>
    <w:p w:rsidR="0025282C" w:rsidRPr="009B53BB" w:rsidRDefault="0025282C" w:rsidP="001D54BC">
      <w:pPr>
        <w:pStyle w:val="Wine"/>
        <w:rPr>
          <w:b/>
          <w:i w:val="0"/>
        </w:rPr>
      </w:pPr>
      <w:r>
        <w:rPr>
          <w:b/>
          <w:i w:val="0"/>
        </w:rPr>
        <w:t>Pork Belly &amp; Quail’s Egg Sandwich</w:t>
      </w:r>
      <w:r>
        <w:rPr>
          <w:b/>
          <w:i w:val="0"/>
        </w:rPr>
        <w:tab/>
        <w:t xml:space="preserve"> 10</w:t>
      </w:r>
    </w:p>
    <w:p w:rsidR="0025282C" w:rsidRPr="009B53BB" w:rsidRDefault="0025282C" w:rsidP="001D54BC">
      <w:pPr>
        <w:pStyle w:val="Wine"/>
        <w:rPr>
          <w:i w:val="0"/>
        </w:rPr>
      </w:pPr>
      <w:r>
        <w:rPr>
          <w:i w:val="0"/>
        </w:rPr>
        <w:t>Herb sour cream,</w:t>
      </w:r>
      <w:r w:rsidRPr="009B53BB">
        <w:rPr>
          <w:i w:val="0"/>
        </w:rPr>
        <w:t xml:space="preserve"> toasted ancient grain</w:t>
      </w:r>
      <w:r>
        <w:rPr>
          <w:i w:val="0"/>
        </w:rPr>
        <w:t xml:space="preserve"> &amp; mustard arugula</w:t>
      </w:r>
    </w:p>
    <w:p w:rsidR="0025282C" w:rsidRPr="009B53BB" w:rsidRDefault="0025282C" w:rsidP="0052472D">
      <w:pPr>
        <w:pStyle w:val="Food"/>
      </w:pPr>
      <w:r w:rsidRPr="009B53BB">
        <w:t>2007 Stratus Tollgate White</w:t>
      </w:r>
    </w:p>
    <w:p w:rsidR="0025282C" w:rsidRPr="009B53BB" w:rsidRDefault="0025282C" w:rsidP="0052472D">
      <w:pPr>
        <w:pStyle w:val="Wine"/>
      </w:pPr>
      <w:r w:rsidRPr="009B53BB">
        <w:t>Semillon, Chardonnay, Others   6.00(3oz) ~ 11.50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2D37EA" w:rsidRDefault="0025282C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Roast Chicken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25282C" w:rsidRPr="002D37EA" w:rsidRDefault="0025282C" w:rsidP="004C1E0C">
      <w:pPr>
        <w:pStyle w:val="Wine"/>
        <w:rPr>
          <w:i w:val="0"/>
        </w:rPr>
      </w:pPr>
      <w:r w:rsidRPr="002D37EA">
        <w:rPr>
          <w:i w:val="0"/>
        </w:rPr>
        <w:t>Cheese curds</w:t>
      </w:r>
      <w:r>
        <w:rPr>
          <w:i w:val="0"/>
        </w:rPr>
        <w:t>, supreme sauce</w:t>
      </w:r>
      <w:r w:rsidRPr="002D37EA">
        <w:rPr>
          <w:i w:val="0"/>
        </w:rPr>
        <w:t xml:space="preserve"> &amp; scallions</w:t>
      </w:r>
    </w:p>
    <w:p w:rsidR="0025282C" w:rsidRPr="009B53BB" w:rsidRDefault="0025282C" w:rsidP="009F03CD">
      <w:pPr>
        <w:pStyle w:val="Food"/>
      </w:pPr>
      <w:r w:rsidRPr="002D37EA">
        <w:t>2009 Venica &amp; Venica</w:t>
      </w:r>
      <w:r w:rsidRPr="002D37EA">
        <w:br/>
        <w:t>Tocai Friulano                       9.25 (3oz) ~ 18.00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9B53BB" w:rsidRDefault="0025282C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25282C" w:rsidRPr="009B53BB" w:rsidRDefault="0025282C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25282C" w:rsidRPr="009B53BB" w:rsidRDefault="0025282C" w:rsidP="00111C57">
      <w:pPr>
        <w:pStyle w:val="Food"/>
      </w:pPr>
      <w:r w:rsidRPr="009B53BB">
        <w:t>2009 Estancia Piedra</w:t>
      </w:r>
    </w:p>
    <w:p w:rsidR="0025282C" w:rsidRPr="009B53BB" w:rsidRDefault="0025282C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9B53BB" w:rsidRDefault="0025282C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25282C" w:rsidRPr="009B53BB" w:rsidRDefault="0025282C" w:rsidP="001D54BC">
      <w:pPr>
        <w:pStyle w:val="Food"/>
        <w:rPr>
          <w:i w:val="0"/>
        </w:rPr>
      </w:pPr>
      <w:r>
        <w:rPr>
          <w:i w:val="0"/>
        </w:rPr>
        <w:t>Sweet onions, caramelized w</w:t>
      </w:r>
      <w:r w:rsidRPr="009B53BB">
        <w:rPr>
          <w:i w:val="0"/>
        </w:rPr>
        <w:t>alnuts &amp; feta</w:t>
      </w:r>
      <w:r>
        <w:rPr>
          <w:i w:val="0"/>
        </w:rPr>
        <w:t xml:space="preserve"> cheese</w:t>
      </w:r>
    </w:p>
    <w:p w:rsidR="0025282C" w:rsidRPr="009B53BB" w:rsidRDefault="0025282C" w:rsidP="00206B56">
      <w:pPr>
        <w:pStyle w:val="Food"/>
      </w:pPr>
      <w:r w:rsidRPr="009B53BB">
        <w:t>2009 Laurent Miquel Rosé</w:t>
      </w:r>
    </w:p>
    <w:p w:rsidR="0025282C" w:rsidRPr="009B53BB" w:rsidRDefault="0025282C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9B53BB" w:rsidRDefault="0025282C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Manila </w:t>
      </w:r>
      <w:r w:rsidRPr="009B53BB">
        <w:rPr>
          <w:b/>
          <w:i w:val="0"/>
        </w:rPr>
        <w:t xml:space="preserve">Clams &amp; Ratatouille </w:t>
      </w:r>
      <w:r w:rsidRPr="009B53BB">
        <w:rPr>
          <w:b/>
          <w:i w:val="0"/>
        </w:rPr>
        <w:tab/>
        <w:t xml:space="preserve">  11</w:t>
      </w:r>
    </w:p>
    <w:p w:rsidR="0025282C" w:rsidRPr="009B53BB" w:rsidRDefault="0025282C" w:rsidP="00806D67">
      <w:pPr>
        <w:pStyle w:val="Wine"/>
        <w:rPr>
          <w:b/>
          <w:i w:val="0"/>
        </w:rPr>
      </w:pPr>
      <w:r w:rsidRPr="009B53BB">
        <w:rPr>
          <w:i w:val="0"/>
        </w:rPr>
        <w:t>Eggplant, sweet peppers, zucchini &amp; red onions</w:t>
      </w:r>
    </w:p>
    <w:p w:rsidR="0025282C" w:rsidRPr="009B53BB" w:rsidRDefault="0025282C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B23E19" w:rsidRDefault="0025282C" w:rsidP="00BD6AB4">
      <w:pPr>
        <w:pStyle w:val="Wine"/>
        <w:rPr>
          <w:b/>
        </w:rPr>
      </w:pPr>
      <w:r w:rsidRPr="00B23E19">
        <w:rPr>
          <w:b/>
          <w:i w:val="0"/>
        </w:rPr>
        <w:t>Spicy Chorizo Risotto</w:t>
      </w:r>
      <w:r w:rsidRPr="00B23E19">
        <w:rPr>
          <w:b/>
          <w:i w:val="0"/>
        </w:rPr>
        <w:tab/>
        <w:t xml:space="preserve">  11</w:t>
      </w:r>
    </w:p>
    <w:p w:rsidR="0025282C" w:rsidRPr="00B23E19" w:rsidRDefault="0025282C" w:rsidP="00BD6AB4">
      <w:pPr>
        <w:pStyle w:val="Wine"/>
        <w:rPr>
          <w:i w:val="0"/>
        </w:rPr>
      </w:pPr>
      <w:r w:rsidRPr="00B23E19">
        <w:rPr>
          <w:i w:val="0"/>
        </w:rPr>
        <w:t>Roasted red peppers, baby spinach &amp; goat cheese</w:t>
      </w:r>
    </w:p>
    <w:p w:rsidR="0025282C" w:rsidRPr="00B23E19" w:rsidRDefault="0025282C" w:rsidP="00BD6AB4">
      <w:pPr>
        <w:pStyle w:val="Wine"/>
      </w:pPr>
      <w:r w:rsidRPr="00B23E19">
        <w:t>2008 Stratus</w:t>
      </w:r>
    </w:p>
    <w:p w:rsidR="0025282C" w:rsidRPr="009B53BB" w:rsidRDefault="0025282C" w:rsidP="00BD6AB4">
      <w:pPr>
        <w:pStyle w:val="Wine"/>
        <w:rPr>
          <w:b/>
          <w:i w:val="0"/>
        </w:rPr>
      </w:pPr>
      <w:r w:rsidRPr="00B23E19">
        <w:t>Viognier                                  13.50(3oz) ~ 26.50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B23E19" w:rsidRDefault="0025282C" w:rsidP="000C775F">
      <w:pPr>
        <w:pStyle w:val="ListBullet"/>
        <w:numPr>
          <w:ilvl w:val="0"/>
          <w:numId w:val="0"/>
        </w:numPr>
        <w:rPr>
          <w:sz w:val="20"/>
        </w:rPr>
      </w:pP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Crispy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Calamari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11</w:t>
      </w:r>
    </w:p>
    <w:p w:rsidR="0025282C" w:rsidRPr="00B23E19" w:rsidRDefault="0025282C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25282C" w:rsidRPr="009B53BB" w:rsidRDefault="0025282C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25282C" w:rsidRPr="009B53BB" w:rsidRDefault="0025282C" w:rsidP="000C775F">
      <w:pPr>
        <w:pStyle w:val="Wine"/>
        <w:rPr>
          <w:b/>
          <w:i w:val="0"/>
        </w:rPr>
      </w:pPr>
    </w:p>
    <w:p w:rsidR="0025282C" w:rsidRPr="00B23E19" w:rsidRDefault="0025282C" w:rsidP="00B23E19">
      <w:pPr>
        <w:pStyle w:val="Wine"/>
        <w:rPr>
          <w:b/>
          <w:i w:val="0"/>
        </w:rPr>
      </w:pPr>
      <w:r>
        <w:rPr>
          <w:b/>
          <w:i w:val="0"/>
        </w:rPr>
        <w:t>Baked Mustard Polenta</w:t>
      </w:r>
      <w:r>
        <w:rPr>
          <w:b/>
          <w:i w:val="0"/>
        </w:rPr>
        <w:tab/>
        <w:t xml:space="preserve">   11</w:t>
      </w:r>
    </w:p>
    <w:p w:rsidR="0025282C" w:rsidRPr="00B23E19" w:rsidRDefault="0025282C" w:rsidP="00B23E19">
      <w:pPr>
        <w:pStyle w:val="Wine"/>
        <w:rPr>
          <w:b/>
          <w:i w:val="0"/>
        </w:rPr>
      </w:pPr>
      <w:r w:rsidRPr="00B23E19">
        <w:rPr>
          <w:i w:val="0"/>
        </w:rPr>
        <w:t xml:space="preserve">Mushroom brushetta, </w:t>
      </w:r>
      <w:r>
        <w:rPr>
          <w:i w:val="0"/>
        </w:rPr>
        <w:t>wild</w:t>
      </w:r>
      <w:r w:rsidRPr="00B23E19">
        <w:rPr>
          <w:i w:val="0"/>
        </w:rPr>
        <w:t xml:space="preserve"> arugula &amp; toscano cheese</w:t>
      </w:r>
    </w:p>
    <w:p w:rsidR="0025282C" w:rsidRPr="00B23E19" w:rsidRDefault="0025282C" w:rsidP="00B23E19">
      <w:pPr>
        <w:pStyle w:val="Wine"/>
        <w:rPr>
          <w:lang w:val="fr-CA"/>
        </w:rPr>
      </w:pPr>
      <w:r w:rsidRPr="00B23E19">
        <w:rPr>
          <w:lang w:val="fr-CA"/>
        </w:rPr>
        <w:t xml:space="preserve">2006 Stratus White </w:t>
      </w:r>
    </w:p>
    <w:p w:rsidR="0025282C" w:rsidRPr="009B53BB" w:rsidRDefault="0025282C" w:rsidP="00B23E19">
      <w:pPr>
        <w:pStyle w:val="Wine"/>
        <w:rPr>
          <w:b/>
          <w:i w:val="0"/>
        </w:rPr>
      </w:pPr>
      <w:r w:rsidRPr="00B23E19">
        <w:rPr>
          <w:lang w:val="fr-CA"/>
        </w:rPr>
        <w:t>Sauv. blanc, Chard, Others     14.00 (3oz) ~ 27.50 (6oz)</w:t>
      </w:r>
    </w:p>
    <w:p w:rsidR="0025282C" w:rsidRPr="009B53BB" w:rsidRDefault="0025282C" w:rsidP="00B23E19">
      <w:pPr>
        <w:pStyle w:val="Wine"/>
        <w:rPr>
          <w:b/>
          <w:i w:val="0"/>
        </w:rPr>
      </w:pPr>
    </w:p>
    <w:p w:rsidR="0025282C" w:rsidRPr="009B53BB" w:rsidRDefault="0025282C" w:rsidP="000C775F">
      <w:pPr>
        <w:pStyle w:val="Wine"/>
        <w:rPr>
          <w:b/>
          <w:i w:val="0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25282C" w:rsidRDefault="0025282C" w:rsidP="003615F7">
      <w:pPr>
        <w:pStyle w:val="Wine"/>
        <w:rPr>
          <w:b/>
          <w:i w:val="0"/>
        </w:rPr>
      </w:pPr>
    </w:p>
    <w:p w:rsidR="0025282C" w:rsidRPr="002D452F" w:rsidRDefault="0025282C" w:rsidP="003615F7">
      <w:pPr>
        <w:pStyle w:val="Wine"/>
        <w:rPr>
          <w:b/>
          <w:i w:val="0"/>
        </w:rPr>
      </w:pPr>
      <w:r w:rsidRPr="002D452F">
        <w:rPr>
          <w:b/>
          <w:i w:val="0"/>
        </w:rPr>
        <w:t>BBQ Pulled Pork</w:t>
      </w:r>
      <w:r w:rsidRPr="002D452F">
        <w:rPr>
          <w:b/>
          <w:i w:val="0"/>
        </w:rPr>
        <w:tab/>
        <w:t xml:space="preserve">   13</w:t>
      </w:r>
    </w:p>
    <w:p w:rsidR="0025282C" w:rsidRPr="002D452F" w:rsidRDefault="0025282C" w:rsidP="003615F7">
      <w:pPr>
        <w:pStyle w:val="Wine"/>
        <w:rPr>
          <w:b/>
          <w:i w:val="0"/>
        </w:rPr>
      </w:pPr>
      <w:r w:rsidRPr="002D452F">
        <w:rPr>
          <w:i w:val="0"/>
        </w:rPr>
        <w:t>Couscous, raisins &amp; goat cheese</w:t>
      </w:r>
    </w:p>
    <w:p w:rsidR="0025282C" w:rsidRPr="002D452F" w:rsidRDefault="0025282C" w:rsidP="003615F7">
      <w:pPr>
        <w:pStyle w:val="Wine"/>
        <w:rPr>
          <w:lang w:val="fr-CA"/>
        </w:rPr>
      </w:pPr>
      <w:r w:rsidRPr="002D452F">
        <w:rPr>
          <w:lang w:val="fr-CA"/>
        </w:rPr>
        <w:t>2009 Malivoire Old Vines Foch</w:t>
      </w:r>
    </w:p>
    <w:p w:rsidR="0025282C" w:rsidRPr="009B53BB" w:rsidRDefault="0025282C" w:rsidP="003615F7">
      <w:pPr>
        <w:pStyle w:val="Wine"/>
        <w:rPr>
          <w:b/>
          <w:i w:val="0"/>
        </w:rPr>
      </w:pPr>
      <w:r>
        <w:rPr>
          <w:lang w:val="fr-CA"/>
        </w:rPr>
        <w:t xml:space="preserve">Marechal Foch                     </w:t>
      </w:r>
      <w:r w:rsidRPr="002D452F">
        <w:rPr>
          <w:lang w:val="fr-CA"/>
        </w:rPr>
        <w:t xml:space="preserve">     7.25 (3oz) ~ 14.00 (6oz)</w:t>
      </w:r>
    </w:p>
    <w:p w:rsidR="0025282C" w:rsidRPr="009B53BB" w:rsidRDefault="0025282C" w:rsidP="00481AAF">
      <w:pPr>
        <w:pStyle w:val="Wine"/>
        <w:rPr>
          <w:b/>
          <w:i w:val="0"/>
        </w:rPr>
      </w:pPr>
    </w:p>
    <w:p w:rsidR="0025282C" w:rsidRPr="002D37EA" w:rsidRDefault="0025282C" w:rsidP="00481AAF">
      <w:pPr>
        <w:pStyle w:val="Wine"/>
        <w:rPr>
          <w:b/>
          <w:i w:val="0"/>
        </w:rPr>
      </w:pPr>
      <w:r w:rsidRPr="002D37EA">
        <w:rPr>
          <w:b/>
          <w:i w:val="0"/>
        </w:rPr>
        <w:t>Stuffed Pork Loin</w:t>
      </w:r>
      <w:r w:rsidRPr="002D37EA">
        <w:rPr>
          <w:b/>
          <w:i w:val="0"/>
        </w:rPr>
        <w:tab/>
        <w:t xml:space="preserve">   14</w:t>
      </w:r>
    </w:p>
    <w:p w:rsidR="0025282C" w:rsidRPr="002D37EA" w:rsidRDefault="0025282C" w:rsidP="00481AAF">
      <w:pPr>
        <w:pStyle w:val="Wine"/>
        <w:rPr>
          <w:b/>
          <w:i w:val="0"/>
        </w:rPr>
      </w:pPr>
      <w:r w:rsidRPr="002D37EA">
        <w:rPr>
          <w:i w:val="0"/>
        </w:rPr>
        <w:t>Blue chee</w:t>
      </w:r>
      <w:r>
        <w:rPr>
          <w:i w:val="0"/>
        </w:rPr>
        <w:t xml:space="preserve">se, apples, walnuts &amp; creamy coleslaw </w:t>
      </w:r>
    </w:p>
    <w:p w:rsidR="0025282C" w:rsidRPr="00AE3D9A" w:rsidRDefault="0025282C" w:rsidP="002D37EA">
      <w:pPr>
        <w:pStyle w:val="Wine"/>
        <w:rPr>
          <w:lang w:val="fr-CA"/>
        </w:rPr>
      </w:pPr>
      <w:r>
        <w:rPr>
          <w:lang w:val="fr-CA"/>
        </w:rPr>
        <w:t>2007 Lotus</w:t>
      </w:r>
    </w:p>
    <w:p w:rsidR="0025282C" w:rsidRPr="009B53BB" w:rsidRDefault="0025282C" w:rsidP="002D37EA">
      <w:pPr>
        <w:pStyle w:val="Wine"/>
        <w:rPr>
          <w:b/>
          <w:i w:val="0"/>
        </w:rPr>
      </w:pPr>
      <w:r>
        <w:rPr>
          <w:lang w:val="fr-CA"/>
        </w:rPr>
        <w:t>Cabernet Sauvignon                  8.25 (3oz) ~ 16.0</w:t>
      </w:r>
      <w:r w:rsidRPr="00AE3D9A">
        <w:rPr>
          <w:lang w:val="fr-CA"/>
        </w:rPr>
        <w:t>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9B53BB" w:rsidRDefault="0025282C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25282C" w:rsidRPr="009B53BB" w:rsidRDefault="0025282C" w:rsidP="000C775F">
      <w:pPr>
        <w:pStyle w:val="Wine"/>
        <w:rPr>
          <w:i w:val="0"/>
        </w:rPr>
      </w:pPr>
      <w:r>
        <w:rPr>
          <w:i w:val="0"/>
        </w:rPr>
        <w:t>Celeriac crushed potatoes,</w:t>
      </w:r>
      <w:r w:rsidRPr="009B53BB">
        <w:rPr>
          <w:i w:val="0"/>
        </w:rPr>
        <w:t xml:space="preserve"> watercress</w:t>
      </w:r>
      <w:r>
        <w:rPr>
          <w:i w:val="0"/>
        </w:rPr>
        <w:t xml:space="preserve"> &amp; brown sugar glaze</w:t>
      </w:r>
    </w:p>
    <w:p w:rsidR="0025282C" w:rsidRPr="009B53BB" w:rsidRDefault="0025282C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2D452F" w:rsidRDefault="0025282C" w:rsidP="000C775F">
      <w:pPr>
        <w:pStyle w:val="Wine"/>
        <w:rPr>
          <w:b/>
          <w:i w:val="0"/>
        </w:rPr>
      </w:pPr>
      <w:r w:rsidRPr="002D452F">
        <w:rPr>
          <w:b/>
          <w:i w:val="0"/>
        </w:rPr>
        <w:t xml:space="preserve">Seared </w:t>
      </w:r>
      <w:r>
        <w:rPr>
          <w:b/>
          <w:i w:val="0"/>
        </w:rPr>
        <w:t xml:space="preserve">Creemore </w:t>
      </w:r>
      <w:r w:rsidRPr="002D452F">
        <w:rPr>
          <w:b/>
          <w:i w:val="0"/>
        </w:rPr>
        <w:t>Q</w:t>
      </w:r>
      <w:r>
        <w:rPr>
          <w:b/>
          <w:i w:val="0"/>
        </w:rPr>
        <w:t>uail</w:t>
      </w:r>
      <w:r>
        <w:rPr>
          <w:b/>
          <w:i w:val="0"/>
        </w:rPr>
        <w:tab/>
        <w:t xml:space="preserve">  13</w:t>
      </w:r>
    </w:p>
    <w:p w:rsidR="0025282C" w:rsidRPr="002D452F" w:rsidRDefault="0025282C" w:rsidP="000C775F">
      <w:pPr>
        <w:pStyle w:val="Wine"/>
        <w:rPr>
          <w:b/>
        </w:rPr>
      </w:pPr>
      <w:r w:rsidRPr="002D452F">
        <w:rPr>
          <w:i w:val="0"/>
        </w:rPr>
        <w:t xml:space="preserve">Parsnip puree, radishes, leeks &amp; radicchio </w:t>
      </w:r>
    </w:p>
    <w:p w:rsidR="0025282C" w:rsidRPr="009B53BB" w:rsidRDefault="0025282C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25282C" w:rsidRPr="009B53BB" w:rsidRDefault="0025282C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25282C" w:rsidRPr="009B53BB" w:rsidRDefault="0025282C" w:rsidP="008004B4">
      <w:pPr>
        <w:pStyle w:val="Wine"/>
        <w:rPr>
          <w:i w:val="0"/>
        </w:rPr>
      </w:pPr>
      <w:r w:rsidRPr="009B53BB">
        <w:rPr>
          <w:i w:val="0"/>
        </w:rPr>
        <w:t>Fi</w:t>
      </w:r>
      <w:r>
        <w:rPr>
          <w:i w:val="0"/>
        </w:rPr>
        <w:t>ngerling potatoes, garlic rapini</w:t>
      </w:r>
      <w:r w:rsidRPr="009B53BB">
        <w:rPr>
          <w:i w:val="0"/>
        </w:rPr>
        <w:t xml:space="preserve"> &amp; Cabernet Jus</w:t>
      </w:r>
    </w:p>
    <w:p w:rsidR="0025282C" w:rsidRPr="009B53BB" w:rsidRDefault="0025282C" w:rsidP="008004B4">
      <w:pPr>
        <w:pStyle w:val="Wine"/>
      </w:pPr>
      <w:r w:rsidRPr="009B53BB">
        <w:rPr>
          <w:lang w:val="fr-CA"/>
        </w:rPr>
        <w:t>2007 Norman Hardie "Cuvée L"</w:t>
      </w:r>
      <w:r w:rsidRPr="009B53BB">
        <w:rPr>
          <w:lang w:val="fr-CA"/>
        </w:rPr>
        <w:br/>
        <w:t>Pinot Noir                               14.25 (3oz) ~ 28.25 (6oz)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9B53BB" w:rsidRDefault="0025282C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25282C" w:rsidRPr="009B53BB" w:rsidRDefault="0025282C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25282C" w:rsidRPr="009B53BB" w:rsidRDefault="0025282C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25282C" w:rsidRPr="009B53BB" w:rsidRDefault="0025282C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25282C" w:rsidRPr="009B53BB" w:rsidRDefault="0025282C" w:rsidP="009B53BB">
      <w:pPr>
        <w:pStyle w:val="Food"/>
        <w:rPr>
          <w:sz w:val="24"/>
          <w:szCs w:val="24"/>
        </w:rPr>
      </w:pPr>
    </w:p>
    <w:p w:rsidR="0025282C" w:rsidRPr="002D452F" w:rsidRDefault="0025282C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25282C" w:rsidRPr="002D452F" w:rsidRDefault="0025282C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Vanilla cookie</w:t>
      </w:r>
    </w:p>
    <w:p w:rsidR="0025282C" w:rsidRPr="002D452F" w:rsidRDefault="0025282C" w:rsidP="000C775F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25282C" w:rsidRPr="009B53BB" w:rsidRDefault="0025282C" w:rsidP="000C775F">
      <w:pPr>
        <w:pStyle w:val="Wine"/>
      </w:pPr>
      <w:r w:rsidRPr="002D452F">
        <w:t>Grenache Blanc                       6.00 (1oz) ~ 12.00 (2oz)</w:t>
      </w:r>
    </w:p>
    <w:p w:rsidR="0025282C" w:rsidRPr="009B53BB" w:rsidRDefault="0025282C" w:rsidP="000C775F">
      <w:pPr>
        <w:pStyle w:val="Food"/>
        <w:rPr>
          <w:sz w:val="24"/>
          <w:szCs w:val="24"/>
        </w:rPr>
      </w:pPr>
    </w:p>
    <w:p w:rsidR="0025282C" w:rsidRPr="009B53BB" w:rsidRDefault="0025282C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Frozen </w:t>
      </w:r>
      <w:r>
        <w:rPr>
          <w:b/>
          <w:i w:val="0"/>
        </w:rPr>
        <w:t xml:space="preserve">Raspberry </w:t>
      </w:r>
      <w:r w:rsidRPr="009B53BB">
        <w:rPr>
          <w:b/>
          <w:i w:val="0"/>
        </w:rPr>
        <w:t>Parfait</w:t>
      </w:r>
      <w:r w:rsidRPr="009B53BB">
        <w:rPr>
          <w:b/>
          <w:i w:val="0"/>
        </w:rPr>
        <w:tab/>
        <w:t xml:space="preserve">  7 </w:t>
      </w:r>
    </w:p>
    <w:p w:rsidR="0025282C" w:rsidRPr="009B53BB" w:rsidRDefault="0025282C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  <w:r>
        <w:rPr>
          <w:i w:val="0"/>
        </w:rPr>
        <w:t xml:space="preserve"> cream</w:t>
      </w:r>
    </w:p>
    <w:p w:rsidR="0025282C" w:rsidRPr="009B53BB" w:rsidRDefault="0025282C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25282C" w:rsidRPr="009B53BB" w:rsidRDefault="0025282C" w:rsidP="000C775F">
      <w:pPr>
        <w:pStyle w:val="Food"/>
      </w:pPr>
      <w:r w:rsidRPr="009B53BB">
        <w:t>Vienna, Austria                      7.50 (1oz) ~ 15.00 (2oz)</w:t>
      </w:r>
    </w:p>
    <w:p w:rsidR="0025282C" w:rsidRPr="009B53BB" w:rsidRDefault="0025282C" w:rsidP="000C775F">
      <w:pPr>
        <w:pStyle w:val="Food"/>
        <w:rPr>
          <w:sz w:val="24"/>
          <w:szCs w:val="24"/>
        </w:rPr>
      </w:pPr>
    </w:p>
    <w:p w:rsidR="0025282C" w:rsidRPr="002D452F" w:rsidRDefault="0025282C" w:rsidP="000C775F">
      <w:pPr>
        <w:pStyle w:val="Food"/>
        <w:rPr>
          <w:b/>
          <w:i w:val="0"/>
        </w:rPr>
      </w:pPr>
      <w:r w:rsidRPr="002D452F">
        <w:rPr>
          <w:b/>
          <w:i w:val="0"/>
        </w:rPr>
        <w:t>Lemon Curd</w:t>
      </w:r>
      <w:r w:rsidRPr="002D452F">
        <w:rPr>
          <w:b/>
          <w:i w:val="0"/>
        </w:rPr>
        <w:tab/>
        <w:t xml:space="preserve">  7</w:t>
      </w:r>
    </w:p>
    <w:p w:rsidR="0025282C" w:rsidRPr="002D452F" w:rsidRDefault="0025282C" w:rsidP="000C775F">
      <w:pPr>
        <w:pStyle w:val="Food"/>
        <w:rPr>
          <w:i w:val="0"/>
        </w:rPr>
      </w:pPr>
      <w:r w:rsidRPr="002D452F">
        <w:rPr>
          <w:i w:val="0"/>
        </w:rPr>
        <w:t xml:space="preserve">Blueberry compote &amp; shortbread  </w:t>
      </w:r>
    </w:p>
    <w:p w:rsidR="0025282C" w:rsidRPr="002D452F" w:rsidRDefault="0025282C" w:rsidP="000C775F">
      <w:pPr>
        <w:pStyle w:val="Food"/>
      </w:pPr>
      <w:r w:rsidRPr="002D452F">
        <w:t>2008 La Tunella</w:t>
      </w:r>
    </w:p>
    <w:p w:rsidR="0025282C" w:rsidRPr="009B53BB" w:rsidRDefault="0025282C" w:rsidP="000C775F">
      <w:pPr>
        <w:pStyle w:val="Food"/>
      </w:pPr>
      <w:r w:rsidRPr="002D452F">
        <w:t>Verduzzo                                 3.00 (1oz) ~ 6.00 (2oz)</w:t>
      </w:r>
    </w:p>
    <w:p w:rsidR="0025282C" w:rsidRPr="009B53BB" w:rsidRDefault="0025282C" w:rsidP="000C775F">
      <w:pPr>
        <w:pStyle w:val="Food"/>
        <w:rPr>
          <w:sz w:val="24"/>
          <w:szCs w:val="24"/>
        </w:rPr>
      </w:pPr>
    </w:p>
    <w:p w:rsidR="0025282C" w:rsidRPr="009B53BB" w:rsidRDefault="0025282C" w:rsidP="000C775F">
      <w:pPr>
        <w:pStyle w:val="Food"/>
      </w:pPr>
    </w:p>
    <w:p w:rsidR="0025282C" w:rsidRDefault="0025282C" w:rsidP="000C775F">
      <w:pPr>
        <w:pStyle w:val="Food"/>
      </w:pPr>
    </w:p>
    <w:p w:rsidR="0025282C" w:rsidRPr="009B53BB" w:rsidRDefault="0025282C" w:rsidP="000C775F">
      <w:pPr>
        <w:pStyle w:val="Food"/>
      </w:pPr>
      <w:r>
        <w:t>Wednesday, March 2nd</w:t>
      </w:r>
      <w:r w:rsidRPr="009B53BB">
        <w:t xml:space="preserve">, 2011 </w:t>
      </w:r>
      <w:r w:rsidRPr="009B53BB">
        <w:br/>
        <w:t>Bryan Burke – Executive Chef</w:t>
      </w:r>
    </w:p>
    <w:p w:rsidR="0025282C" w:rsidRPr="009B53BB" w:rsidRDefault="0025282C" w:rsidP="000C775F">
      <w:pPr>
        <w:pStyle w:val="Food"/>
      </w:pPr>
      <w:r w:rsidRPr="009B53BB">
        <w:t>Adam Dolley - Sous Chef</w:t>
      </w:r>
    </w:p>
    <w:p w:rsidR="0025282C" w:rsidRPr="009B53BB" w:rsidRDefault="0025282C" w:rsidP="000C775F">
      <w:pPr>
        <w:pStyle w:val="Food"/>
      </w:pPr>
    </w:p>
    <w:p w:rsidR="0025282C" w:rsidRPr="009B53BB" w:rsidRDefault="0025282C" w:rsidP="000C775F">
      <w:pPr>
        <w:pStyle w:val="Food"/>
      </w:pPr>
    </w:p>
    <w:p w:rsidR="0025282C" w:rsidRPr="009B53BB" w:rsidRDefault="0025282C" w:rsidP="000C775F">
      <w:pPr>
        <w:pStyle w:val="Food"/>
      </w:pPr>
      <w:r w:rsidRPr="009B53BB">
        <w:t>We support a healthy, ethical, sustainable, local food culture.</w:t>
      </w:r>
    </w:p>
    <w:sectPr w:rsidR="0025282C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507</Words>
  <Characters>2895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2011-03-02T20:46:00Z</cp:lastPrinted>
  <dcterms:created xsi:type="dcterms:W3CDTF">2011-03-02T20:09:00Z</dcterms:created>
  <dcterms:modified xsi:type="dcterms:W3CDTF">2011-03-02T20:57:00Z</dcterms:modified>
</cp:coreProperties>
</file>