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7A0" w:rsidRDefault="001007A0" w:rsidP="00F741AD">
      <w:pPr>
        <w:pStyle w:val="Food"/>
        <w:rPr>
          <w:b/>
          <w:i w:val="0"/>
        </w:rPr>
      </w:pPr>
    </w:p>
    <w:p w:rsidR="001007A0" w:rsidRDefault="001007A0" w:rsidP="00F741AD">
      <w:pPr>
        <w:pStyle w:val="Food"/>
        <w:rPr>
          <w:b/>
          <w:i w:val="0"/>
        </w:rPr>
      </w:pPr>
    </w:p>
    <w:p w:rsidR="001007A0" w:rsidRDefault="001007A0" w:rsidP="00F741AD">
      <w:pPr>
        <w:pStyle w:val="Food"/>
        <w:rPr>
          <w:b/>
          <w:i w:val="0"/>
        </w:rPr>
      </w:pPr>
    </w:p>
    <w:p w:rsidR="001007A0" w:rsidRDefault="001007A0" w:rsidP="00F741AD">
      <w:pPr>
        <w:pStyle w:val="Food"/>
        <w:rPr>
          <w:b/>
          <w:i w:val="0"/>
        </w:rPr>
      </w:pPr>
    </w:p>
    <w:p w:rsidR="001007A0" w:rsidRPr="009B53BB" w:rsidRDefault="001007A0" w:rsidP="00F741AD">
      <w:pPr>
        <w:pStyle w:val="Food"/>
        <w:rPr>
          <w:b/>
          <w:i w:val="0"/>
        </w:rPr>
      </w:pPr>
      <w:r w:rsidRPr="009B53BB">
        <w:rPr>
          <w:b/>
          <w:i w:val="0"/>
        </w:rPr>
        <w:t>Yukon Gold Fries</w:t>
      </w:r>
      <w:r w:rsidRPr="009B53BB">
        <w:rPr>
          <w:b/>
          <w:i w:val="0"/>
        </w:rPr>
        <w:tab/>
        <w:t xml:space="preserve">  5</w:t>
      </w:r>
    </w:p>
    <w:p w:rsidR="001007A0" w:rsidRPr="009B53BB" w:rsidRDefault="001007A0" w:rsidP="00F741AD">
      <w:pPr>
        <w:pStyle w:val="Food"/>
      </w:pPr>
      <w:r w:rsidRPr="009B53BB">
        <w:rPr>
          <w:i w:val="0"/>
        </w:rPr>
        <w:t>Homemade ketchup, lemon mayo &amp; spiced aioli</w:t>
      </w:r>
    </w:p>
    <w:p w:rsidR="001007A0" w:rsidRPr="009B53BB" w:rsidRDefault="001007A0" w:rsidP="00F741AD">
      <w:pPr>
        <w:pStyle w:val="Food"/>
      </w:pPr>
      <w:r w:rsidRPr="009B53BB">
        <w:t>Terra Serena</w:t>
      </w:r>
    </w:p>
    <w:p w:rsidR="001007A0" w:rsidRPr="009B53BB" w:rsidRDefault="001007A0" w:rsidP="00F741AD">
      <w:pPr>
        <w:pStyle w:val="Food"/>
      </w:pPr>
      <w:r w:rsidRPr="009B53BB">
        <w:t>Prosecco                                7.00 (3oz) ~ 13.50 (6oz)</w:t>
      </w:r>
    </w:p>
    <w:p w:rsidR="001007A0" w:rsidRPr="009B53BB" w:rsidRDefault="001007A0" w:rsidP="00F741AD">
      <w:pPr>
        <w:pStyle w:val="Food"/>
        <w:rPr>
          <w:sz w:val="24"/>
          <w:szCs w:val="24"/>
        </w:rPr>
      </w:pPr>
    </w:p>
    <w:p w:rsidR="001007A0" w:rsidRPr="009B53BB" w:rsidRDefault="001007A0" w:rsidP="00F741AD">
      <w:pPr>
        <w:pStyle w:val="Food"/>
        <w:rPr>
          <w:b/>
          <w:i w:val="0"/>
        </w:rPr>
      </w:pPr>
      <w:r w:rsidRPr="009B53BB">
        <w:rPr>
          <w:b/>
          <w:i w:val="0"/>
        </w:rPr>
        <w:t>Grilled Flat Bread</w:t>
      </w:r>
      <w:r w:rsidRPr="009B53BB">
        <w:rPr>
          <w:b/>
          <w:i w:val="0"/>
        </w:rPr>
        <w:tab/>
        <w:t xml:space="preserve"> 7</w:t>
      </w:r>
    </w:p>
    <w:p w:rsidR="001007A0" w:rsidRPr="009B53BB" w:rsidRDefault="001007A0" w:rsidP="00F741AD">
      <w:pPr>
        <w:pStyle w:val="Food"/>
        <w:rPr>
          <w:i w:val="0"/>
        </w:rPr>
      </w:pPr>
      <w:r w:rsidRPr="009B53BB">
        <w:rPr>
          <w:i w:val="0"/>
        </w:rPr>
        <w:t>Roasted red pepper &amp; goat cheese</w:t>
      </w:r>
    </w:p>
    <w:p w:rsidR="001007A0" w:rsidRPr="009B53BB" w:rsidRDefault="001007A0" w:rsidP="00F741AD">
      <w:pPr>
        <w:pStyle w:val="Food"/>
      </w:pPr>
      <w:r w:rsidRPr="009B53BB">
        <w:t>2009 Malivoire « Ladybug » Rosé</w:t>
      </w:r>
    </w:p>
    <w:p w:rsidR="001007A0" w:rsidRPr="009B53BB" w:rsidRDefault="001007A0" w:rsidP="00F741AD">
      <w:pPr>
        <w:pStyle w:val="Food"/>
        <w:rPr>
          <w:b/>
        </w:rPr>
      </w:pPr>
      <w:r w:rsidRPr="009B53BB">
        <w:t>Cab. Franc, Gamay, P. Noir   6.00 (3oz) ~ 11.50 (6oz)</w:t>
      </w:r>
    </w:p>
    <w:p w:rsidR="001007A0" w:rsidRPr="009B53BB" w:rsidRDefault="001007A0" w:rsidP="00A67E73">
      <w:pPr>
        <w:pStyle w:val="Food"/>
        <w:rPr>
          <w:sz w:val="24"/>
          <w:szCs w:val="24"/>
        </w:rPr>
      </w:pPr>
    </w:p>
    <w:p w:rsidR="001007A0" w:rsidRPr="009B53BB" w:rsidRDefault="001007A0" w:rsidP="00A67E73">
      <w:pPr>
        <w:pStyle w:val="Food"/>
        <w:rPr>
          <w:i w:val="0"/>
        </w:rPr>
      </w:pPr>
      <w:r w:rsidRPr="009B53BB">
        <w:rPr>
          <w:b/>
          <w:i w:val="0"/>
        </w:rPr>
        <w:t>Wild Mushroom</w:t>
      </w:r>
      <w:r>
        <w:rPr>
          <w:b/>
          <w:i w:val="0"/>
        </w:rPr>
        <w:t xml:space="preserve"> Soup</w:t>
      </w:r>
      <w:r w:rsidRPr="009B53BB">
        <w:rPr>
          <w:b/>
          <w:i w:val="0"/>
        </w:rPr>
        <w:tab/>
        <w:t xml:space="preserve"> 5</w:t>
      </w:r>
      <w:r w:rsidRPr="009B53BB">
        <w:rPr>
          <w:i w:val="0"/>
        </w:rPr>
        <w:t xml:space="preserve"> </w:t>
      </w:r>
    </w:p>
    <w:p w:rsidR="001007A0" w:rsidRPr="009B53BB" w:rsidRDefault="001007A0" w:rsidP="00A67E73">
      <w:pPr>
        <w:pStyle w:val="Food"/>
        <w:rPr>
          <w:b/>
          <w:i w:val="0"/>
        </w:rPr>
      </w:pPr>
      <w:r w:rsidRPr="009B53BB">
        <w:rPr>
          <w:i w:val="0"/>
        </w:rPr>
        <w:t>Pepper croutons &amp; parsley</w:t>
      </w:r>
    </w:p>
    <w:p w:rsidR="001007A0" w:rsidRPr="009B53BB" w:rsidRDefault="001007A0" w:rsidP="0052472D">
      <w:pPr>
        <w:pStyle w:val="Wine"/>
      </w:pPr>
      <w:r w:rsidRPr="009B53BB">
        <w:t>2009 Laudo Bodegas Ondalan</w:t>
      </w:r>
    </w:p>
    <w:p w:rsidR="001007A0" w:rsidRPr="009B53BB" w:rsidRDefault="001007A0" w:rsidP="0052472D">
      <w:pPr>
        <w:pStyle w:val="Wine"/>
        <w:rPr>
          <w:b/>
          <w:lang w:val="fr-CA"/>
        </w:rPr>
      </w:pPr>
      <w:r w:rsidRPr="009B53BB">
        <w:t>Tempranillo                            6.75 (3oz) ~ 13.00 (6oz)</w:t>
      </w:r>
    </w:p>
    <w:p w:rsidR="001007A0" w:rsidRPr="009B53BB" w:rsidRDefault="001007A0" w:rsidP="009B53BB">
      <w:pPr>
        <w:pStyle w:val="Food"/>
        <w:rPr>
          <w:sz w:val="24"/>
          <w:szCs w:val="24"/>
        </w:rPr>
      </w:pPr>
    </w:p>
    <w:p w:rsidR="001007A0" w:rsidRPr="009B53BB" w:rsidRDefault="001007A0" w:rsidP="001D54BC">
      <w:pPr>
        <w:pStyle w:val="Wine"/>
        <w:rPr>
          <w:b/>
          <w:i w:val="0"/>
        </w:rPr>
      </w:pPr>
      <w:r w:rsidRPr="009B53BB">
        <w:rPr>
          <w:b/>
          <w:i w:val="0"/>
        </w:rPr>
        <w:t>Caramelized Onion Sandwich</w:t>
      </w:r>
      <w:r w:rsidRPr="009B53BB">
        <w:rPr>
          <w:b/>
          <w:i w:val="0"/>
        </w:rPr>
        <w:tab/>
        <w:t xml:space="preserve"> 9</w:t>
      </w:r>
    </w:p>
    <w:p w:rsidR="001007A0" w:rsidRPr="009B53BB" w:rsidRDefault="001007A0" w:rsidP="001D54BC">
      <w:pPr>
        <w:pStyle w:val="Wine"/>
        <w:rPr>
          <w:i w:val="0"/>
        </w:rPr>
      </w:pPr>
      <w:r w:rsidRPr="009B53BB">
        <w:rPr>
          <w:i w:val="0"/>
        </w:rPr>
        <w:t>Smoked cheddar, apples &amp; toasted ancient grain</w:t>
      </w:r>
    </w:p>
    <w:p w:rsidR="001007A0" w:rsidRPr="009B53BB" w:rsidRDefault="001007A0" w:rsidP="0052472D">
      <w:pPr>
        <w:pStyle w:val="Food"/>
      </w:pPr>
      <w:r w:rsidRPr="009B53BB">
        <w:t>2007 Stratus Tollgate White</w:t>
      </w:r>
    </w:p>
    <w:p w:rsidR="001007A0" w:rsidRPr="009B53BB" w:rsidRDefault="001007A0" w:rsidP="0052472D">
      <w:pPr>
        <w:pStyle w:val="Wine"/>
      </w:pPr>
      <w:r w:rsidRPr="009B53BB">
        <w:t>Semillon, Chardonnay, Others   6.00(3oz) ~ 11.50 (6oz)</w:t>
      </w:r>
    </w:p>
    <w:p w:rsidR="001007A0" w:rsidRPr="009B53BB" w:rsidRDefault="001007A0" w:rsidP="009B53BB">
      <w:pPr>
        <w:pStyle w:val="Food"/>
        <w:rPr>
          <w:sz w:val="24"/>
          <w:szCs w:val="24"/>
        </w:rPr>
      </w:pPr>
    </w:p>
    <w:p w:rsidR="001007A0" w:rsidRPr="002D37EA" w:rsidRDefault="001007A0" w:rsidP="004B38B5">
      <w:pPr>
        <w:pStyle w:val="Food"/>
        <w:rPr>
          <w:b/>
          <w:i w:val="0"/>
        </w:rPr>
      </w:pPr>
      <w:r w:rsidRPr="002D37EA">
        <w:rPr>
          <w:b/>
          <w:i w:val="0"/>
        </w:rPr>
        <w:t>Smoked Chicken Poutine</w:t>
      </w:r>
      <w:r w:rsidRPr="002D37EA">
        <w:rPr>
          <w:b/>
          <w:i w:val="0"/>
        </w:rPr>
        <w:tab/>
        <w:t xml:space="preserve">  9</w:t>
      </w:r>
    </w:p>
    <w:p w:rsidR="001007A0" w:rsidRPr="002D37EA" w:rsidRDefault="001007A0" w:rsidP="004C1E0C">
      <w:pPr>
        <w:pStyle w:val="Wine"/>
        <w:rPr>
          <w:i w:val="0"/>
        </w:rPr>
      </w:pPr>
      <w:r w:rsidRPr="002D37EA">
        <w:rPr>
          <w:i w:val="0"/>
        </w:rPr>
        <w:t>Cheese curds &amp; scallions</w:t>
      </w:r>
    </w:p>
    <w:p w:rsidR="001007A0" w:rsidRPr="009B53BB" w:rsidRDefault="001007A0" w:rsidP="009F03CD">
      <w:pPr>
        <w:pStyle w:val="Food"/>
      </w:pPr>
      <w:r w:rsidRPr="002D37EA">
        <w:t>2009 Venica &amp; Venica</w:t>
      </w:r>
      <w:r w:rsidRPr="002D37EA">
        <w:br/>
        <w:t>Tocai Friulano                       9.25 (3oz) ~ 18.00 (6oz)</w:t>
      </w:r>
    </w:p>
    <w:p w:rsidR="001007A0" w:rsidRPr="009B53BB" w:rsidRDefault="001007A0" w:rsidP="009B53BB">
      <w:pPr>
        <w:pStyle w:val="Food"/>
        <w:rPr>
          <w:sz w:val="24"/>
          <w:szCs w:val="24"/>
        </w:rPr>
      </w:pPr>
    </w:p>
    <w:p w:rsidR="001007A0" w:rsidRPr="009B53BB" w:rsidRDefault="001007A0" w:rsidP="00F741AD">
      <w:pPr>
        <w:pStyle w:val="Food"/>
        <w:rPr>
          <w:b/>
          <w:i w:val="0"/>
        </w:rPr>
      </w:pPr>
      <w:r w:rsidRPr="009B53BB">
        <w:rPr>
          <w:b/>
          <w:i w:val="0"/>
        </w:rPr>
        <w:t xml:space="preserve">Cheddar &amp; Apple Salad </w:t>
      </w:r>
      <w:r w:rsidRPr="009B53BB">
        <w:rPr>
          <w:b/>
          <w:i w:val="0"/>
        </w:rPr>
        <w:tab/>
        <w:t xml:space="preserve">  9</w:t>
      </w:r>
    </w:p>
    <w:p w:rsidR="001007A0" w:rsidRPr="009B53BB" w:rsidRDefault="001007A0" w:rsidP="004C1E0C">
      <w:pPr>
        <w:pStyle w:val="Wine"/>
        <w:rPr>
          <w:i w:val="0"/>
        </w:rPr>
      </w:pPr>
      <w:r w:rsidRPr="009B53BB">
        <w:rPr>
          <w:i w:val="0"/>
        </w:rPr>
        <w:t>Greens, grapes, spiced cashews &amp; mustard vinaigrette</w:t>
      </w:r>
    </w:p>
    <w:p w:rsidR="001007A0" w:rsidRPr="009B53BB" w:rsidRDefault="001007A0" w:rsidP="00111C57">
      <w:pPr>
        <w:pStyle w:val="Food"/>
      </w:pPr>
      <w:r w:rsidRPr="009B53BB">
        <w:t>2009 Estancia Piedra</w:t>
      </w:r>
    </w:p>
    <w:p w:rsidR="001007A0" w:rsidRPr="009B53BB" w:rsidRDefault="001007A0" w:rsidP="00111C57">
      <w:pPr>
        <w:pStyle w:val="Wine"/>
        <w:rPr>
          <w:color w:val="000000"/>
        </w:rPr>
      </w:pPr>
      <w:r w:rsidRPr="009B53BB">
        <w:rPr>
          <w:lang w:val="fr-CA"/>
        </w:rPr>
        <w:t xml:space="preserve">Verdejo         </w:t>
      </w:r>
      <w:r w:rsidRPr="009B53BB">
        <w:t xml:space="preserve">                            7.52 (3oz) ~14.25 (6oz)</w:t>
      </w:r>
    </w:p>
    <w:p w:rsidR="001007A0" w:rsidRPr="009B53BB" w:rsidRDefault="001007A0" w:rsidP="009B53BB">
      <w:pPr>
        <w:pStyle w:val="Food"/>
        <w:rPr>
          <w:sz w:val="24"/>
          <w:szCs w:val="24"/>
        </w:rPr>
      </w:pPr>
    </w:p>
    <w:p w:rsidR="001007A0" w:rsidRPr="009B53BB" w:rsidRDefault="001007A0" w:rsidP="001D54BC">
      <w:pPr>
        <w:pStyle w:val="Wine"/>
        <w:rPr>
          <w:b/>
          <w:i w:val="0"/>
        </w:rPr>
      </w:pPr>
      <w:r w:rsidRPr="009B53BB">
        <w:rPr>
          <w:b/>
          <w:i w:val="0"/>
        </w:rPr>
        <w:t>Smoked Chicken Salad</w:t>
      </w:r>
      <w:r w:rsidRPr="009B53BB">
        <w:rPr>
          <w:b/>
        </w:rPr>
        <w:tab/>
        <w:t xml:space="preserve">   </w:t>
      </w:r>
      <w:r w:rsidRPr="009B53BB">
        <w:rPr>
          <w:b/>
          <w:i w:val="0"/>
        </w:rPr>
        <w:t>8</w:t>
      </w:r>
    </w:p>
    <w:p w:rsidR="001007A0" w:rsidRPr="009B53BB" w:rsidRDefault="001007A0" w:rsidP="001D54BC">
      <w:pPr>
        <w:pStyle w:val="Food"/>
        <w:rPr>
          <w:i w:val="0"/>
        </w:rPr>
      </w:pPr>
      <w:r w:rsidRPr="009B53BB">
        <w:rPr>
          <w:i w:val="0"/>
        </w:rPr>
        <w:t>Sweet onions, Walnuts &amp; feta</w:t>
      </w:r>
    </w:p>
    <w:p w:rsidR="001007A0" w:rsidRPr="009B53BB" w:rsidRDefault="001007A0" w:rsidP="00206B56">
      <w:pPr>
        <w:pStyle w:val="Food"/>
      </w:pPr>
      <w:r w:rsidRPr="009B53BB">
        <w:t>2009 Laurent Miquel Rosé</w:t>
      </w:r>
    </w:p>
    <w:p w:rsidR="001007A0" w:rsidRPr="009B53BB" w:rsidRDefault="001007A0" w:rsidP="00DD6F23">
      <w:pPr>
        <w:pStyle w:val="Wine"/>
        <w:rPr>
          <w:b/>
          <w:lang w:val="fr-CA"/>
        </w:rPr>
      </w:pPr>
      <w:r w:rsidRPr="009B53BB">
        <w:t>Cinsault, Syrah                         5.00(3oz) ~ 10.00 (6oz)</w:t>
      </w:r>
    </w:p>
    <w:p w:rsidR="001007A0" w:rsidRPr="009B53BB" w:rsidRDefault="001007A0" w:rsidP="009B53BB">
      <w:pPr>
        <w:pStyle w:val="Food"/>
        <w:rPr>
          <w:sz w:val="24"/>
          <w:szCs w:val="24"/>
        </w:rPr>
      </w:pPr>
    </w:p>
    <w:p w:rsidR="001007A0" w:rsidRPr="009B53BB" w:rsidRDefault="001007A0" w:rsidP="00C10C11">
      <w:pPr>
        <w:pStyle w:val="Wine"/>
        <w:rPr>
          <w:b/>
          <w:i w:val="0"/>
        </w:rPr>
      </w:pPr>
      <w:r w:rsidRPr="009B53BB">
        <w:rPr>
          <w:b/>
          <w:i w:val="0"/>
        </w:rPr>
        <w:t>Chorizo Sausage</w:t>
      </w:r>
      <w:r w:rsidRPr="009B53BB">
        <w:rPr>
          <w:b/>
          <w:i w:val="0"/>
        </w:rPr>
        <w:tab/>
        <w:t xml:space="preserve">   7</w:t>
      </w:r>
    </w:p>
    <w:p w:rsidR="001007A0" w:rsidRPr="009B53BB" w:rsidRDefault="001007A0" w:rsidP="00C10C11">
      <w:pPr>
        <w:pStyle w:val="Wine"/>
      </w:pPr>
      <w:r w:rsidRPr="009B53BB">
        <w:rPr>
          <w:i w:val="0"/>
        </w:rPr>
        <w:t>Pickled vegetables, olive oil toasts &amp; Kozlick’s mustard</w:t>
      </w:r>
      <w:r w:rsidRPr="009B53BB">
        <w:t xml:space="preserve"> </w:t>
      </w:r>
    </w:p>
    <w:p w:rsidR="001007A0" w:rsidRPr="009B53BB" w:rsidRDefault="001007A0" w:rsidP="00206B56">
      <w:pPr>
        <w:pStyle w:val="Wine"/>
        <w:rPr>
          <w:b/>
          <w:lang w:val="fr-CA"/>
        </w:rPr>
      </w:pPr>
      <w:r w:rsidRPr="009B53BB">
        <w:t>2004 Sara Soto</w:t>
      </w:r>
      <w:r w:rsidRPr="009B53BB">
        <w:br/>
        <w:t>Tempranillo                             8.50 (3oz) ~ 19.50 (6oz)</w:t>
      </w:r>
    </w:p>
    <w:p w:rsidR="001007A0" w:rsidRPr="009B53BB" w:rsidRDefault="001007A0" w:rsidP="009B53BB">
      <w:pPr>
        <w:pStyle w:val="Food"/>
        <w:rPr>
          <w:sz w:val="24"/>
          <w:szCs w:val="24"/>
        </w:rPr>
      </w:pPr>
    </w:p>
    <w:p w:rsidR="001007A0" w:rsidRPr="009B53BB" w:rsidRDefault="001007A0" w:rsidP="00806D67">
      <w:pPr>
        <w:pStyle w:val="Wine"/>
        <w:rPr>
          <w:b/>
          <w:i w:val="0"/>
        </w:rPr>
      </w:pPr>
      <w:r w:rsidRPr="009B53BB">
        <w:rPr>
          <w:b/>
          <w:i w:val="0"/>
        </w:rPr>
        <w:t xml:space="preserve">Clams &amp; Ratatouille </w:t>
      </w:r>
      <w:r w:rsidRPr="009B53BB">
        <w:rPr>
          <w:b/>
          <w:i w:val="0"/>
        </w:rPr>
        <w:tab/>
        <w:t xml:space="preserve">  11</w:t>
      </w:r>
    </w:p>
    <w:p w:rsidR="001007A0" w:rsidRPr="009B53BB" w:rsidRDefault="001007A0" w:rsidP="00806D67">
      <w:pPr>
        <w:pStyle w:val="Wine"/>
        <w:rPr>
          <w:b/>
          <w:i w:val="0"/>
        </w:rPr>
      </w:pPr>
      <w:r w:rsidRPr="009B53BB">
        <w:rPr>
          <w:i w:val="0"/>
        </w:rPr>
        <w:t>Eggplant, sweet peppers, zucchini &amp; red onions</w:t>
      </w:r>
    </w:p>
    <w:p w:rsidR="001007A0" w:rsidRPr="009B53BB" w:rsidRDefault="001007A0" w:rsidP="00806D67">
      <w:pPr>
        <w:pStyle w:val="Wine"/>
      </w:pPr>
      <w:r w:rsidRPr="009B53BB">
        <w:t xml:space="preserve">2009 "Alargo" Bod. Gomez y Rial </w:t>
      </w:r>
      <w:r w:rsidRPr="009B53BB">
        <w:br/>
        <w:t>Albariño                                 8.50 (3oz) ~ 16.75 (6oz)</w:t>
      </w:r>
    </w:p>
    <w:p w:rsidR="001007A0" w:rsidRPr="009B53BB" w:rsidRDefault="001007A0" w:rsidP="009B53BB">
      <w:pPr>
        <w:pStyle w:val="Food"/>
        <w:rPr>
          <w:sz w:val="24"/>
          <w:szCs w:val="24"/>
        </w:rPr>
      </w:pPr>
    </w:p>
    <w:p w:rsidR="001007A0" w:rsidRPr="009B53BB" w:rsidRDefault="001007A0" w:rsidP="00BD6AB4">
      <w:pPr>
        <w:pStyle w:val="Wine"/>
        <w:rPr>
          <w:b/>
        </w:rPr>
      </w:pPr>
      <w:r w:rsidRPr="009B53BB">
        <w:rPr>
          <w:b/>
          <w:i w:val="0"/>
        </w:rPr>
        <w:t>Purple Beet Risotto</w:t>
      </w:r>
      <w:r w:rsidRPr="009B53BB">
        <w:rPr>
          <w:b/>
          <w:i w:val="0"/>
        </w:rPr>
        <w:tab/>
        <w:t xml:space="preserve">  11</w:t>
      </w:r>
    </w:p>
    <w:p w:rsidR="001007A0" w:rsidRPr="009B53BB" w:rsidRDefault="001007A0" w:rsidP="00BD6AB4">
      <w:pPr>
        <w:pStyle w:val="Wine"/>
        <w:rPr>
          <w:i w:val="0"/>
        </w:rPr>
      </w:pPr>
      <w:r w:rsidRPr="009B53BB">
        <w:rPr>
          <w:i w:val="0"/>
        </w:rPr>
        <w:t>Baby spinach,  Monforte goat cheese &amp; chives</w:t>
      </w:r>
    </w:p>
    <w:p w:rsidR="001007A0" w:rsidRPr="009B53BB" w:rsidRDefault="001007A0" w:rsidP="00BD6AB4">
      <w:pPr>
        <w:pStyle w:val="Wine"/>
      </w:pPr>
      <w:r w:rsidRPr="009B53BB">
        <w:t>2008 Stratus</w:t>
      </w:r>
    </w:p>
    <w:p w:rsidR="001007A0" w:rsidRPr="009B53BB" w:rsidRDefault="001007A0" w:rsidP="00BD6AB4">
      <w:pPr>
        <w:pStyle w:val="Wine"/>
        <w:rPr>
          <w:b/>
          <w:i w:val="0"/>
        </w:rPr>
      </w:pPr>
      <w:r w:rsidRPr="009B53BB">
        <w:t>Viognier                                  13.50(3oz) ~ 26.50 (6oz)</w:t>
      </w:r>
    </w:p>
    <w:p w:rsidR="001007A0" w:rsidRPr="009B53BB" w:rsidRDefault="001007A0" w:rsidP="009B53BB">
      <w:pPr>
        <w:pStyle w:val="Food"/>
        <w:rPr>
          <w:sz w:val="24"/>
          <w:szCs w:val="24"/>
        </w:rPr>
      </w:pPr>
    </w:p>
    <w:p w:rsidR="001007A0" w:rsidRPr="009B53BB" w:rsidRDefault="001007A0" w:rsidP="000C775F">
      <w:pPr>
        <w:pStyle w:val="ListBullet"/>
        <w:numPr>
          <w:ilvl w:val="0"/>
          <w:numId w:val="0"/>
        </w:numPr>
        <w:rPr>
          <w:sz w:val="20"/>
        </w:rPr>
      </w:pP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>Crispy Smelts</w:t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  <w:t xml:space="preserve">    11</w:t>
      </w:r>
    </w:p>
    <w:p w:rsidR="001007A0" w:rsidRPr="009B53BB" w:rsidRDefault="001007A0" w:rsidP="000C775F">
      <w:pPr>
        <w:pStyle w:val="Wine"/>
        <w:rPr>
          <w:i w:val="0"/>
        </w:rPr>
      </w:pPr>
      <w:r w:rsidRPr="009B53BB">
        <w:rPr>
          <w:i w:val="0"/>
        </w:rPr>
        <w:t xml:space="preserve">Lemon greens &amp; remoulade </w:t>
      </w:r>
    </w:p>
    <w:p w:rsidR="001007A0" w:rsidRPr="009B53BB" w:rsidRDefault="001007A0" w:rsidP="000C775F">
      <w:pPr>
        <w:pStyle w:val="Wine"/>
        <w:rPr>
          <w:b/>
          <w:i w:val="0"/>
        </w:rPr>
      </w:pPr>
      <w:r w:rsidRPr="009B53BB">
        <w:t xml:space="preserve">2009 Clos des Briords Muscadet de Sevre et </w:t>
      </w:r>
      <w:smartTag w:uri="urn:schemas-microsoft-com:office:smarttags" w:element="State">
        <w:smartTag w:uri="urn:schemas-microsoft-com:office:smarttags" w:element="place">
          <w:r w:rsidRPr="009B53BB">
            <w:t>Maine</w:t>
          </w:r>
        </w:smartTag>
      </w:smartTag>
      <w:r w:rsidRPr="009B53BB">
        <w:t xml:space="preserve"> sur lies </w:t>
      </w:r>
      <w:r w:rsidRPr="009B53BB">
        <w:br/>
        <w:t>Melon de Bourgogne                  6.75(3oz) ~ 13.50 (6oz)</w:t>
      </w:r>
    </w:p>
    <w:p w:rsidR="001007A0" w:rsidRPr="009B53BB" w:rsidRDefault="001007A0" w:rsidP="000C775F">
      <w:pPr>
        <w:pStyle w:val="Wine"/>
        <w:rPr>
          <w:b/>
          <w:i w:val="0"/>
        </w:rPr>
      </w:pPr>
    </w:p>
    <w:p w:rsidR="001007A0" w:rsidRPr="009B53BB" w:rsidRDefault="001007A0" w:rsidP="000C775F">
      <w:pPr>
        <w:pStyle w:val="Wine"/>
        <w:rPr>
          <w:b/>
          <w:i w:val="0"/>
        </w:rPr>
      </w:pPr>
    </w:p>
    <w:p w:rsidR="001007A0" w:rsidRPr="009B53BB" w:rsidRDefault="001007A0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1007A0" w:rsidRPr="009B53BB" w:rsidRDefault="001007A0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1007A0" w:rsidRPr="009B53BB" w:rsidRDefault="001007A0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1007A0" w:rsidRPr="009B53BB" w:rsidRDefault="001007A0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1007A0" w:rsidRPr="009B53BB" w:rsidRDefault="001007A0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1007A0" w:rsidRPr="009B53BB" w:rsidRDefault="001007A0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1007A0" w:rsidRPr="009B53BB" w:rsidRDefault="001007A0" w:rsidP="00481AAF">
      <w:pPr>
        <w:pStyle w:val="Wine"/>
        <w:rPr>
          <w:b/>
          <w:i w:val="0"/>
        </w:rPr>
      </w:pPr>
    </w:p>
    <w:p w:rsidR="001007A0" w:rsidRPr="002D37EA" w:rsidRDefault="001007A0" w:rsidP="00481AAF">
      <w:pPr>
        <w:pStyle w:val="Wine"/>
        <w:rPr>
          <w:b/>
          <w:i w:val="0"/>
        </w:rPr>
      </w:pPr>
      <w:r w:rsidRPr="002D37EA">
        <w:rPr>
          <w:b/>
          <w:i w:val="0"/>
        </w:rPr>
        <w:t>Stuffed Pork Loin</w:t>
      </w:r>
      <w:r w:rsidRPr="002D37EA">
        <w:rPr>
          <w:b/>
          <w:i w:val="0"/>
        </w:rPr>
        <w:tab/>
        <w:t xml:space="preserve">   14</w:t>
      </w:r>
    </w:p>
    <w:p w:rsidR="001007A0" w:rsidRPr="002D37EA" w:rsidRDefault="001007A0" w:rsidP="00481AAF">
      <w:pPr>
        <w:pStyle w:val="Wine"/>
        <w:rPr>
          <w:b/>
          <w:i w:val="0"/>
        </w:rPr>
      </w:pPr>
      <w:r w:rsidRPr="002D37EA">
        <w:rPr>
          <w:i w:val="0"/>
        </w:rPr>
        <w:t>Blue cheese, apples, walnuts with mustard polenta</w:t>
      </w:r>
    </w:p>
    <w:p w:rsidR="001007A0" w:rsidRPr="00AE3D9A" w:rsidRDefault="001007A0" w:rsidP="002D37EA">
      <w:pPr>
        <w:pStyle w:val="Wine"/>
        <w:rPr>
          <w:lang w:val="fr-CA"/>
        </w:rPr>
      </w:pPr>
      <w:r w:rsidRPr="00AE3D9A">
        <w:rPr>
          <w:lang w:val="fr-CA"/>
        </w:rPr>
        <w:t xml:space="preserve">2006 Stratus White </w:t>
      </w:r>
    </w:p>
    <w:p w:rsidR="001007A0" w:rsidRPr="009B53BB" w:rsidRDefault="001007A0" w:rsidP="002D37EA">
      <w:pPr>
        <w:pStyle w:val="Wine"/>
        <w:rPr>
          <w:b/>
          <w:i w:val="0"/>
        </w:rPr>
      </w:pPr>
      <w:r w:rsidRPr="00AE3D9A">
        <w:rPr>
          <w:lang w:val="fr-CA"/>
        </w:rPr>
        <w:t>Sauv. blanc, Chard, Others     14.00 (3oz) ~ 27.50 (6oz)</w:t>
      </w:r>
    </w:p>
    <w:p w:rsidR="001007A0" w:rsidRPr="009B53BB" w:rsidRDefault="001007A0" w:rsidP="009B53BB">
      <w:pPr>
        <w:pStyle w:val="Food"/>
        <w:rPr>
          <w:sz w:val="24"/>
          <w:szCs w:val="24"/>
        </w:rPr>
      </w:pPr>
    </w:p>
    <w:p w:rsidR="001007A0" w:rsidRPr="009B53BB" w:rsidRDefault="001007A0" w:rsidP="000C775F">
      <w:pPr>
        <w:pStyle w:val="ListBullet"/>
        <w:numPr>
          <w:ilvl w:val="0"/>
          <w:numId w:val="0"/>
        </w:numPr>
        <w:rPr>
          <w:sz w:val="20"/>
        </w:rPr>
      </w:pP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>Grilled Miami Ribs</w:t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  <w:t xml:space="preserve">   14</w:t>
      </w:r>
    </w:p>
    <w:p w:rsidR="001007A0" w:rsidRPr="009B53BB" w:rsidRDefault="001007A0" w:rsidP="000C775F">
      <w:pPr>
        <w:pStyle w:val="Wine"/>
        <w:rPr>
          <w:i w:val="0"/>
        </w:rPr>
      </w:pPr>
      <w:r w:rsidRPr="009B53BB">
        <w:rPr>
          <w:i w:val="0"/>
        </w:rPr>
        <w:t>Celeriac crushed potatoes &amp; watercress</w:t>
      </w:r>
    </w:p>
    <w:p w:rsidR="001007A0" w:rsidRPr="009B53BB" w:rsidRDefault="001007A0" w:rsidP="000C775F">
      <w:pPr>
        <w:pStyle w:val="Wine"/>
      </w:pPr>
      <w:r w:rsidRPr="009B53BB">
        <w:t>2006 Domaine du Coulet "Les terrasses du Serre"</w:t>
      </w:r>
      <w:r w:rsidRPr="009B53BB">
        <w:br/>
        <w:t>Syrah                                         17.00(3oz) ~ 33.50(6oz)</w:t>
      </w:r>
    </w:p>
    <w:p w:rsidR="001007A0" w:rsidRPr="009B53BB" w:rsidRDefault="001007A0" w:rsidP="009B53BB">
      <w:pPr>
        <w:pStyle w:val="Food"/>
        <w:rPr>
          <w:sz w:val="24"/>
          <w:szCs w:val="24"/>
        </w:rPr>
      </w:pPr>
    </w:p>
    <w:p w:rsidR="001007A0" w:rsidRPr="009B53BB" w:rsidRDefault="001007A0" w:rsidP="000C775F">
      <w:pPr>
        <w:pStyle w:val="Wine"/>
        <w:rPr>
          <w:b/>
          <w:i w:val="0"/>
        </w:rPr>
      </w:pPr>
      <w:r w:rsidRPr="009B53BB">
        <w:rPr>
          <w:b/>
          <w:i w:val="0"/>
        </w:rPr>
        <w:t xml:space="preserve">Bay Scallops </w:t>
      </w:r>
      <w:r w:rsidRPr="009B53BB">
        <w:rPr>
          <w:b/>
          <w:i w:val="0"/>
        </w:rPr>
        <w:tab/>
        <w:t xml:space="preserve">  14</w:t>
      </w:r>
    </w:p>
    <w:p w:rsidR="001007A0" w:rsidRPr="009B53BB" w:rsidRDefault="001007A0" w:rsidP="000C775F">
      <w:pPr>
        <w:pStyle w:val="Wine"/>
        <w:rPr>
          <w:b/>
        </w:rPr>
      </w:pPr>
      <w:r w:rsidRPr="009B53BB">
        <w:rPr>
          <w:i w:val="0"/>
        </w:rPr>
        <w:t xml:space="preserve">Carrot puree, radishes, leeks &amp; radicchio </w:t>
      </w:r>
    </w:p>
    <w:p w:rsidR="001007A0" w:rsidRPr="009B53BB" w:rsidRDefault="001007A0" w:rsidP="000C775F">
      <w:pPr>
        <w:pStyle w:val="Food"/>
        <w:rPr>
          <w:noProof w:val="0"/>
          <w:spacing w:val="6"/>
          <w:lang w:val="en-US" w:eastAsia="en-CA"/>
        </w:rPr>
      </w:pPr>
      <w:r w:rsidRPr="009B53BB">
        <w:rPr>
          <w:noProof w:val="0"/>
          <w:spacing w:val="6"/>
          <w:lang w:val="en-US" w:eastAsia="en-CA"/>
        </w:rPr>
        <w:t>2007 Kuhling - Gillot "Nierstein Olberg"</w:t>
      </w:r>
      <w:r w:rsidRPr="009B53BB">
        <w:rPr>
          <w:noProof w:val="0"/>
          <w:spacing w:val="6"/>
          <w:lang w:val="en-US" w:eastAsia="en-CA"/>
        </w:rPr>
        <w:br/>
        <w:t>Riesling                                   17.75 (3oz) ~ 35.00 (6oz)</w:t>
      </w:r>
    </w:p>
    <w:p w:rsidR="001007A0" w:rsidRPr="009B53BB" w:rsidRDefault="001007A0" w:rsidP="009B53BB">
      <w:pPr>
        <w:pStyle w:val="Food"/>
        <w:rPr>
          <w:sz w:val="24"/>
          <w:szCs w:val="24"/>
        </w:rPr>
      </w:pPr>
      <w:r w:rsidRPr="009B53BB">
        <w:rPr>
          <w:sz w:val="24"/>
          <w:szCs w:val="24"/>
        </w:rPr>
        <w:t xml:space="preserve">  </w:t>
      </w:r>
    </w:p>
    <w:p w:rsidR="001007A0" w:rsidRPr="009B53BB" w:rsidRDefault="001007A0" w:rsidP="008004B4">
      <w:pPr>
        <w:pStyle w:val="ListBullet"/>
        <w:numPr>
          <w:ilvl w:val="0"/>
          <w:numId w:val="0"/>
        </w:numPr>
        <w:rPr>
          <w:sz w:val="20"/>
        </w:rPr>
      </w:pP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>Grilled Striploin Steak</w:t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  <w:t xml:space="preserve">    15</w:t>
      </w:r>
    </w:p>
    <w:p w:rsidR="001007A0" w:rsidRPr="009B53BB" w:rsidRDefault="001007A0" w:rsidP="008004B4">
      <w:pPr>
        <w:pStyle w:val="Wine"/>
        <w:rPr>
          <w:i w:val="0"/>
        </w:rPr>
      </w:pPr>
      <w:r w:rsidRPr="009B53BB">
        <w:rPr>
          <w:i w:val="0"/>
        </w:rPr>
        <w:t>Fingerling potatoes, carrot batons &amp; Cabernet Jus</w:t>
      </w:r>
    </w:p>
    <w:p w:rsidR="001007A0" w:rsidRPr="009B53BB" w:rsidRDefault="001007A0" w:rsidP="008004B4">
      <w:pPr>
        <w:pStyle w:val="Wine"/>
      </w:pPr>
      <w:r w:rsidRPr="009B53BB">
        <w:rPr>
          <w:lang w:val="fr-CA"/>
        </w:rPr>
        <w:t>2007 Norman Hardie "Cuvée L"</w:t>
      </w:r>
      <w:r w:rsidRPr="009B53BB">
        <w:rPr>
          <w:lang w:val="fr-CA"/>
        </w:rPr>
        <w:br/>
        <w:t>Pinot Noir                               14.25 (3oz) ~ 28.25 (6oz)</w:t>
      </w:r>
    </w:p>
    <w:p w:rsidR="001007A0" w:rsidRPr="009B53BB" w:rsidRDefault="001007A0" w:rsidP="009B53BB">
      <w:pPr>
        <w:pStyle w:val="Food"/>
        <w:rPr>
          <w:sz w:val="24"/>
          <w:szCs w:val="24"/>
        </w:rPr>
      </w:pPr>
    </w:p>
    <w:p w:rsidR="001007A0" w:rsidRPr="009B53BB" w:rsidRDefault="001007A0" w:rsidP="000C775F">
      <w:pPr>
        <w:pStyle w:val="Wine"/>
        <w:rPr>
          <w:b/>
          <w:i w:val="0"/>
          <w:lang w:val="fr-CA"/>
        </w:rPr>
      </w:pPr>
      <w:r w:rsidRPr="009B53BB">
        <w:rPr>
          <w:b/>
          <w:i w:val="0"/>
          <w:lang w:val="fr-CA"/>
        </w:rPr>
        <w:t>Artisanal Canadian Cheese Platter</w:t>
      </w:r>
      <w:r w:rsidRPr="009B53BB">
        <w:rPr>
          <w:b/>
          <w:i w:val="0"/>
          <w:lang w:val="fr-CA"/>
        </w:rPr>
        <w:tab/>
        <w:t xml:space="preserve">   16</w:t>
      </w:r>
    </w:p>
    <w:p w:rsidR="001007A0" w:rsidRPr="009B53BB" w:rsidRDefault="001007A0" w:rsidP="000C775F">
      <w:pPr>
        <w:pStyle w:val="Wine"/>
        <w:rPr>
          <w:i w:val="0"/>
          <w:lang w:val="fr-CA"/>
        </w:rPr>
      </w:pPr>
      <w:r w:rsidRPr="009B53BB">
        <w:rPr>
          <w:i w:val="0"/>
          <w:lang w:val="fr-CA"/>
        </w:rPr>
        <w:t>Cloth-bound Cheddar, Bouq Emissaire, Tuscano,</w:t>
      </w:r>
    </w:p>
    <w:p w:rsidR="001007A0" w:rsidRPr="009B53BB" w:rsidRDefault="001007A0" w:rsidP="000C775F">
      <w:pPr>
        <w:pStyle w:val="Wine"/>
        <w:rPr>
          <w:i w:val="0"/>
          <w:lang w:val="fr-CA"/>
        </w:rPr>
      </w:pPr>
      <w:r w:rsidRPr="009B53BB">
        <w:rPr>
          <w:i w:val="0"/>
          <w:lang w:val="fr-CA"/>
        </w:rPr>
        <w:t>La Bocke Beer and Bleu Benedictin</w:t>
      </w:r>
    </w:p>
    <w:p w:rsidR="001007A0" w:rsidRPr="009B53BB" w:rsidRDefault="001007A0" w:rsidP="00073657">
      <w:pPr>
        <w:pStyle w:val="Wine"/>
        <w:rPr>
          <w:lang w:val="fr-CA"/>
        </w:rPr>
      </w:pPr>
      <w:r w:rsidRPr="009B53BB">
        <w:rPr>
          <w:lang w:val="fr-CA"/>
        </w:rPr>
        <w:t>Wine Pairing: 1oz of 5 Wines                              16.00</w:t>
      </w:r>
    </w:p>
    <w:p w:rsidR="001007A0" w:rsidRPr="009B53BB" w:rsidRDefault="001007A0" w:rsidP="009B53BB">
      <w:pPr>
        <w:pStyle w:val="Food"/>
        <w:rPr>
          <w:sz w:val="24"/>
          <w:szCs w:val="24"/>
        </w:rPr>
      </w:pPr>
    </w:p>
    <w:p w:rsidR="001007A0" w:rsidRPr="009B53BB" w:rsidRDefault="001007A0" w:rsidP="000C775F">
      <w:pPr>
        <w:pStyle w:val="Wine"/>
        <w:rPr>
          <w:b/>
          <w:i w:val="0"/>
          <w:lang w:val="fr-CA"/>
        </w:rPr>
      </w:pPr>
      <w:r w:rsidRPr="009B53BB">
        <w:rPr>
          <w:b/>
          <w:i w:val="0"/>
          <w:lang w:val="fr-CA"/>
        </w:rPr>
        <w:t>White Chocolate Mousse</w:t>
      </w:r>
      <w:r w:rsidRPr="009B53BB">
        <w:rPr>
          <w:b/>
          <w:i w:val="0"/>
          <w:lang w:val="fr-CA"/>
        </w:rPr>
        <w:tab/>
        <w:t xml:space="preserve">   7</w:t>
      </w:r>
    </w:p>
    <w:p w:rsidR="001007A0" w:rsidRPr="009B53BB" w:rsidRDefault="001007A0" w:rsidP="000C775F">
      <w:pPr>
        <w:pStyle w:val="Wine"/>
        <w:rPr>
          <w:i w:val="0"/>
          <w:lang w:val="fr-CA"/>
        </w:rPr>
      </w:pPr>
      <w:r w:rsidRPr="009B53BB">
        <w:rPr>
          <w:i w:val="0"/>
          <w:lang w:val="fr-CA"/>
        </w:rPr>
        <w:t>Candied walnuts</w:t>
      </w:r>
    </w:p>
    <w:p w:rsidR="001007A0" w:rsidRPr="009B53BB" w:rsidRDefault="001007A0" w:rsidP="000C775F">
      <w:pPr>
        <w:pStyle w:val="Wine"/>
        <w:rPr>
          <w:lang w:val="fr-CA"/>
        </w:rPr>
      </w:pPr>
      <w:r w:rsidRPr="009B53BB">
        <w:rPr>
          <w:lang w:val="fr-CA"/>
        </w:rPr>
        <w:t>1995 Domaine Gardies "Ambre"</w:t>
      </w:r>
    </w:p>
    <w:p w:rsidR="001007A0" w:rsidRPr="009B53BB" w:rsidRDefault="001007A0" w:rsidP="000C775F">
      <w:pPr>
        <w:pStyle w:val="Wine"/>
      </w:pPr>
      <w:r w:rsidRPr="009B53BB">
        <w:t>Grenache Blanc                       6.00 (1oz) ~ 12.00 (2oz)</w:t>
      </w:r>
    </w:p>
    <w:p w:rsidR="001007A0" w:rsidRPr="009B53BB" w:rsidRDefault="001007A0" w:rsidP="000C775F">
      <w:pPr>
        <w:pStyle w:val="Food"/>
        <w:rPr>
          <w:sz w:val="24"/>
          <w:szCs w:val="24"/>
        </w:rPr>
      </w:pPr>
    </w:p>
    <w:p w:rsidR="001007A0" w:rsidRPr="009B53BB" w:rsidRDefault="001007A0" w:rsidP="00073657">
      <w:pPr>
        <w:pStyle w:val="Food"/>
        <w:rPr>
          <w:b/>
          <w:i w:val="0"/>
        </w:rPr>
      </w:pPr>
      <w:r w:rsidRPr="009B53BB">
        <w:rPr>
          <w:b/>
          <w:i w:val="0"/>
        </w:rPr>
        <w:t>Frozen Parfait</w:t>
      </w:r>
      <w:r w:rsidRPr="009B53BB">
        <w:rPr>
          <w:b/>
          <w:i w:val="0"/>
        </w:rPr>
        <w:tab/>
        <w:t xml:space="preserve">  7 </w:t>
      </w:r>
    </w:p>
    <w:p w:rsidR="001007A0" w:rsidRPr="009B53BB" w:rsidRDefault="001007A0" w:rsidP="000C775F">
      <w:pPr>
        <w:pStyle w:val="Food"/>
        <w:rPr>
          <w:b/>
          <w:i w:val="0"/>
        </w:rPr>
      </w:pPr>
      <w:r w:rsidRPr="009B53BB">
        <w:rPr>
          <w:i w:val="0"/>
        </w:rPr>
        <w:t>Preserved apricots &amp; Chantilly</w:t>
      </w:r>
    </w:p>
    <w:p w:rsidR="001007A0" w:rsidRPr="009B53BB" w:rsidRDefault="001007A0" w:rsidP="000C775F">
      <w:pPr>
        <w:pStyle w:val="Food"/>
        <w:rPr>
          <w:highlight w:val="yellow"/>
        </w:rPr>
      </w:pPr>
      <w:r w:rsidRPr="009B53BB">
        <w:t>2005 Weinbau Zahel "Rosengartl"</w:t>
      </w:r>
    </w:p>
    <w:p w:rsidR="001007A0" w:rsidRPr="009B53BB" w:rsidRDefault="001007A0" w:rsidP="000C775F">
      <w:pPr>
        <w:pStyle w:val="Food"/>
      </w:pPr>
      <w:r w:rsidRPr="009B53BB">
        <w:t>Vienna, Austria                      7.50 (1oz) ~ 15.00 (2oz)</w:t>
      </w:r>
    </w:p>
    <w:p w:rsidR="001007A0" w:rsidRPr="009B53BB" w:rsidRDefault="001007A0" w:rsidP="000C775F">
      <w:pPr>
        <w:pStyle w:val="Food"/>
        <w:rPr>
          <w:sz w:val="24"/>
          <w:szCs w:val="24"/>
        </w:rPr>
      </w:pPr>
    </w:p>
    <w:p w:rsidR="001007A0" w:rsidRPr="009B53BB" w:rsidRDefault="001007A0" w:rsidP="000C775F">
      <w:pPr>
        <w:pStyle w:val="Food"/>
        <w:rPr>
          <w:b/>
          <w:i w:val="0"/>
        </w:rPr>
      </w:pPr>
      <w:r w:rsidRPr="009B53BB">
        <w:rPr>
          <w:b/>
          <w:i w:val="0"/>
        </w:rPr>
        <w:t>Vanilla Cheese Cake</w:t>
      </w:r>
      <w:r w:rsidRPr="009B53BB">
        <w:rPr>
          <w:b/>
          <w:i w:val="0"/>
        </w:rPr>
        <w:tab/>
        <w:t xml:space="preserve">  7</w:t>
      </w:r>
    </w:p>
    <w:p w:rsidR="001007A0" w:rsidRPr="009B53BB" w:rsidRDefault="001007A0" w:rsidP="000C775F">
      <w:pPr>
        <w:pStyle w:val="Food"/>
        <w:rPr>
          <w:i w:val="0"/>
        </w:rPr>
      </w:pPr>
      <w:r w:rsidRPr="009B53BB">
        <w:rPr>
          <w:i w:val="0"/>
        </w:rPr>
        <w:t xml:space="preserve">Blueberry compote </w:t>
      </w:r>
    </w:p>
    <w:p w:rsidR="001007A0" w:rsidRPr="009B53BB" w:rsidRDefault="001007A0" w:rsidP="000C775F">
      <w:pPr>
        <w:pStyle w:val="Food"/>
      </w:pPr>
      <w:r w:rsidRPr="009B53BB">
        <w:t>2008 La Tunella</w:t>
      </w:r>
    </w:p>
    <w:p w:rsidR="001007A0" w:rsidRPr="009B53BB" w:rsidRDefault="001007A0" w:rsidP="000C775F">
      <w:pPr>
        <w:pStyle w:val="Food"/>
      </w:pPr>
      <w:r w:rsidRPr="009B53BB">
        <w:t>Verduzzo                                 3.00 (1oz) ~ 6.00 (2oz)</w:t>
      </w:r>
    </w:p>
    <w:p w:rsidR="001007A0" w:rsidRPr="009B53BB" w:rsidRDefault="001007A0" w:rsidP="000C775F">
      <w:pPr>
        <w:pStyle w:val="Food"/>
        <w:rPr>
          <w:sz w:val="24"/>
          <w:szCs w:val="24"/>
        </w:rPr>
      </w:pPr>
    </w:p>
    <w:p w:rsidR="001007A0" w:rsidRPr="002D37EA" w:rsidRDefault="001007A0" w:rsidP="0081728A">
      <w:pPr>
        <w:pStyle w:val="Food"/>
        <w:rPr>
          <w:b/>
          <w:i w:val="0"/>
        </w:rPr>
      </w:pPr>
      <w:r w:rsidRPr="002D37EA">
        <w:rPr>
          <w:b/>
          <w:i w:val="0"/>
        </w:rPr>
        <w:t>Pouched Pears</w:t>
      </w:r>
      <w:r w:rsidRPr="002D37EA">
        <w:rPr>
          <w:b/>
          <w:i w:val="0"/>
        </w:rPr>
        <w:tab/>
        <w:t xml:space="preserve">  7</w:t>
      </w:r>
    </w:p>
    <w:p w:rsidR="001007A0" w:rsidRPr="002D37EA" w:rsidRDefault="001007A0" w:rsidP="0081728A">
      <w:pPr>
        <w:pStyle w:val="Food"/>
        <w:rPr>
          <w:i w:val="0"/>
        </w:rPr>
      </w:pPr>
      <w:r w:rsidRPr="002D37EA">
        <w:rPr>
          <w:i w:val="0"/>
        </w:rPr>
        <w:t xml:space="preserve">Maple caramel &amp; granola crumble </w:t>
      </w:r>
    </w:p>
    <w:p w:rsidR="001007A0" w:rsidRPr="002D37EA" w:rsidRDefault="001007A0" w:rsidP="0081728A">
      <w:pPr>
        <w:pStyle w:val="Food"/>
      </w:pPr>
      <w:r w:rsidRPr="002D37EA">
        <w:t>2005 Chateau Soucherie, Chaumes</w:t>
      </w:r>
    </w:p>
    <w:p w:rsidR="001007A0" w:rsidRPr="009B53BB" w:rsidRDefault="001007A0" w:rsidP="0081728A">
      <w:pPr>
        <w:pStyle w:val="Food"/>
      </w:pPr>
      <w:r w:rsidRPr="002D37EA">
        <w:t>Chenin Blanc                           3.00 (1oz) ~ 6.00 (2oz)</w:t>
      </w:r>
    </w:p>
    <w:p w:rsidR="001007A0" w:rsidRPr="009B53BB" w:rsidRDefault="001007A0" w:rsidP="000C775F">
      <w:pPr>
        <w:pStyle w:val="Food"/>
      </w:pPr>
    </w:p>
    <w:p w:rsidR="001007A0" w:rsidRPr="009B53BB" w:rsidRDefault="001007A0" w:rsidP="000C775F">
      <w:pPr>
        <w:pStyle w:val="Food"/>
      </w:pPr>
    </w:p>
    <w:p w:rsidR="001007A0" w:rsidRPr="009B53BB" w:rsidRDefault="001007A0" w:rsidP="000C775F">
      <w:pPr>
        <w:pStyle w:val="Food"/>
      </w:pPr>
      <w:r w:rsidRPr="009B53BB">
        <w:t xml:space="preserve">Saturday, Feburary 26th, 2011 </w:t>
      </w:r>
      <w:r w:rsidRPr="009B53BB">
        <w:br/>
        <w:t>Bryan Burke – Executive Chef</w:t>
      </w:r>
    </w:p>
    <w:p w:rsidR="001007A0" w:rsidRPr="009B53BB" w:rsidRDefault="001007A0" w:rsidP="000C775F">
      <w:pPr>
        <w:pStyle w:val="Food"/>
      </w:pPr>
      <w:r w:rsidRPr="009B53BB">
        <w:t>Adam Dolley - Sous Chef</w:t>
      </w:r>
    </w:p>
    <w:p w:rsidR="001007A0" w:rsidRPr="009B53BB" w:rsidRDefault="001007A0" w:rsidP="000C775F">
      <w:pPr>
        <w:pStyle w:val="Food"/>
      </w:pPr>
    </w:p>
    <w:p w:rsidR="001007A0" w:rsidRPr="009B53BB" w:rsidRDefault="001007A0" w:rsidP="000C775F">
      <w:pPr>
        <w:pStyle w:val="Food"/>
      </w:pPr>
    </w:p>
    <w:p w:rsidR="001007A0" w:rsidRPr="009B53BB" w:rsidRDefault="001007A0" w:rsidP="000C775F">
      <w:pPr>
        <w:pStyle w:val="Food"/>
      </w:pPr>
    </w:p>
    <w:p w:rsidR="001007A0" w:rsidRPr="009B53BB" w:rsidRDefault="001007A0" w:rsidP="000C775F">
      <w:pPr>
        <w:pStyle w:val="Food"/>
      </w:pPr>
      <w:r w:rsidRPr="009B53BB">
        <w:t>We support a healthy, ethical, sustainable, local food culture.</w:t>
      </w:r>
    </w:p>
    <w:sectPr w:rsidR="001007A0" w:rsidRPr="009B53BB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71033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075A3"/>
    <w:rsid w:val="00011152"/>
    <w:rsid w:val="00011980"/>
    <w:rsid w:val="0001297B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4857"/>
    <w:rsid w:val="0002553B"/>
    <w:rsid w:val="00025749"/>
    <w:rsid w:val="00025A59"/>
    <w:rsid w:val="00025D31"/>
    <w:rsid w:val="00025E2C"/>
    <w:rsid w:val="000263B5"/>
    <w:rsid w:val="0002664D"/>
    <w:rsid w:val="000278D3"/>
    <w:rsid w:val="00027D9A"/>
    <w:rsid w:val="0003136E"/>
    <w:rsid w:val="00031471"/>
    <w:rsid w:val="0003207C"/>
    <w:rsid w:val="00032E51"/>
    <w:rsid w:val="00034D42"/>
    <w:rsid w:val="000350B6"/>
    <w:rsid w:val="00036D50"/>
    <w:rsid w:val="00037D64"/>
    <w:rsid w:val="000417C2"/>
    <w:rsid w:val="000422C6"/>
    <w:rsid w:val="00043192"/>
    <w:rsid w:val="00044313"/>
    <w:rsid w:val="00045210"/>
    <w:rsid w:val="00045FF6"/>
    <w:rsid w:val="00047C42"/>
    <w:rsid w:val="00047CC5"/>
    <w:rsid w:val="00050173"/>
    <w:rsid w:val="00050FD2"/>
    <w:rsid w:val="00052999"/>
    <w:rsid w:val="00052BCE"/>
    <w:rsid w:val="00052C55"/>
    <w:rsid w:val="00053537"/>
    <w:rsid w:val="00053AAA"/>
    <w:rsid w:val="0005419E"/>
    <w:rsid w:val="000542D4"/>
    <w:rsid w:val="00054B26"/>
    <w:rsid w:val="000558C7"/>
    <w:rsid w:val="0005629C"/>
    <w:rsid w:val="00057820"/>
    <w:rsid w:val="00060510"/>
    <w:rsid w:val="00060B4A"/>
    <w:rsid w:val="00060DC2"/>
    <w:rsid w:val="00061921"/>
    <w:rsid w:val="0006489E"/>
    <w:rsid w:val="00065A3E"/>
    <w:rsid w:val="00070AFF"/>
    <w:rsid w:val="00072195"/>
    <w:rsid w:val="0007219C"/>
    <w:rsid w:val="00072CA3"/>
    <w:rsid w:val="00073657"/>
    <w:rsid w:val="00074658"/>
    <w:rsid w:val="00074F0B"/>
    <w:rsid w:val="00076E74"/>
    <w:rsid w:val="0007704B"/>
    <w:rsid w:val="00081ADA"/>
    <w:rsid w:val="00082A96"/>
    <w:rsid w:val="000841F3"/>
    <w:rsid w:val="00084301"/>
    <w:rsid w:val="00084ACB"/>
    <w:rsid w:val="00086C18"/>
    <w:rsid w:val="00087327"/>
    <w:rsid w:val="00087449"/>
    <w:rsid w:val="000875B6"/>
    <w:rsid w:val="000905BB"/>
    <w:rsid w:val="00093DE0"/>
    <w:rsid w:val="00093E7E"/>
    <w:rsid w:val="000943FE"/>
    <w:rsid w:val="00094F67"/>
    <w:rsid w:val="00095562"/>
    <w:rsid w:val="00095F08"/>
    <w:rsid w:val="0009619E"/>
    <w:rsid w:val="00096DB9"/>
    <w:rsid w:val="00097095"/>
    <w:rsid w:val="000979A2"/>
    <w:rsid w:val="000A0805"/>
    <w:rsid w:val="000A1D92"/>
    <w:rsid w:val="000A2201"/>
    <w:rsid w:val="000A229B"/>
    <w:rsid w:val="000A22A2"/>
    <w:rsid w:val="000A3DA9"/>
    <w:rsid w:val="000A4DC8"/>
    <w:rsid w:val="000A600C"/>
    <w:rsid w:val="000A68F9"/>
    <w:rsid w:val="000B13F2"/>
    <w:rsid w:val="000B37F2"/>
    <w:rsid w:val="000B3FF5"/>
    <w:rsid w:val="000B49B6"/>
    <w:rsid w:val="000B4EDF"/>
    <w:rsid w:val="000B5E46"/>
    <w:rsid w:val="000B6A78"/>
    <w:rsid w:val="000B6C15"/>
    <w:rsid w:val="000B7813"/>
    <w:rsid w:val="000C1D54"/>
    <w:rsid w:val="000C2A25"/>
    <w:rsid w:val="000C2BC8"/>
    <w:rsid w:val="000C3AB1"/>
    <w:rsid w:val="000C4D0F"/>
    <w:rsid w:val="000C5494"/>
    <w:rsid w:val="000C54C3"/>
    <w:rsid w:val="000C6019"/>
    <w:rsid w:val="000C630E"/>
    <w:rsid w:val="000C775F"/>
    <w:rsid w:val="000D04A6"/>
    <w:rsid w:val="000D138E"/>
    <w:rsid w:val="000D17D6"/>
    <w:rsid w:val="000D1860"/>
    <w:rsid w:val="000D18D4"/>
    <w:rsid w:val="000D18F8"/>
    <w:rsid w:val="000D1B93"/>
    <w:rsid w:val="000D1D6F"/>
    <w:rsid w:val="000D324F"/>
    <w:rsid w:val="000D464A"/>
    <w:rsid w:val="000D489F"/>
    <w:rsid w:val="000D4B0C"/>
    <w:rsid w:val="000D4FE2"/>
    <w:rsid w:val="000D5572"/>
    <w:rsid w:val="000D5BD7"/>
    <w:rsid w:val="000D6227"/>
    <w:rsid w:val="000D6676"/>
    <w:rsid w:val="000D7355"/>
    <w:rsid w:val="000D7910"/>
    <w:rsid w:val="000D7A1F"/>
    <w:rsid w:val="000E00A9"/>
    <w:rsid w:val="000E098E"/>
    <w:rsid w:val="000E0E62"/>
    <w:rsid w:val="000E1C36"/>
    <w:rsid w:val="000E21C3"/>
    <w:rsid w:val="000E2891"/>
    <w:rsid w:val="000E34AC"/>
    <w:rsid w:val="000E5E7C"/>
    <w:rsid w:val="000E702F"/>
    <w:rsid w:val="000E706B"/>
    <w:rsid w:val="000E7323"/>
    <w:rsid w:val="000F2299"/>
    <w:rsid w:val="000F29D2"/>
    <w:rsid w:val="000F2D05"/>
    <w:rsid w:val="000F2D2C"/>
    <w:rsid w:val="000F3E99"/>
    <w:rsid w:val="000F5730"/>
    <w:rsid w:val="000F5B1F"/>
    <w:rsid w:val="000F630B"/>
    <w:rsid w:val="000F7093"/>
    <w:rsid w:val="001006F5"/>
    <w:rsid w:val="001007A0"/>
    <w:rsid w:val="00101C8B"/>
    <w:rsid w:val="001029F5"/>
    <w:rsid w:val="00102BD8"/>
    <w:rsid w:val="00102C62"/>
    <w:rsid w:val="00103136"/>
    <w:rsid w:val="00103A9B"/>
    <w:rsid w:val="00105B6E"/>
    <w:rsid w:val="00106153"/>
    <w:rsid w:val="0010678C"/>
    <w:rsid w:val="00107CF6"/>
    <w:rsid w:val="00110045"/>
    <w:rsid w:val="00110C4A"/>
    <w:rsid w:val="00111C57"/>
    <w:rsid w:val="00112B5A"/>
    <w:rsid w:val="00113545"/>
    <w:rsid w:val="0011450B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4547"/>
    <w:rsid w:val="001253F2"/>
    <w:rsid w:val="001258F8"/>
    <w:rsid w:val="001272A1"/>
    <w:rsid w:val="001278DB"/>
    <w:rsid w:val="00130986"/>
    <w:rsid w:val="0013155E"/>
    <w:rsid w:val="00131888"/>
    <w:rsid w:val="00131A64"/>
    <w:rsid w:val="00131BF6"/>
    <w:rsid w:val="00131C56"/>
    <w:rsid w:val="00131F2A"/>
    <w:rsid w:val="00132F6D"/>
    <w:rsid w:val="001338E1"/>
    <w:rsid w:val="001341CC"/>
    <w:rsid w:val="00135C97"/>
    <w:rsid w:val="00135CFC"/>
    <w:rsid w:val="00135D03"/>
    <w:rsid w:val="00136100"/>
    <w:rsid w:val="001361C4"/>
    <w:rsid w:val="00137809"/>
    <w:rsid w:val="001378B9"/>
    <w:rsid w:val="001403EC"/>
    <w:rsid w:val="0014069D"/>
    <w:rsid w:val="0014099B"/>
    <w:rsid w:val="00140F69"/>
    <w:rsid w:val="001413D7"/>
    <w:rsid w:val="00142C0F"/>
    <w:rsid w:val="00143DD3"/>
    <w:rsid w:val="00145386"/>
    <w:rsid w:val="00146A12"/>
    <w:rsid w:val="00147042"/>
    <w:rsid w:val="0014778C"/>
    <w:rsid w:val="00147813"/>
    <w:rsid w:val="00147E84"/>
    <w:rsid w:val="001504ED"/>
    <w:rsid w:val="001506B9"/>
    <w:rsid w:val="00150D84"/>
    <w:rsid w:val="00151160"/>
    <w:rsid w:val="00151B5F"/>
    <w:rsid w:val="00153173"/>
    <w:rsid w:val="00154E26"/>
    <w:rsid w:val="001554F6"/>
    <w:rsid w:val="00155722"/>
    <w:rsid w:val="00155A4E"/>
    <w:rsid w:val="00155D27"/>
    <w:rsid w:val="00155D44"/>
    <w:rsid w:val="00156BA2"/>
    <w:rsid w:val="00157480"/>
    <w:rsid w:val="001576F8"/>
    <w:rsid w:val="00157FF0"/>
    <w:rsid w:val="00160255"/>
    <w:rsid w:val="001605A2"/>
    <w:rsid w:val="00160D09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67E67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4B27"/>
    <w:rsid w:val="0018639C"/>
    <w:rsid w:val="001863F9"/>
    <w:rsid w:val="001869C9"/>
    <w:rsid w:val="00187AA6"/>
    <w:rsid w:val="0019060F"/>
    <w:rsid w:val="00190FF5"/>
    <w:rsid w:val="00191778"/>
    <w:rsid w:val="00191796"/>
    <w:rsid w:val="001929A5"/>
    <w:rsid w:val="0019326F"/>
    <w:rsid w:val="001946F5"/>
    <w:rsid w:val="001948A4"/>
    <w:rsid w:val="00194F38"/>
    <w:rsid w:val="0019526E"/>
    <w:rsid w:val="00195608"/>
    <w:rsid w:val="00195F58"/>
    <w:rsid w:val="00196F6C"/>
    <w:rsid w:val="00197717"/>
    <w:rsid w:val="001A0246"/>
    <w:rsid w:val="001A0694"/>
    <w:rsid w:val="001A0D77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3E3"/>
    <w:rsid w:val="001A7508"/>
    <w:rsid w:val="001A7A6B"/>
    <w:rsid w:val="001B0BC0"/>
    <w:rsid w:val="001B0CBB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873"/>
    <w:rsid w:val="001D0372"/>
    <w:rsid w:val="001D0AEE"/>
    <w:rsid w:val="001D2DAE"/>
    <w:rsid w:val="001D389A"/>
    <w:rsid w:val="001D3B20"/>
    <w:rsid w:val="001D3C42"/>
    <w:rsid w:val="001D4751"/>
    <w:rsid w:val="001D51BE"/>
    <w:rsid w:val="001D54BC"/>
    <w:rsid w:val="001D65B8"/>
    <w:rsid w:val="001D6F80"/>
    <w:rsid w:val="001D6FDD"/>
    <w:rsid w:val="001D7177"/>
    <w:rsid w:val="001D7508"/>
    <w:rsid w:val="001D79D2"/>
    <w:rsid w:val="001E011B"/>
    <w:rsid w:val="001E03AD"/>
    <w:rsid w:val="001E177F"/>
    <w:rsid w:val="001E3953"/>
    <w:rsid w:val="001E3D1E"/>
    <w:rsid w:val="001E3F51"/>
    <w:rsid w:val="001E4A4E"/>
    <w:rsid w:val="001E649F"/>
    <w:rsid w:val="001E733C"/>
    <w:rsid w:val="001E7D26"/>
    <w:rsid w:val="001F0E0B"/>
    <w:rsid w:val="001F1F52"/>
    <w:rsid w:val="001F2B9A"/>
    <w:rsid w:val="001F358D"/>
    <w:rsid w:val="001F4828"/>
    <w:rsid w:val="001F5274"/>
    <w:rsid w:val="001F5813"/>
    <w:rsid w:val="001F5A5C"/>
    <w:rsid w:val="001F63CF"/>
    <w:rsid w:val="001F6675"/>
    <w:rsid w:val="001F7ED8"/>
    <w:rsid w:val="001F7FB0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B56"/>
    <w:rsid w:val="00206DCA"/>
    <w:rsid w:val="0020715B"/>
    <w:rsid w:val="002077BF"/>
    <w:rsid w:val="00207867"/>
    <w:rsid w:val="00207951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A5C"/>
    <w:rsid w:val="00215AFB"/>
    <w:rsid w:val="00215E43"/>
    <w:rsid w:val="00215F82"/>
    <w:rsid w:val="002165B8"/>
    <w:rsid w:val="002166E6"/>
    <w:rsid w:val="002202A5"/>
    <w:rsid w:val="002208AD"/>
    <w:rsid w:val="0022143B"/>
    <w:rsid w:val="00221C50"/>
    <w:rsid w:val="00222CDF"/>
    <w:rsid w:val="00224515"/>
    <w:rsid w:val="002248BD"/>
    <w:rsid w:val="00224992"/>
    <w:rsid w:val="0022522F"/>
    <w:rsid w:val="00230DF2"/>
    <w:rsid w:val="00231455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4E9A"/>
    <w:rsid w:val="00245B25"/>
    <w:rsid w:val="00245B4B"/>
    <w:rsid w:val="00246177"/>
    <w:rsid w:val="00246909"/>
    <w:rsid w:val="00247759"/>
    <w:rsid w:val="002503DA"/>
    <w:rsid w:val="00252983"/>
    <w:rsid w:val="0025326E"/>
    <w:rsid w:val="00253369"/>
    <w:rsid w:val="00254122"/>
    <w:rsid w:val="0025499D"/>
    <w:rsid w:val="00255300"/>
    <w:rsid w:val="00256AD2"/>
    <w:rsid w:val="00257B75"/>
    <w:rsid w:val="00260249"/>
    <w:rsid w:val="00260B2C"/>
    <w:rsid w:val="002613C9"/>
    <w:rsid w:val="002626CC"/>
    <w:rsid w:val="00263AFF"/>
    <w:rsid w:val="00264365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45"/>
    <w:rsid w:val="00270ED7"/>
    <w:rsid w:val="002711D3"/>
    <w:rsid w:val="002714DD"/>
    <w:rsid w:val="00271604"/>
    <w:rsid w:val="00271C3B"/>
    <w:rsid w:val="00271E8D"/>
    <w:rsid w:val="00271EB7"/>
    <w:rsid w:val="00271F51"/>
    <w:rsid w:val="002723F3"/>
    <w:rsid w:val="0027272D"/>
    <w:rsid w:val="00272CE1"/>
    <w:rsid w:val="0027316F"/>
    <w:rsid w:val="00273AB6"/>
    <w:rsid w:val="0027429A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5B07"/>
    <w:rsid w:val="002A63E1"/>
    <w:rsid w:val="002A6C86"/>
    <w:rsid w:val="002A6CB9"/>
    <w:rsid w:val="002A6F5F"/>
    <w:rsid w:val="002A7F5E"/>
    <w:rsid w:val="002B00F9"/>
    <w:rsid w:val="002B03E0"/>
    <w:rsid w:val="002B0903"/>
    <w:rsid w:val="002B0EEB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B6BA3"/>
    <w:rsid w:val="002C0042"/>
    <w:rsid w:val="002C03B3"/>
    <w:rsid w:val="002C115F"/>
    <w:rsid w:val="002C16EB"/>
    <w:rsid w:val="002C20AB"/>
    <w:rsid w:val="002C2343"/>
    <w:rsid w:val="002C2605"/>
    <w:rsid w:val="002C2D4D"/>
    <w:rsid w:val="002C3FED"/>
    <w:rsid w:val="002C64AB"/>
    <w:rsid w:val="002C6B22"/>
    <w:rsid w:val="002C75C4"/>
    <w:rsid w:val="002D2C2A"/>
    <w:rsid w:val="002D309F"/>
    <w:rsid w:val="002D37EA"/>
    <w:rsid w:val="002D3C1D"/>
    <w:rsid w:val="002D4024"/>
    <w:rsid w:val="002D43DF"/>
    <w:rsid w:val="002D4A56"/>
    <w:rsid w:val="002D5225"/>
    <w:rsid w:val="002D5618"/>
    <w:rsid w:val="002D5A50"/>
    <w:rsid w:val="002D5CA5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2F0A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37A"/>
    <w:rsid w:val="00315EA8"/>
    <w:rsid w:val="00316E28"/>
    <w:rsid w:val="00320780"/>
    <w:rsid w:val="00321B32"/>
    <w:rsid w:val="003225E7"/>
    <w:rsid w:val="0032336D"/>
    <w:rsid w:val="00324068"/>
    <w:rsid w:val="0032455B"/>
    <w:rsid w:val="00324630"/>
    <w:rsid w:val="00326F40"/>
    <w:rsid w:val="00332333"/>
    <w:rsid w:val="00332471"/>
    <w:rsid w:val="00332C64"/>
    <w:rsid w:val="00332FBD"/>
    <w:rsid w:val="003337A1"/>
    <w:rsid w:val="0033390E"/>
    <w:rsid w:val="003340A9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5642"/>
    <w:rsid w:val="00347594"/>
    <w:rsid w:val="00347848"/>
    <w:rsid w:val="00351244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0CA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2818"/>
    <w:rsid w:val="00373A29"/>
    <w:rsid w:val="00373C26"/>
    <w:rsid w:val="00375B57"/>
    <w:rsid w:val="0037659D"/>
    <w:rsid w:val="0037660C"/>
    <w:rsid w:val="00376A68"/>
    <w:rsid w:val="00381192"/>
    <w:rsid w:val="00381C4A"/>
    <w:rsid w:val="003828B7"/>
    <w:rsid w:val="003840F2"/>
    <w:rsid w:val="0038452B"/>
    <w:rsid w:val="00384BE1"/>
    <w:rsid w:val="00385509"/>
    <w:rsid w:val="003862C6"/>
    <w:rsid w:val="00387EEC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C0A1A"/>
    <w:rsid w:val="003C0BD9"/>
    <w:rsid w:val="003C0DFD"/>
    <w:rsid w:val="003C22FD"/>
    <w:rsid w:val="003C34AF"/>
    <w:rsid w:val="003C3B16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1E8"/>
    <w:rsid w:val="003C7530"/>
    <w:rsid w:val="003D14E9"/>
    <w:rsid w:val="003D1B12"/>
    <w:rsid w:val="003D24EF"/>
    <w:rsid w:val="003D2FB5"/>
    <w:rsid w:val="003D31D1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C8C"/>
    <w:rsid w:val="003E3A21"/>
    <w:rsid w:val="003E3AF3"/>
    <w:rsid w:val="003E3BB7"/>
    <w:rsid w:val="003E4CC1"/>
    <w:rsid w:val="003E4F47"/>
    <w:rsid w:val="003E5541"/>
    <w:rsid w:val="003E574B"/>
    <w:rsid w:val="003E5E4F"/>
    <w:rsid w:val="003E6222"/>
    <w:rsid w:val="003E74F7"/>
    <w:rsid w:val="003E764F"/>
    <w:rsid w:val="003F0F75"/>
    <w:rsid w:val="003F1032"/>
    <w:rsid w:val="003F1CF8"/>
    <w:rsid w:val="003F2EDD"/>
    <w:rsid w:val="003F424A"/>
    <w:rsid w:val="003F4554"/>
    <w:rsid w:val="003F4876"/>
    <w:rsid w:val="003F6D69"/>
    <w:rsid w:val="003F737E"/>
    <w:rsid w:val="00400755"/>
    <w:rsid w:val="00402768"/>
    <w:rsid w:val="00402B13"/>
    <w:rsid w:val="00402E89"/>
    <w:rsid w:val="00402FA8"/>
    <w:rsid w:val="0040309F"/>
    <w:rsid w:val="00403EC9"/>
    <w:rsid w:val="004044A8"/>
    <w:rsid w:val="00405B7A"/>
    <w:rsid w:val="00405F36"/>
    <w:rsid w:val="004064FB"/>
    <w:rsid w:val="00406DCB"/>
    <w:rsid w:val="00407391"/>
    <w:rsid w:val="0041010A"/>
    <w:rsid w:val="004119DE"/>
    <w:rsid w:val="00411B5D"/>
    <w:rsid w:val="004127B3"/>
    <w:rsid w:val="00412A1D"/>
    <w:rsid w:val="00413051"/>
    <w:rsid w:val="00414BA3"/>
    <w:rsid w:val="00414F27"/>
    <w:rsid w:val="00416971"/>
    <w:rsid w:val="00416DF3"/>
    <w:rsid w:val="00417257"/>
    <w:rsid w:val="00417343"/>
    <w:rsid w:val="0041746E"/>
    <w:rsid w:val="004219AC"/>
    <w:rsid w:val="00422C69"/>
    <w:rsid w:val="0042365E"/>
    <w:rsid w:val="00423955"/>
    <w:rsid w:val="00423B1C"/>
    <w:rsid w:val="00424314"/>
    <w:rsid w:val="0042585E"/>
    <w:rsid w:val="004259F8"/>
    <w:rsid w:val="00427441"/>
    <w:rsid w:val="00427D82"/>
    <w:rsid w:val="00430324"/>
    <w:rsid w:val="00431CF6"/>
    <w:rsid w:val="00431F52"/>
    <w:rsid w:val="00432195"/>
    <w:rsid w:val="004323F8"/>
    <w:rsid w:val="00432766"/>
    <w:rsid w:val="00432EAD"/>
    <w:rsid w:val="00433DB7"/>
    <w:rsid w:val="00435350"/>
    <w:rsid w:val="00435A96"/>
    <w:rsid w:val="00435B79"/>
    <w:rsid w:val="0043630B"/>
    <w:rsid w:val="00436746"/>
    <w:rsid w:val="00437BB5"/>
    <w:rsid w:val="0044204D"/>
    <w:rsid w:val="00443B1C"/>
    <w:rsid w:val="00445151"/>
    <w:rsid w:val="0044573C"/>
    <w:rsid w:val="00447B94"/>
    <w:rsid w:val="0045003B"/>
    <w:rsid w:val="0045157B"/>
    <w:rsid w:val="00452168"/>
    <w:rsid w:val="00452BB1"/>
    <w:rsid w:val="00453E52"/>
    <w:rsid w:val="00454539"/>
    <w:rsid w:val="00454608"/>
    <w:rsid w:val="00454662"/>
    <w:rsid w:val="00454ECB"/>
    <w:rsid w:val="00455353"/>
    <w:rsid w:val="004556CA"/>
    <w:rsid w:val="00455A1B"/>
    <w:rsid w:val="00455B47"/>
    <w:rsid w:val="0045678B"/>
    <w:rsid w:val="00457307"/>
    <w:rsid w:val="00457A89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568A"/>
    <w:rsid w:val="0047678C"/>
    <w:rsid w:val="00476A3D"/>
    <w:rsid w:val="00480B04"/>
    <w:rsid w:val="004812E3"/>
    <w:rsid w:val="00481AAF"/>
    <w:rsid w:val="00482397"/>
    <w:rsid w:val="00483918"/>
    <w:rsid w:val="00484DF7"/>
    <w:rsid w:val="0048679E"/>
    <w:rsid w:val="0048746D"/>
    <w:rsid w:val="004875F6"/>
    <w:rsid w:val="004905DE"/>
    <w:rsid w:val="00490645"/>
    <w:rsid w:val="00494B6C"/>
    <w:rsid w:val="00495053"/>
    <w:rsid w:val="00495CD5"/>
    <w:rsid w:val="004963DD"/>
    <w:rsid w:val="004963E6"/>
    <w:rsid w:val="00496D4A"/>
    <w:rsid w:val="00497388"/>
    <w:rsid w:val="00497458"/>
    <w:rsid w:val="00497738"/>
    <w:rsid w:val="004A035B"/>
    <w:rsid w:val="004A0DF5"/>
    <w:rsid w:val="004A12C3"/>
    <w:rsid w:val="004A18C4"/>
    <w:rsid w:val="004A1BCE"/>
    <w:rsid w:val="004A1EAD"/>
    <w:rsid w:val="004A2637"/>
    <w:rsid w:val="004A2A65"/>
    <w:rsid w:val="004A2DFC"/>
    <w:rsid w:val="004A2FE5"/>
    <w:rsid w:val="004A3630"/>
    <w:rsid w:val="004A41AF"/>
    <w:rsid w:val="004A725B"/>
    <w:rsid w:val="004A7627"/>
    <w:rsid w:val="004A7CD2"/>
    <w:rsid w:val="004B063D"/>
    <w:rsid w:val="004B07F5"/>
    <w:rsid w:val="004B162D"/>
    <w:rsid w:val="004B1AC1"/>
    <w:rsid w:val="004B1D59"/>
    <w:rsid w:val="004B2173"/>
    <w:rsid w:val="004B2820"/>
    <w:rsid w:val="004B2A80"/>
    <w:rsid w:val="004B378E"/>
    <w:rsid w:val="004B38B5"/>
    <w:rsid w:val="004B487D"/>
    <w:rsid w:val="004B4A0F"/>
    <w:rsid w:val="004B4AC2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00D"/>
    <w:rsid w:val="004C3AF2"/>
    <w:rsid w:val="004C49F4"/>
    <w:rsid w:val="004C4FCA"/>
    <w:rsid w:val="004C6809"/>
    <w:rsid w:val="004C7E4B"/>
    <w:rsid w:val="004D017D"/>
    <w:rsid w:val="004D07F9"/>
    <w:rsid w:val="004D0E92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AAA"/>
    <w:rsid w:val="004D7E55"/>
    <w:rsid w:val="004E0FBF"/>
    <w:rsid w:val="004E2C41"/>
    <w:rsid w:val="004E3784"/>
    <w:rsid w:val="004E397F"/>
    <w:rsid w:val="004E3B7D"/>
    <w:rsid w:val="004E4815"/>
    <w:rsid w:val="004E4A20"/>
    <w:rsid w:val="004E509A"/>
    <w:rsid w:val="004E50EE"/>
    <w:rsid w:val="004E5807"/>
    <w:rsid w:val="004E58C5"/>
    <w:rsid w:val="004E5B41"/>
    <w:rsid w:val="004E5FBE"/>
    <w:rsid w:val="004E63F8"/>
    <w:rsid w:val="004E6AAD"/>
    <w:rsid w:val="004E703A"/>
    <w:rsid w:val="004E78A2"/>
    <w:rsid w:val="004E791B"/>
    <w:rsid w:val="004F33CC"/>
    <w:rsid w:val="004F4F0A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17119"/>
    <w:rsid w:val="00520392"/>
    <w:rsid w:val="00520B21"/>
    <w:rsid w:val="005210BC"/>
    <w:rsid w:val="0052297B"/>
    <w:rsid w:val="00523A09"/>
    <w:rsid w:val="00523E83"/>
    <w:rsid w:val="0052472D"/>
    <w:rsid w:val="0052526D"/>
    <w:rsid w:val="005254EC"/>
    <w:rsid w:val="00526799"/>
    <w:rsid w:val="00526BA6"/>
    <w:rsid w:val="00526FED"/>
    <w:rsid w:val="0053037E"/>
    <w:rsid w:val="00531639"/>
    <w:rsid w:val="00531906"/>
    <w:rsid w:val="00531DBE"/>
    <w:rsid w:val="005323F0"/>
    <w:rsid w:val="00532C7D"/>
    <w:rsid w:val="00533024"/>
    <w:rsid w:val="00533D51"/>
    <w:rsid w:val="0053436F"/>
    <w:rsid w:val="00535CE1"/>
    <w:rsid w:val="005368F9"/>
    <w:rsid w:val="00536E4F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5AF1"/>
    <w:rsid w:val="005572B8"/>
    <w:rsid w:val="005575C4"/>
    <w:rsid w:val="0055786E"/>
    <w:rsid w:val="00560876"/>
    <w:rsid w:val="00560FED"/>
    <w:rsid w:val="0056100C"/>
    <w:rsid w:val="0056211A"/>
    <w:rsid w:val="00562E02"/>
    <w:rsid w:val="005630A4"/>
    <w:rsid w:val="00563B43"/>
    <w:rsid w:val="00563C6D"/>
    <w:rsid w:val="005654E9"/>
    <w:rsid w:val="0056617B"/>
    <w:rsid w:val="0056630D"/>
    <w:rsid w:val="005672FA"/>
    <w:rsid w:val="00570245"/>
    <w:rsid w:val="00570434"/>
    <w:rsid w:val="00570852"/>
    <w:rsid w:val="00572082"/>
    <w:rsid w:val="00573006"/>
    <w:rsid w:val="00573C27"/>
    <w:rsid w:val="00573C57"/>
    <w:rsid w:val="0057450A"/>
    <w:rsid w:val="005748F1"/>
    <w:rsid w:val="00574A6A"/>
    <w:rsid w:val="00574A9F"/>
    <w:rsid w:val="005768E6"/>
    <w:rsid w:val="005804EC"/>
    <w:rsid w:val="005813B0"/>
    <w:rsid w:val="00581F11"/>
    <w:rsid w:val="0058395F"/>
    <w:rsid w:val="00583A02"/>
    <w:rsid w:val="005844E4"/>
    <w:rsid w:val="00585EFB"/>
    <w:rsid w:val="00586E22"/>
    <w:rsid w:val="00587323"/>
    <w:rsid w:val="0058750A"/>
    <w:rsid w:val="00587581"/>
    <w:rsid w:val="00587824"/>
    <w:rsid w:val="00587DA9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3F71"/>
    <w:rsid w:val="005A452A"/>
    <w:rsid w:val="005A4AA9"/>
    <w:rsid w:val="005A51F9"/>
    <w:rsid w:val="005A5B0C"/>
    <w:rsid w:val="005A6D43"/>
    <w:rsid w:val="005A70EF"/>
    <w:rsid w:val="005A754C"/>
    <w:rsid w:val="005B2A3B"/>
    <w:rsid w:val="005B34BC"/>
    <w:rsid w:val="005B35B7"/>
    <w:rsid w:val="005B4855"/>
    <w:rsid w:val="005B4F3A"/>
    <w:rsid w:val="005B54A3"/>
    <w:rsid w:val="005B5600"/>
    <w:rsid w:val="005B6F51"/>
    <w:rsid w:val="005B7085"/>
    <w:rsid w:val="005B730F"/>
    <w:rsid w:val="005B75FD"/>
    <w:rsid w:val="005B7685"/>
    <w:rsid w:val="005C01A1"/>
    <w:rsid w:val="005C03CB"/>
    <w:rsid w:val="005C0E68"/>
    <w:rsid w:val="005C0EC1"/>
    <w:rsid w:val="005C1950"/>
    <w:rsid w:val="005C1B43"/>
    <w:rsid w:val="005C2161"/>
    <w:rsid w:val="005C3C17"/>
    <w:rsid w:val="005C3F45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2B2"/>
    <w:rsid w:val="005D2DE0"/>
    <w:rsid w:val="005D4AAC"/>
    <w:rsid w:val="005D4C22"/>
    <w:rsid w:val="005D5907"/>
    <w:rsid w:val="005D6D4A"/>
    <w:rsid w:val="005D7561"/>
    <w:rsid w:val="005E0378"/>
    <w:rsid w:val="005E09B1"/>
    <w:rsid w:val="005E1C6A"/>
    <w:rsid w:val="005E34FE"/>
    <w:rsid w:val="005E430F"/>
    <w:rsid w:val="005E44C4"/>
    <w:rsid w:val="005E47AA"/>
    <w:rsid w:val="005E5309"/>
    <w:rsid w:val="005E544A"/>
    <w:rsid w:val="005E5A22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4DC4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195F"/>
    <w:rsid w:val="00621CB0"/>
    <w:rsid w:val="00623173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B93"/>
    <w:rsid w:val="00637A97"/>
    <w:rsid w:val="00642010"/>
    <w:rsid w:val="00645594"/>
    <w:rsid w:val="00646BE0"/>
    <w:rsid w:val="00646BE3"/>
    <w:rsid w:val="00647040"/>
    <w:rsid w:val="00647BA7"/>
    <w:rsid w:val="00650B1B"/>
    <w:rsid w:val="00651936"/>
    <w:rsid w:val="00651EA3"/>
    <w:rsid w:val="00653391"/>
    <w:rsid w:val="006537BD"/>
    <w:rsid w:val="0065385B"/>
    <w:rsid w:val="00654149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A9A"/>
    <w:rsid w:val="00661B7F"/>
    <w:rsid w:val="006631AE"/>
    <w:rsid w:val="00663420"/>
    <w:rsid w:val="0066353A"/>
    <w:rsid w:val="00664094"/>
    <w:rsid w:val="0066534E"/>
    <w:rsid w:val="00666733"/>
    <w:rsid w:val="00666D27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76996"/>
    <w:rsid w:val="00680467"/>
    <w:rsid w:val="006830AF"/>
    <w:rsid w:val="0068331E"/>
    <w:rsid w:val="006838B0"/>
    <w:rsid w:val="006838D2"/>
    <w:rsid w:val="006839F7"/>
    <w:rsid w:val="0068439A"/>
    <w:rsid w:val="006853BA"/>
    <w:rsid w:val="00686436"/>
    <w:rsid w:val="00686716"/>
    <w:rsid w:val="00687C2A"/>
    <w:rsid w:val="0069038A"/>
    <w:rsid w:val="00690559"/>
    <w:rsid w:val="00690660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DBE"/>
    <w:rsid w:val="00697FE4"/>
    <w:rsid w:val="006A0444"/>
    <w:rsid w:val="006A1022"/>
    <w:rsid w:val="006A1551"/>
    <w:rsid w:val="006A1911"/>
    <w:rsid w:val="006A19D6"/>
    <w:rsid w:val="006A1CF7"/>
    <w:rsid w:val="006A201D"/>
    <w:rsid w:val="006A2710"/>
    <w:rsid w:val="006A2990"/>
    <w:rsid w:val="006A3123"/>
    <w:rsid w:val="006A359A"/>
    <w:rsid w:val="006A3CE9"/>
    <w:rsid w:val="006A3CF7"/>
    <w:rsid w:val="006A40F7"/>
    <w:rsid w:val="006A4187"/>
    <w:rsid w:val="006A5A12"/>
    <w:rsid w:val="006A5AB3"/>
    <w:rsid w:val="006A6797"/>
    <w:rsid w:val="006B0BCA"/>
    <w:rsid w:val="006B0CB7"/>
    <w:rsid w:val="006B0D2D"/>
    <w:rsid w:val="006B1E60"/>
    <w:rsid w:val="006B1EE8"/>
    <w:rsid w:val="006B26D8"/>
    <w:rsid w:val="006B2BBD"/>
    <w:rsid w:val="006B3688"/>
    <w:rsid w:val="006B3C43"/>
    <w:rsid w:val="006B44A5"/>
    <w:rsid w:val="006B4C53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4F7E"/>
    <w:rsid w:val="006C55FB"/>
    <w:rsid w:val="006C5DCA"/>
    <w:rsid w:val="006C6218"/>
    <w:rsid w:val="006C65F9"/>
    <w:rsid w:val="006C7039"/>
    <w:rsid w:val="006C760D"/>
    <w:rsid w:val="006D012F"/>
    <w:rsid w:val="006D1D4D"/>
    <w:rsid w:val="006D1F4C"/>
    <w:rsid w:val="006D2F21"/>
    <w:rsid w:val="006D3A01"/>
    <w:rsid w:val="006D44AA"/>
    <w:rsid w:val="006D4DEA"/>
    <w:rsid w:val="006D5320"/>
    <w:rsid w:val="006D56BE"/>
    <w:rsid w:val="006D661C"/>
    <w:rsid w:val="006D69C4"/>
    <w:rsid w:val="006D6BB1"/>
    <w:rsid w:val="006E2B7F"/>
    <w:rsid w:val="006E31FC"/>
    <w:rsid w:val="006E4FCB"/>
    <w:rsid w:val="006E548B"/>
    <w:rsid w:val="006E6897"/>
    <w:rsid w:val="006E6A87"/>
    <w:rsid w:val="006E6C85"/>
    <w:rsid w:val="006E7BE4"/>
    <w:rsid w:val="006E7D84"/>
    <w:rsid w:val="006E7DB7"/>
    <w:rsid w:val="006E7FE3"/>
    <w:rsid w:val="006F016B"/>
    <w:rsid w:val="006F0279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175"/>
    <w:rsid w:val="00741218"/>
    <w:rsid w:val="0074175E"/>
    <w:rsid w:val="007428EC"/>
    <w:rsid w:val="007453DF"/>
    <w:rsid w:val="00745DA6"/>
    <w:rsid w:val="007509C9"/>
    <w:rsid w:val="007525E0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4FF9"/>
    <w:rsid w:val="0075574B"/>
    <w:rsid w:val="00755850"/>
    <w:rsid w:val="00756210"/>
    <w:rsid w:val="007567BC"/>
    <w:rsid w:val="007600C3"/>
    <w:rsid w:val="00762E69"/>
    <w:rsid w:val="00762F89"/>
    <w:rsid w:val="00763292"/>
    <w:rsid w:val="00763D7C"/>
    <w:rsid w:val="00767AFE"/>
    <w:rsid w:val="007708A9"/>
    <w:rsid w:val="0077094F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87FB0"/>
    <w:rsid w:val="00790246"/>
    <w:rsid w:val="00790FA1"/>
    <w:rsid w:val="00791B19"/>
    <w:rsid w:val="00791B24"/>
    <w:rsid w:val="007922DB"/>
    <w:rsid w:val="0079280C"/>
    <w:rsid w:val="00792C3C"/>
    <w:rsid w:val="0079320E"/>
    <w:rsid w:val="0079466B"/>
    <w:rsid w:val="007948F0"/>
    <w:rsid w:val="00794D08"/>
    <w:rsid w:val="0079537E"/>
    <w:rsid w:val="00795657"/>
    <w:rsid w:val="00796434"/>
    <w:rsid w:val="0079682E"/>
    <w:rsid w:val="00796CF3"/>
    <w:rsid w:val="007977DF"/>
    <w:rsid w:val="007977FE"/>
    <w:rsid w:val="007A0BD9"/>
    <w:rsid w:val="007A10A5"/>
    <w:rsid w:val="007A15DF"/>
    <w:rsid w:val="007A1739"/>
    <w:rsid w:val="007A1BC7"/>
    <w:rsid w:val="007A1ECB"/>
    <w:rsid w:val="007A1F94"/>
    <w:rsid w:val="007A2004"/>
    <w:rsid w:val="007A2C03"/>
    <w:rsid w:val="007A2E1D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06F"/>
    <w:rsid w:val="007B5124"/>
    <w:rsid w:val="007B6959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928"/>
    <w:rsid w:val="007C3AAB"/>
    <w:rsid w:val="007C4423"/>
    <w:rsid w:val="007C4446"/>
    <w:rsid w:val="007C51A8"/>
    <w:rsid w:val="007C5BF0"/>
    <w:rsid w:val="007D0AB0"/>
    <w:rsid w:val="007D0AB9"/>
    <w:rsid w:val="007D1FB0"/>
    <w:rsid w:val="007D1FED"/>
    <w:rsid w:val="007D2258"/>
    <w:rsid w:val="007D225A"/>
    <w:rsid w:val="007D2AAE"/>
    <w:rsid w:val="007D4AF0"/>
    <w:rsid w:val="007D65A4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367F"/>
    <w:rsid w:val="007E6473"/>
    <w:rsid w:val="007E770B"/>
    <w:rsid w:val="007F0297"/>
    <w:rsid w:val="007F08DC"/>
    <w:rsid w:val="007F1862"/>
    <w:rsid w:val="007F1AC8"/>
    <w:rsid w:val="007F2668"/>
    <w:rsid w:val="007F38F2"/>
    <w:rsid w:val="007F4198"/>
    <w:rsid w:val="007F42B2"/>
    <w:rsid w:val="007F4D32"/>
    <w:rsid w:val="007F6E60"/>
    <w:rsid w:val="007F7821"/>
    <w:rsid w:val="008004B4"/>
    <w:rsid w:val="00800B9C"/>
    <w:rsid w:val="00802604"/>
    <w:rsid w:val="008037A5"/>
    <w:rsid w:val="00804821"/>
    <w:rsid w:val="00805003"/>
    <w:rsid w:val="008057CF"/>
    <w:rsid w:val="008061B7"/>
    <w:rsid w:val="00806938"/>
    <w:rsid w:val="00806B7E"/>
    <w:rsid w:val="00806D67"/>
    <w:rsid w:val="008075AC"/>
    <w:rsid w:val="00810140"/>
    <w:rsid w:val="008102E0"/>
    <w:rsid w:val="00810A0E"/>
    <w:rsid w:val="00810E27"/>
    <w:rsid w:val="008124C3"/>
    <w:rsid w:val="00812D02"/>
    <w:rsid w:val="008133A0"/>
    <w:rsid w:val="0081402F"/>
    <w:rsid w:val="00814451"/>
    <w:rsid w:val="008144F7"/>
    <w:rsid w:val="0081484A"/>
    <w:rsid w:val="00814A54"/>
    <w:rsid w:val="0081534B"/>
    <w:rsid w:val="0081656E"/>
    <w:rsid w:val="008168DA"/>
    <w:rsid w:val="0081715D"/>
    <w:rsid w:val="0081728A"/>
    <w:rsid w:val="00817972"/>
    <w:rsid w:val="00817C8A"/>
    <w:rsid w:val="0082056A"/>
    <w:rsid w:val="0082107D"/>
    <w:rsid w:val="00822FD5"/>
    <w:rsid w:val="00824660"/>
    <w:rsid w:val="008249AB"/>
    <w:rsid w:val="008249BC"/>
    <w:rsid w:val="00825487"/>
    <w:rsid w:val="00825E09"/>
    <w:rsid w:val="008264BC"/>
    <w:rsid w:val="0082675B"/>
    <w:rsid w:val="00826930"/>
    <w:rsid w:val="00826B4A"/>
    <w:rsid w:val="00826E05"/>
    <w:rsid w:val="00827023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526A"/>
    <w:rsid w:val="008361BA"/>
    <w:rsid w:val="00837D6F"/>
    <w:rsid w:val="008404C2"/>
    <w:rsid w:val="008411EB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688"/>
    <w:rsid w:val="008747AF"/>
    <w:rsid w:val="00876119"/>
    <w:rsid w:val="008765FC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5F5"/>
    <w:rsid w:val="00895FB0"/>
    <w:rsid w:val="008964A4"/>
    <w:rsid w:val="008974A6"/>
    <w:rsid w:val="00897A9E"/>
    <w:rsid w:val="00897B60"/>
    <w:rsid w:val="008A0519"/>
    <w:rsid w:val="008A0B21"/>
    <w:rsid w:val="008A16BF"/>
    <w:rsid w:val="008A1AAA"/>
    <w:rsid w:val="008A232F"/>
    <w:rsid w:val="008A3333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826"/>
    <w:rsid w:val="008B14E9"/>
    <w:rsid w:val="008B3E90"/>
    <w:rsid w:val="008B456A"/>
    <w:rsid w:val="008B4C75"/>
    <w:rsid w:val="008B5886"/>
    <w:rsid w:val="008B5D71"/>
    <w:rsid w:val="008B6837"/>
    <w:rsid w:val="008B6CC4"/>
    <w:rsid w:val="008B71B1"/>
    <w:rsid w:val="008B7904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1F3B"/>
    <w:rsid w:val="008D2FD6"/>
    <w:rsid w:val="008D3185"/>
    <w:rsid w:val="008D46F3"/>
    <w:rsid w:val="008D496F"/>
    <w:rsid w:val="008D52E2"/>
    <w:rsid w:val="008D5816"/>
    <w:rsid w:val="008D6A1B"/>
    <w:rsid w:val="008D7CEF"/>
    <w:rsid w:val="008E013F"/>
    <w:rsid w:val="008E19EC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355D"/>
    <w:rsid w:val="008F42F4"/>
    <w:rsid w:val="008F437B"/>
    <w:rsid w:val="008F4A58"/>
    <w:rsid w:val="008F65F4"/>
    <w:rsid w:val="008F6E2D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649"/>
    <w:rsid w:val="0090633D"/>
    <w:rsid w:val="009068A9"/>
    <w:rsid w:val="00906981"/>
    <w:rsid w:val="009077AE"/>
    <w:rsid w:val="00907F41"/>
    <w:rsid w:val="00910098"/>
    <w:rsid w:val="00910577"/>
    <w:rsid w:val="0091172F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7F98"/>
    <w:rsid w:val="009401D4"/>
    <w:rsid w:val="00942EDB"/>
    <w:rsid w:val="009438C0"/>
    <w:rsid w:val="00944949"/>
    <w:rsid w:val="009450D6"/>
    <w:rsid w:val="00945444"/>
    <w:rsid w:val="009455CB"/>
    <w:rsid w:val="00945981"/>
    <w:rsid w:val="009461E8"/>
    <w:rsid w:val="00946AF6"/>
    <w:rsid w:val="009472A8"/>
    <w:rsid w:val="00947575"/>
    <w:rsid w:val="009500E6"/>
    <w:rsid w:val="00950262"/>
    <w:rsid w:val="00951577"/>
    <w:rsid w:val="009519BF"/>
    <w:rsid w:val="00951BE3"/>
    <w:rsid w:val="00952296"/>
    <w:rsid w:val="009525AF"/>
    <w:rsid w:val="00952F7A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D32"/>
    <w:rsid w:val="00962F50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327F"/>
    <w:rsid w:val="0097456C"/>
    <w:rsid w:val="00974E33"/>
    <w:rsid w:val="009755CF"/>
    <w:rsid w:val="00977A26"/>
    <w:rsid w:val="0098152C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135"/>
    <w:rsid w:val="009A3E76"/>
    <w:rsid w:val="009A441F"/>
    <w:rsid w:val="009A4C7C"/>
    <w:rsid w:val="009A5532"/>
    <w:rsid w:val="009A5EEB"/>
    <w:rsid w:val="009A6726"/>
    <w:rsid w:val="009A7AF5"/>
    <w:rsid w:val="009B0621"/>
    <w:rsid w:val="009B0F0A"/>
    <w:rsid w:val="009B13E7"/>
    <w:rsid w:val="009B3373"/>
    <w:rsid w:val="009B3A77"/>
    <w:rsid w:val="009B3AB2"/>
    <w:rsid w:val="009B46CD"/>
    <w:rsid w:val="009B48B8"/>
    <w:rsid w:val="009B5052"/>
    <w:rsid w:val="009B50D7"/>
    <w:rsid w:val="009B534F"/>
    <w:rsid w:val="009B53BB"/>
    <w:rsid w:val="009B5B08"/>
    <w:rsid w:val="009B6319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3CD"/>
    <w:rsid w:val="009F0A76"/>
    <w:rsid w:val="009F1FC6"/>
    <w:rsid w:val="009F30DA"/>
    <w:rsid w:val="009F3714"/>
    <w:rsid w:val="009F5087"/>
    <w:rsid w:val="009F733C"/>
    <w:rsid w:val="009F7686"/>
    <w:rsid w:val="009F76EC"/>
    <w:rsid w:val="00A001DA"/>
    <w:rsid w:val="00A00E16"/>
    <w:rsid w:val="00A01B8C"/>
    <w:rsid w:val="00A03FF2"/>
    <w:rsid w:val="00A044A2"/>
    <w:rsid w:val="00A047B0"/>
    <w:rsid w:val="00A05167"/>
    <w:rsid w:val="00A05851"/>
    <w:rsid w:val="00A06680"/>
    <w:rsid w:val="00A07425"/>
    <w:rsid w:val="00A079C1"/>
    <w:rsid w:val="00A07B4D"/>
    <w:rsid w:val="00A103D2"/>
    <w:rsid w:val="00A10C05"/>
    <w:rsid w:val="00A11774"/>
    <w:rsid w:val="00A11829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2C8"/>
    <w:rsid w:val="00A238BD"/>
    <w:rsid w:val="00A23BD6"/>
    <w:rsid w:val="00A24877"/>
    <w:rsid w:val="00A26441"/>
    <w:rsid w:val="00A274E4"/>
    <w:rsid w:val="00A300F5"/>
    <w:rsid w:val="00A3114D"/>
    <w:rsid w:val="00A31619"/>
    <w:rsid w:val="00A316BB"/>
    <w:rsid w:val="00A32025"/>
    <w:rsid w:val="00A325A6"/>
    <w:rsid w:val="00A32A7B"/>
    <w:rsid w:val="00A33329"/>
    <w:rsid w:val="00A335FE"/>
    <w:rsid w:val="00A34552"/>
    <w:rsid w:val="00A34FB6"/>
    <w:rsid w:val="00A37662"/>
    <w:rsid w:val="00A37AB3"/>
    <w:rsid w:val="00A37FA8"/>
    <w:rsid w:val="00A40697"/>
    <w:rsid w:val="00A4181B"/>
    <w:rsid w:val="00A42A24"/>
    <w:rsid w:val="00A43482"/>
    <w:rsid w:val="00A43F1E"/>
    <w:rsid w:val="00A4472C"/>
    <w:rsid w:val="00A46DC5"/>
    <w:rsid w:val="00A46EC1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06E3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7FD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9C"/>
    <w:rsid w:val="00A840CD"/>
    <w:rsid w:val="00A84710"/>
    <w:rsid w:val="00A8476F"/>
    <w:rsid w:val="00A849C1"/>
    <w:rsid w:val="00A849EA"/>
    <w:rsid w:val="00A84B97"/>
    <w:rsid w:val="00A8562B"/>
    <w:rsid w:val="00A856EC"/>
    <w:rsid w:val="00A86096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3C0A"/>
    <w:rsid w:val="00AB47D8"/>
    <w:rsid w:val="00AB49C0"/>
    <w:rsid w:val="00AB5E75"/>
    <w:rsid w:val="00AB64A0"/>
    <w:rsid w:val="00AB65BB"/>
    <w:rsid w:val="00AB6E91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5C5C"/>
    <w:rsid w:val="00AD7957"/>
    <w:rsid w:val="00AE02CC"/>
    <w:rsid w:val="00AE0B0F"/>
    <w:rsid w:val="00AE0F07"/>
    <w:rsid w:val="00AE180C"/>
    <w:rsid w:val="00AE1C3D"/>
    <w:rsid w:val="00AE1F39"/>
    <w:rsid w:val="00AE2ABB"/>
    <w:rsid w:val="00AE3D9A"/>
    <w:rsid w:val="00AE469A"/>
    <w:rsid w:val="00AE48A8"/>
    <w:rsid w:val="00AE4A07"/>
    <w:rsid w:val="00AE59A8"/>
    <w:rsid w:val="00AE60C1"/>
    <w:rsid w:val="00AE6299"/>
    <w:rsid w:val="00AE649F"/>
    <w:rsid w:val="00AE7688"/>
    <w:rsid w:val="00AE7865"/>
    <w:rsid w:val="00AF01E4"/>
    <w:rsid w:val="00AF1561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5196"/>
    <w:rsid w:val="00B06786"/>
    <w:rsid w:val="00B0689E"/>
    <w:rsid w:val="00B06F76"/>
    <w:rsid w:val="00B06F8F"/>
    <w:rsid w:val="00B074F0"/>
    <w:rsid w:val="00B07AAE"/>
    <w:rsid w:val="00B07D90"/>
    <w:rsid w:val="00B07F17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642"/>
    <w:rsid w:val="00B17ED4"/>
    <w:rsid w:val="00B20A5A"/>
    <w:rsid w:val="00B20D78"/>
    <w:rsid w:val="00B21156"/>
    <w:rsid w:val="00B21ACE"/>
    <w:rsid w:val="00B2236D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BDD"/>
    <w:rsid w:val="00B34D87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6CE"/>
    <w:rsid w:val="00B54943"/>
    <w:rsid w:val="00B55DDC"/>
    <w:rsid w:val="00B561A3"/>
    <w:rsid w:val="00B57C23"/>
    <w:rsid w:val="00B6067D"/>
    <w:rsid w:val="00B611A6"/>
    <w:rsid w:val="00B611DC"/>
    <w:rsid w:val="00B61919"/>
    <w:rsid w:val="00B623F0"/>
    <w:rsid w:val="00B63664"/>
    <w:rsid w:val="00B65808"/>
    <w:rsid w:val="00B67C46"/>
    <w:rsid w:val="00B72557"/>
    <w:rsid w:val="00B73B8B"/>
    <w:rsid w:val="00B73E95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956"/>
    <w:rsid w:val="00B81F78"/>
    <w:rsid w:val="00B82793"/>
    <w:rsid w:val="00B82FFF"/>
    <w:rsid w:val="00B83F79"/>
    <w:rsid w:val="00B84FC1"/>
    <w:rsid w:val="00B86263"/>
    <w:rsid w:val="00B871A4"/>
    <w:rsid w:val="00B873A6"/>
    <w:rsid w:val="00B87B8B"/>
    <w:rsid w:val="00B87BD5"/>
    <w:rsid w:val="00B87E5B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72DE"/>
    <w:rsid w:val="00BA759D"/>
    <w:rsid w:val="00BA7D6B"/>
    <w:rsid w:val="00BB0418"/>
    <w:rsid w:val="00BB09AA"/>
    <w:rsid w:val="00BB1496"/>
    <w:rsid w:val="00BB324F"/>
    <w:rsid w:val="00BB4C0A"/>
    <w:rsid w:val="00BB4D1D"/>
    <w:rsid w:val="00BB516B"/>
    <w:rsid w:val="00BB58BB"/>
    <w:rsid w:val="00BB6146"/>
    <w:rsid w:val="00BB66F6"/>
    <w:rsid w:val="00BC01DF"/>
    <w:rsid w:val="00BC040A"/>
    <w:rsid w:val="00BC0B27"/>
    <w:rsid w:val="00BC0B52"/>
    <w:rsid w:val="00BC1B7A"/>
    <w:rsid w:val="00BC205B"/>
    <w:rsid w:val="00BC320A"/>
    <w:rsid w:val="00BC365C"/>
    <w:rsid w:val="00BC3E31"/>
    <w:rsid w:val="00BC4852"/>
    <w:rsid w:val="00BC55C1"/>
    <w:rsid w:val="00BC56B6"/>
    <w:rsid w:val="00BC5ADA"/>
    <w:rsid w:val="00BC7401"/>
    <w:rsid w:val="00BD02F1"/>
    <w:rsid w:val="00BD038B"/>
    <w:rsid w:val="00BD0678"/>
    <w:rsid w:val="00BD27A5"/>
    <w:rsid w:val="00BD28C3"/>
    <w:rsid w:val="00BD2E19"/>
    <w:rsid w:val="00BD34BF"/>
    <w:rsid w:val="00BD39E7"/>
    <w:rsid w:val="00BD3AED"/>
    <w:rsid w:val="00BD6AB4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D11"/>
    <w:rsid w:val="00BF0FA0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54F"/>
    <w:rsid w:val="00C01628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C11"/>
    <w:rsid w:val="00C10D02"/>
    <w:rsid w:val="00C12D42"/>
    <w:rsid w:val="00C148B8"/>
    <w:rsid w:val="00C1491B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2B9A"/>
    <w:rsid w:val="00C33014"/>
    <w:rsid w:val="00C33A7E"/>
    <w:rsid w:val="00C349A4"/>
    <w:rsid w:val="00C34C53"/>
    <w:rsid w:val="00C35EA4"/>
    <w:rsid w:val="00C40206"/>
    <w:rsid w:val="00C404CE"/>
    <w:rsid w:val="00C413A2"/>
    <w:rsid w:val="00C41BDC"/>
    <w:rsid w:val="00C41C15"/>
    <w:rsid w:val="00C41E47"/>
    <w:rsid w:val="00C4374B"/>
    <w:rsid w:val="00C4394A"/>
    <w:rsid w:val="00C4578B"/>
    <w:rsid w:val="00C46251"/>
    <w:rsid w:val="00C4627B"/>
    <w:rsid w:val="00C46C6A"/>
    <w:rsid w:val="00C47BC5"/>
    <w:rsid w:val="00C501D6"/>
    <w:rsid w:val="00C50F58"/>
    <w:rsid w:val="00C52D7D"/>
    <w:rsid w:val="00C52E6D"/>
    <w:rsid w:val="00C541ED"/>
    <w:rsid w:val="00C54802"/>
    <w:rsid w:val="00C549B0"/>
    <w:rsid w:val="00C54DC8"/>
    <w:rsid w:val="00C55203"/>
    <w:rsid w:val="00C561B1"/>
    <w:rsid w:val="00C5694C"/>
    <w:rsid w:val="00C5716A"/>
    <w:rsid w:val="00C5720F"/>
    <w:rsid w:val="00C6048E"/>
    <w:rsid w:val="00C610C6"/>
    <w:rsid w:val="00C61FB5"/>
    <w:rsid w:val="00C62042"/>
    <w:rsid w:val="00C6314D"/>
    <w:rsid w:val="00C637E1"/>
    <w:rsid w:val="00C63CD8"/>
    <w:rsid w:val="00C64B56"/>
    <w:rsid w:val="00C65922"/>
    <w:rsid w:val="00C6622F"/>
    <w:rsid w:val="00C66476"/>
    <w:rsid w:val="00C675F4"/>
    <w:rsid w:val="00C70DFE"/>
    <w:rsid w:val="00C70EA0"/>
    <w:rsid w:val="00C71096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306"/>
    <w:rsid w:val="00C80FDB"/>
    <w:rsid w:val="00C82625"/>
    <w:rsid w:val="00C826FD"/>
    <w:rsid w:val="00C82CA1"/>
    <w:rsid w:val="00C835CD"/>
    <w:rsid w:val="00C84032"/>
    <w:rsid w:val="00C87634"/>
    <w:rsid w:val="00C915AD"/>
    <w:rsid w:val="00C918E5"/>
    <w:rsid w:val="00C91AD8"/>
    <w:rsid w:val="00C93AEF"/>
    <w:rsid w:val="00C949A5"/>
    <w:rsid w:val="00C95040"/>
    <w:rsid w:val="00C9509A"/>
    <w:rsid w:val="00C95325"/>
    <w:rsid w:val="00CA0A68"/>
    <w:rsid w:val="00CA1432"/>
    <w:rsid w:val="00CA350F"/>
    <w:rsid w:val="00CA3D45"/>
    <w:rsid w:val="00CA5394"/>
    <w:rsid w:val="00CA621A"/>
    <w:rsid w:val="00CA6726"/>
    <w:rsid w:val="00CA7256"/>
    <w:rsid w:val="00CA76DE"/>
    <w:rsid w:val="00CA7CF7"/>
    <w:rsid w:val="00CB35BE"/>
    <w:rsid w:val="00CB3A7A"/>
    <w:rsid w:val="00CB47DB"/>
    <w:rsid w:val="00CB4EC8"/>
    <w:rsid w:val="00CB5230"/>
    <w:rsid w:val="00CB5666"/>
    <w:rsid w:val="00CB5815"/>
    <w:rsid w:val="00CB5B67"/>
    <w:rsid w:val="00CB636C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D73DC"/>
    <w:rsid w:val="00CE072A"/>
    <w:rsid w:val="00CE0C03"/>
    <w:rsid w:val="00CE1ABD"/>
    <w:rsid w:val="00CE1BE9"/>
    <w:rsid w:val="00CE2CD3"/>
    <w:rsid w:val="00CE4497"/>
    <w:rsid w:val="00CE488B"/>
    <w:rsid w:val="00CE4C1C"/>
    <w:rsid w:val="00CE4DF1"/>
    <w:rsid w:val="00CE4FE6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34D9"/>
    <w:rsid w:val="00CF46DF"/>
    <w:rsid w:val="00CF5AE8"/>
    <w:rsid w:val="00CF6130"/>
    <w:rsid w:val="00CF68D1"/>
    <w:rsid w:val="00CF6C7F"/>
    <w:rsid w:val="00CF6E62"/>
    <w:rsid w:val="00CF7719"/>
    <w:rsid w:val="00CF7DC7"/>
    <w:rsid w:val="00D01165"/>
    <w:rsid w:val="00D02346"/>
    <w:rsid w:val="00D03E98"/>
    <w:rsid w:val="00D04482"/>
    <w:rsid w:val="00D044D1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D49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2AD"/>
    <w:rsid w:val="00D425E4"/>
    <w:rsid w:val="00D42746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1972"/>
    <w:rsid w:val="00D5371C"/>
    <w:rsid w:val="00D53CBD"/>
    <w:rsid w:val="00D53EA3"/>
    <w:rsid w:val="00D54008"/>
    <w:rsid w:val="00D542E8"/>
    <w:rsid w:val="00D54368"/>
    <w:rsid w:val="00D545EF"/>
    <w:rsid w:val="00D549DC"/>
    <w:rsid w:val="00D55207"/>
    <w:rsid w:val="00D556A0"/>
    <w:rsid w:val="00D55755"/>
    <w:rsid w:val="00D55A24"/>
    <w:rsid w:val="00D57EB7"/>
    <w:rsid w:val="00D6056E"/>
    <w:rsid w:val="00D60E20"/>
    <w:rsid w:val="00D60F42"/>
    <w:rsid w:val="00D61BA2"/>
    <w:rsid w:val="00D628EE"/>
    <w:rsid w:val="00D62F60"/>
    <w:rsid w:val="00D63A94"/>
    <w:rsid w:val="00D63D31"/>
    <w:rsid w:val="00D63ED7"/>
    <w:rsid w:val="00D6432A"/>
    <w:rsid w:val="00D64435"/>
    <w:rsid w:val="00D6686E"/>
    <w:rsid w:val="00D66DB7"/>
    <w:rsid w:val="00D6798C"/>
    <w:rsid w:val="00D70AB9"/>
    <w:rsid w:val="00D72827"/>
    <w:rsid w:val="00D72E34"/>
    <w:rsid w:val="00D73525"/>
    <w:rsid w:val="00D7390D"/>
    <w:rsid w:val="00D73D46"/>
    <w:rsid w:val="00D746FC"/>
    <w:rsid w:val="00D74D41"/>
    <w:rsid w:val="00D7505C"/>
    <w:rsid w:val="00D751CD"/>
    <w:rsid w:val="00D75F39"/>
    <w:rsid w:val="00D776FC"/>
    <w:rsid w:val="00D80867"/>
    <w:rsid w:val="00D81EAA"/>
    <w:rsid w:val="00D82BA2"/>
    <w:rsid w:val="00D83AC9"/>
    <w:rsid w:val="00D83B55"/>
    <w:rsid w:val="00D8434F"/>
    <w:rsid w:val="00D86DD2"/>
    <w:rsid w:val="00D86EFA"/>
    <w:rsid w:val="00D86FBC"/>
    <w:rsid w:val="00D87823"/>
    <w:rsid w:val="00D87B57"/>
    <w:rsid w:val="00D87F37"/>
    <w:rsid w:val="00D9217D"/>
    <w:rsid w:val="00D92AFD"/>
    <w:rsid w:val="00D92E80"/>
    <w:rsid w:val="00D93D28"/>
    <w:rsid w:val="00D93F24"/>
    <w:rsid w:val="00D94068"/>
    <w:rsid w:val="00D9439C"/>
    <w:rsid w:val="00D94BF1"/>
    <w:rsid w:val="00D94DC6"/>
    <w:rsid w:val="00D954EB"/>
    <w:rsid w:val="00D957FF"/>
    <w:rsid w:val="00D95BBF"/>
    <w:rsid w:val="00D95E3A"/>
    <w:rsid w:val="00D976B9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2579"/>
    <w:rsid w:val="00DC3C0A"/>
    <w:rsid w:val="00DC3C1D"/>
    <w:rsid w:val="00DC3E12"/>
    <w:rsid w:val="00DC48A5"/>
    <w:rsid w:val="00DC4A7F"/>
    <w:rsid w:val="00DC5044"/>
    <w:rsid w:val="00DC54BF"/>
    <w:rsid w:val="00DC5638"/>
    <w:rsid w:val="00DC5928"/>
    <w:rsid w:val="00DC5D16"/>
    <w:rsid w:val="00DC6E9A"/>
    <w:rsid w:val="00DD0B59"/>
    <w:rsid w:val="00DD0D49"/>
    <w:rsid w:val="00DD0DB9"/>
    <w:rsid w:val="00DD13E5"/>
    <w:rsid w:val="00DD14BB"/>
    <w:rsid w:val="00DD220C"/>
    <w:rsid w:val="00DD3521"/>
    <w:rsid w:val="00DD3D35"/>
    <w:rsid w:val="00DD46C8"/>
    <w:rsid w:val="00DD6F23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53BE"/>
    <w:rsid w:val="00DE71F7"/>
    <w:rsid w:val="00DE7785"/>
    <w:rsid w:val="00DE7947"/>
    <w:rsid w:val="00DF073C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71"/>
    <w:rsid w:val="00DF7CAA"/>
    <w:rsid w:val="00E00BD3"/>
    <w:rsid w:val="00E00F15"/>
    <w:rsid w:val="00E00F73"/>
    <w:rsid w:val="00E01033"/>
    <w:rsid w:val="00E0265F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338"/>
    <w:rsid w:val="00E16732"/>
    <w:rsid w:val="00E17039"/>
    <w:rsid w:val="00E173FF"/>
    <w:rsid w:val="00E178B0"/>
    <w:rsid w:val="00E2086B"/>
    <w:rsid w:val="00E20DEE"/>
    <w:rsid w:val="00E2339C"/>
    <w:rsid w:val="00E2495D"/>
    <w:rsid w:val="00E24B71"/>
    <w:rsid w:val="00E25540"/>
    <w:rsid w:val="00E25AFD"/>
    <w:rsid w:val="00E269E1"/>
    <w:rsid w:val="00E305E3"/>
    <w:rsid w:val="00E314FC"/>
    <w:rsid w:val="00E31E16"/>
    <w:rsid w:val="00E32139"/>
    <w:rsid w:val="00E3444A"/>
    <w:rsid w:val="00E34D58"/>
    <w:rsid w:val="00E350F0"/>
    <w:rsid w:val="00E363CD"/>
    <w:rsid w:val="00E367C3"/>
    <w:rsid w:val="00E368E8"/>
    <w:rsid w:val="00E401CA"/>
    <w:rsid w:val="00E40BFA"/>
    <w:rsid w:val="00E40C1B"/>
    <w:rsid w:val="00E40EA4"/>
    <w:rsid w:val="00E41E32"/>
    <w:rsid w:val="00E43891"/>
    <w:rsid w:val="00E44C3B"/>
    <w:rsid w:val="00E5064D"/>
    <w:rsid w:val="00E507CF"/>
    <w:rsid w:val="00E50DF1"/>
    <w:rsid w:val="00E5107E"/>
    <w:rsid w:val="00E514C1"/>
    <w:rsid w:val="00E521E7"/>
    <w:rsid w:val="00E52C6B"/>
    <w:rsid w:val="00E5459C"/>
    <w:rsid w:val="00E54E41"/>
    <w:rsid w:val="00E55790"/>
    <w:rsid w:val="00E55B53"/>
    <w:rsid w:val="00E56133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4C41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5382"/>
    <w:rsid w:val="00E9699C"/>
    <w:rsid w:val="00E96F9B"/>
    <w:rsid w:val="00E9796A"/>
    <w:rsid w:val="00EA0A44"/>
    <w:rsid w:val="00EA0A6E"/>
    <w:rsid w:val="00EA0A8B"/>
    <w:rsid w:val="00EA104D"/>
    <w:rsid w:val="00EA16DB"/>
    <w:rsid w:val="00EA2597"/>
    <w:rsid w:val="00EA2A00"/>
    <w:rsid w:val="00EA2B43"/>
    <w:rsid w:val="00EA34F8"/>
    <w:rsid w:val="00EA3E38"/>
    <w:rsid w:val="00EA41ED"/>
    <w:rsid w:val="00EA44D0"/>
    <w:rsid w:val="00EA5480"/>
    <w:rsid w:val="00EA558E"/>
    <w:rsid w:val="00EA55EF"/>
    <w:rsid w:val="00EA6F52"/>
    <w:rsid w:val="00EA729D"/>
    <w:rsid w:val="00EA7E5D"/>
    <w:rsid w:val="00EB04A8"/>
    <w:rsid w:val="00EB1668"/>
    <w:rsid w:val="00EB18B1"/>
    <w:rsid w:val="00EB1A04"/>
    <w:rsid w:val="00EB211B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52D"/>
    <w:rsid w:val="00EB5A78"/>
    <w:rsid w:val="00EB5E0C"/>
    <w:rsid w:val="00EB6EE0"/>
    <w:rsid w:val="00EB718B"/>
    <w:rsid w:val="00EB7224"/>
    <w:rsid w:val="00EB7324"/>
    <w:rsid w:val="00EC0AAA"/>
    <w:rsid w:val="00EC1186"/>
    <w:rsid w:val="00EC2A89"/>
    <w:rsid w:val="00EC2FEA"/>
    <w:rsid w:val="00EC3B57"/>
    <w:rsid w:val="00EC49AA"/>
    <w:rsid w:val="00EC4C4A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5A69"/>
    <w:rsid w:val="00ED624F"/>
    <w:rsid w:val="00ED6758"/>
    <w:rsid w:val="00EE08B2"/>
    <w:rsid w:val="00EE0B9D"/>
    <w:rsid w:val="00EE19A3"/>
    <w:rsid w:val="00EE2059"/>
    <w:rsid w:val="00EE298A"/>
    <w:rsid w:val="00EE3D78"/>
    <w:rsid w:val="00EE56EC"/>
    <w:rsid w:val="00EE571C"/>
    <w:rsid w:val="00EE598B"/>
    <w:rsid w:val="00EE7610"/>
    <w:rsid w:val="00EE791B"/>
    <w:rsid w:val="00EF0319"/>
    <w:rsid w:val="00EF05A1"/>
    <w:rsid w:val="00EF0C91"/>
    <w:rsid w:val="00EF1B50"/>
    <w:rsid w:val="00EF2053"/>
    <w:rsid w:val="00EF2B14"/>
    <w:rsid w:val="00EF2E06"/>
    <w:rsid w:val="00EF387C"/>
    <w:rsid w:val="00EF3FD2"/>
    <w:rsid w:val="00EF469D"/>
    <w:rsid w:val="00EF47DF"/>
    <w:rsid w:val="00EF4C3C"/>
    <w:rsid w:val="00EF7938"/>
    <w:rsid w:val="00EF7C83"/>
    <w:rsid w:val="00F0094B"/>
    <w:rsid w:val="00F01773"/>
    <w:rsid w:val="00F01F57"/>
    <w:rsid w:val="00F021D8"/>
    <w:rsid w:val="00F02A02"/>
    <w:rsid w:val="00F0428D"/>
    <w:rsid w:val="00F0578A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17F9F"/>
    <w:rsid w:val="00F20E44"/>
    <w:rsid w:val="00F21D20"/>
    <w:rsid w:val="00F21F8F"/>
    <w:rsid w:val="00F22154"/>
    <w:rsid w:val="00F22A64"/>
    <w:rsid w:val="00F23784"/>
    <w:rsid w:val="00F257A3"/>
    <w:rsid w:val="00F26413"/>
    <w:rsid w:val="00F26D76"/>
    <w:rsid w:val="00F274EC"/>
    <w:rsid w:val="00F30274"/>
    <w:rsid w:val="00F305A8"/>
    <w:rsid w:val="00F308E3"/>
    <w:rsid w:val="00F30EDF"/>
    <w:rsid w:val="00F32483"/>
    <w:rsid w:val="00F32C25"/>
    <w:rsid w:val="00F33135"/>
    <w:rsid w:val="00F34A4E"/>
    <w:rsid w:val="00F34D4B"/>
    <w:rsid w:val="00F34DF4"/>
    <w:rsid w:val="00F34E8F"/>
    <w:rsid w:val="00F35818"/>
    <w:rsid w:val="00F35A4E"/>
    <w:rsid w:val="00F3624C"/>
    <w:rsid w:val="00F377BF"/>
    <w:rsid w:val="00F37820"/>
    <w:rsid w:val="00F401FD"/>
    <w:rsid w:val="00F402D1"/>
    <w:rsid w:val="00F410E3"/>
    <w:rsid w:val="00F41609"/>
    <w:rsid w:val="00F41B6A"/>
    <w:rsid w:val="00F44384"/>
    <w:rsid w:val="00F45003"/>
    <w:rsid w:val="00F45A4F"/>
    <w:rsid w:val="00F46A9A"/>
    <w:rsid w:val="00F47263"/>
    <w:rsid w:val="00F503F8"/>
    <w:rsid w:val="00F53148"/>
    <w:rsid w:val="00F54F75"/>
    <w:rsid w:val="00F55AFA"/>
    <w:rsid w:val="00F56396"/>
    <w:rsid w:val="00F566E7"/>
    <w:rsid w:val="00F5698A"/>
    <w:rsid w:val="00F5741D"/>
    <w:rsid w:val="00F57896"/>
    <w:rsid w:val="00F57EDB"/>
    <w:rsid w:val="00F6078B"/>
    <w:rsid w:val="00F630E5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1ED"/>
    <w:rsid w:val="00F7228F"/>
    <w:rsid w:val="00F72B87"/>
    <w:rsid w:val="00F73B07"/>
    <w:rsid w:val="00F741AD"/>
    <w:rsid w:val="00F74A28"/>
    <w:rsid w:val="00F74E41"/>
    <w:rsid w:val="00F758B5"/>
    <w:rsid w:val="00F75D0A"/>
    <w:rsid w:val="00F75DAE"/>
    <w:rsid w:val="00F764DB"/>
    <w:rsid w:val="00F77559"/>
    <w:rsid w:val="00F775A3"/>
    <w:rsid w:val="00F77C77"/>
    <w:rsid w:val="00F807F7"/>
    <w:rsid w:val="00F81056"/>
    <w:rsid w:val="00F8153B"/>
    <w:rsid w:val="00F82130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7FA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661"/>
    <w:rsid w:val="00F93A75"/>
    <w:rsid w:val="00F94A0F"/>
    <w:rsid w:val="00F94DAC"/>
    <w:rsid w:val="00F954F1"/>
    <w:rsid w:val="00F956D5"/>
    <w:rsid w:val="00F9687B"/>
    <w:rsid w:val="00FA0AEC"/>
    <w:rsid w:val="00FA0F68"/>
    <w:rsid w:val="00FA1084"/>
    <w:rsid w:val="00FA1150"/>
    <w:rsid w:val="00FA1363"/>
    <w:rsid w:val="00FA1432"/>
    <w:rsid w:val="00FA1CC4"/>
    <w:rsid w:val="00FA1CCB"/>
    <w:rsid w:val="00FA4150"/>
    <w:rsid w:val="00FA4AB4"/>
    <w:rsid w:val="00FA5D50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691"/>
    <w:rsid w:val="00FB5701"/>
    <w:rsid w:val="00FB5C55"/>
    <w:rsid w:val="00FB5DDD"/>
    <w:rsid w:val="00FB76BE"/>
    <w:rsid w:val="00FC0AEA"/>
    <w:rsid w:val="00FC0D0A"/>
    <w:rsid w:val="00FC2415"/>
    <w:rsid w:val="00FC2547"/>
    <w:rsid w:val="00FC27F3"/>
    <w:rsid w:val="00FC393E"/>
    <w:rsid w:val="00FC4CBA"/>
    <w:rsid w:val="00FC53FE"/>
    <w:rsid w:val="00FC5F04"/>
    <w:rsid w:val="00FC7C87"/>
    <w:rsid w:val="00FD021E"/>
    <w:rsid w:val="00FD1AA7"/>
    <w:rsid w:val="00FD2C0D"/>
    <w:rsid w:val="00FD2D34"/>
    <w:rsid w:val="00FD4A73"/>
    <w:rsid w:val="00FD5651"/>
    <w:rsid w:val="00FD6107"/>
    <w:rsid w:val="00FD7121"/>
    <w:rsid w:val="00FE0BC9"/>
    <w:rsid w:val="00FE13E9"/>
    <w:rsid w:val="00FE172D"/>
    <w:rsid w:val="00FE22F2"/>
    <w:rsid w:val="00FE3FF8"/>
    <w:rsid w:val="00FE5BF2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1D54BC"/>
    <w:pPr>
      <w:numPr>
        <w:numId w:val="1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45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169</TotalTime>
  <Pages>1</Pages>
  <Words>491</Words>
  <Characters>2800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5</cp:revision>
  <cp:lastPrinted>2011-02-26T17:44:00Z</cp:lastPrinted>
  <dcterms:created xsi:type="dcterms:W3CDTF">2011-02-26T17:43:00Z</dcterms:created>
  <dcterms:modified xsi:type="dcterms:W3CDTF">2011-02-26T20:25:00Z</dcterms:modified>
</cp:coreProperties>
</file>