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65F" w:rsidRDefault="00E0265F" w:rsidP="00F741AD">
      <w:pPr>
        <w:pStyle w:val="Food"/>
        <w:rPr>
          <w:b/>
          <w:i w:val="0"/>
        </w:rPr>
      </w:pPr>
      <w:r>
        <w:rPr>
          <w:b/>
          <w:i w:val="0"/>
        </w:rPr>
        <w:t xml:space="preserve"> </w:t>
      </w:r>
    </w:p>
    <w:p w:rsidR="00E0265F" w:rsidRDefault="00E0265F" w:rsidP="00F741AD">
      <w:pPr>
        <w:pStyle w:val="Food"/>
        <w:rPr>
          <w:b/>
          <w:i w:val="0"/>
        </w:rPr>
      </w:pPr>
    </w:p>
    <w:p w:rsidR="00E0265F" w:rsidRDefault="00E0265F" w:rsidP="00F741AD">
      <w:pPr>
        <w:pStyle w:val="Food"/>
        <w:rPr>
          <w:b/>
          <w:i w:val="0"/>
        </w:rPr>
      </w:pPr>
    </w:p>
    <w:p w:rsidR="00E0265F" w:rsidRDefault="00E0265F" w:rsidP="00F741AD">
      <w:pPr>
        <w:pStyle w:val="Food"/>
        <w:rPr>
          <w:b/>
          <w:i w:val="0"/>
        </w:rPr>
      </w:pPr>
    </w:p>
    <w:p w:rsidR="00E0265F" w:rsidRPr="00A238BD" w:rsidRDefault="00E0265F" w:rsidP="00F741AD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5</w:t>
      </w:r>
      <w:r w:rsidRPr="00A238BD">
        <w:rPr>
          <w:b/>
          <w:i w:val="0"/>
        </w:rPr>
        <w:t xml:space="preserve"> </w:t>
      </w:r>
    </w:p>
    <w:p w:rsidR="00E0265F" w:rsidRDefault="00E0265F" w:rsidP="00F741AD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E0265F" w:rsidRPr="003523C1" w:rsidRDefault="00E0265F" w:rsidP="00F741AD">
      <w:pPr>
        <w:pStyle w:val="Food"/>
      </w:pPr>
      <w:r w:rsidRPr="00AF1561">
        <w:t>Terra Serena</w:t>
      </w:r>
    </w:p>
    <w:p w:rsidR="00E0265F" w:rsidRPr="005E7B2C" w:rsidRDefault="00E0265F" w:rsidP="00F741AD">
      <w:pPr>
        <w:pStyle w:val="Food"/>
      </w:pPr>
      <w:r w:rsidRPr="00AF1561">
        <w:t>Prosecco</w:t>
      </w:r>
      <w:r>
        <w:t xml:space="preserve">                                7.00</w:t>
      </w:r>
      <w:r w:rsidRPr="005E7B2C">
        <w:t xml:space="preserve"> (3oz) ~ </w:t>
      </w:r>
      <w:r>
        <w:t>13.50</w:t>
      </w:r>
      <w:r w:rsidRPr="005E7B2C">
        <w:t xml:space="preserve"> (6oz)</w:t>
      </w:r>
    </w:p>
    <w:p w:rsidR="00E0265F" w:rsidRDefault="00E0265F" w:rsidP="00F741AD">
      <w:pPr>
        <w:pStyle w:val="Food"/>
      </w:pPr>
    </w:p>
    <w:p w:rsidR="00E0265F" w:rsidRPr="00796CF3" w:rsidRDefault="00E0265F" w:rsidP="00F741AD">
      <w:pPr>
        <w:pStyle w:val="Food"/>
        <w:rPr>
          <w:b/>
          <w:i w:val="0"/>
        </w:rPr>
      </w:pPr>
      <w:r>
        <w:rPr>
          <w:b/>
          <w:i w:val="0"/>
        </w:rPr>
        <w:t>Grilled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 w:rsidRPr="00646BE0">
        <w:rPr>
          <w:b/>
          <w:i w:val="0"/>
        </w:rPr>
        <w:t xml:space="preserve"> 7</w:t>
      </w:r>
    </w:p>
    <w:p w:rsidR="00E0265F" w:rsidRDefault="00E0265F" w:rsidP="00F741AD">
      <w:pPr>
        <w:pStyle w:val="Food"/>
        <w:rPr>
          <w:i w:val="0"/>
        </w:rPr>
      </w:pPr>
      <w:r>
        <w:rPr>
          <w:i w:val="0"/>
        </w:rPr>
        <w:t xml:space="preserve">White bean &amp; roast garlic </w:t>
      </w:r>
    </w:p>
    <w:p w:rsidR="00E0265F" w:rsidRPr="00343369" w:rsidRDefault="00E0265F" w:rsidP="00F741AD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E0265F" w:rsidRPr="005E7B2C" w:rsidRDefault="00E0265F" w:rsidP="00F741AD">
      <w:pPr>
        <w:pStyle w:val="Food"/>
        <w:rPr>
          <w:b/>
        </w:rPr>
      </w:pPr>
      <w:r w:rsidRPr="00343369">
        <w:t>Cab. Franc, Gamay, P. Noir   6.00 (3oz) ~ 11.50 (6oz)</w:t>
      </w:r>
    </w:p>
    <w:p w:rsidR="00E0265F" w:rsidRDefault="00E0265F" w:rsidP="00A67E73">
      <w:pPr>
        <w:pStyle w:val="Food"/>
      </w:pPr>
    </w:p>
    <w:p w:rsidR="00E0265F" w:rsidRDefault="00E0265F" w:rsidP="00A67E73">
      <w:pPr>
        <w:pStyle w:val="Food"/>
        <w:rPr>
          <w:i w:val="0"/>
        </w:rPr>
      </w:pPr>
      <w:r>
        <w:rPr>
          <w:b/>
          <w:i w:val="0"/>
        </w:rPr>
        <w:t>Carrot Ginger &amp; Maple Soup</w:t>
      </w:r>
      <w:r w:rsidRPr="006F0279">
        <w:rPr>
          <w:b/>
          <w:i w:val="0"/>
        </w:rPr>
        <w:tab/>
      </w:r>
      <w:r>
        <w:rPr>
          <w:b/>
          <w:i w:val="0"/>
        </w:rPr>
        <w:t xml:space="preserve"> 5</w:t>
      </w:r>
      <w:r>
        <w:rPr>
          <w:i w:val="0"/>
        </w:rPr>
        <w:t xml:space="preserve"> </w:t>
      </w:r>
    </w:p>
    <w:p w:rsidR="00E0265F" w:rsidRPr="00DB2E93" w:rsidRDefault="00E0265F" w:rsidP="00A67E73">
      <w:pPr>
        <w:pStyle w:val="Food"/>
        <w:rPr>
          <w:b/>
          <w:i w:val="0"/>
        </w:rPr>
      </w:pPr>
      <w:r>
        <w:rPr>
          <w:i w:val="0"/>
        </w:rPr>
        <w:t>Pepper croutons &amp; parsley</w:t>
      </w:r>
    </w:p>
    <w:p w:rsidR="00E0265F" w:rsidRPr="001504ED" w:rsidRDefault="00E0265F" w:rsidP="009F03CD">
      <w:pPr>
        <w:pStyle w:val="Food"/>
      </w:pPr>
      <w:r w:rsidRPr="001504ED">
        <w:t>200</w:t>
      </w:r>
      <w:r>
        <w:t>7</w:t>
      </w:r>
      <w:r w:rsidRPr="001504ED">
        <w:t xml:space="preserve"> </w:t>
      </w:r>
      <w:r>
        <w:t>Stratus Tollgate White</w:t>
      </w:r>
    </w:p>
    <w:p w:rsidR="00E0265F" w:rsidRPr="003C5465" w:rsidRDefault="00E0265F" w:rsidP="009F03CD">
      <w:pPr>
        <w:pStyle w:val="Wine"/>
        <w:rPr>
          <w:b/>
          <w:lang w:val="fr-CA"/>
        </w:rPr>
      </w:pPr>
      <w:r>
        <w:t xml:space="preserve">Semillon, Chardonnay, </w:t>
      </w:r>
      <w:r w:rsidRPr="00AF1561">
        <w:t>Others</w:t>
      </w:r>
      <w:r w:rsidRPr="001504ED">
        <w:t xml:space="preserve"> </w:t>
      </w:r>
      <w:r>
        <w:t xml:space="preserve"> </w:t>
      </w:r>
      <w:r w:rsidRPr="001504ED">
        <w:t xml:space="preserve"> 6.00(3oz) ~ 11.50 (6oz)</w:t>
      </w:r>
    </w:p>
    <w:p w:rsidR="00E0265F" w:rsidRDefault="00E0265F" w:rsidP="001D54BC">
      <w:pPr>
        <w:pStyle w:val="Wine"/>
        <w:rPr>
          <w:b/>
          <w:i w:val="0"/>
        </w:rPr>
      </w:pPr>
    </w:p>
    <w:p w:rsidR="00E0265F" w:rsidRPr="006E7D84" w:rsidRDefault="00E0265F" w:rsidP="001D54BC">
      <w:pPr>
        <w:pStyle w:val="Wine"/>
        <w:rPr>
          <w:b/>
          <w:i w:val="0"/>
        </w:rPr>
      </w:pPr>
      <w:r>
        <w:rPr>
          <w:b/>
          <w:i w:val="0"/>
        </w:rPr>
        <w:t>Open Faced Meatloaf Sandwich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9</w:t>
      </w:r>
    </w:p>
    <w:p w:rsidR="00E0265F" w:rsidRPr="00EA3E38" w:rsidRDefault="00E0265F" w:rsidP="001D54BC">
      <w:pPr>
        <w:pStyle w:val="Wine"/>
        <w:rPr>
          <w:i w:val="0"/>
        </w:rPr>
      </w:pPr>
      <w:r w:rsidRPr="00EA3E38">
        <w:rPr>
          <w:i w:val="0"/>
        </w:rPr>
        <w:t>House ketchup, arugula, herb sour cream on ancient grain</w:t>
      </w:r>
    </w:p>
    <w:p w:rsidR="00E0265F" w:rsidRPr="00EA3E38" w:rsidRDefault="00E0265F" w:rsidP="00D7505C">
      <w:pPr>
        <w:pStyle w:val="Food"/>
        <w:rPr>
          <w:i w:val="0"/>
        </w:rPr>
      </w:pPr>
      <w:r w:rsidRPr="00EA3E38">
        <w:rPr>
          <w:i w:val="0"/>
        </w:rPr>
        <w:t>2009 Laudo Bodegas Ondalan</w:t>
      </w:r>
    </w:p>
    <w:p w:rsidR="00E0265F" w:rsidRDefault="00E0265F" w:rsidP="00D7505C">
      <w:pPr>
        <w:pStyle w:val="Wine"/>
        <w:rPr>
          <w:b/>
          <w:i w:val="0"/>
        </w:rPr>
      </w:pPr>
      <w:r w:rsidRPr="007A1739">
        <w:t xml:space="preserve">Tempranillo                       </w:t>
      </w:r>
      <w:r>
        <w:t xml:space="preserve">  </w:t>
      </w:r>
      <w:r w:rsidRPr="007A1739">
        <w:t xml:space="preserve">   6.75 (3oz) ~ 13.00 (6oz)</w:t>
      </w:r>
    </w:p>
    <w:p w:rsidR="00E0265F" w:rsidRDefault="00E0265F" w:rsidP="004C1E0C">
      <w:pPr>
        <w:pStyle w:val="Wine"/>
      </w:pPr>
    </w:p>
    <w:p w:rsidR="00E0265F" w:rsidRPr="00A238BD" w:rsidRDefault="00E0265F" w:rsidP="004B38B5">
      <w:pPr>
        <w:pStyle w:val="Food"/>
        <w:rPr>
          <w:b/>
          <w:i w:val="0"/>
        </w:rPr>
      </w:pPr>
      <w:r>
        <w:rPr>
          <w:b/>
          <w:i w:val="0"/>
        </w:rPr>
        <w:t>Pork &amp; Bean Poutine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</w:t>
      </w:r>
      <w:r w:rsidRPr="00A238BD">
        <w:rPr>
          <w:b/>
          <w:i w:val="0"/>
        </w:rPr>
        <w:t>9</w:t>
      </w:r>
    </w:p>
    <w:p w:rsidR="00E0265F" w:rsidRPr="006E7D84" w:rsidRDefault="00E0265F" w:rsidP="004C1E0C">
      <w:pPr>
        <w:pStyle w:val="Wine"/>
        <w:rPr>
          <w:i w:val="0"/>
        </w:rPr>
      </w:pPr>
      <w:r>
        <w:rPr>
          <w:i w:val="0"/>
        </w:rPr>
        <w:t>Aged cheddar &amp; green onions</w:t>
      </w:r>
    </w:p>
    <w:p w:rsidR="00E0265F" w:rsidRDefault="00E0265F" w:rsidP="009F03CD">
      <w:pPr>
        <w:pStyle w:val="Food"/>
      </w:pPr>
      <w:r w:rsidRPr="00C949A5">
        <w:t>2008 Decero Remolinos Vineyard</w:t>
      </w:r>
      <w:r w:rsidRPr="00C949A5">
        <w:br/>
        <w:t>Malbec                                  8.00 (3oz) ~ 15.75 (6oz</w:t>
      </w:r>
      <w:r>
        <w:t>)</w:t>
      </w:r>
    </w:p>
    <w:p w:rsidR="00E0265F" w:rsidRDefault="00E0265F" w:rsidP="009B3A77">
      <w:pPr>
        <w:pStyle w:val="Wine"/>
        <w:rPr>
          <w:b/>
          <w:i w:val="0"/>
        </w:rPr>
      </w:pPr>
    </w:p>
    <w:p w:rsidR="00E0265F" w:rsidRPr="008144F7" w:rsidRDefault="00E0265F" w:rsidP="009B3A77">
      <w:pPr>
        <w:pStyle w:val="Wine"/>
        <w:rPr>
          <w:b/>
          <w:i w:val="0"/>
        </w:rPr>
      </w:pPr>
      <w:r>
        <w:rPr>
          <w:b/>
          <w:i w:val="0"/>
        </w:rPr>
        <w:t>Mushroom Broth &amp; Truffle Twist</w:t>
      </w:r>
      <w:r>
        <w:rPr>
          <w:b/>
          <w:i w:val="0"/>
        </w:rPr>
        <w:tab/>
        <w:t xml:space="preserve">   7</w:t>
      </w:r>
    </w:p>
    <w:p w:rsidR="00E0265F" w:rsidRPr="00FA1CCB" w:rsidRDefault="00E0265F" w:rsidP="009B3A77">
      <w:pPr>
        <w:pStyle w:val="Wine"/>
      </w:pPr>
      <w:r>
        <w:rPr>
          <w:i w:val="0"/>
        </w:rPr>
        <w:t>Poached quail egg,</w:t>
      </w:r>
      <w:r w:rsidRPr="00FA1CCB">
        <w:rPr>
          <w:i w:val="0"/>
        </w:rPr>
        <w:t xml:space="preserve"> mushrooms &amp; spring onions</w:t>
      </w:r>
    </w:p>
    <w:p w:rsidR="00E0265F" w:rsidRPr="00FA1CCB" w:rsidRDefault="00E0265F" w:rsidP="009B3A77">
      <w:pPr>
        <w:pStyle w:val="Wine"/>
        <w:rPr>
          <w:b/>
          <w:lang w:val="fr-CA"/>
        </w:rPr>
      </w:pPr>
      <w:r w:rsidRPr="00AF1561">
        <w:rPr>
          <w:noProof/>
          <w:spacing w:val="8"/>
          <w:lang w:val="fr-CA" w:eastAsia="en-US"/>
        </w:rPr>
        <w:t xml:space="preserve">N.V. "Fino Electrico" Bod. Toro Albala, Pedro Ximenez. Sherry, Spain                    </w:t>
      </w:r>
      <w:r>
        <w:rPr>
          <w:noProof/>
          <w:spacing w:val="8"/>
          <w:lang w:val="fr-CA" w:eastAsia="en-US"/>
        </w:rPr>
        <w:t xml:space="preserve">                    </w:t>
      </w:r>
      <w:r w:rsidRPr="00AF1561">
        <w:rPr>
          <w:noProof/>
          <w:spacing w:val="8"/>
          <w:lang w:val="fr-CA" w:eastAsia="en-US"/>
        </w:rPr>
        <w:t xml:space="preserve">      </w:t>
      </w:r>
      <w:r>
        <w:rPr>
          <w:noProof/>
          <w:spacing w:val="8"/>
          <w:lang w:val="fr-CA" w:eastAsia="en-US"/>
        </w:rPr>
        <w:t>5.50</w:t>
      </w:r>
      <w:r w:rsidRPr="00AF1561">
        <w:rPr>
          <w:noProof/>
          <w:spacing w:val="8"/>
          <w:lang w:val="fr-CA" w:eastAsia="en-US"/>
        </w:rPr>
        <w:t xml:space="preserve"> (</w:t>
      </w:r>
      <w:r>
        <w:rPr>
          <w:noProof/>
          <w:spacing w:val="8"/>
          <w:lang w:val="fr-CA" w:eastAsia="en-US"/>
        </w:rPr>
        <w:t>2</w:t>
      </w:r>
      <w:r w:rsidRPr="00AF1561">
        <w:rPr>
          <w:noProof/>
          <w:spacing w:val="8"/>
          <w:lang w:val="fr-CA" w:eastAsia="en-US"/>
        </w:rPr>
        <w:t>oz</w:t>
      </w:r>
      <w:r>
        <w:rPr>
          <w:noProof/>
          <w:spacing w:val="8"/>
          <w:lang w:val="fr-CA" w:eastAsia="en-US"/>
        </w:rPr>
        <w:t>)</w:t>
      </w:r>
    </w:p>
    <w:p w:rsidR="00E0265F" w:rsidRDefault="00E0265F" w:rsidP="009F03CD">
      <w:pPr>
        <w:pStyle w:val="Food"/>
      </w:pPr>
    </w:p>
    <w:p w:rsidR="00E0265F" w:rsidRPr="0084543B" w:rsidRDefault="00E0265F" w:rsidP="00F741AD">
      <w:pPr>
        <w:pStyle w:val="Food"/>
        <w:rPr>
          <w:b/>
          <w:i w:val="0"/>
        </w:rPr>
      </w:pPr>
      <w:r w:rsidRPr="0084543B">
        <w:rPr>
          <w:b/>
          <w:i w:val="0"/>
        </w:rPr>
        <w:t xml:space="preserve">Cheddar </w:t>
      </w:r>
      <w:r>
        <w:rPr>
          <w:b/>
          <w:i w:val="0"/>
        </w:rPr>
        <w:t>&amp;</w:t>
      </w:r>
      <w:r w:rsidRPr="0084543B">
        <w:rPr>
          <w:b/>
          <w:i w:val="0"/>
        </w:rPr>
        <w:t xml:space="preserve"> Apple Salad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</w:t>
      </w:r>
      <w:r w:rsidRPr="0084543B">
        <w:rPr>
          <w:b/>
          <w:i w:val="0"/>
        </w:rPr>
        <w:t>9</w:t>
      </w:r>
    </w:p>
    <w:p w:rsidR="00E0265F" w:rsidRPr="006E7D84" w:rsidRDefault="00E0265F" w:rsidP="004C1E0C">
      <w:pPr>
        <w:pStyle w:val="Wine"/>
        <w:rPr>
          <w:i w:val="0"/>
        </w:rPr>
      </w:pPr>
      <w:r w:rsidRPr="006E7D84">
        <w:rPr>
          <w:i w:val="0"/>
        </w:rPr>
        <w:t>Greens, grapes, spiced cashews &amp; mustard vinaigrette</w:t>
      </w:r>
    </w:p>
    <w:p w:rsidR="00E0265F" w:rsidRPr="00B17642" w:rsidRDefault="00E0265F" w:rsidP="00111C57">
      <w:pPr>
        <w:pStyle w:val="Food"/>
      </w:pPr>
      <w:r w:rsidRPr="008D496F">
        <w:t xml:space="preserve">2009 </w:t>
      </w:r>
      <w:r w:rsidRPr="00B17642">
        <w:t>Estancia Piedra</w:t>
      </w:r>
    </w:p>
    <w:p w:rsidR="00E0265F" w:rsidRPr="00111C57" w:rsidRDefault="00E0265F" w:rsidP="00111C57">
      <w:pPr>
        <w:pStyle w:val="Wine"/>
        <w:rPr>
          <w:color w:val="000000"/>
        </w:rPr>
      </w:pPr>
      <w:r w:rsidRPr="00B17642">
        <w:rPr>
          <w:lang w:val="fr-CA"/>
        </w:rPr>
        <w:t>Verdejo</w:t>
      </w:r>
      <w:r>
        <w:rPr>
          <w:lang w:val="fr-CA"/>
        </w:rPr>
        <w:t xml:space="preserve">    </w:t>
      </w:r>
      <w:r w:rsidRPr="008D496F">
        <w:rPr>
          <w:lang w:val="fr-CA"/>
        </w:rPr>
        <w:t xml:space="preserve">     </w:t>
      </w:r>
      <w:r w:rsidRPr="008D496F">
        <w:t xml:space="preserve">                     </w:t>
      </w:r>
      <w:r>
        <w:t xml:space="preserve">    </w:t>
      </w:r>
      <w:r w:rsidRPr="008D496F">
        <w:t xml:space="preserve">   </w:t>
      </w:r>
      <w:r>
        <w:t>7.52</w:t>
      </w:r>
      <w:r w:rsidRPr="008D496F">
        <w:t xml:space="preserve"> (3oz) ~</w:t>
      </w:r>
      <w:r>
        <w:t>14.25</w:t>
      </w:r>
      <w:r w:rsidRPr="008D496F">
        <w:t xml:space="preserve"> (6oz)</w:t>
      </w:r>
    </w:p>
    <w:p w:rsidR="00E0265F" w:rsidRPr="00111C57" w:rsidRDefault="00E0265F" w:rsidP="004C1E0C">
      <w:pPr>
        <w:pStyle w:val="Wine"/>
        <w:rPr>
          <w:color w:val="000000"/>
        </w:rPr>
      </w:pPr>
    </w:p>
    <w:p w:rsidR="00E0265F" w:rsidRPr="005D22B2" w:rsidRDefault="00E0265F" w:rsidP="001D54BC">
      <w:pPr>
        <w:pStyle w:val="Wine"/>
        <w:rPr>
          <w:b/>
          <w:i w:val="0"/>
        </w:rPr>
      </w:pPr>
      <w:r>
        <w:rPr>
          <w:b/>
          <w:i w:val="0"/>
        </w:rPr>
        <w:t>Prosciutto &amp; Arugula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E0265F" w:rsidRPr="00CC17B4" w:rsidRDefault="00E0265F" w:rsidP="001D54BC">
      <w:pPr>
        <w:pStyle w:val="Food"/>
        <w:rPr>
          <w:i w:val="0"/>
        </w:rPr>
      </w:pPr>
      <w:r>
        <w:rPr>
          <w:i w:val="0"/>
        </w:rPr>
        <w:t xml:space="preserve">Sweet onions, Tuscano cheese &amp; balsamic vinaigrette </w:t>
      </w:r>
    </w:p>
    <w:p w:rsidR="00E0265F" w:rsidRPr="00206B56" w:rsidRDefault="00E0265F" w:rsidP="00206B56">
      <w:pPr>
        <w:pStyle w:val="Food"/>
      </w:pPr>
      <w:r w:rsidRPr="00206B56">
        <w:t>2009 Laurent Miquel Rosé</w:t>
      </w:r>
    </w:p>
    <w:p w:rsidR="00E0265F" w:rsidRPr="00BD6AB4" w:rsidRDefault="00E0265F" w:rsidP="00DD6F23">
      <w:pPr>
        <w:pStyle w:val="Wine"/>
        <w:rPr>
          <w:b/>
          <w:lang w:val="fr-CA"/>
        </w:rPr>
      </w:pPr>
      <w:r>
        <w:t xml:space="preserve">Cinsault, Syrah          </w:t>
      </w:r>
      <w:r w:rsidRPr="00206B56">
        <w:t xml:space="preserve">             5.00(3oz) ~ 10.00 (6oz)</w:t>
      </w:r>
    </w:p>
    <w:p w:rsidR="00E0265F" w:rsidRDefault="00E0265F" w:rsidP="00C10C11">
      <w:pPr>
        <w:pStyle w:val="Wine"/>
        <w:rPr>
          <w:b/>
          <w:i w:val="0"/>
        </w:rPr>
      </w:pPr>
    </w:p>
    <w:p w:rsidR="00E0265F" w:rsidRPr="008144F7" w:rsidRDefault="00E0265F" w:rsidP="00C10C11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7</w:t>
      </w:r>
    </w:p>
    <w:p w:rsidR="00E0265F" w:rsidRDefault="00E0265F" w:rsidP="00C10C11">
      <w:pPr>
        <w:pStyle w:val="Wine"/>
      </w:pPr>
      <w:r>
        <w:rPr>
          <w:i w:val="0"/>
        </w:rPr>
        <w:t>Pickled vegetables, olive oil toasts &amp; Kozlick’s</w:t>
      </w:r>
      <w:r w:rsidRPr="008144F7">
        <w:rPr>
          <w:i w:val="0"/>
        </w:rPr>
        <w:t xml:space="preserve"> mustard</w:t>
      </w:r>
      <w:r>
        <w:t xml:space="preserve"> </w:t>
      </w:r>
    </w:p>
    <w:p w:rsidR="00E0265F" w:rsidRDefault="00E0265F" w:rsidP="00206B56">
      <w:pPr>
        <w:pStyle w:val="Food"/>
      </w:pPr>
      <w:r w:rsidRPr="008D496F">
        <w:t>200</w:t>
      </w:r>
      <w:r>
        <w:t>8</w:t>
      </w:r>
      <w:r w:rsidRPr="008D496F">
        <w:t xml:space="preserve"> </w:t>
      </w:r>
      <w:r w:rsidRPr="00372818">
        <w:t>Dom. Etienne Pochon Crozes Hermitage</w:t>
      </w:r>
    </w:p>
    <w:p w:rsidR="00E0265F" w:rsidRPr="004C1E0C" w:rsidRDefault="00E0265F" w:rsidP="00206B56">
      <w:pPr>
        <w:pStyle w:val="Wine"/>
        <w:rPr>
          <w:b/>
          <w:lang w:val="fr-CA"/>
        </w:rPr>
      </w:pPr>
      <w:r w:rsidRPr="00372818">
        <w:t>Syrah</w:t>
      </w:r>
      <w:r>
        <w:t xml:space="preserve">   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>8.25</w:t>
      </w:r>
      <w:r w:rsidRPr="008D496F">
        <w:t xml:space="preserve"> (3oz) ~</w:t>
      </w:r>
      <w:r>
        <w:t>16.25</w:t>
      </w:r>
      <w:r w:rsidRPr="008D496F">
        <w:t xml:space="preserve"> (6oz)</w:t>
      </w:r>
    </w:p>
    <w:p w:rsidR="00E0265F" w:rsidRDefault="00E0265F" w:rsidP="00BD038B">
      <w:pPr>
        <w:pStyle w:val="Wine"/>
        <w:rPr>
          <w:b/>
          <w:i w:val="0"/>
        </w:rPr>
      </w:pPr>
    </w:p>
    <w:p w:rsidR="00E0265F" w:rsidRPr="00FA1CCB" w:rsidRDefault="00E0265F" w:rsidP="00806D67">
      <w:pPr>
        <w:pStyle w:val="Wine"/>
        <w:rPr>
          <w:b/>
          <w:i w:val="0"/>
        </w:rPr>
      </w:pPr>
      <w:r>
        <w:rPr>
          <w:b/>
          <w:i w:val="0"/>
        </w:rPr>
        <w:t>Fried Fish Cake</w:t>
      </w:r>
      <w:r w:rsidRPr="00FA1CCB">
        <w:rPr>
          <w:b/>
          <w:i w:val="0"/>
        </w:rPr>
        <w:t xml:space="preserve">                               </w:t>
      </w:r>
      <w:r w:rsidRPr="00FA1CCB">
        <w:rPr>
          <w:b/>
          <w:i w:val="0"/>
        </w:rPr>
        <w:tab/>
        <w:t xml:space="preserve">  8</w:t>
      </w:r>
    </w:p>
    <w:p w:rsidR="00E0265F" w:rsidRPr="00FA1CCB" w:rsidRDefault="00E0265F" w:rsidP="00806D67">
      <w:pPr>
        <w:pStyle w:val="Wine"/>
        <w:rPr>
          <w:b/>
          <w:i w:val="0"/>
        </w:rPr>
      </w:pPr>
      <w:r>
        <w:rPr>
          <w:i w:val="0"/>
        </w:rPr>
        <w:t>Tartar sauce, mixed greens &amp; pickled onions</w:t>
      </w:r>
    </w:p>
    <w:p w:rsidR="00E0265F" w:rsidRPr="00FA1CCB" w:rsidRDefault="00E0265F" w:rsidP="00806D67">
      <w:pPr>
        <w:pStyle w:val="Wine"/>
      </w:pPr>
      <w:r w:rsidRPr="00FA1CCB">
        <w:t xml:space="preserve">2007 Stratus </w:t>
      </w:r>
      <w:r w:rsidRPr="00FA1CCB">
        <w:br/>
        <w:t>Sauvignon Blanc                    10.75 (3oz) ~ 21.00 (6oz)</w:t>
      </w:r>
    </w:p>
    <w:p w:rsidR="00E0265F" w:rsidRPr="00FA1CCB" w:rsidRDefault="00E0265F" w:rsidP="005E0378">
      <w:pPr>
        <w:pStyle w:val="Wine"/>
        <w:rPr>
          <w:b/>
          <w:i w:val="0"/>
        </w:rPr>
      </w:pPr>
    </w:p>
    <w:p w:rsidR="00E0265F" w:rsidRPr="00FA1CCB" w:rsidRDefault="00E0265F" w:rsidP="00BD6AB4">
      <w:pPr>
        <w:pStyle w:val="Wine"/>
        <w:rPr>
          <w:b/>
        </w:rPr>
      </w:pPr>
      <w:r>
        <w:rPr>
          <w:b/>
          <w:i w:val="0"/>
        </w:rPr>
        <w:t>Wild Mushroom</w:t>
      </w:r>
      <w:r w:rsidRPr="00FA1CCB">
        <w:rPr>
          <w:b/>
          <w:i w:val="0"/>
        </w:rPr>
        <w:t xml:space="preserve"> Risotto            </w:t>
      </w:r>
      <w:r>
        <w:rPr>
          <w:b/>
          <w:i w:val="0"/>
        </w:rPr>
        <w:t xml:space="preserve">                           </w:t>
      </w:r>
      <w:r w:rsidRPr="00FA1CCB">
        <w:rPr>
          <w:b/>
          <w:i w:val="0"/>
        </w:rPr>
        <w:t xml:space="preserve">  11                                 </w:t>
      </w:r>
    </w:p>
    <w:p w:rsidR="00E0265F" w:rsidRPr="00FA1CCB" w:rsidRDefault="00E0265F" w:rsidP="00BD6AB4">
      <w:pPr>
        <w:pStyle w:val="Wine"/>
        <w:rPr>
          <w:i w:val="0"/>
        </w:rPr>
      </w:pPr>
      <w:r>
        <w:rPr>
          <w:i w:val="0"/>
        </w:rPr>
        <w:t>Baby spinach,</w:t>
      </w:r>
      <w:r w:rsidRPr="00FA1CCB">
        <w:rPr>
          <w:i w:val="0"/>
        </w:rPr>
        <w:t xml:space="preserve"> Monforte goat cheese</w:t>
      </w:r>
      <w:r>
        <w:rPr>
          <w:i w:val="0"/>
        </w:rPr>
        <w:t xml:space="preserve"> &amp; truffle oil</w:t>
      </w:r>
    </w:p>
    <w:p w:rsidR="00E0265F" w:rsidRPr="00FA1CCB" w:rsidRDefault="00E0265F" w:rsidP="00BD6AB4">
      <w:pPr>
        <w:pStyle w:val="Wine"/>
      </w:pPr>
      <w:r w:rsidRPr="00FA1CCB">
        <w:t>2009 Dom. De la Villaudiere, Sancerre</w:t>
      </w:r>
    </w:p>
    <w:p w:rsidR="00E0265F" w:rsidRPr="00FA1CCB" w:rsidRDefault="00E0265F" w:rsidP="00BD6AB4">
      <w:pPr>
        <w:pStyle w:val="Wine"/>
        <w:rPr>
          <w:b/>
          <w:i w:val="0"/>
        </w:rPr>
      </w:pPr>
      <w:r w:rsidRPr="00FA1CCB">
        <w:t>Sauvignon Blanc                       8.10(3oz) ~ 16.00 (6oz)</w:t>
      </w:r>
    </w:p>
    <w:p w:rsidR="00E0265F" w:rsidRPr="00FA1CCB" w:rsidRDefault="00E0265F" w:rsidP="00BD038B">
      <w:pPr>
        <w:pStyle w:val="Wine"/>
        <w:rPr>
          <w:b/>
          <w:i w:val="0"/>
        </w:rPr>
      </w:pPr>
    </w:p>
    <w:p w:rsidR="00E0265F" w:rsidRPr="001D54BC" w:rsidRDefault="00E0265F" w:rsidP="00D53EA3">
      <w:pPr>
        <w:pStyle w:val="Wine"/>
        <w:rPr>
          <w:b/>
          <w:i w:val="0"/>
        </w:rPr>
      </w:pPr>
      <w:r>
        <w:rPr>
          <w:b/>
          <w:i w:val="0"/>
        </w:rPr>
        <w:t>Beef Short Ribs</w:t>
      </w:r>
      <w:r w:rsidRPr="001D54BC">
        <w:rPr>
          <w:b/>
          <w:i w:val="0"/>
        </w:rPr>
        <w:tab/>
        <w:t xml:space="preserve">  </w:t>
      </w:r>
      <w:r>
        <w:rPr>
          <w:b/>
          <w:i w:val="0"/>
        </w:rPr>
        <w:t xml:space="preserve"> 14</w:t>
      </w:r>
    </w:p>
    <w:p w:rsidR="00E0265F" w:rsidRPr="001D54BC" w:rsidRDefault="00E0265F" w:rsidP="00D53EA3">
      <w:pPr>
        <w:pStyle w:val="Wine"/>
        <w:rPr>
          <w:b/>
          <w:i w:val="0"/>
        </w:rPr>
      </w:pPr>
      <w:r>
        <w:rPr>
          <w:i w:val="0"/>
        </w:rPr>
        <w:t>Celeriac crushed potatoes, pea sprouts &amp; jus</w:t>
      </w:r>
    </w:p>
    <w:p w:rsidR="00E0265F" w:rsidRDefault="00E0265F" w:rsidP="00D53EA3">
      <w:pPr>
        <w:pStyle w:val="Wine"/>
        <w:rPr>
          <w:b/>
          <w:i w:val="0"/>
        </w:rPr>
      </w:pPr>
      <w:r w:rsidRPr="00D7505C">
        <w:t>2006 Domaine des 2 anes</w:t>
      </w:r>
      <w:r w:rsidRPr="00D7505C">
        <w:br/>
        <w:t>Carignan, Grenache, Syrah       7.75 (3oz) ~ 15.00 (6oz)</w:t>
      </w:r>
    </w:p>
    <w:p w:rsidR="00E0265F" w:rsidRDefault="00E0265F" w:rsidP="00BD038B">
      <w:pPr>
        <w:pStyle w:val="Wine"/>
        <w:rPr>
          <w:b/>
          <w:i w:val="0"/>
          <w:sz w:val="16"/>
          <w:szCs w:val="16"/>
        </w:rPr>
      </w:pPr>
    </w:p>
    <w:p w:rsidR="00E0265F" w:rsidRDefault="00E0265F" w:rsidP="00BD038B">
      <w:pPr>
        <w:pStyle w:val="Wine"/>
        <w:rPr>
          <w:b/>
          <w:i w:val="0"/>
          <w:sz w:val="16"/>
          <w:szCs w:val="16"/>
        </w:rPr>
      </w:pPr>
    </w:p>
    <w:p w:rsidR="00E0265F" w:rsidRDefault="00E0265F" w:rsidP="00BD038B">
      <w:pPr>
        <w:pStyle w:val="Wine"/>
        <w:rPr>
          <w:b/>
          <w:i w:val="0"/>
          <w:sz w:val="16"/>
          <w:szCs w:val="16"/>
        </w:rPr>
      </w:pPr>
    </w:p>
    <w:p w:rsidR="00E0265F" w:rsidRDefault="00E0265F" w:rsidP="00BD038B">
      <w:pPr>
        <w:pStyle w:val="Wine"/>
        <w:rPr>
          <w:b/>
          <w:i w:val="0"/>
          <w:sz w:val="16"/>
          <w:szCs w:val="16"/>
        </w:rPr>
      </w:pPr>
    </w:p>
    <w:p w:rsidR="00E0265F" w:rsidRDefault="00E0265F" w:rsidP="00BD038B">
      <w:pPr>
        <w:pStyle w:val="Wine"/>
        <w:rPr>
          <w:b/>
          <w:i w:val="0"/>
          <w:sz w:val="16"/>
          <w:szCs w:val="16"/>
        </w:rPr>
      </w:pPr>
    </w:p>
    <w:p w:rsidR="00E0265F" w:rsidRPr="00E16338" w:rsidRDefault="00E0265F" w:rsidP="00BD038B">
      <w:pPr>
        <w:pStyle w:val="Wine"/>
        <w:rPr>
          <w:b/>
          <w:i w:val="0"/>
          <w:sz w:val="16"/>
          <w:szCs w:val="16"/>
        </w:rPr>
      </w:pPr>
    </w:p>
    <w:p w:rsidR="00E0265F" w:rsidRDefault="00E0265F" w:rsidP="005E0378">
      <w:pPr>
        <w:pStyle w:val="Wine"/>
        <w:rPr>
          <w:b/>
          <w:i w:val="0"/>
        </w:rPr>
      </w:pPr>
    </w:p>
    <w:p w:rsidR="00E0265F" w:rsidRPr="00F741AD" w:rsidRDefault="00E0265F" w:rsidP="005E0378">
      <w:pPr>
        <w:pStyle w:val="Wine"/>
        <w:rPr>
          <w:b/>
        </w:rPr>
      </w:pPr>
      <w:r>
        <w:rPr>
          <w:b/>
          <w:i w:val="0"/>
        </w:rPr>
        <w:t xml:space="preserve">Crispy Pork Belly                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  12                                 </w:t>
      </w:r>
    </w:p>
    <w:p w:rsidR="00E0265F" w:rsidRPr="00277431" w:rsidRDefault="00E0265F" w:rsidP="005E0378">
      <w:pPr>
        <w:pStyle w:val="Wine"/>
        <w:rPr>
          <w:i w:val="0"/>
        </w:rPr>
      </w:pPr>
      <w:r>
        <w:rPr>
          <w:i w:val="0"/>
        </w:rPr>
        <w:t xml:space="preserve">Braised red cabbage, raisins &amp; </w:t>
      </w:r>
      <w:smartTag w:uri="urn:schemas-microsoft-com:office:smarttags" w:element="PlaceType">
        <w:r>
          <w:rPr>
            <w:i w:val="0"/>
          </w:rPr>
          <w:t>Niagara</w:t>
        </w:r>
      </w:smartTag>
      <w:r>
        <w:rPr>
          <w:i w:val="0"/>
        </w:rPr>
        <w:t xml:space="preserve"> cherries</w:t>
      </w:r>
    </w:p>
    <w:p w:rsidR="00E0265F" w:rsidRDefault="00E0265F" w:rsidP="005E0378">
      <w:pPr>
        <w:pStyle w:val="Wine"/>
        <w:rPr>
          <w:b/>
          <w:i w:val="0"/>
        </w:rPr>
      </w:pPr>
      <w:r w:rsidRPr="00A4181B">
        <w:t>2008 Louis Jadot, Meursault</w:t>
      </w:r>
      <w:r w:rsidRPr="00A4181B">
        <w:br/>
        <w:t>Chardonnay                            16.00(3oz) ~ 31.50 (6oz)</w:t>
      </w:r>
    </w:p>
    <w:p w:rsidR="00E0265F" w:rsidRDefault="00E0265F" w:rsidP="001D54BC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E0265F" w:rsidRPr="005D22B2" w:rsidRDefault="00E0265F" w:rsidP="001D54BC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Grilled Rib Eye Steak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5</w:t>
      </w:r>
      <w:r w:rsidRPr="005D22B2">
        <w:t xml:space="preserve">                        </w:t>
      </w:r>
    </w:p>
    <w:p w:rsidR="00E0265F" w:rsidRDefault="00E0265F" w:rsidP="001D54BC">
      <w:pPr>
        <w:pStyle w:val="Wine"/>
        <w:rPr>
          <w:i w:val="0"/>
        </w:rPr>
      </w:pPr>
      <w:r>
        <w:rPr>
          <w:i w:val="0"/>
        </w:rPr>
        <w:t>Sweet potato fries, spiced aioli &amp; pickled pepper</w:t>
      </w:r>
    </w:p>
    <w:p w:rsidR="00E0265F" w:rsidRPr="005C3F45" w:rsidRDefault="00E0265F" w:rsidP="001D54BC">
      <w:pPr>
        <w:pStyle w:val="Wine"/>
      </w:pPr>
      <w:r w:rsidRPr="00C949A5">
        <w:rPr>
          <w:lang w:val="fr-CA"/>
        </w:rPr>
        <w:t>2007 Norman Hardie "Cuvée L"</w:t>
      </w:r>
      <w:r w:rsidRPr="00C949A5">
        <w:rPr>
          <w:lang w:val="fr-CA"/>
        </w:rPr>
        <w:br/>
        <w:t>Pinot Noir                               14.25 (3oz) ~ 28.25 (6oz)</w:t>
      </w:r>
    </w:p>
    <w:p w:rsidR="00E0265F" w:rsidRDefault="00E0265F" w:rsidP="00266E1A">
      <w:pPr>
        <w:pStyle w:val="Wine"/>
        <w:rPr>
          <w:b/>
          <w:i w:val="0"/>
        </w:rPr>
      </w:pPr>
      <w:r>
        <w:rPr>
          <w:b/>
          <w:i w:val="0"/>
        </w:rPr>
        <w:t xml:space="preserve">   </w:t>
      </w:r>
    </w:p>
    <w:p w:rsidR="00E0265F" w:rsidRPr="005D22B2" w:rsidRDefault="00E0265F" w:rsidP="00BD6AB4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Seared Wild Fish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4</w:t>
      </w:r>
      <w:r w:rsidRPr="005D22B2">
        <w:t xml:space="preserve">                        </w:t>
      </w:r>
    </w:p>
    <w:p w:rsidR="00E0265F" w:rsidRDefault="00E0265F" w:rsidP="00BD6AB4">
      <w:pPr>
        <w:pStyle w:val="Wine"/>
        <w:rPr>
          <w:i w:val="0"/>
        </w:rPr>
      </w:pPr>
      <w:r>
        <w:rPr>
          <w:i w:val="0"/>
        </w:rPr>
        <w:t>Grilled radicchio, collard greens &amp; fennel</w:t>
      </w:r>
    </w:p>
    <w:p w:rsidR="00E0265F" w:rsidRPr="005C3F45" w:rsidRDefault="00E0265F" w:rsidP="00BD6AB4">
      <w:pPr>
        <w:pStyle w:val="Wine"/>
      </w:pPr>
      <w:r w:rsidRPr="002A7F5E">
        <w:t>N.V. Nicolas Feuillate Brut "Reserve Particuliere"</w:t>
      </w:r>
      <w:r w:rsidRPr="002A7F5E">
        <w:br/>
        <w:t>P. Noir, P. Meunier, Chard      13.00 (3oz) ~ 25.00 (6oz)</w:t>
      </w:r>
    </w:p>
    <w:p w:rsidR="00E0265F" w:rsidRDefault="00E0265F" w:rsidP="00BD6AB4">
      <w:pPr>
        <w:pStyle w:val="Wine"/>
        <w:rPr>
          <w:b/>
          <w:i w:val="0"/>
        </w:rPr>
      </w:pPr>
    </w:p>
    <w:p w:rsidR="00E0265F" w:rsidRPr="006E7D84" w:rsidRDefault="00E0265F" w:rsidP="00BD6AB4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Type">
          <w:r w:rsidRPr="006E7D84">
            <w:rPr>
              <w:b/>
              <w:i w:val="0"/>
            </w:rPr>
            <w:t>Qualicum</w:t>
          </w:r>
        </w:smartTag>
        <w:r w:rsidRPr="006E7D84">
          <w:rPr>
            <w:b/>
            <w:i w:val="0"/>
          </w:rPr>
          <w:t xml:space="preserve"> </w:t>
        </w:r>
        <w:smartTag w:uri="urn:schemas-microsoft-com:office:smarttags" w:element="PlaceType">
          <w:r w:rsidRPr="006E7D84">
            <w:rPr>
              <w:b/>
              <w:i w:val="0"/>
            </w:rPr>
            <w:t>Bay</w:t>
          </w:r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E0265F" w:rsidRPr="00C06276" w:rsidRDefault="00E0265F" w:rsidP="00BD6AB4">
      <w:pPr>
        <w:pStyle w:val="Wine"/>
        <w:rPr>
          <w:b/>
        </w:rPr>
      </w:pPr>
      <w:r>
        <w:rPr>
          <w:i w:val="0"/>
        </w:rPr>
        <w:t xml:space="preserve">Bacon lardons, leeks &amp; confit tomatoes  </w:t>
      </w:r>
    </w:p>
    <w:p w:rsidR="00E0265F" w:rsidRPr="004B2820" w:rsidRDefault="00E0265F" w:rsidP="00BD6AB4">
      <w:pPr>
        <w:pStyle w:val="Food"/>
        <w:rPr>
          <w:noProof w:val="0"/>
          <w:spacing w:val="6"/>
          <w:lang w:val="en-US" w:eastAsia="en-CA"/>
        </w:rPr>
      </w:pPr>
      <w:r w:rsidRPr="004B2820">
        <w:rPr>
          <w:noProof w:val="0"/>
          <w:spacing w:val="6"/>
          <w:lang w:val="en-US" w:eastAsia="en-CA"/>
        </w:rPr>
        <w:t>2007 Kuhling - Gillot "Nierstein Olberg"</w:t>
      </w:r>
      <w:r w:rsidRPr="004B2820">
        <w:rPr>
          <w:noProof w:val="0"/>
          <w:spacing w:val="6"/>
          <w:lang w:val="en-US" w:eastAsia="en-CA"/>
        </w:rPr>
        <w:br/>
        <w:t xml:space="preserve">Riesling                         </w:t>
      </w:r>
      <w:r>
        <w:rPr>
          <w:noProof w:val="0"/>
          <w:spacing w:val="6"/>
          <w:lang w:val="en-US" w:eastAsia="en-CA"/>
        </w:rPr>
        <w:t xml:space="preserve">   </w:t>
      </w:r>
      <w:r w:rsidRPr="004B2820">
        <w:rPr>
          <w:noProof w:val="0"/>
          <w:spacing w:val="6"/>
          <w:lang w:val="en-US" w:eastAsia="en-CA"/>
        </w:rPr>
        <w:t xml:space="preserve">       17.75 (3oz) ~ 35.00 (6oz)</w:t>
      </w:r>
    </w:p>
    <w:p w:rsidR="00E0265F" w:rsidRDefault="00E0265F" w:rsidP="00BD6AB4">
      <w:pPr>
        <w:pStyle w:val="Wine"/>
        <w:rPr>
          <w:b/>
          <w:i w:val="0"/>
          <w:sz w:val="16"/>
          <w:szCs w:val="16"/>
        </w:rPr>
      </w:pPr>
    </w:p>
    <w:p w:rsidR="00E0265F" w:rsidRPr="008F6E2D" w:rsidRDefault="00E0265F" w:rsidP="009B3373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Roast Muscovy Duck Breast</w:t>
      </w:r>
      <w:r w:rsidRPr="008F6E2D">
        <w:rPr>
          <w:b/>
          <w:i w:val="0"/>
          <w:lang w:val="fr-CA"/>
        </w:rPr>
        <w:tab/>
      </w:r>
      <w:r>
        <w:rPr>
          <w:b/>
          <w:i w:val="0"/>
          <w:lang w:val="fr-CA"/>
        </w:rPr>
        <w:t xml:space="preserve"> </w:t>
      </w:r>
      <w:r w:rsidRPr="008F6E2D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>13</w:t>
      </w:r>
      <w:r w:rsidRPr="008F6E2D">
        <w:rPr>
          <w:b/>
          <w:i w:val="0"/>
          <w:lang w:val="fr-CA"/>
        </w:rPr>
        <w:t xml:space="preserve"> </w:t>
      </w:r>
    </w:p>
    <w:p w:rsidR="00E0265F" w:rsidRPr="008F6E2D" w:rsidRDefault="00E0265F" w:rsidP="009B3373">
      <w:pPr>
        <w:pStyle w:val="Wine"/>
        <w:rPr>
          <w:i w:val="0"/>
          <w:lang w:val="fr-CA"/>
        </w:rPr>
      </w:pPr>
      <w:r>
        <w:rPr>
          <w:i w:val="0"/>
          <w:lang w:val="fr-CA"/>
        </w:rPr>
        <w:t xml:space="preserve">Wild blueberries, garlic rapini &amp; fingerling potatoes  </w:t>
      </w:r>
    </w:p>
    <w:p w:rsidR="00E0265F" w:rsidRPr="001D65B8" w:rsidRDefault="00E0265F" w:rsidP="009B3373">
      <w:pPr>
        <w:pStyle w:val="Wine"/>
        <w:rPr>
          <w:lang w:val="fr-CA"/>
        </w:rPr>
      </w:pPr>
      <w:r>
        <w:rPr>
          <w:lang w:val="fr-CA"/>
        </w:rPr>
        <w:t xml:space="preserve">2007 </w:t>
      </w:r>
      <w:r w:rsidRPr="00666733">
        <w:rPr>
          <w:lang w:val="fr-CA"/>
        </w:rPr>
        <w:t>Ab</w:t>
      </w:r>
      <w:r>
        <w:rPr>
          <w:lang w:val="fr-CA"/>
        </w:rPr>
        <w:t>adia Retuerta Seleccion Especial</w:t>
      </w:r>
      <w:r w:rsidRPr="001D65B8">
        <w:rPr>
          <w:lang w:val="fr-CA"/>
        </w:rPr>
        <w:t xml:space="preserve"> </w:t>
      </w:r>
    </w:p>
    <w:p w:rsidR="00E0265F" w:rsidRPr="008F6E2D" w:rsidRDefault="00E0265F" w:rsidP="009B3373">
      <w:pPr>
        <w:pStyle w:val="Wine"/>
        <w:rPr>
          <w:lang w:val="fr-CA"/>
        </w:rPr>
      </w:pPr>
      <w:r>
        <w:rPr>
          <w:lang w:val="fr-CA"/>
        </w:rPr>
        <w:t>Tempr</w:t>
      </w:r>
      <w:r w:rsidRPr="00666733">
        <w:rPr>
          <w:lang w:val="fr-CA"/>
        </w:rPr>
        <w:t>, Ca</w:t>
      </w:r>
      <w:r>
        <w:rPr>
          <w:lang w:val="fr-CA"/>
        </w:rPr>
        <w:t>b</w:t>
      </w:r>
      <w:r w:rsidRPr="00666733">
        <w:rPr>
          <w:lang w:val="fr-CA"/>
        </w:rPr>
        <w:t xml:space="preserve">. Sauv., Merlot </w:t>
      </w:r>
      <w:r>
        <w:rPr>
          <w:lang w:val="fr-CA"/>
        </w:rPr>
        <w:t xml:space="preserve">     </w:t>
      </w:r>
      <w:r w:rsidRPr="001D65B8">
        <w:rPr>
          <w:lang w:val="fr-CA"/>
        </w:rPr>
        <w:t>10.75 (3</w:t>
      </w:r>
      <w:r>
        <w:rPr>
          <w:lang w:val="fr-CA"/>
        </w:rPr>
        <w:t>oz) ~ 21.25 (6</w:t>
      </w:r>
      <w:r w:rsidRPr="001D65B8">
        <w:rPr>
          <w:lang w:val="fr-CA"/>
        </w:rPr>
        <w:t>oz)</w:t>
      </w:r>
    </w:p>
    <w:p w:rsidR="00E0265F" w:rsidRDefault="00E0265F" w:rsidP="00BD6AB4">
      <w:pPr>
        <w:pStyle w:val="Wine"/>
        <w:rPr>
          <w:b/>
          <w:i w:val="0"/>
          <w:sz w:val="16"/>
          <w:szCs w:val="16"/>
        </w:rPr>
      </w:pPr>
    </w:p>
    <w:p w:rsidR="00E0265F" w:rsidRDefault="00E0265F" w:rsidP="00BD6AB4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 </w:t>
      </w:r>
      <w:r w:rsidRPr="006E7D84">
        <w:rPr>
          <w:b/>
          <w:i w:val="0"/>
          <w:lang w:val="fr-CA"/>
        </w:rPr>
        <w:t xml:space="preserve">             16</w:t>
      </w:r>
    </w:p>
    <w:p w:rsidR="00E0265F" w:rsidRDefault="00E0265F" w:rsidP="00BD6AB4">
      <w:pPr>
        <w:pStyle w:val="Wine"/>
        <w:rPr>
          <w:i w:val="0"/>
          <w:lang w:val="fr-CA"/>
        </w:rPr>
      </w:pPr>
      <w:r>
        <w:rPr>
          <w:i w:val="0"/>
          <w:lang w:val="fr-CA"/>
        </w:rPr>
        <w:t>Cloth-bound Cheddar, Light Hall Tomme, Tuscano,</w:t>
      </w:r>
    </w:p>
    <w:p w:rsidR="00E0265F" w:rsidRDefault="00E0265F" w:rsidP="00BD6AB4">
      <w:pPr>
        <w:pStyle w:val="Wine"/>
        <w:rPr>
          <w:i w:val="0"/>
          <w:lang w:val="fr-CA"/>
        </w:rPr>
      </w:pPr>
      <w:r>
        <w:rPr>
          <w:i w:val="0"/>
          <w:lang w:val="fr-CA"/>
        </w:rPr>
        <w:t>Creme fraiche Brie and Bleu Benedictin</w:t>
      </w:r>
    </w:p>
    <w:p w:rsidR="00E0265F" w:rsidRPr="00666733" w:rsidRDefault="00E0265F" w:rsidP="00BD6AB4">
      <w:pPr>
        <w:pStyle w:val="Wine"/>
        <w:rPr>
          <w:lang w:val="fr-CA"/>
        </w:rPr>
      </w:pPr>
      <w:r w:rsidRPr="00666733">
        <w:rPr>
          <w:lang w:val="fr-CA"/>
        </w:rPr>
        <w:t xml:space="preserve">Wine Pairing: </w:t>
      </w:r>
      <w:r>
        <w:rPr>
          <w:lang w:val="fr-CA"/>
        </w:rPr>
        <w:t>1oz of 5 Wines                              16.00</w:t>
      </w:r>
    </w:p>
    <w:p w:rsidR="00E0265F" w:rsidRPr="00E16338" w:rsidRDefault="00E0265F" w:rsidP="00BD6AB4">
      <w:pPr>
        <w:pStyle w:val="Wine"/>
        <w:rPr>
          <w:b/>
          <w:i w:val="0"/>
          <w:sz w:val="16"/>
          <w:szCs w:val="16"/>
        </w:rPr>
      </w:pPr>
    </w:p>
    <w:p w:rsidR="00E0265F" w:rsidRPr="008F6E2D" w:rsidRDefault="00E0265F" w:rsidP="00570245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Poached Pear</w:t>
      </w:r>
      <w:r w:rsidRPr="008F6E2D">
        <w:rPr>
          <w:b/>
          <w:i w:val="0"/>
          <w:lang w:val="fr-CA"/>
        </w:rPr>
        <w:tab/>
      </w:r>
      <w:r>
        <w:rPr>
          <w:b/>
          <w:i w:val="0"/>
          <w:lang w:val="fr-CA"/>
        </w:rPr>
        <w:t xml:space="preserve"> </w:t>
      </w:r>
      <w:r w:rsidRPr="008F6E2D">
        <w:rPr>
          <w:b/>
          <w:i w:val="0"/>
          <w:lang w:val="fr-CA"/>
        </w:rPr>
        <w:t xml:space="preserve"> 7 </w:t>
      </w:r>
    </w:p>
    <w:p w:rsidR="00E0265F" w:rsidRPr="008F6E2D" w:rsidRDefault="00E0265F" w:rsidP="00570245">
      <w:pPr>
        <w:pStyle w:val="Wine"/>
        <w:rPr>
          <w:i w:val="0"/>
          <w:lang w:val="fr-CA"/>
        </w:rPr>
      </w:pPr>
      <w:r>
        <w:rPr>
          <w:i w:val="0"/>
          <w:lang w:val="fr-CA"/>
        </w:rPr>
        <w:t>Granola crumble</w:t>
      </w:r>
    </w:p>
    <w:p w:rsidR="00E0265F" w:rsidRPr="008F6E2D" w:rsidRDefault="00E0265F" w:rsidP="00570245">
      <w:pPr>
        <w:pStyle w:val="Wine"/>
        <w:rPr>
          <w:lang w:val="fr-CA"/>
        </w:rPr>
      </w:pPr>
      <w:r w:rsidRPr="008F6E2D">
        <w:rPr>
          <w:lang w:val="fr-CA"/>
        </w:rPr>
        <w:t>2005 Weinbau Zahel "Rosengartl"</w:t>
      </w:r>
    </w:p>
    <w:p w:rsidR="00E0265F" w:rsidRPr="008F6E2D" w:rsidRDefault="00E0265F" w:rsidP="00570245">
      <w:pPr>
        <w:pStyle w:val="Wine"/>
        <w:rPr>
          <w:lang w:val="fr-CA"/>
        </w:rPr>
      </w:pPr>
      <w:r w:rsidRPr="008F6E2D">
        <w:rPr>
          <w:lang w:val="fr-CA"/>
        </w:rPr>
        <w:t>Vienna, Austria                      7.50 (1oz) ~ 15.00 (2oz)</w:t>
      </w:r>
    </w:p>
    <w:p w:rsidR="00E0265F" w:rsidRPr="00E16338" w:rsidRDefault="00E0265F" w:rsidP="00BD6AB4">
      <w:pPr>
        <w:pStyle w:val="Wine"/>
        <w:rPr>
          <w:b/>
          <w:i w:val="0"/>
          <w:sz w:val="16"/>
          <w:szCs w:val="16"/>
        </w:rPr>
      </w:pPr>
    </w:p>
    <w:p w:rsidR="00E0265F" w:rsidRPr="008F6E2D" w:rsidRDefault="00E0265F" w:rsidP="00BD6AB4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Chocolate Mousse</w:t>
      </w:r>
      <w:r w:rsidRPr="008F6E2D">
        <w:rPr>
          <w:b/>
          <w:i w:val="0"/>
          <w:lang w:val="fr-CA"/>
        </w:rPr>
        <w:tab/>
      </w:r>
      <w:r>
        <w:rPr>
          <w:b/>
          <w:i w:val="0"/>
          <w:lang w:val="fr-CA"/>
        </w:rPr>
        <w:t xml:space="preserve"> </w:t>
      </w:r>
      <w:r w:rsidRPr="008F6E2D">
        <w:rPr>
          <w:b/>
          <w:i w:val="0"/>
          <w:lang w:val="fr-CA"/>
        </w:rPr>
        <w:t xml:space="preserve"> 7</w:t>
      </w:r>
    </w:p>
    <w:p w:rsidR="00E0265F" w:rsidRPr="008F6E2D" w:rsidRDefault="00E0265F" w:rsidP="00BD6AB4">
      <w:pPr>
        <w:pStyle w:val="Wine"/>
        <w:rPr>
          <w:i w:val="0"/>
          <w:lang w:val="fr-CA"/>
        </w:rPr>
      </w:pPr>
      <w:r>
        <w:rPr>
          <w:i w:val="0"/>
          <w:lang w:val="fr-CA"/>
        </w:rPr>
        <w:t>Toasted coconut &amp; candied walnuts</w:t>
      </w:r>
    </w:p>
    <w:p w:rsidR="00E0265F" w:rsidRPr="008F6E2D" w:rsidRDefault="00E0265F" w:rsidP="00BD6AB4">
      <w:pPr>
        <w:pStyle w:val="Wine"/>
        <w:rPr>
          <w:lang w:val="fr-CA"/>
        </w:rPr>
      </w:pPr>
      <w:r w:rsidRPr="008F6E2D">
        <w:rPr>
          <w:lang w:val="fr-CA"/>
        </w:rPr>
        <w:t>2005 Lammershoek</w:t>
      </w:r>
    </w:p>
    <w:p w:rsidR="00E0265F" w:rsidRPr="00270E45" w:rsidRDefault="00E0265F" w:rsidP="00BD6AB4">
      <w:pPr>
        <w:pStyle w:val="Wine"/>
      </w:pPr>
      <w:r w:rsidRPr="008F6E2D">
        <w:t xml:space="preserve">Pinotage                           </w:t>
      </w:r>
      <w:r>
        <w:t xml:space="preserve">  </w:t>
      </w:r>
      <w:r w:rsidRPr="008F6E2D">
        <w:t xml:space="preserve">      4.50 (1oz) ~ 9.00 (2oz)</w:t>
      </w:r>
    </w:p>
    <w:p w:rsidR="00E0265F" w:rsidRDefault="00E0265F" w:rsidP="00796CF3">
      <w:pPr>
        <w:pStyle w:val="Food"/>
        <w:rPr>
          <w:b/>
          <w:i w:val="0"/>
        </w:rPr>
      </w:pPr>
    </w:p>
    <w:p w:rsidR="00E0265F" w:rsidRDefault="00E0265F" w:rsidP="00B6067D">
      <w:pPr>
        <w:pStyle w:val="Food"/>
        <w:rPr>
          <w:b/>
          <w:i w:val="0"/>
        </w:rPr>
      </w:pPr>
      <w:r>
        <w:rPr>
          <w:b/>
          <w:i w:val="0"/>
        </w:rPr>
        <w:t>Vanilla Pavlova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E0265F" w:rsidRPr="00B25DA9" w:rsidRDefault="00E0265F" w:rsidP="00B6067D">
      <w:pPr>
        <w:pStyle w:val="Food"/>
        <w:rPr>
          <w:b/>
          <w:i w:val="0"/>
        </w:rPr>
      </w:pPr>
      <w:r>
        <w:rPr>
          <w:i w:val="0"/>
        </w:rPr>
        <w:t>Niagara apricots</w:t>
      </w:r>
    </w:p>
    <w:p w:rsidR="00E0265F" w:rsidRPr="00722E10" w:rsidRDefault="00E0265F" w:rsidP="00EF1B50">
      <w:pPr>
        <w:pStyle w:val="Food"/>
        <w:rPr>
          <w:highlight w:val="yellow"/>
        </w:rPr>
      </w:pPr>
      <w:r>
        <w:t xml:space="preserve">2005 </w:t>
      </w:r>
      <w:r w:rsidRPr="00722E10">
        <w:t>Weinbau Zahel "Rosengartl"</w:t>
      </w:r>
    </w:p>
    <w:p w:rsidR="00E0265F" w:rsidRDefault="00E0265F" w:rsidP="00EF1B50">
      <w:pPr>
        <w:pStyle w:val="Food"/>
      </w:pPr>
      <w:r w:rsidRPr="00722E10">
        <w:t xml:space="preserve">Vienna, Austria                      </w:t>
      </w:r>
      <w:r>
        <w:t>7.50</w:t>
      </w:r>
      <w:r w:rsidRPr="00722E10">
        <w:t xml:space="preserve"> (1oz) ~ </w:t>
      </w:r>
      <w:r>
        <w:t>15.00</w:t>
      </w:r>
      <w:r w:rsidRPr="00722E10">
        <w:t xml:space="preserve"> (2oz)</w:t>
      </w:r>
    </w:p>
    <w:p w:rsidR="00E0265F" w:rsidRDefault="00E0265F" w:rsidP="005A185D">
      <w:pPr>
        <w:pStyle w:val="Food"/>
        <w:rPr>
          <w:b/>
          <w:i w:val="0"/>
        </w:rPr>
      </w:pPr>
    </w:p>
    <w:p w:rsidR="00E0265F" w:rsidRPr="0084543B" w:rsidRDefault="00E0265F" w:rsidP="00C561B1">
      <w:pPr>
        <w:pStyle w:val="Food"/>
        <w:rPr>
          <w:b/>
          <w:i w:val="0"/>
        </w:rPr>
      </w:pPr>
      <w:r>
        <w:rPr>
          <w:b/>
          <w:i w:val="0"/>
        </w:rPr>
        <w:t>Peanut Butter Brulee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7</w:t>
      </w:r>
    </w:p>
    <w:p w:rsidR="00E0265F" w:rsidRDefault="00E0265F" w:rsidP="00C561B1">
      <w:pPr>
        <w:pStyle w:val="Food"/>
        <w:rPr>
          <w:i w:val="0"/>
        </w:rPr>
      </w:pPr>
      <w:r>
        <w:rPr>
          <w:i w:val="0"/>
        </w:rPr>
        <w:t>Almond cookie</w:t>
      </w:r>
    </w:p>
    <w:p w:rsidR="00E0265F" w:rsidRDefault="00E0265F" w:rsidP="00F630E5">
      <w:pPr>
        <w:pStyle w:val="Food"/>
      </w:pPr>
      <w:r>
        <w:t>NV Gonzalez-Byass « Nectar »</w:t>
      </w:r>
    </w:p>
    <w:p w:rsidR="00E0265F" w:rsidRDefault="00E0265F" w:rsidP="00F630E5">
      <w:pPr>
        <w:pStyle w:val="Food"/>
      </w:pPr>
      <w:r>
        <w:t xml:space="preserve">Pedro Ximenez                     </w:t>
      </w:r>
      <w:r w:rsidRPr="00C20178">
        <w:t xml:space="preserve"> </w:t>
      </w:r>
      <w:r>
        <w:t>7.00</w:t>
      </w:r>
      <w:r w:rsidRPr="00C20178">
        <w:t xml:space="preserve"> (</w:t>
      </w:r>
      <w:r>
        <w:t>1</w:t>
      </w:r>
      <w:r w:rsidRPr="00C20178">
        <w:t xml:space="preserve">oz) ~ </w:t>
      </w:r>
      <w:r>
        <w:t>14.00</w:t>
      </w:r>
      <w:r w:rsidRPr="00C20178">
        <w:t xml:space="preserve"> (</w:t>
      </w:r>
      <w:r>
        <w:t>2</w:t>
      </w:r>
      <w:r w:rsidRPr="00C20178">
        <w:t>oz)</w:t>
      </w:r>
    </w:p>
    <w:p w:rsidR="00E0265F" w:rsidRDefault="00E0265F" w:rsidP="00EF1B50">
      <w:pPr>
        <w:pStyle w:val="Food"/>
      </w:pPr>
    </w:p>
    <w:p w:rsidR="00E0265F" w:rsidRDefault="00E0265F" w:rsidP="00A06680">
      <w:pPr>
        <w:pStyle w:val="Food"/>
      </w:pPr>
    </w:p>
    <w:p w:rsidR="00E0265F" w:rsidRPr="00790246" w:rsidRDefault="00E0265F" w:rsidP="00A06680">
      <w:pPr>
        <w:pStyle w:val="Food"/>
      </w:pPr>
      <w:r>
        <w:t xml:space="preserve">Friday, Feburary 18th, 2011 </w:t>
      </w:r>
      <w:r>
        <w:br/>
        <w:t>Bryan Burk</w:t>
      </w:r>
      <w:r w:rsidRPr="00790246">
        <w:t>e – Executive Chef</w:t>
      </w:r>
    </w:p>
    <w:p w:rsidR="00E0265F" w:rsidRDefault="00E0265F" w:rsidP="00F741AD">
      <w:pPr>
        <w:pStyle w:val="Food"/>
      </w:pPr>
      <w:r w:rsidRPr="005A2357">
        <w:t>Adam Dolley - Sous Chef</w:t>
      </w:r>
    </w:p>
    <w:p w:rsidR="00E0265F" w:rsidRDefault="00E0265F" w:rsidP="00F741AD">
      <w:pPr>
        <w:pStyle w:val="Food"/>
      </w:pPr>
    </w:p>
    <w:p w:rsidR="00E0265F" w:rsidRDefault="00E0265F" w:rsidP="00F741AD">
      <w:pPr>
        <w:pStyle w:val="Food"/>
      </w:pPr>
    </w:p>
    <w:p w:rsidR="00E0265F" w:rsidRPr="007B7319" w:rsidRDefault="00E0265F" w:rsidP="00495053">
      <w:pPr>
        <w:pStyle w:val="Food"/>
      </w:pPr>
      <w:r w:rsidRPr="007B7319">
        <w:t>We support a healthy, ethical, sustainable, local food culture.</w:t>
      </w:r>
    </w:p>
    <w:p w:rsidR="00E0265F" w:rsidRDefault="00E0265F" w:rsidP="00F741AD">
      <w:pPr>
        <w:pStyle w:val="Food"/>
      </w:pPr>
    </w:p>
    <w:sectPr w:rsidR="00E0265F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C96D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13"/>
  </w:num>
  <w:num w:numId="33">
    <w:abstractNumId w:val="9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11"/>
  </w:num>
  <w:num w:numId="44">
    <w:abstractNumId w:val="10"/>
  </w:num>
  <w:num w:numId="4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27D9A"/>
    <w:rsid w:val="0003136E"/>
    <w:rsid w:val="00031471"/>
    <w:rsid w:val="0003207C"/>
    <w:rsid w:val="00032E51"/>
    <w:rsid w:val="00034D42"/>
    <w:rsid w:val="000350B6"/>
    <w:rsid w:val="00036D50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1ADA"/>
    <w:rsid w:val="00082A96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01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64A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5D03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4ED"/>
    <w:rsid w:val="001506B9"/>
    <w:rsid w:val="00150D84"/>
    <w:rsid w:val="00151160"/>
    <w:rsid w:val="00151B5F"/>
    <w:rsid w:val="00153173"/>
    <w:rsid w:val="00154E26"/>
    <w:rsid w:val="001554F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8A4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5B8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B56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8BD"/>
    <w:rsid w:val="00224992"/>
    <w:rsid w:val="0022522F"/>
    <w:rsid w:val="00230DF2"/>
    <w:rsid w:val="00231455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25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45"/>
    <w:rsid w:val="00270ED7"/>
    <w:rsid w:val="002711D3"/>
    <w:rsid w:val="002714DD"/>
    <w:rsid w:val="00271604"/>
    <w:rsid w:val="00271C3B"/>
    <w:rsid w:val="00271E8D"/>
    <w:rsid w:val="00271EB7"/>
    <w:rsid w:val="00271F51"/>
    <w:rsid w:val="002723F3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A7F5E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09F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333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0CA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5F36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68A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820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245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4DC4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A9A"/>
    <w:rsid w:val="00661B7F"/>
    <w:rsid w:val="006631AE"/>
    <w:rsid w:val="00663420"/>
    <w:rsid w:val="0066353A"/>
    <w:rsid w:val="00664094"/>
    <w:rsid w:val="0066534E"/>
    <w:rsid w:val="00666733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551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4F7E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4FF9"/>
    <w:rsid w:val="0075574B"/>
    <w:rsid w:val="00755850"/>
    <w:rsid w:val="00756210"/>
    <w:rsid w:val="007567BC"/>
    <w:rsid w:val="007600C3"/>
    <w:rsid w:val="00762E69"/>
    <w:rsid w:val="00762F8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519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355D"/>
    <w:rsid w:val="008F42F4"/>
    <w:rsid w:val="008F437B"/>
    <w:rsid w:val="008F4A58"/>
    <w:rsid w:val="008F65F4"/>
    <w:rsid w:val="008F6E2D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373"/>
    <w:rsid w:val="009B3A7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7FD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469A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61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146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38B"/>
    <w:rsid w:val="00BD0678"/>
    <w:rsid w:val="00BD27A5"/>
    <w:rsid w:val="00BD28C3"/>
    <w:rsid w:val="00BD2E19"/>
    <w:rsid w:val="00BD34BF"/>
    <w:rsid w:val="00BD39E7"/>
    <w:rsid w:val="00BD3AED"/>
    <w:rsid w:val="00BD6AB4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306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3EA3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E20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05C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65F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338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5382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3E3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224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0E5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7FA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1CCB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6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146</TotalTime>
  <Pages>1</Pages>
  <Words>605</Words>
  <Characters>3453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4</cp:revision>
  <cp:lastPrinted>2011-02-18T21:27:00Z</cp:lastPrinted>
  <dcterms:created xsi:type="dcterms:W3CDTF">2011-02-18T16:46:00Z</dcterms:created>
  <dcterms:modified xsi:type="dcterms:W3CDTF">2011-02-18T21:47:00Z</dcterms:modified>
</cp:coreProperties>
</file>