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329" w:rsidRDefault="00422329" w:rsidP="00853F53">
      <w:pPr>
        <w:pStyle w:val="Food"/>
        <w:ind w:right="-36"/>
        <w:rPr>
          <w:sz w:val="32"/>
          <w:szCs w:val="32"/>
        </w:rPr>
      </w:pPr>
    </w:p>
    <w:p w:rsidR="00422329" w:rsidRPr="002A0E4B" w:rsidRDefault="00422329" w:rsidP="00853F53">
      <w:pPr>
        <w:pStyle w:val="Food"/>
        <w:ind w:right="-36"/>
        <w:rPr>
          <w:sz w:val="32"/>
          <w:szCs w:val="32"/>
        </w:rPr>
      </w:pPr>
      <w:r>
        <w:rPr>
          <w:sz w:val="32"/>
          <w:szCs w:val="32"/>
        </w:rPr>
        <w:t>Valentine</w:t>
      </w:r>
      <w:r w:rsidRPr="002A0E4B">
        <w:rPr>
          <w:sz w:val="32"/>
          <w:szCs w:val="32"/>
        </w:rPr>
        <w:t xml:space="preserve">s Day </w:t>
      </w:r>
      <w:r>
        <w:rPr>
          <w:sz w:val="32"/>
          <w:szCs w:val="32"/>
        </w:rPr>
        <w:t>Chef’s Menu</w:t>
      </w:r>
    </w:p>
    <w:p w:rsidR="00422329" w:rsidRPr="00022AA6" w:rsidRDefault="00422329" w:rsidP="002A0E4B">
      <w:pPr>
        <w:pStyle w:val="Food"/>
        <w:rPr>
          <w:sz w:val="22"/>
          <w:szCs w:val="22"/>
        </w:rPr>
      </w:pPr>
      <w:r w:rsidRPr="00022AA6">
        <w:rPr>
          <w:sz w:val="22"/>
          <w:szCs w:val="22"/>
        </w:rPr>
        <w:t>Feburary 11th – 14th</w:t>
      </w:r>
    </w:p>
    <w:p w:rsidR="00422329" w:rsidRDefault="00422329" w:rsidP="002A0E4B">
      <w:pPr>
        <w:pStyle w:val="Food"/>
        <w:rPr>
          <w:sz w:val="22"/>
          <w:szCs w:val="22"/>
        </w:rPr>
      </w:pPr>
    </w:p>
    <w:p w:rsidR="00422329" w:rsidRDefault="00422329" w:rsidP="002A0E4B">
      <w:pPr>
        <w:pStyle w:val="Food"/>
        <w:rPr>
          <w:sz w:val="22"/>
          <w:szCs w:val="22"/>
        </w:rPr>
      </w:pPr>
      <w:r w:rsidRPr="00B14159">
        <w:rPr>
          <w:sz w:val="22"/>
          <w:szCs w:val="22"/>
        </w:rPr>
        <w:t>Amuse Bouche</w:t>
      </w:r>
      <w:r>
        <w:rPr>
          <w:sz w:val="22"/>
          <w:szCs w:val="22"/>
        </w:rPr>
        <w:t xml:space="preserve"> </w:t>
      </w:r>
    </w:p>
    <w:p w:rsidR="00422329" w:rsidRPr="00B14159" w:rsidRDefault="00422329" w:rsidP="002A0E4B">
      <w:pPr>
        <w:pStyle w:val="Food"/>
        <w:rPr>
          <w:sz w:val="22"/>
          <w:szCs w:val="22"/>
        </w:rPr>
      </w:pPr>
    </w:p>
    <w:p w:rsidR="00422329" w:rsidRPr="00270E45" w:rsidRDefault="00422329" w:rsidP="002A0E4B">
      <w:pPr>
        <w:pStyle w:val="Food"/>
        <w:rPr>
          <w:b w:val="0"/>
          <w:i/>
          <w:spacing w:val="6"/>
          <w:sz w:val="20"/>
          <w:szCs w:val="20"/>
        </w:rPr>
      </w:pPr>
      <w:r w:rsidRPr="00270E45">
        <w:rPr>
          <w:b w:val="0"/>
          <w:i/>
          <w:spacing w:val="6"/>
          <w:sz w:val="20"/>
          <w:szCs w:val="20"/>
        </w:rPr>
        <w:t>(*)N.V. "Fino Electrico" Bod. Toro Albala, Pedro Ximenez. Sherry, Spain</w:t>
      </w:r>
    </w:p>
    <w:p w:rsidR="00422329" w:rsidRPr="00270E45" w:rsidRDefault="00422329" w:rsidP="002A0E4B">
      <w:pPr>
        <w:pStyle w:val="Food"/>
        <w:rPr>
          <w:b w:val="0"/>
          <w:i/>
          <w:spacing w:val="6"/>
          <w:sz w:val="20"/>
          <w:szCs w:val="20"/>
        </w:rPr>
      </w:pPr>
      <w:r w:rsidRPr="00270E45">
        <w:rPr>
          <w:b w:val="0"/>
          <w:i/>
          <w:spacing w:val="6"/>
          <w:sz w:val="20"/>
          <w:szCs w:val="20"/>
        </w:rPr>
        <w:t>2oz</w:t>
      </w:r>
    </w:p>
    <w:p w:rsidR="00422329" w:rsidRPr="00B14159" w:rsidRDefault="00422329" w:rsidP="002A0E4B">
      <w:pPr>
        <w:jc w:val="center"/>
        <w:rPr>
          <w:rFonts w:ascii="French Script MT" w:hAnsi="French Script MT"/>
          <w:szCs w:val="24"/>
        </w:rPr>
      </w:pPr>
      <w:r w:rsidRPr="00B14159">
        <w:rPr>
          <w:rFonts w:ascii="French Script MT" w:hAnsi="French Script MT"/>
          <w:szCs w:val="24"/>
        </w:rPr>
        <w:t>~</w:t>
      </w:r>
    </w:p>
    <w:p w:rsidR="00422329" w:rsidRPr="001E0113" w:rsidRDefault="00422329" w:rsidP="002A0E4B">
      <w:pPr>
        <w:pStyle w:val="Food"/>
        <w:rPr>
          <w:b w:val="0"/>
          <w:sz w:val="22"/>
          <w:szCs w:val="22"/>
        </w:rPr>
      </w:pPr>
      <w:r>
        <w:t>Wild Mushroom Consommé ($8)</w:t>
      </w:r>
      <w:r>
        <w:br/>
      </w:r>
      <w:r w:rsidRPr="001E0113">
        <w:rPr>
          <w:b w:val="0"/>
          <w:sz w:val="22"/>
          <w:szCs w:val="22"/>
        </w:rPr>
        <w:t>    Black truffle &amp; Parmesan twist, green onions, enoki mushrooms</w:t>
      </w:r>
    </w:p>
    <w:p w:rsidR="00422329" w:rsidRPr="00B14159" w:rsidRDefault="00422329" w:rsidP="002A0E4B">
      <w:pPr>
        <w:jc w:val="center"/>
        <w:rPr>
          <w:rFonts w:ascii="French Script MT" w:hAnsi="French Script MT"/>
          <w:szCs w:val="24"/>
        </w:rPr>
      </w:pPr>
      <w:r w:rsidRPr="00B14159">
        <w:rPr>
          <w:rFonts w:ascii="French Script MT" w:hAnsi="French Script MT"/>
          <w:szCs w:val="24"/>
        </w:rPr>
        <w:t>~</w:t>
      </w:r>
    </w:p>
    <w:p w:rsidR="00422329" w:rsidRPr="00B14159" w:rsidRDefault="00422329" w:rsidP="002A0E4B">
      <w:pPr>
        <w:pStyle w:val="Food"/>
        <w:ind w:right="-36"/>
        <w:rPr>
          <w:sz w:val="22"/>
          <w:szCs w:val="22"/>
        </w:rPr>
      </w:pPr>
      <w:r>
        <w:t>Prosciutto &amp; Fresh Mozzarella Salad ($13)</w:t>
      </w:r>
    </w:p>
    <w:p w:rsidR="00422329" w:rsidRDefault="00422329" w:rsidP="002A0E4B">
      <w:pPr>
        <w:pStyle w:val="Food"/>
        <w:rPr>
          <w:b w:val="0"/>
          <w:sz w:val="22"/>
          <w:szCs w:val="22"/>
        </w:rPr>
      </w:pPr>
      <w:r w:rsidRPr="001E0113">
        <w:rPr>
          <w:b w:val="0"/>
          <w:sz w:val="22"/>
          <w:szCs w:val="22"/>
        </w:rPr>
        <w:t>Sunny side quail egg, Boston Bibb lettuce, hazelnuts, walnut oil mustard vinaigrette</w:t>
      </w:r>
    </w:p>
    <w:p w:rsidR="00422329" w:rsidRPr="00B14159" w:rsidRDefault="00422329" w:rsidP="002A0E4B">
      <w:pPr>
        <w:pStyle w:val="Food"/>
        <w:rPr>
          <w:b w:val="0"/>
          <w:sz w:val="22"/>
          <w:szCs w:val="22"/>
        </w:rPr>
      </w:pPr>
    </w:p>
    <w:p w:rsidR="00422329" w:rsidRPr="001E75F7" w:rsidRDefault="00422329" w:rsidP="002A0E4B">
      <w:pPr>
        <w:pStyle w:val="Wine"/>
        <w:jc w:val="center"/>
        <w:rPr>
          <w:noProof/>
          <w:lang w:val="fr-CA" w:eastAsia="en-US"/>
        </w:rPr>
      </w:pPr>
      <w:r w:rsidRPr="001E75F7">
        <w:rPr>
          <w:noProof/>
          <w:lang w:val="fr-CA" w:eastAsia="en-US"/>
        </w:rPr>
        <w:t>(*)Fattoria La Monacesca, Verdicchio 2009</w:t>
      </w:r>
    </w:p>
    <w:p w:rsidR="00422329" w:rsidRPr="001E75F7" w:rsidRDefault="00422329" w:rsidP="002A0E4B">
      <w:pPr>
        <w:pStyle w:val="Wine"/>
        <w:jc w:val="center"/>
        <w:rPr>
          <w:noProof/>
          <w:lang w:val="fr-CA" w:eastAsia="en-US"/>
        </w:rPr>
      </w:pPr>
      <w:r w:rsidRPr="001E75F7">
        <w:rPr>
          <w:noProof/>
          <w:lang w:val="fr-CA" w:eastAsia="en-US"/>
        </w:rPr>
        <w:t>Italy, Marche, Matelica</w:t>
      </w:r>
    </w:p>
    <w:p w:rsidR="00422329" w:rsidRPr="00270E45" w:rsidRDefault="00422329" w:rsidP="002A0E4B">
      <w:pPr>
        <w:pStyle w:val="Food"/>
        <w:rPr>
          <w:b w:val="0"/>
          <w:i/>
          <w:spacing w:val="6"/>
          <w:sz w:val="20"/>
          <w:szCs w:val="20"/>
        </w:rPr>
      </w:pPr>
      <w:r w:rsidRPr="00270E45">
        <w:rPr>
          <w:b w:val="0"/>
          <w:i/>
          <w:spacing w:val="6"/>
          <w:sz w:val="20"/>
          <w:szCs w:val="20"/>
        </w:rPr>
        <w:t>3oz</w:t>
      </w:r>
    </w:p>
    <w:p w:rsidR="00422329" w:rsidRPr="00B14159" w:rsidRDefault="00422329" w:rsidP="002A0E4B">
      <w:pPr>
        <w:jc w:val="center"/>
        <w:rPr>
          <w:rFonts w:ascii="French Script MT" w:hAnsi="French Script MT"/>
          <w:szCs w:val="24"/>
        </w:rPr>
      </w:pPr>
      <w:r w:rsidRPr="00B14159">
        <w:rPr>
          <w:rFonts w:ascii="French Script MT" w:hAnsi="French Script MT"/>
          <w:szCs w:val="24"/>
        </w:rPr>
        <w:t>~</w:t>
      </w:r>
    </w:p>
    <w:p w:rsidR="00422329" w:rsidRPr="00B14159" w:rsidRDefault="00422329" w:rsidP="002A0E4B">
      <w:pPr>
        <w:pStyle w:val="Food"/>
        <w:rPr>
          <w:sz w:val="22"/>
          <w:szCs w:val="22"/>
        </w:rPr>
      </w:pPr>
      <w:r>
        <w:t>Lobster Ravioli ($15)</w:t>
      </w:r>
    </w:p>
    <w:p w:rsidR="00422329" w:rsidRDefault="00422329" w:rsidP="002A0E4B">
      <w:pPr>
        <w:pStyle w:val="Food"/>
        <w:rPr>
          <w:b w:val="0"/>
          <w:sz w:val="22"/>
          <w:szCs w:val="22"/>
        </w:rPr>
      </w:pPr>
      <w:r w:rsidRPr="001E0113">
        <w:rPr>
          <w:b w:val="0"/>
          <w:sz w:val="22"/>
          <w:szCs w:val="22"/>
        </w:rPr>
        <w:t>Tomato pasta, garlic béarnaise &amp; chervil</w:t>
      </w:r>
    </w:p>
    <w:p w:rsidR="00422329" w:rsidRPr="00B14159" w:rsidRDefault="00422329" w:rsidP="002A0E4B">
      <w:pPr>
        <w:pStyle w:val="Food"/>
        <w:rPr>
          <w:b w:val="0"/>
          <w:sz w:val="22"/>
          <w:szCs w:val="22"/>
        </w:rPr>
      </w:pPr>
    </w:p>
    <w:p w:rsidR="00422329" w:rsidRPr="00270E45" w:rsidRDefault="00422329" w:rsidP="002A0E4B">
      <w:pPr>
        <w:pStyle w:val="Food"/>
        <w:rPr>
          <w:b w:val="0"/>
          <w:i/>
          <w:spacing w:val="6"/>
          <w:sz w:val="20"/>
          <w:szCs w:val="20"/>
        </w:rPr>
      </w:pPr>
      <w:r w:rsidRPr="00270E45">
        <w:rPr>
          <w:b w:val="0"/>
          <w:i/>
          <w:spacing w:val="6"/>
          <w:sz w:val="20"/>
          <w:szCs w:val="20"/>
        </w:rPr>
        <w:t>(*)Stratus White, Sauvignon blanc, Chardonnay, Others 2006</w:t>
      </w:r>
    </w:p>
    <w:p w:rsidR="00422329" w:rsidRPr="00270E45" w:rsidRDefault="00422329" w:rsidP="002A0E4B">
      <w:pPr>
        <w:pStyle w:val="Food"/>
        <w:rPr>
          <w:b w:val="0"/>
          <w:i/>
          <w:spacing w:val="6"/>
          <w:sz w:val="20"/>
          <w:szCs w:val="20"/>
        </w:rPr>
      </w:pPr>
      <w:r w:rsidRPr="00270E45">
        <w:rPr>
          <w:b w:val="0"/>
          <w:i/>
          <w:spacing w:val="6"/>
          <w:sz w:val="20"/>
          <w:szCs w:val="20"/>
        </w:rPr>
        <w:t>VQA Niagara Peninsula</w:t>
      </w:r>
    </w:p>
    <w:p w:rsidR="00422329" w:rsidRPr="00270E45" w:rsidRDefault="00422329" w:rsidP="002A0E4B">
      <w:pPr>
        <w:pStyle w:val="Food"/>
        <w:rPr>
          <w:b w:val="0"/>
          <w:i/>
          <w:spacing w:val="6"/>
          <w:sz w:val="20"/>
          <w:szCs w:val="20"/>
        </w:rPr>
      </w:pPr>
      <w:r w:rsidRPr="00270E45">
        <w:rPr>
          <w:b w:val="0"/>
          <w:i/>
          <w:spacing w:val="6"/>
          <w:sz w:val="20"/>
          <w:szCs w:val="20"/>
        </w:rPr>
        <w:t>3oz</w:t>
      </w:r>
    </w:p>
    <w:p w:rsidR="00422329" w:rsidRPr="00B14159" w:rsidRDefault="00422329" w:rsidP="002A0E4B">
      <w:pPr>
        <w:jc w:val="center"/>
        <w:rPr>
          <w:rFonts w:ascii="French Script MT" w:hAnsi="French Script MT"/>
          <w:szCs w:val="24"/>
        </w:rPr>
      </w:pPr>
      <w:r w:rsidRPr="00B14159">
        <w:rPr>
          <w:rFonts w:ascii="French Script MT" w:hAnsi="French Script MT"/>
          <w:szCs w:val="24"/>
        </w:rPr>
        <w:t>~</w:t>
      </w:r>
    </w:p>
    <w:p w:rsidR="00422329" w:rsidRPr="00B14159" w:rsidRDefault="00422329" w:rsidP="002A0E4B">
      <w:pPr>
        <w:pStyle w:val="Food"/>
        <w:rPr>
          <w:sz w:val="22"/>
          <w:szCs w:val="22"/>
        </w:rPr>
      </w:pPr>
      <w:r>
        <w:t>Creemore Springs Rib Eye Steak ($18)</w:t>
      </w:r>
    </w:p>
    <w:p w:rsidR="00422329" w:rsidRDefault="00422329" w:rsidP="002A0E4B">
      <w:pPr>
        <w:pStyle w:val="Food"/>
        <w:rPr>
          <w:b w:val="0"/>
          <w:sz w:val="22"/>
          <w:szCs w:val="22"/>
        </w:rPr>
      </w:pPr>
      <w:r w:rsidRPr="001E0113">
        <w:rPr>
          <w:b w:val="0"/>
          <w:sz w:val="22"/>
          <w:szCs w:val="22"/>
        </w:rPr>
        <w:t>Cauliflower dauphinoise potatoes, roast pearl onions, peppercorn sauce &amp; rapini</w:t>
      </w:r>
    </w:p>
    <w:p w:rsidR="00422329" w:rsidRPr="00B14159" w:rsidRDefault="00422329" w:rsidP="002A0E4B">
      <w:pPr>
        <w:pStyle w:val="Food"/>
        <w:rPr>
          <w:b w:val="0"/>
          <w:sz w:val="22"/>
          <w:szCs w:val="22"/>
        </w:rPr>
      </w:pPr>
    </w:p>
    <w:p w:rsidR="00422329" w:rsidRPr="00270E45" w:rsidRDefault="00422329" w:rsidP="002A0E4B">
      <w:pPr>
        <w:pStyle w:val="Wine"/>
        <w:jc w:val="center"/>
        <w:rPr>
          <w:noProof/>
          <w:lang w:val="fr-CA" w:eastAsia="en-US"/>
        </w:rPr>
      </w:pPr>
      <w:r w:rsidRPr="00270E45">
        <w:rPr>
          <w:noProof/>
          <w:lang w:val="fr-CA" w:eastAsia="en-US"/>
        </w:rPr>
        <w:t>(*)Kooyong "Ferrous Single Vineyard Selection" 2006 Pinot Noir. Australia, Mornington Peninsula</w:t>
      </w:r>
    </w:p>
    <w:p w:rsidR="00422329" w:rsidRPr="00270E45" w:rsidRDefault="00422329" w:rsidP="002A0E4B">
      <w:pPr>
        <w:pStyle w:val="Wine"/>
        <w:jc w:val="center"/>
        <w:rPr>
          <w:noProof/>
          <w:lang w:val="fr-CA" w:eastAsia="en-US"/>
        </w:rPr>
      </w:pPr>
      <w:r w:rsidRPr="00270E45">
        <w:rPr>
          <w:noProof/>
          <w:lang w:val="fr-CA" w:eastAsia="en-US"/>
        </w:rPr>
        <w:t>3oz</w:t>
      </w:r>
    </w:p>
    <w:p w:rsidR="00422329" w:rsidRPr="00B14159" w:rsidRDefault="00422329" w:rsidP="002A0E4B">
      <w:pPr>
        <w:jc w:val="center"/>
        <w:rPr>
          <w:rFonts w:ascii="French Script MT" w:hAnsi="French Script MT"/>
          <w:szCs w:val="24"/>
        </w:rPr>
      </w:pPr>
      <w:r w:rsidRPr="00B14159">
        <w:rPr>
          <w:rFonts w:ascii="French Script MT" w:hAnsi="French Script MT"/>
          <w:szCs w:val="24"/>
        </w:rPr>
        <w:t>~</w:t>
      </w:r>
    </w:p>
    <w:p w:rsidR="00422329" w:rsidRPr="00B14159" w:rsidRDefault="00422329" w:rsidP="002A0E4B">
      <w:pPr>
        <w:pStyle w:val="Food"/>
        <w:rPr>
          <w:sz w:val="22"/>
          <w:szCs w:val="22"/>
        </w:rPr>
      </w:pPr>
      <w:r>
        <w:t>Peanut Butter Brûlée ($8)</w:t>
      </w:r>
    </w:p>
    <w:p w:rsidR="00422329" w:rsidRPr="00B14159" w:rsidRDefault="00422329" w:rsidP="002A0E4B">
      <w:pPr>
        <w:jc w:val="center"/>
        <w:rPr>
          <w:rFonts w:ascii="Times New Roman" w:hAnsi="Times New Roman"/>
          <w:noProof/>
          <w:spacing w:val="8"/>
          <w:sz w:val="22"/>
          <w:szCs w:val="22"/>
          <w:lang w:val="fr-CA" w:eastAsia="en-US"/>
        </w:rPr>
      </w:pPr>
      <w:r>
        <w:t>PB &amp; J white chocolate heart</w:t>
      </w:r>
    </w:p>
    <w:p w:rsidR="00422329" w:rsidRPr="00065493" w:rsidRDefault="00422329" w:rsidP="002A0E4B">
      <w:pPr>
        <w:pStyle w:val="Food"/>
        <w:rPr>
          <w:sz w:val="22"/>
          <w:szCs w:val="22"/>
        </w:rPr>
      </w:pPr>
    </w:p>
    <w:p w:rsidR="00422329" w:rsidRDefault="00422329" w:rsidP="002A0E4B">
      <w:pPr>
        <w:pStyle w:val="Wine"/>
        <w:jc w:val="center"/>
      </w:pPr>
      <w:r w:rsidRPr="00270E45">
        <w:rPr>
          <w:noProof/>
          <w:lang w:val="fr-CA" w:eastAsia="en-US"/>
        </w:rPr>
        <w:t>(*)Champagne Nicolas Feuillatte NV, France</w:t>
      </w:r>
      <w:r w:rsidRPr="00270E45">
        <w:t xml:space="preserve"> </w:t>
      </w:r>
      <w:r>
        <w:t>3</w:t>
      </w:r>
      <w:r w:rsidRPr="00270E45">
        <w:t>oz</w:t>
      </w:r>
    </w:p>
    <w:p w:rsidR="00422329" w:rsidRPr="00270E45" w:rsidRDefault="00422329" w:rsidP="002A0E4B">
      <w:pPr>
        <w:pStyle w:val="Wine"/>
        <w:jc w:val="center"/>
        <w:rPr>
          <w:noProof/>
          <w:lang w:val="fr-CA" w:eastAsia="en-US"/>
        </w:rPr>
      </w:pPr>
    </w:p>
    <w:p w:rsidR="00422329" w:rsidRDefault="00422329" w:rsidP="002A0E4B">
      <w:pPr>
        <w:pStyle w:val="Food"/>
        <w:rPr>
          <w:sz w:val="22"/>
          <w:szCs w:val="22"/>
        </w:rPr>
      </w:pPr>
      <w:r w:rsidRPr="00853F53">
        <w:rPr>
          <w:sz w:val="22"/>
          <w:szCs w:val="22"/>
        </w:rPr>
        <w:t>Chef’s Menu $60</w:t>
      </w:r>
    </w:p>
    <w:p w:rsidR="00422329" w:rsidRDefault="00422329" w:rsidP="002A0E4B">
      <w:pPr>
        <w:pStyle w:val="Food"/>
        <w:rPr>
          <w:sz w:val="22"/>
          <w:szCs w:val="22"/>
        </w:rPr>
      </w:pPr>
    </w:p>
    <w:p w:rsidR="00422329" w:rsidRPr="00270E45" w:rsidRDefault="00422329" w:rsidP="00E16338">
      <w:pPr>
        <w:pStyle w:val="Wine"/>
        <w:jc w:val="center"/>
        <w:rPr>
          <w:noProof/>
          <w:lang w:val="fr-CA" w:eastAsia="en-US"/>
        </w:rPr>
      </w:pPr>
      <w:r w:rsidRPr="00270E45">
        <w:rPr>
          <w:noProof/>
          <w:lang w:val="fr-CA" w:eastAsia="en-US"/>
        </w:rPr>
        <w:t>(*)Suggested Wine Pairing  $55.00</w:t>
      </w:r>
    </w:p>
    <w:p w:rsidR="00422329" w:rsidRDefault="00422329" w:rsidP="002A0E4B">
      <w:pPr>
        <w:pStyle w:val="Food"/>
        <w:rPr>
          <w:rFonts w:ascii="Constantia" w:hAnsi="Constantia"/>
          <w:b w:val="0"/>
          <w:i/>
          <w:sz w:val="22"/>
          <w:szCs w:val="22"/>
        </w:rPr>
      </w:pPr>
    </w:p>
    <w:p w:rsidR="00422329" w:rsidRDefault="00422329" w:rsidP="002A0E4B">
      <w:pPr>
        <w:pStyle w:val="Wine"/>
      </w:pPr>
      <w:r w:rsidRPr="00270E45">
        <w:t>Please advise the staff should you have food restrictions</w:t>
      </w:r>
    </w:p>
    <w:p w:rsidR="00422329" w:rsidRDefault="00422329" w:rsidP="002A0E4B">
      <w:pPr>
        <w:pStyle w:val="Wine"/>
      </w:pPr>
    </w:p>
    <w:p w:rsidR="00422329" w:rsidRPr="00D50688" w:rsidRDefault="00422329" w:rsidP="00E16338">
      <w:pPr>
        <w:pStyle w:val="Wine"/>
        <w:rPr>
          <w:lang w:val="fr-CA"/>
        </w:rPr>
      </w:pPr>
      <w:r w:rsidRPr="00D50688">
        <w:rPr>
          <w:lang w:val="fr-CA"/>
        </w:rPr>
        <w:t>We support a healthy, ethical, sustainable, local food culture.</w:t>
      </w:r>
    </w:p>
    <w:p w:rsidR="00422329" w:rsidRDefault="00422329" w:rsidP="00E16338">
      <w:pPr>
        <w:pStyle w:val="Wine"/>
        <w:rPr>
          <w:lang w:val="fr-CA"/>
        </w:rPr>
      </w:pPr>
    </w:p>
    <w:p w:rsidR="00422329" w:rsidRDefault="00422329" w:rsidP="00E16338">
      <w:pPr>
        <w:pStyle w:val="Wine"/>
        <w:rPr>
          <w:lang w:val="fr-CA"/>
        </w:rPr>
      </w:pPr>
    </w:p>
    <w:p w:rsidR="00422329" w:rsidRDefault="00422329" w:rsidP="00E16338">
      <w:pPr>
        <w:pStyle w:val="Wine"/>
        <w:rPr>
          <w:lang w:val="fr-CA"/>
        </w:rPr>
      </w:pPr>
      <w:r>
        <w:rPr>
          <w:lang w:val="fr-CA"/>
        </w:rPr>
        <w:t xml:space="preserve">Bryan Burke – Executive Chef, </w:t>
      </w:r>
      <w:r>
        <w:rPr>
          <w:lang w:val="fr-CA"/>
        </w:rPr>
        <w:br/>
      </w:r>
      <w:r w:rsidRPr="00D50688">
        <w:rPr>
          <w:lang w:val="fr-CA"/>
        </w:rPr>
        <w:t>Adam Dolley - Sous Chef</w:t>
      </w:r>
    </w:p>
    <w:p w:rsidR="00422329" w:rsidRDefault="00422329" w:rsidP="00E16338">
      <w:pPr>
        <w:pStyle w:val="Wine"/>
      </w:pPr>
      <w:r>
        <w:rPr>
          <w:lang w:val="fr-CA"/>
        </w:rPr>
        <w:t xml:space="preserve"> Sunday, Feburary 13</w:t>
      </w:r>
      <w:r w:rsidRPr="00D50688">
        <w:rPr>
          <w:lang w:val="fr-CA"/>
        </w:rPr>
        <w:t>th, 201</w:t>
      </w:r>
      <w:r>
        <w:rPr>
          <w:lang w:val="fr-CA"/>
        </w:rPr>
        <w:t xml:space="preserve">1                         </w:t>
      </w:r>
      <w:r>
        <w:pict>
          <v:shape id="_x0000_i1026" type="#_x0000_t75" style="width:42.75pt;height:40.5pt">
            <v:imagedata r:id="rId5" o:title=""/>
          </v:shape>
        </w:pict>
      </w:r>
    </w:p>
    <w:p w:rsidR="00422329" w:rsidRDefault="00422329" w:rsidP="002A0E4B">
      <w:pPr>
        <w:pStyle w:val="Wine"/>
      </w:pPr>
    </w:p>
    <w:p w:rsidR="00422329" w:rsidRDefault="00422329" w:rsidP="002A0E4B">
      <w:pPr>
        <w:pStyle w:val="Wine"/>
        <w:rPr>
          <w:lang w:val="fr-CA"/>
        </w:rPr>
      </w:pPr>
    </w:p>
    <w:p w:rsidR="00422329" w:rsidRDefault="00422329" w:rsidP="002A0E4B">
      <w:pPr>
        <w:pStyle w:val="Wine"/>
        <w:rPr>
          <w:lang w:val="fr-CA"/>
        </w:rPr>
      </w:pPr>
    </w:p>
    <w:p w:rsidR="00422329" w:rsidRPr="00A238BD" w:rsidRDefault="00422329" w:rsidP="008F6E2D">
      <w:pPr>
        <w:pStyle w:val="Wine"/>
        <w:rPr>
          <w:b/>
          <w:i w:val="0"/>
        </w:rPr>
      </w:pPr>
      <w:smartTag w:uri="urn:schemas-microsoft-com:office:smarttags" w:element="State">
        <w:smartTag w:uri="urn:schemas-microsoft-com:office:smarttags" w:element="place">
          <w:r w:rsidRPr="00A238BD">
            <w:rPr>
              <w:b/>
              <w:i w:val="0"/>
            </w:rPr>
            <w:t>Yukon</w:t>
          </w:r>
        </w:smartTag>
      </w:smartTag>
      <w:r w:rsidRPr="00A238BD">
        <w:rPr>
          <w:b/>
          <w:i w:val="0"/>
        </w:rPr>
        <w:t xml:space="preserve">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 5</w:t>
      </w:r>
      <w:r w:rsidRPr="00A238BD">
        <w:rPr>
          <w:b/>
          <w:i w:val="0"/>
        </w:rPr>
        <w:t xml:space="preserve"> </w:t>
      </w:r>
    </w:p>
    <w:p w:rsidR="00422329" w:rsidRPr="008F6E2D" w:rsidRDefault="00422329" w:rsidP="008F6E2D">
      <w:pPr>
        <w:pStyle w:val="Wine"/>
        <w:rPr>
          <w:i w:val="0"/>
        </w:rPr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8F6E2D">
        <w:rPr>
          <w:i w:val="0"/>
        </w:rPr>
        <w:t xml:space="preserve">                         </w:t>
      </w:r>
    </w:p>
    <w:p w:rsidR="00422329" w:rsidRPr="008F6E2D" w:rsidRDefault="00422329" w:rsidP="008F6E2D">
      <w:pPr>
        <w:pStyle w:val="Food"/>
        <w:jc w:val="left"/>
        <w:rPr>
          <w:b w:val="0"/>
          <w:i/>
          <w:noProof w:val="0"/>
          <w:spacing w:val="6"/>
          <w:sz w:val="20"/>
          <w:szCs w:val="20"/>
          <w:lang w:val="en-US" w:eastAsia="en-CA"/>
        </w:rPr>
      </w:pPr>
      <w:r w:rsidRPr="008F6E2D">
        <w:rPr>
          <w:b w:val="0"/>
          <w:i/>
          <w:noProof w:val="0"/>
          <w:spacing w:val="6"/>
          <w:sz w:val="20"/>
          <w:szCs w:val="20"/>
          <w:lang w:val="en-US" w:eastAsia="en-CA"/>
        </w:rPr>
        <w:t>Ferre I Catasus Brut, Xarel-lo, Macabeu, Parellada</w:t>
      </w:r>
    </w:p>
    <w:p w:rsidR="00422329" w:rsidRPr="008F6E2D" w:rsidRDefault="00422329" w:rsidP="008F6E2D">
      <w:pPr>
        <w:pStyle w:val="Food"/>
        <w:jc w:val="left"/>
        <w:rPr>
          <w:b w:val="0"/>
          <w:i/>
          <w:noProof w:val="0"/>
          <w:spacing w:val="6"/>
          <w:sz w:val="20"/>
          <w:szCs w:val="20"/>
          <w:lang w:val="en-US" w:eastAsia="en-CA"/>
        </w:rPr>
      </w:pPr>
      <w:smartTag w:uri="urn:schemas-microsoft-com:office:smarttags" w:element="State">
        <w:smartTag w:uri="urn:schemas-microsoft-com:office:smarttags" w:element="country-region">
          <w:smartTag w:uri="urn:schemas-microsoft-com:office:smarttags" w:element="place">
            <w:r w:rsidRPr="008F6E2D">
              <w:rPr>
                <w:b w:val="0"/>
                <w:i/>
                <w:noProof w:val="0"/>
                <w:spacing w:val="6"/>
                <w:sz w:val="20"/>
                <w:szCs w:val="20"/>
                <w:lang w:val="en-US" w:eastAsia="en-CA"/>
              </w:rPr>
              <w:t>Spain</w:t>
            </w:r>
          </w:smartTag>
        </w:smartTag>
      </w:smartTag>
      <w:r w:rsidRPr="008F6E2D">
        <w:rPr>
          <w:b w:val="0"/>
          <w:i/>
          <w:noProof w:val="0"/>
          <w:spacing w:val="6"/>
          <w:sz w:val="20"/>
          <w:szCs w:val="20"/>
          <w:lang w:val="en-US" w:eastAsia="en-CA"/>
        </w:rPr>
        <w:t>, Cataluña                      7.75 (3oz) ~ 15.00 (6oz)</w:t>
      </w:r>
    </w:p>
    <w:p w:rsidR="00422329" w:rsidRPr="00E16338" w:rsidRDefault="00422329" w:rsidP="008F6E2D">
      <w:pPr>
        <w:pStyle w:val="Wine"/>
        <w:rPr>
          <w:b/>
          <w:i w:val="0"/>
          <w:sz w:val="16"/>
          <w:szCs w:val="16"/>
        </w:rPr>
      </w:pPr>
    </w:p>
    <w:p w:rsidR="00422329" w:rsidRPr="00796CF3" w:rsidRDefault="00422329" w:rsidP="00D50688">
      <w:pPr>
        <w:pStyle w:val="Wine"/>
        <w:rPr>
          <w:b/>
          <w:i w:val="0"/>
        </w:rPr>
      </w:pPr>
      <w:r>
        <w:rPr>
          <w:b/>
          <w:i w:val="0"/>
        </w:rPr>
        <w:t>Grilled Rosemary Flat B</w:t>
      </w:r>
      <w:r w:rsidRPr="00CC50A9">
        <w:rPr>
          <w:b/>
          <w:i w:val="0"/>
        </w:rPr>
        <w:t>read</w:t>
      </w:r>
      <w:r w:rsidRPr="00CC50A9">
        <w:rPr>
          <w:b/>
          <w:i w:val="0"/>
        </w:rPr>
        <w:tab/>
      </w:r>
      <w:r>
        <w:rPr>
          <w:b/>
          <w:i w:val="0"/>
        </w:rPr>
        <w:t xml:space="preserve">  </w:t>
      </w:r>
      <w:r w:rsidRPr="00646BE0">
        <w:rPr>
          <w:b/>
          <w:i w:val="0"/>
        </w:rPr>
        <w:t xml:space="preserve"> 7</w:t>
      </w:r>
    </w:p>
    <w:p w:rsidR="00422329" w:rsidRDefault="00422329" w:rsidP="00D50688">
      <w:pPr>
        <w:pStyle w:val="Wine"/>
        <w:rPr>
          <w:i w:val="0"/>
        </w:rPr>
      </w:pPr>
      <w:r>
        <w:rPr>
          <w:i w:val="0"/>
        </w:rPr>
        <w:t>Garlic t</w:t>
      </w:r>
      <w:r w:rsidRPr="00853F53">
        <w:rPr>
          <w:i w:val="0"/>
        </w:rPr>
        <w:t>atziki</w:t>
      </w:r>
      <w:r>
        <w:rPr>
          <w:i w:val="0"/>
        </w:rPr>
        <w:t xml:space="preserve"> &amp; red onion</w:t>
      </w:r>
    </w:p>
    <w:p w:rsidR="00422329" w:rsidRPr="00D50688" w:rsidRDefault="00422329" w:rsidP="00D50688">
      <w:pPr>
        <w:pStyle w:val="Food"/>
        <w:jc w:val="left"/>
        <w:rPr>
          <w:b w:val="0"/>
          <w:i/>
          <w:noProof w:val="0"/>
          <w:spacing w:val="6"/>
          <w:sz w:val="20"/>
          <w:szCs w:val="20"/>
          <w:lang w:val="en-US" w:eastAsia="en-CA"/>
        </w:rPr>
      </w:pPr>
      <w:r w:rsidRPr="00D50688">
        <w:rPr>
          <w:b w:val="0"/>
          <w:i/>
          <w:noProof w:val="0"/>
          <w:spacing w:val="6"/>
          <w:sz w:val="20"/>
          <w:szCs w:val="20"/>
          <w:lang w:val="en-US" w:eastAsia="en-CA"/>
        </w:rPr>
        <w:t>2009 Malivoire « Ladybug » Rosé</w:t>
      </w:r>
    </w:p>
    <w:p w:rsidR="00422329" w:rsidRDefault="00422329" w:rsidP="008F6E2D">
      <w:pPr>
        <w:pStyle w:val="Wine"/>
        <w:rPr>
          <w:b/>
          <w:i w:val="0"/>
        </w:rPr>
      </w:pPr>
      <w:r w:rsidRPr="00343369">
        <w:t>Cab. Franc, Gamay, P. Noir   6.00 (3oz) ~ 11.50 (6oz)</w:t>
      </w:r>
    </w:p>
    <w:p w:rsidR="00422329" w:rsidRPr="00E16338" w:rsidRDefault="00422329" w:rsidP="008F6E2D">
      <w:pPr>
        <w:pStyle w:val="Wine"/>
        <w:rPr>
          <w:b/>
          <w:i w:val="0"/>
          <w:sz w:val="16"/>
          <w:szCs w:val="16"/>
        </w:rPr>
      </w:pPr>
    </w:p>
    <w:p w:rsidR="00422329" w:rsidRPr="00A238BD" w:rsidRDefault="00422329" w:rsidP="00D50688">
      <w:pPr>
        <w:pStyle w:val="Wine"/>
        <w:rPr>
          <w:b/>
          <w:i w:val="0"/>
        </w:rPr>
      </w:pPr>
      <w:r>
        <w:rPr>
          <w:b/>
          <w:i w:val="0"/>
        </w:rPr>
        <w:t>Pulled Pork Poutine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A238BD">
        <w:rPr>
          <w:b/>
          <w:i w:val="0"/>
        </w:rPr>
        <w:t>9</w:t>
      </w:r>
    </w:p>
    <w:p w:rsidR="00422329" w:rsidRPr="006E7D84" w:rsidRDefault="00422329" w:rsidP="008F6E2D">
      <w:pPr>
        <w:pStyle w:val="Wine"/>
        <w:rPr>
          <w:i w:val="0"/>
        </w:rPr>
      </w:pPr>
      <w:r>
        <w:rPr>
          <w:i w:val="0"/>
        </w:rPr>
        <w:t>Goat cheese &amp; green onions</w:t>
      </w:r>
    </w:p>
    <w:p w:rsidR="00422329" w:rsidRDefault="00422329" w:rsidP="008F6E2D">
      <w:pPr>
        <w:pStyle w:val="Wine"/>
      </w:pPr>
      <w:r w:rsidRPr="00343369">
        <w:t>200</w:t>
      </w:r>
      <w:r>
        <w:t>4</w:t>
      </w:r>
      <w:r w:rsidRPr="00343369">
        <w:t xml:space="preserve"> </w:t>
      </w:r>
      <w:r w:rsidRPr="00264365">
        <w:t>Sara Soto</w:t>
      </w:r>
      <w:r w:rsidRPr="00343369">
        <w:br/>
      </w:r>
      <w:r w:rsidRPr="00264365">
        <w:t>Tempranillo</w:t>
      </w:r>
      <w:r>
        <w:t xml:space="preserve">                          </w:t>
      </w:r>
      <w:r w:rsidRPr="00343369">
        <w:t xml:space="preserve">   </w:t>
      </w:r>
      <w:r>
        <w:t>8.50</w:t>
      </w:r>
      <w:r w:rsidRPr="00343369">
        <w:t xml:space="preserve"> (3oz) ~ </w:t>
      </w:r>
      <w:r>
        <w:t>19.50</w:t>
      </w:r>
      <w:r w:rsidRPr="00343369">
        <w:t xml:space="preserve"> (6oz)</w:t>
      </w:r>
    </w:p>
    <w:p w:rsidR="00422329" w:rsidRPr="00E16338" w:rsidRDefault="00422329" w:rsidP="008F6E2D">
      <w:pPr>
        <w:pStyle w:val="Wine"/>
        <w:rPr>
          <w:b/>
          <w:i w:val="0"/>
          <w:sz w:val="16"/>
          <w:szCs w:val="16"/>
        </w:rPr>
      </w:pPr>
    </w:p>
    <w:p w:rsidR="00422329" w:rsidRPr="0084543B" w:rsidRDefault="00422329" w:rsidP="00AA1BB5">
      <w:pPr>
        <w:pStyle w:val="Wine"/>
        <w:rPr>
          <w:b/>
          <w:i w:val="0"/>
        </w:rPr>
      </w:pPr>
      <w:r w:rsidRPr="0084543B">
        <w:rPr>
          <w:b/>
          <w:i w:val="0"/>
        </w:rPr>
        <w:t xml:space="preserve">Cheddar </w:t>
      </w:r>
      <w:r>
        <w:rPr>
          <w:b/>
          <w:i w:val="0"/>
        </w:rPr>
        <w:t>&amp;</w:t>
      </w:r>
      <w:r w:rsidRPr="0084543B">
        <w:rPr>
          <w:b/>
          <w:i w:val="0"/>
        </w:rPr>
        <w:t xml:space="preserve"> Apple Salad 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</w:t>
      </w:r>
      <w:r w:rsidRPr="0084543B">
        <w:rPr>
          <w:b/>
          <w:i w:val="0"/>
        </w:rPr>
        <w:t>9</w:t>
      </w:r>
    </w:p>
    <w:p w:rsidR="00422329" w:rsidRPr="006E7D84" w:rsidRDefault="00422329" w:rsidP="00AA1BB5">
      <w:pPr>
        <w:pStyle w:val="Wine"/>
        <w:rPr>
          <w:i w:val="0"/>
        </w:rPr>
      </w:pPr>
      <w:r w:rsidRPr="006E7D84">
        <w:rPr>
          <w:i w:val="0"/>
        </w:rPr>
        <w:t>Greens, grapes, spiced cashews &amp; mustard vinaigrette</w:t>
      </w:r>
    </w:p>
    <w:p w:rsidR="00422329" w:rsidRPr="00AA1BB5" w:rsidRDefault="00422329" w:rsidP="00AA1BB5">
      <w:pPr>
        <w:pStyle w:val="Food"/>
        <w:jc w:val="left"/>
        <w:rPr>
          <w:b w:val="0"/>
          <w:i/>
          <w:noProof w:val="0"/>
          <w:spacing w:val="6"/>
          <w:sz w:val="20"/>
          <w:szCs w:val="20"/>
          <w:lang w:val="en-US" w:eastAsia="en-CA"/>
        </w:rPr>
      </w:pPr>
      <w:r w:rsidRPr="00AA1BB5">
        <w:rPr>
          <w:b w:val="0"/>
          <w:i/>
          <w:noProof w:val="0"/>
          <w:spacing w:val="6"/>
          <w:sz w:val="20"/>
          <w:szCs w:val="20"/>
          <w:lang w:val="en-US" w:eastAsia="en-CA"/>
        </w:rPr>
        <w:t xml:space="preserve"> 2009 Estancia Piedra</w:t>
      </w:r>
    </w:p>
    <w:p w:rsidR="00422329" w:rsidRDefault="00422329" w:rsidP="00AA1BB5">
      <w:pPr>
        <w:pStyle w:val="Wine"/>
      </w:pPr>
      <w:r w:rsidRPr="00AA1BB5">
        <w:t xml:space="preserve">Verdejo         </w:t>
      </w:r>
      <w:r w:rsidRPr="008D496F">
        <w:t xml:space="preserve">                     </w:t>
      </w:r>
      <w:r>
        <w:t xml:space="preserve">    </w:t>
      </w:r>
      <w:r w:rsidRPr="008D496F">
        <w:t xml:space="preserve">   </w:t>
      </w:r>
      <w:r>
        <w:t>7.52</w:t>
      </w:r>
      <w:r w:rsidRPr="008D496F">
        <w:t xml:space="preserve"> (3oz) ~</w:t>
      </w:r>
      <w:r>
        <w:t>14.25</w:t>
      </w:r>
      <w:r w:rsidRPr="008D496F">
        <w:t xml:space="preserve"> (6oz)</w:t>
      </w:r>
    </w:p>
    <w:p w:rsidR="00422329" w:rsidRPr="00E16338" w:rsidRDefault="00422329" w:rsidP="008F6E2D">
      <w:pPr>
        <w:pStyle w:val="Wine"/>
        <w:rPr>
          <w:b/>
          <w:i w:val="0"/>
          <w:sz w:val="16"/>
          <w:szCs w:val="16"/>
        </w:rPr>
      </w:pPr>
    </w:p>
    <w:p w:rsidR="00422329" w:rsidRPr="008144F7" w:rsidRDefault="00422329" w:rsidP="00AA1BB5">
      <w:pPr>
        <w:pStyle w:val="Wine"/>
        <w:rPr>
          <w:b/>
          <w:i w:val="0"/>
        </w:rPr>
      </w:pPr>
      <w:r>
        <w:rPr>
          <w:b/>
          <w:i w:val="0"/>
        </w:rPr>
        <w:t>Chorizo Sausage</w:t>
      </w:r>
      <w:r>
        <w:rPr>
          <w:b/>
          <w:i w:val="0"/>
        </w:rPr>
        <w:tab/>
        <w:t xml:space="preserve">   7</w:t>
      </w:r>
    </w:p>
    <w:p w:rsidR="00422329" w:rsidRPr="002A0E4B" w:rsidRDefault="00422329" w:rsidP="00AA1BB5">
      <w:pPr>
        <w:pStyle w:val="Wine"/>
        <w:rPr>
          <w:b/>
          <w:i w:val="0"/>
        </w:rPr>
      </w:pPr>
      <w:r>
        <w:rPr>
          <w:i w:val="0"/>
        </w:rPr>
        <w:t>Pickled vegetables, olive oil toasts &amp; Kozlick</w:t>
      </w:r>
      <w:r w:rsidRPr="008144F7">
        <w:rPr>
          <w:i w:val="0"/>
        </w:rPr>
        <w:t xml:space="preserve"> mustard</w:t>
      </w:r>
    </w:p>
    <w:p w:rsidR="00422329" w:rsidRPr="001925E0" w:rsidRDefault="00422329" w:rsidP="00AA1BB5">
      <w:pPr>
        <w:pStyle w:val="Food"/>
        <w:jc w:val="left"/>
        <w:rPr>
          <w:b w:val="0"/>
          <w:i/>
          <w:noProof w:val="0"/>
          <w:spacing w:val="6"/>
          <w:sz w:val="20"/>
          <w:szCs w:val="20"/>
          <w:lang w:val="en-US" w:eastAsia="en-CA"/>
        </w:rPr>
      </w:pPr>
      <w:r w:rsidRPr="001925E0">
        <w:rPr>
          <w:b w:val="0"/>
          <w:i/>
          <w:noProof w:val="0"/>
          <w:spacing w:val="6"/>
          <w:sz w:val="20"/>
          <w:szCs w:val="20"/>
          <w:lang w:val="en-US" w:eastAsia="en-CA"/>
        </w:rPr>
        <w:t>2009 Laudo Bodegas Ondalan</w:t>
      </w:r>
    </w:p>
    <w:p w:rsidR="00422329" w:rsidRDefault="00422329" w:rsidP="00AA1BB5">
      <w:pPr>
        <w:pStyle w:val="Wine"/>
        <w:rPr>
          <w:b/>
          <w:i w:val="0"/>
        </w:rPr>
      </w:pPr>
      <w:r w:rsidRPr="007A1739">
        <w:t xml:space="preserve">Tempranillo                       </w:t>
      </w:r>
      <w:r>
        <w:t xml:space="preserve">  </w:t>
      </w:r>
      <w:r w:rsidRPr="007A1739">
        <w:t xml:space="preserve">   6.75 (3oz) ~ 13.00 (6oz)</w:t>
      </w:r>
    </w:p>
    <w:p w:rsidR="00422329" w:rsidRPr="00E16338" w:rsidRDefault="00422329" w:rsidP="00853F53">
      <w:pPr>
        <w:pStyle w:val="Wine"/>
        <w:rPr>
          <w:b/>
          <w:i w:val="0"/>
          <w:sz w:val="16"/>
          <w:szCs w:val="16"/>
        </w:rPr>
      </w:pPr>
    </w:p>
    <w:p w:rsidR="00422329" w:rsidRPr="00F741AD" w:rsidRDefault="00422329" w:rsidP="00853F53">
      <w:pPr>
        <w:pStyle w:val="Wine"/>
        <w:rPr>
          <w:b/>
        </w:rPr>
      </w:pPr>
      <w:r>
        <w:rPr>
          <w:b/>
          <w:i w:val="0"/>
        </w:rPr>
        <w:t xml:space="preserve">Shrimp Mac n’ Cheese   </w:t>
      </w:r>
      <w:r w:rsidRPr="00646BE0">
        <w:rPr>
          <w:b/>
          <w:i w:val="0"/>
        </w:rPr>
        <w:t xml:space="preserve">                      </w:t>
      </w:r>
      <w:r>
        <w:rPr>
          <w:b/>
          <w:i w:val="0"/>
        </w:rPr>
        <w:t xml:space="preserve">                  13                                 </w:t>
      </w:r>
    </w:p>
    <w:p w:rsidR="00422329" w:rsidRPr="00277431" w:rsidRDefault="00422329" w:rsidP="00853F53">
      <w:pPr>
        <w:pStyle w:val="Wine"/>
        <w:rPr>
          <w:i w:val="0"/>
        </w:rPr>
      </w:pPr>
      <w:r>
        <w:rPr>
          <w:i w:val="0"/>
        </w:rPr>
        <w:t>Shrimp, calamari, mussels &amp; cheddar bisque sauce</w:t>
      </w:r>
    </w:p>
    <w:p w:rsidR="00422329" w:rsidRDefault="00422329" w:rsidP="00853F53">
      <w:pPr>
        <w:pStyle w:val="Wine"/>
        <w:rPr>
          <w:b/>
          <w:i w:val="0"/>
        </w:rPr>
      </w:pPr>
      <w:r w:rsidRPr="00206B56">
        <w:t xml:space="preserve">2009 Clos des Briords Muscadet de Sevre et </w:t>
      </w:r>
      <w:smartTag w:uri="urn:schemas-microsoft-com:office:smarttags" w:element="State">
        <w:r w:rsidRPr="00206B56">
          <w:t>Maine</w:t>
        </w:r>
      </w:smartTag>
      <w:r w:rsidRPr="00206B56">
        <w:t xml:space="preserve"> sur lies </w:t>
      </w:r>
      <w:r w:rsidRPr="00206B56">
        <w:br/>
        <w:t>Melon de Bourgogne                  6.75(3oz) ~ 13.50 (6oz)</w:t>
      </w:r>
    </w:p>
    <w:p w:rsidR="00422329" w:rsidRPr="00E16338" w:rsidRDefault="00422329" w:rsidP="008F6E2D">
      <w:pPr>
        <w:pStyle w:val="Wine"/>
        <w:rPr>
          <w:b/>
          <w:i w:val="0"/>
          <w:sz w:val="16"/>
          <w:szCs w:val="16"/>
        </w:rPr>
      </w:pPr>
    </w:p>
    <w:p w:rsidR="00422329" w:rsidRPr="00F741AD" w:rsidRDefault="00422329" w:rsidP="008F6E2D">
      <w:pPr>
        <w:pStyle w:val="Wine"/>
        <w:rPr>
          <w:b/>
        </w:rPr>
      </w:pPr>
      <w:r>
        <w:rPr>
          <w:b/>
          <w:i w:val="0"/>
        </w:rPr>
        <w:t xml:space="preserve">Organic Beet Risotto   </w:t>
      </w:r>
      <w:r w:rsidRPr="00646BE0">
        <w:rPr>
          <w:b/>
          <w:i w:val="0"/>
        </w:rPr>
        <w:t xml:space="preserve">                      </w:t>
      </w:r>
      <w:r>
        <w:rPr>
          <w:b/>
          <w:i w:val="0"/>
        </w:rPr>
        <w:t xml:space="preserve">                     11                                 </w:t>
      </w:r>
    </w:p>
    <w:p w:rsidR="00422329" w:rsidRPr="00277431" w:rsidRDefault="00422329" w:rsidP="008F6E2D">
      <w:pPr>
        <w:pStyle w:val="Wine"/>
        <w:rPr>
          <w:i w:val="0"/>
        </w:rPr>
      </w:pPr>
      <w:r>
        <w:rPr>
          <w:i w:val="0"/>
        </w:rPr>
        <w:t>Caramelized walnuts, wild arugula &amp; Monforte goat cheese</w:t>
      </w:r>
    </w:p>
    <w:p w:rsidR="00422329" w:rsidRPr="00206B56" w:rsidRDefault="00422329" w:rsidP="002A7F5E">
      <w:pPr>
        <w:pStyle w:val="Wine"/>
      </w:pPr>
      <w:r w:rsidRPr="00206B56">
        <w:t>2009 Dom. De la Villaudiere, Sancerre</w:t>
      </w:r>
    </w:p>
    <w:p w:rsidR="00422329" w:rsidRDefault="00422329" w:rsidP="002A7F5E">
      <w:pPr>
        <w:pStyle w:val="Wine"/>
        <w:rPr>
          <w:b/>
          <w:i w:val="0"/>
        </w:rPr>
      </w:pPr>
      <w:r w:rsidRPr="00206B56">
        <w:t>Sauvignon Blanc                       8.10(3oz) ~ 16.00 (6oz)</w:t>
      </w:r>
    </w:p>
    <w:p w:rsidR="00422329" w:rsidRPr="00E16338" w:rsidRDefault="00422329" w:rsidP="00E16338">
      <w:pPr>
        <w:pStyle w:val="Wine"/>
        <w:rPr>
          <w:b/>
          <w:i w:val="0"/>
          <w:sz w:val="16"/>
          <w:szCs w:val="16"/>
        </w:rPr>
      </w:pPr>
    </w:p>
    <w:p w:rsidR="00422329" w:rsidRPr="005D22B2" w:rsidRDefault="00422329" w:rsidP="008F6E2D">
      <w:pPr>
        <w:pStyle w:val="ListBullet"/>
        <w:tabs>
          <w:tab w:val="clear" w:pos="360"/>
        </w:tabs>
        <w:ind w:left="0" w:firstLine="0"/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Pistachio &amp; Brie Stuffed Pork Loin        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1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3</w:t>
      </w:r>
      <w:r w:rsidRPr="005D22B2">
        <w:t xml:space="preserve">                        </w:t>
      </w:r>
    </w:p>
    <w:p w:rsidR="00422329" w:rsidRDefault="00422329" w:rsidP="008F6E2D">
      <w:pPr>
        <w:pStyle w:val="Wine"/>
        <w:rPr>
          <w:i w:val="0"/>
        </w:rPr>
      </w:pPr>
      <w:r>
        <w:rPr>
          <w:i w:val="0"/>
        </w:rPr>
        <w:t>Celeriac crushed potatoes, peppers &amp; oven dried apples</w:t>
      </w:r>
    </w:p>
    <w:p w:rsidR="00422329" w:rsidRPr="005C3F45" w:rsidRDefault="00422329" w:rsidP="008F6E2D">
      <w:pPr>
        <w:pStyle w:val="Wine"/>
      </w:pPr>
      <w:r w:rsidRPr="00D7505C">
        <w:t>200</w:t>
      </w:r>
      <w:r>
        <w:t>4</w:t>
      </w:r>
      <w:r w:rsidRPr="00D7505C">
        <w:t xml:space="preserve"> </w:t>
      </w:r>
      <w:r>
        <w:t>Colori d’Inverno</w:t>
      </w:r>
      <w:r w:rsidRPr="00D7505C">
        <w:br/>
      </w:r>
      <w:r>
        <w:t xml:space="preserve">Frappato, Nero d’Avola     </w:t>
      </w:r>
      <w:r w:rsidRPr="00D7505C">
        <w:t xml:space="preserve">   </w:t>
      </w:r>
      <w:r>
        <w:t xml:space="preserve"> </w:t>
      </w:r>
      <w:r w:rsidRPr="00D7505C">
        <w:t xml:space="preserve">    </w:t>
      </w:r>
      <w:r>
        <w:t>8.25</w:t>
      </w:r>
      <w:r w:rsidRPr="00D7505C">
        <w:t xml:space="preserve"> (3oz) ~ </w:t>
      </w:r>
      <w:r>
        <w:t>16.25</w:t>
      </w:r>
      <w:r w:rsidRPr="00D7505C">
        <w:t xml:space="preserve"> (6oz)</w:t>
      </w:r>
    </w:p>
    <w:p w:rsidR="00422329" w:rsidRPr="00E16338" w:rsidRDefault="00422329" w:rsidP="00E16338">
      <w:pPr>
        <w:pStyle w:val="Wine"/>
        <w:rPr>
          <w:b/>
          <w:i w:val="0"/>
          <w:sz w:val="16"/>
          <w:szCs w:val="16"/>
        </w:rPr>
      </w:pPr>
    </w:p>
    <w:p w:rsidR="00422329" w:rsidRPr="005D22B2" w:rsidRDefault="00422329" w:rsidP="00853F53">
      <w:pPr>
        <w:pStyle w:val="ListBullet"/>
        <w:tabs>
          <w:tab w:val="clear" w:pos="360"/>
        </w:tabs>
        <w:ind w:left="0" w:firstLine="0"/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Seared Wild Salmon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  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1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4</w:t>
      </w:r>
      <w:r w:rsidRPr="005D22B2">
        <w:t xml:space="preserve">                        </w:t>
      </w:r>
    </w:p>
    <w:p w:rsidR="00422329" w:rsidRDefault="00422329" w:rsidP="00853F53">
      <w:pPr>
        <w:pStyle w:val="Wine"/>
        <w:rPr>
          <w:i w:val="0"/>
        </w:rPr>
      </w:pPr>
      <w:r>
        <w:rPr>
          <w:i w:val="0"/>
        </w:rPr>
        <w:t>Grilled radicchio, mustard leeks, olives &amp; sun dried tomato</w:t>
      </w:r>
    </w:p>
    <w:p w:rsidR="00422329" w:rsidRPr="005C3F45" w:rsidRDefault="00422329" w:rsidP="00853F53">
      <w:pPr>
        <w:pStyle w:val="Wine"/>
      </w:pPr>
      <w:r w:rsidRPr="002A7F5E">
        <w:t>N.V. Nicolas Feuillate Brut "Reserve Particuliere"</w:t>
      </w:r>
      <w:r w:rsidRPr="002A7F5E">
        <w:br/>
        <w:t>P. Noir, P. Meunier, Chard      13.00 (3oz) ~ 25.00 (6oz)</w:t>
      </w:r>
    </w:p>
    <w:p w:rsidR="00422329" w:rsidRDefault="00422329" w:rsidP="00853F53">
      <w:pPr>
        <w:pStyle w:val="Wine"/>
        <w:rPr>
          <w:b/>
          <w:i w:val="0"/>
        </w:rPr>
      </w:pPr>
    </w:p>
    <w:p w:rsidR="00422329" w:rsidRPr="006E7D84" w:rsidRDefault="00422329" w:rsidP="008F6E2D">
      <w:pPr>
        <w:pStyle w:val="Wine"/>
        <w:rPr>
          <w:b/>
          <w:i w:val="0"/>
        </w:rPr>
      </w:pPr>
      <w:smartTag w:uri="urn:schemas-microsoft-com:office:smarttags" w:element="State">
        <w:smartTag w:uri="urn:schemas-microsoft-com:office:smarttags" w:element="State">
          <w:r w:rsidRPr="006E7D84">
            <w:rPr>
              <w:b/>
              <w:i w:val="0"/>
            </w:rPr>
            <w:t>Qualicum</w:t>
          </w:r>
        </w:smartTag>
        <w:r w:rsidRPr="006E7D84">
          <w:rPr>
            <w:b/>
            <w:i w:val="0"/>
          </w:rPr>
          <w:t xml:space="preserve"> </w:t>
        </w:r>
        <w:smartTag w:uri="urn:schemas-microsoft-com:office:smarttags" w:element="State">
          <w:r w:rsidRPr="006E7D84">
            <w:rPr>
              <w:b/>
              <w:i w:val="0"/>
            </w:rPr>
            <w:t>Bay</w:t>
          </w:r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422329" w:rsidRPr="00C06276" w:rsidRDefault="00422329" w:rsidP="008F6E2D">
      <w:pPr>
        <w:pStyle w:val="Wine"/>
        <w:rPr>
          <w:b/>
        </w:rPr>
      </w:pPr>
      <w:smartTag w:uri="urn:schemas-microsoft-com:office:smarttags" w:element="State">
        <w:r>
          <w:rPr>
            <w:i w:val="0"/>
          </w:rPr>
          <w:t>Savoy</w:t>
        </w:r>
      </w:smartTag>
      <w:r>
        <w:rPr>
          <w:i w:val="0"/>
        </w:rPr>
        <w:t xml:space="preserve"> cabbage, radishes &amp; confit tomatoes</w:t>
      </w:r>
    </w:p>
    <w:p w:rsidR="00422329" w:rsidRPr="008F6E2D" w:rsidRDefault="00422329" w:rsidP="008F6E2D">
      <w:pPr>
        <w:pStyle w:val="Food"/>
        <w:jc w:val="left"/>
        <w:rPr>
          <w:b w:val="0"/>
          <w:i/>
          <w:noProof w:val="0"/>
          <w:spacing w:val="6"/>
          <w:sz w:val="20"/>
          <w:szCs w:val="20"/>
          <w:lang w:val="en-US" w:eastAsia="en-CA"/>
        </w:rPr>
      </w:pPr>
      <w:r w:rsidRPr="008F6E2D">
        <w:rPr>
          <w:b w:val="0"/>
          <w:i/>
          <w:noProof w:val="0"/>
          <w:spacing w:val="6"/>
          <w:sz w:val="20"/>
          <w:szCs w:val="20"/>
          <w:lang w:val="en-US" w:eastAsia="en-CA"/>
        </w:rPr>
        <w:t>2007 Kuhling - Gillot "Nierstein Olberg"</w:t>
      </w:r>
      <w:r w:rsidRPr="008F6E2D">
        <w:rPr>
          <w:b w:val="0"/>
          <w:i/>
          <w:noProof w:val="0"/>
          <w:spacing w:val="6"/>
          <w:sz w:val="20"/>
          <w:szCs w:val="20"/>
          <w:lang w:val="en-US" w:eastAsia="en-CA"/>
        </w:rPr>
        <w:br/>
        <w:t>Riesling                                17.75 (3oz) ~ 35.00 (6oz)</w:t>
      </w:r>
    </w:p>
    <w:p w:rsidR="00422329" w:rsidRPr="00E16338" w:rsidRDefault="00422329" w:rsidP="008F6E2D">
      <w:pPr>
        <w:pStyle w:val="Wine"/>
        <w:rPr>
          <w:b/>
          <w:i w:val="0"/>
          <w:sz w:val="16"/>
          <w:szCs w:val="16"/>
        </w:rPr>
      </w:pPr>
    </w:p>
    <w:p w:rsidR="00422329" w:rsidRDefault="00422329" w:rsidP="008F6E2D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 </w:t>
      </w:r>
      <w:r w:rsidRPr="006E7D84">
        <w:rPr>
          <w:b/>
          <w:i w:val="0"/>
          <w:lang w:val="fr-CA"/>
        </w:rPr>
        <w:t xml:space="preserve">             16</w:t>
      </w:r>
    </w:p>
    <w:p w:rsidR="00422329" w:rsidRDefault="00422329" w:rsidP="008F6E2D">
      <w:pPr>
        <w:pStyle w:val="Wine"/>
        <w:rPr>
          <w:i w:val="0"/>
          <w:lang w:val="fr-CA"/>
        </w:rPr>
      </w:pPr>
      <w:r>
        <w:rPr>
          <w:i w:val="0"/>
          <w:lang w:val="fr-CA"/>
        </w:rPr>
        <w:t>Cloth-bound Cheddar, Light Hall Tomme, Tuscano,</w:t>
      </w:r>
    </w:p>
    <w:p w:rsidR="00422329" w:rsidRDefault="00422329" w:rsidP="008F6E2D">
      <w:pPr>
        <w:pStyle w:val="Wine"/>
        <w:rPr>
          <w:i w:val="0"/>
          <w:lang w:val="fr-CA"/>
        </w:rPr>
      </w:pPr>
      <w:r>
        <w:rPr>
          <w:i w:val="0"/>
          <w:lang w:val="fr-CA"/>
        </w:rPr>
        <w:t>La Sauvagine and Bleu Benedictin</w:t>
      </w:r>
    </w:p>
    <w:p w:rsidR="00422329" w:rsidRPr="004C1E0C" w:rsidRDefault="00422329" w:rsidP="008F6E2D">
      <w:pPr>
        <w:pStyle w:val="Wine"/>
        <w:rPr>
          <w:b/>
          <w:lang w:val="fr-CA"/>
        </w:rPr>
      </w:pPr>
      <w:r>
        <w:rPr>
          <w:i w:val="0"/>
          <w:lang w:val="fr-CA"/>
        </w:rPr>
        <w:t>Wine Pairing:</w:t>
      </w:r>
      <w:r>
        <w:rPr>
          <w:b/>
          <w:lang w:val="fr-CA"/>
        </w:rPr>
        <w:t xml:space="preserve"> </w:t>
      </w:r>
      <w:r>
        <w:rPr>
          <w:lang w:val="fr-CA"/>
        </w:rPr>
        <w:t>1oz of 5 Wines                              16.00</w:t>
      </w:r>
    </w:p>
    <w:p w:rsidR="00422329" w:rsidRPr="00E16338" w:rsidRDefault="00422329" w:rsidP="00E16338">
      <w:pPr>
        <w:pStyle w:val="Wine"/>
        <w:rPr>
          <w:b/>
          <w:i w:val="0"/>
          <w:sz w:val="16"/>
          <w:szCs w:val="16"/>
        </w:rPr>
      </w:pPr>
    </w:p>
    <w:p w:rsidR="00422329" w:rsidRPr="008F6E2D" w:rsidRDefault="00422329" w:rsidP="008F6E2D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Vanila Poached Pear</w:t>
      </w:r>
      <w:r w:rsidRPr="008F6E2D">
        <w:rPr>
          <w:b/>
          <w:i w:val="0"/>
          <w:lang w:val="fr-CA"/>
        </w:rPr>
        <w:tab/>
      </w:r>
      <w:r>
        <w:rPr>
          <w:b/>
          <w:i w:val="0"/>
          <w:lang w:val="fr-CA"/>
        </w:rPr>
        <w:t xml:space="preserve"> </w:t>
      </w:r>
      <w:r w:rsidRPr="008F6E2D">
        <w:rPr>
          <w:b/>
          <w:i w:val="0"/>
          <w:lang w:val="fr-CA"/>
        </w:rPr>
        <w:t xml:space="preserve"> 7 </w:t>
      </w:r>
    </w:p>
    <w:p w:rsidR="00422329" w:rsidRPr="008F6E2D" w:rsidRDefault="00422329" w:rsidP="008F6E2D">
      <w:pPr>
        <w:pStyle w:val="Wine"/>
        <w:rPr>
          <w:i w:val="0"/>
          <w:lang w:val="fr-CA"/>
        </w:rPr>
      </w:pPr>
      <w:r>
        <w:rPr>
          <w:i w:val="0"/>
          <w:lang w:val="fr-CA"/>
        </w:rPr>
        <w:t>Granola crumble</w:t>
      </w:r>
    </w:p>
    <w:p w:rsidR="00422329" w:rsidRPr="008F6E2D" w:rsidRDefault="00422329" w:rsidP="008F6E2D">
      <w:pPr>
        <w:pStyle w:val="Wine"/>
        <w:rPr>
          <w:lang w:val="fr-CA"/>
        </w:rPr>
      </w:pPr>
      <w:r w:rsidRPr="008F6E2D">
        <w:rPr>
          <w:lang w:val="fr-CA"/>
        </w:rPr>
        <w:t>2005 Weinbau Zahel "Rosengartl"</w:t>
      </w:r>
    </w:p>
    <w:p w:rsidR="00422329" w:rsidRPr="008F6E2D" w:rsidRDefault="00422329" w:rsidP="008F6E2D">
      <w:pPr>
        <w:pStyle w:val="Wine"/>
        <w:rPr>
          <w:lang w:val="fr-CA"/>
        </w:rPr>
      </w:pPr>
      <w:r w:rsidRPr="008F6E2D">
        <w:rPr>
          <w:lang w:val="fr-CA"/>
        </w:rPr>
        <w:t>Vienna, Austria                      7.50 (1oz) ~ 15.00 (2oz)</w:t>
      </w:r>
    </w:p>
    <w:p w:rsidR="00422329" w:rsidRPr="00E16338" w:rsidRDefault="00422329" w:rsidP="00E16338">
      <w:pPr>
        <w:pStyle w:val="Wine"/>
        <w:rPr>
          <w:b/>
          <w:i w:val="0"/>
          <w:sz w:val="16"/>
          <w:szCs w:val="16"/>
        </w:rPr>
      </w:pPr>
    </w:p>
    <w:p w:rsidR="00422329" w:rsidRPr="008F6E2D" w:rsidRDefault="00422329" w:rsidP="008F6E2D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 xml:space="preserve">Rum Raisin </w:t>
      </w:r>
      <w:r w:rsidRPr="008F6E2D">
        <w:rPr>
          <w:b/>
          <w:i w:val="0"/>
          <w:lang w:val="fr-CA"/>
        </w:rPr>
        <w:t>Bread</w:t>
      </w:r>
      <w:r>
        <w:rPr>
          <w:b/>
          <w:i w:val="0"/>
          <w:lang w:val="fr-CA"/>
        </w:rPr>
        <w:t xml:space="preserve"> &amp; Butter </w:t>
      </w:r>
      <w:r w:rsidRPr="008F6E2D">
        <w:rPr>
          <w:b/>
          <w:i w:val="0"/>
          <w:lang w:val="fr-CA"/>
        </w:rPr>
        <w:t>Pudding</w:t>
      </w:r>
      <w:r w:rsidRPr="008F6E2D">
        <w:rPr>
          <w:b/>
          <w:i w:val="0"/>
          <w:lang w:val="fr-CA"/>
        </w:rPr>
        <w:tab/>
      </w:r>
      <w:r>
        <w:rPr>
          <w:b/>
          <w:i w:val="0"/>
          <w:lang w:val="fr-CA"/>
        </w:rPr>
        <w:t xml:space="preserve"> </w:t>
      </w:r>
      <w:r w:rsidRPr="008F6E2D">
        <w:rPr>
          <w:b/>
          <w:i w:val="0"/>
          <w:lang w:val="fr-CA"/>
        </w:rPr>
        <w:t xml:space="preserve"> 7</w:t>
      </w:r>
    </w:p>
    <w:p w:rsidR="00422329" w:rsidRPr="008F6E2D" w:rsidRDefault="00422329" w:rsidP="008F6E2D">
      <w:pPr>
        <w:pStyle w:val="Wine"/>
        <w:rPr>
          <w:i w:val="0"/>
          <w:lang w:val="fr-CA"/>
        </w:rPr>
      </w:pPr>
      <w:r>
        <w:rPr>
          <w:i w:val="0"/>
          <w:lang w:val="fr-CA"/>
        </w:rPr>
        <w:t>Crème anglaise &amp; Niagara apricots</w:t>
      </w:r>
    </w:p>
    <w:p w:rsidR="00422329" w:rsidRPr="008F6E2D" w:rsidRDefault="00422329" w:rsidP="008F6E2D">
      <w:pPr>
        <w:pStyle w:val="Wine"/>
        <w:rPr>
          <w:lang w:val="fr-CA"/>
        </w:rPr>
      </w:pPr>
      <w:r w:rsidRPr="008F6E2D">
        <w:rPr>
          <w:lang w:val="fr-CA"/>
        </w:rPr>
        <w:t>2005 Lammershoek</w:t>
      </w:r>
    </w:p>
    <w:p w:rsidR="00422329" w:rsidRPr="00270E45" w:rsidRDefault="00422329" w:rsidP="00270E45">
      <w:pPr>
        <w:pStyle w:val="Wine"/>
      </w:pPr>
      <w:r w:rsidRPr="008F6E2D">
        <w:t>Pinotage                                 4.50 (1oz) ~ 9.00 (2oz)</w:t>
      </w:r>
    </w:p>
    <w:sectPr w:rsidR="00422329" w:rsidRPr="00270E45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ench Script MT">
    <w:altName w:val="Courier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5" type="#_x0000_t75" style="width:12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44524C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9AA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38F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F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BA3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63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F2A2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CC4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20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B3A38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E4210"/>
    <w:multiLevelType w:val="multilevel"/>
    <w:tmpl w:val="C7F44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46252C4"/>
    <w:multiLevelType w:val="hybridMultilevel"/>
    <w:tmpl w:val="C7F44E04"/>
    <w:lvl w:ilvl="0" w:tplc="64C41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7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325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A48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4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7C8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AE1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24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C001A5"/>
    <w:multiLevelType w:val="hybridMultilevel"/>
    <w:tmpl w:val="306639B6"/>
    <w:lvl w:ilvl="0" w:tplc="83B40160">
      <w:start w:val="2005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A22288"/>
    <w:multiLevelType w:val="hybridMultilevel"/>
    <w:tmpl w:val="8D269424"/>
    <w:lvl w:ilvl="0" w:tplc="D5F0D5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B866D18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ECAA75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14230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58BB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738E3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37AE0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567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E12C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1"/>
  </w:num>
  <w:num w:numId="20">
    <w:abstractNumId w:val="10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DFC"/>
    <w:rsid w:val="00003D23"/>
    <w:rsid w:val="00005AF8"/>
    <w:rsid w:val="00005EEE"/>
    <w:rsid w:val="0000752A"/>
    <w:rsid w:val="00011152"/>
    <w:rsid w:val="00011980"/>
    <w:rsid w:val="000144B0"/>
    <w:rsid w:val="00015123"/>
    <w:rsid w:val="00015545"/>
    <w:rsid w:val="00015657"/>
    <w:rsid w:val="00016547"/>
    <w:rsid w:val="0001718E"/>
    <w:rsid w:val="00017C31"/>
    <w:rsid w:val="000208CC"/>
    <w:rsid w:val="000210E4"/>
    <w:rsid w:val="00022AA6"/>
    <w:rsid w:val="0002553B"/>
    <w:rsid w:val="00025A59"/>
    <w:rsid w:val="00025D31"/>
    <w:rsid w:val="00025E2C"/>
    <w:rsid w:val="000263B5"/>
    <w:rsid w:val="0002664D"/>
    <w:rsid w:val="000278D3"/>
    <w:rsid w:val="0003136E"/>
    <w:rsid w:val="0003207C"/>
    <w:rsid w:val="00032E51"/>
    <w:rsid w:val="00034D42"/>
    <w:rsid w:val="000350B6"/>
    <w:rsid w:val="000361E6"/>
    <w:rsid w:val="00037D64"/>
    <w:rsid w:val="000417C2"/>
    <w:rsid w:val="00043192"/>
    <w:rsid w:val="00044313"/>
    <w:rsid w:val="00045210"/>
    <w:rsid w:val="00045FF6"/>
    <w:rsid w:val="00047C42"/>
    <w:rsid w:val="00047CC5"/>
    <w:rsid w:val="00050173"/>
    <w:rsid w:val="00053537"/>
    <w:rsid w:val="00053AAA"/>
    <w:rsid w:val="0005419E"/>
    <w:rsid w:val="000542D4"/>
    <w:rsid w:val="00054B26"/>
    <w:rsid w:val="000558C7"/>
    <w:rsid w:val="0005629C"/>
    <w:rsid w:val="00060510"/>
    <w:rsid w:val="00060B4A"/>
    <w:rsid w:val="00060DC2"/>
    <w:rsid w:val="00061921"/>
    <w:rsid w:val="00063D56"/>
    <w:rsid w:val="0006489E"/>
    <w:rsid w:val="00065493"/>
    <w:rsid w:val="00070AFF"/>
    <w:rsid w:val="00072CA3"/>
    <w:rsid w:val="00074658"/>
    <w:rsid w:val="00074F0B"/>
    <w:rsid w:val="0007704B"/>
    <w:rsid w:val="00081ADA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0BF"/>
    <w:rsid w:val="000A1D92"/>
    <w:rsid w:val="000A22A2"/>
    <w:rsid w:val="000A3DA9"/>
    <w:rsid w:val="000A600C"/>
    <w:rsid w:val="000A68F9"/>
    <w:rsid w:val="000B13F2"/>
    <w:rsid w:val="000B37F2"/>
    <w:rsid w:val="000B3FF5"/>
    <w:rsid w:val="000B487B"/>
    <w:rsid w:val="000B49B6"/>
    <w:rsid w:val="000B5E46"/>
    <w:rsid w:val="000B6C15"/>
    <w:rsid w:val="000C1D54"/>
    <w:rsid w:val="000C2A25"/>
    <w:rsid w:val="000C3AB1"/>
    <w:rsid w:val="000C4D0F"/>
    <w:rsid w:val="000C5494"/>
    <w:rsid w:val="000C6019"/>
    <w:rsid w:val="000D17D6"/>
    <w:rsid w:val="000D18D4"/>
    <w:rsid w:val="000D1B93"/>
    <w:rsid w:val="000D1D6F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E00A9"/>
    <w:rsid w:val="000E0E62"/>
    <w:rsid w:val="000E1C36"/>
    <w:rsid w:val="000E2891"/>
    <w:rsid w:val="000E34AC"/>
    <w:rsid w:val="000E5578"/>
    <w:rsid w:val="000E5E7C"/>
    <w:rsid w:val="000E702F"/>
    <w:rsid w:val="000E706B"/>
    <w:rsid w:val="000F2299"/>
    <w:rsid w:val="000F2D2C"/>
    <w:rsid w:val="000F3E99"/>
    <w:rsid w:val="001006F5"/>
    <w:rsid w:val="00101C8B"/>
    <w:rsid w:val="001029F5"/>
    <w:rsid w:val="00102BD8"/>
    <w:rsid w:val="00103136"/>
    <w:rsid w:val="00103A9B"/>
    <w:rsid w:val="00106153"/>
    <w:rsid w:val="00107CF6"/>
    <w:rsid w:val="00110C4A"/>
    <w:rsid w:val="00111C57"/>
    <w:rsid w:val="00112B5A"/>
    <w:rsid w:val="00113545"/>
    <w:rsid w:val="00113664"/>
    <w:rsid w:val="0011450B"/>
    <w:rsid w:val="001162C6"/>
    <w:rsid w:val="0011756D"/>
    <w:rsid w:val="00121A99"/>
    <w:rsid w:val="00121C7D"/>
    <w:rsid w:val="001225C6"/>
    <w:rsid w:val="001228C5"/>
    <w:rsid w:val="00122C2B"/>
    <w:rsid w:val="001236F3"/>
    <w:rsid w:val="001239BB"/>
    <w:rsid w:val="001253F2"/>
    <w:rsid w:val="001258F8"/>
    <w:rsid w:val="001278DB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6100"/>
    <w:rsid w:val="00137809"/>
    <w:rsid w:val="001378B9"/>
    <w:rsid w:val="001403EC"/>
    <w:rsid w:val="0014069D"/>
    <w:rsid w:val="0014099B"/>
    <w:rsid w:val="001413D7"/>
    <w:rsid w:val="00142C0F"/>
    <w:rsid w:val="00146A12"/>
    <w:rsid w:val="00147042"/>
    <w:rsid w:val="00147813"/>
    <w:rsid w:val="00147E84"/>
    <w:rsid w:val="00150D84"/>
    <w:rsid w:val="00151160"/>
    <w:rsid w:val="00151B5F"/>
    <w:rsid w:val="00155722"/>
    <w:rsid w:val="001557A6"/>
    <w:rsid w:val="00155A4E"/>
    <w:rsid w:val="00155D27"/>
    <w:rsid w:val="00155D44"/>
    <w:rsid w:val="00156BA2"/>
    <w:rsid w:val="00157480"/>
    <w:rsid w:val="001576F8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A35"/>
    <w:rsid w:val="00182CAB"/>
    <w:rsid w:val="00182FCB"/>
    <w:rsid w:val="00183393"/>
    <w:rsid w:val="00183B0E"/>
    <w:rsid w:val="00184186"/>
    <w:rsid w:val="0018496A"/>
    <w:rsid w:val="0018639C"/>
    <w:rsid w:val="001863F9"/>
    <w:rsid w:val="00187AA6"/>
    <w:rsid w:val="0019060F"/>
    <w:rsid w:val="00190FF5"/>
    <w:rsid w:val="00191778"/>
    <w:rsid w:val="00191796"/>
    <w:rsid w:val="001925E0"/>
    <w:rsid w:val="001929A5"/>
    <w:rsid w:val="0019326F"/>
    <w:rsid w:val="001946F5"/>
    <w:rsid w:val="00194F38"/>
    <w:rsid w:val="0019526E"/>
    <w:rsid w:val="00195F58"/>
    <w:rsid w:val="00196F6C"/>
    <w:rsid w:val="001A0694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130B"/>
    <w:rsid w:val="001B14ED"/>
    <w:rsid w:val="001B2310"/>
    <w:rsid w:val="001B434A"/>
    <w:rsid w:val="001B43C1"/>
    <w:rsid w:val="001B450C"/>
    <w:rsid w:val="001B4A59"/>
    <w:rsid w:val="001B4D59"/>
    <w:rsid w:val="001B6B07"/>
    <w:rsid w:val="001C0661"/>
    <w:rsid w:val="001C0CB6"/>
    <w:rsid w:val="001C2CB8"/>
    <w:rsid w:val="001C5956"/>
    <w:rsid w:val="001C7251"/>
    <w:rsid w:val="001C76B7"/>
    <w:rsid w:val="001C7873"/>
    <w:rsid w:val="001D0372"/>
    <w:rsid w:val="001D2DAE"/>
    <w:rsid w:val="001D3B20"/>
    <w:rsid w:val="001D3C42"/>
    <w:rsid w:val="001D4751"/>
    <w:rsid w:val="001D54BC"/>
    <w:rsid w:val="001D6273"/>
    <w:rsid w:val="001D6F80"/>
    <w:rsid w:val="001D7177"/>
    <w:rsid w:val="001D7508"/>
    <w:rsid w:val="001D79D2"/>
    <w:rsid w:val="001E0113"/>
    <w:rsid w:val="001E011B"/>
    <w:rsid w:val="001E03AD"/>
    <w:rsid w:val="001E3953"/>
    <w:rsid w:val="001E3F51"/>
    <w:rsid w:val="001E4A4E"/>
    <w:rsid w:val="001E649F"/>
    <w:rsid w:val="001E733C"/>
    <w:rsid w:val="001E75F7"/>
    <w:rsid w:val="001E7D26"/>
    <w:rsid w:val="001F1F52"/>
    <w:rsid w:val="001F2B9A"/>
    <w:rsid w:val="001F358D"/>
    <w:rsid w:val="001F379A"/>
    <w:rsid w:val="001F4828"/>
    <w:rsid w:val="001F5A5C"/>
    <w:rsid w:val="001F63CF"/>
    <w:rsid w:val="001F6675"/>
    <w:rsid w:val="001F7FB0"/>
    <w:rsid w:val="00200535"/>
    <w:rsid w:val="00201513"/>
    <w:rsid w:val="0020330C"/>
    <w:rsid w:val="00203E12"/>
    <w:rsid w:val="00204CA4"/>
    <w:rsid w:val="0020529F"/>
    <w:rsid w:val="002053A2"/>
    <w:rsid w:val="00205556"/>
    <w:rsid w:val="0020629B"/>
    <w:rsid w:val="002066FB"/>
    <w:rsid w:val="002067C7"/>
    <w:rsid w:val="00206A23"/>
    <w:rsid w:val="00206B56"/>
    <w:rsid w:val="00206DCA"/>
    <w:rsid w:val="0020715B"/>
    <w:rsid w:val="002077BF"/>
    <w:rsid w:val="00207867"/>
    <w:rsid w:val="00207CB9"/>
    <w:rsid w:val="00207E54"/>
    <w:rsid w:val="00207E8A"/>
    <w:rsid w:val="002112D4"/>
    <w:rsid w:val="00211649"/>
    <w:rsid w:val="00212150"/>
    <w:rsid w:val="002126F7"/>
    <w:rsid w:val="00212E6F"/>
    <w:rsid w:val="00213A5C"/>
    <w:rsid w:val="00215AFB"/>
    <w:rsid w:val="00215E43"/>
    <w:rsid w:val="002165B8"/>
    <w:rsid w:val="002166E6"/>
    <w:rsid w:val="0021785F"/>
    <w:rsid w:val="002208AD"/>
    <w:rsid w:val="0022143B"/>
    <w:rsid w:val="00221C50"/>
    <w:rsid w:val="00222CDF"/>
    <w:rsid w:val="0022522F"/>
    <w:rsid w:val="00227A3B"/>
    <w:rsid w:val="00230DF2"/>
    <w:rsid w:val="0023169C"/>
    <w:rsid w:val="0023179E"/>
    <w:rsid w:val="00233A64"/>
    <w:rsid w:val="0023533F"/>
    <w:rsid w:val="0023687F"/>
    <w:rsid w:val="00237D84"/>
    <w:rsid w:val="00241434"/>
    <w:rsid w:val="00241D0B"/>
    <w:rsid w:val="00244ED0"/>
    <w:rsid w:val="00246177"/>
    <w:rsid w:val="00247759"/>
    <w:rsid w:val="002503DA"/>
    <w:rsid w:val="00252983"/>
    <w:rsid w:val="00253369"/>
    <w:rsid w:val="0025499D"/>
    <w:rsid w:val="00255300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7B09"/>
    <w:rsid w:val="00270421"/>
    <w:rsid w:val="00270474"/>
    <w:rsid w:val="002704D3"/>
    <w:rsid w:val="00270A96"/>
    <w:rsid w:val="00270E45"/>
    <w:rsid w:val="00270ED7"/>
    <w:rsid w:val="002711D3"/>
    <w:rsid w:val="00271604"/>
    <w:rsid w:val="00271C3B"/>
    <w:rsid w:val="00271E8D"/>
    <w:rsid w:val="00271EB7"/>
    <w:rsid w:val="00271F51"/>
    <w:rsid w:val="0027272D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A65"/>
    <w:rsid w:val="00280E45"/>
    <w:rsid w:val="00281439"/>
    <w:rsid w:val="0028296D"/>
    <w:rsid w:val="0028314B"/>
    <w:rsid w:val="0028482D"/>
    <w:rsid w:val="00284E9F"/>
    <w:rsid w:val="0028602D"/>
    <w:rsid w:val="002864E0"/>
    <w:rsid w:val="00286BD1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0E4B"/>
    <w:rsid w:val="002A1D0A"/>
    <w:rsid w:val="002A293F"/>
    <w:rsid w:val="002A29FB"/>
    <w:rsid w:val="002A4396"/>
    <w:rsid w:val="002A63E1"/>
    <w:rsid w:val="002A6C86"/>
    <w:rsid w:val="002A6F5F"/>
    <w:rsid w:val="002A7F5E"/>
    <w:rsid w:val="002B00F9"/>
    <w:rsid w:val="002B02E0"/>
    <w:rsid w:val="002B0903"/>
    <w:rsid w:val="002B0EEB"/>
    <w:rsid w:val="002B13B7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664A"/>
    <w:rsid w:val="002C0042"/>
    <w:rsid w:val="002C03B3"/>
    <w:rsid w:val="002C115F"/>
    <w:rsid w:val="002C16EB"/>
    <w:rsid w:val="002C2343"/>
    <w:rsid w:val="002C2D4D"/>
    <w:rsid w:val="002C3FED"/>
    <w:rsid w:val="002C64AB"/>
    <w:rsid w:val="002D2C2A"/>
    <w:rsid w:val="002D4024"/>
    <w:rsid w:val="002D43DF"/>
    <w:rsid w:val="002D4A56"/>
    <w:rsid w:val="002D5225"/>
    <w:rsid w:val="002D5618"/>
    <w:rsid w:val="002D56F7"/>
    <w:rsid w:val="002D5A50"/>
    <w:rsid w:val="002D6476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F041F"/>
    <w:rsid w:val="002F04E7"/>
    <w:rsid w:val="002F1012"/>
    <w:rsid w:val="002F2273"/>
    <w:rsid w:val="002F27C8"/>
    <w:rsid w:val="002F32E5"/>
    <w:rsid w:val="002F3341"/>
    <w:rsid w:val="002F4005"/>
    <w:rsid w:val="002F4302"/>
    <w:rsid w:val="002F5800"/>
    <w:rsid w:val="002F5A27"/>
    <w:rsid w:val="003021C1"/>
    <w:rsid w:val="003044F1"/>
    <w:rsid w:val="003045B7"/>
    <w:rsid w:val="00305A32"/>
    <w:rsid w:val="00306D47"/>
    <w:rsid w:val="00307BB0"/>
    <w:rsid w:val="00307D91"/>
    <w:rsid w:val="00312773"/>
    <w:rsid w:val="0031337A"/>
    <w:rsid w:val="00315EA8"/>
    <w:rsid w:val="00316E28"/>
    <w:rsid w:val="00320780"/>
    <w:rsid w:val="00321B32"/>
    <w:rsid w:val="003225E7"/>
    <w:rsid w:val="00324630"/>
    <w:rsid w:val="00326F40"/>
    <w:rsid w:val="00332C64"/>
    <w:rsid w:val="00332FBD"/>
    <w:rsid w:val="003337A1"/>
    <w:rsid w:val="0033390E"/>
    <w:rsid w:val="00335916"/>
    <w:rsid w:val="003363B5"/>
    <w:rsid w:val="003372A5"/>
    <w:rsid w:val="003374D6"/>
    <w:rsid w:val="00337617"/>
    <w:rsid w:val="00337BD5"/>
    <w:rsid w:val="00343369"/>
    <w:rsid w:val="003452F6"/>
    <w:rsid w:val="00347594"/>
    <w:rsid w:val="00347848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1BB"/>
    <w:rsid w:val="00364838"/>
    <w:rsid w:val="00365A64"/>
    <w:rsid w:val="00367692"/>
    <w:rsid w:val="0037033B"/>
    <w:rsid w:val="00373A29"/>
    <w:rsid w:val="00373C26"/>
    <w:rsid w:val="0037659D"/>
    <w:rsid w:val="00376A68"/>
    <w:rsid w:val="00381192"/>
    <w:rsid w:val="00382920"/>
    <w:rsid w:val="003840F2"/>
    <w:rsid w:val="0038452B"/>
    <w:rsid w:val="00385509"/>
    <w:rsid w:val="003862C6"/>
    <w:rsid w:val="00387EEC"/>
    <w:rsid w:val="00392E88"/>
    <w:rsid w:val="00393AB9"/>
    <w:rsid w:val="00394498"/>
    <w:rsid w:val="00395FE0"/>
    <w:rsid w:val="00397221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C91"/>
    <w:rsid w:val="003C0A1A"/>
    <w:rsid w:val="003C0BD9"/>
    <w:rsid w:val="003C0DFD"/>
    <w:rsid w:val="003C22FD"/>
    <w:rsid w:val="003C34AF"/>
    <w:rsid w:val="003C433E"/>
    <w:rsid w:val="003C4788"/>
    <w:rsid w:val="003C6370"/>
    <w:rsid w:val="003C63C1"/>
    <w:rsid w:val="003C653C"/>
    <w:rsid w:val="003C6C20"/>
    <w:rsid w:val="003C7530"/>
    <w:rsid w:val="003D14E9"/>
    <w:rsid w:val="003D1B12"/>
    <w:rsid w:val="003D209B"/>
    <w:rsid w:val="003D24EF"/>
    <w:rsid w:val="003D2FB5"/>
    <w:rsid w:val="003D48BC"/>
    <w:rsid w:val="003D4DA6"/>
    <w:rsid w:val="003D4E5B"/>
    <w:rsid w:val="003D5278"/>
    <w:rsid w:val="003D5614"/>
    <w:rsid w:val="003D5950"/>
    <w:rsid w:val="003D6AB9"/>
    <w:rsid w:val="003E05F0"/>
    <w:rsid w:val="003E134E"/>
    <w:rsid w:val="003E14C0"/>
    <w:rsid w:val="003E2C8C"/>
    <w:rsid w:val="003E3A21"/>
    <w:rsid w:val="003E3AF3"/>
    <w:rsid w:val="003E3BB7"/>
    <w:rsid w:val="003E4F47"/>
    <w:rsid w:val="003E5E4F"/>
    <w:rsid w:val="003E74F7"/>
    <w:rsid w:val="003F1032"/>
    <w:rsid w:val="003F1CF8"/>
    <w:rsid w:val="003F2EDD"/>
    <w:rsid w:val="003F424A"/>
    <w:rsid w:val="003F4554"/>
    <w:rsid w:val="003F6D69"/>
    <w:rsid w:val="003F737E"/>
    <w:rsid w:val="00400755"/>
    <w:rsid w:val="00402B13"/>
    <w:rsid w:val="00402E89"/>
    <w:rsid w:val="00402FA8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2A1D"/>
    <w:rsid w:val="00414BA3"/>
    <w:rsid w:val="00414F27"/>
    <w:rsid w:val="00416971"/>
    <w:rsid w:val="00416DF3"/>
    <w:rsid w:val="00417257"/>
    <w:rsid w:val="00417343"/>
    <w:rsid w:val="0041746E"/>
    <w:rsid w:val="004219AC"/>
    <w:rsid w:val="00422329"/>
    <w:rsid w:val="0042365E"/>
    <w:rsid w:val="00423955"/>
    <w:rsid w:val="00424314"/>
    <w:rsid w:val="004259F8"/>
    <w:rsid w:val="00427441"/>
    <w:rsid w:val="00427D82"/>
    <w:rsid w:val="00431CF6"/>
    <w:rsid w:val="00432195"/>
    <w:rsid w:val="004323F8"/>
    <w:rsid w:val="00432766"/>
    <w:rsid w:val="00433DB7"/>
    <w:rsid w:val="00435350"/>
    <w:rsid w:val="00435A96"/>
    <w:rsid w:val="00435B79"/>
    <w:rsid w:val="0043630B"/>
    <w:rsid w:val="00436746"/>
    <w:rsid w:val="00437BB5"/>
    <w:rsid w:val="0044204D"/>
    <w:rsid w:val="0044573C"/>
    <w:rsid w:val="00447B94"/>
    <w:rsid w:val="0045003B"/>
    <w:rsid w:val="00453E52"/>
    <w:rsid w:val="00454539"/>
    <w:rsid w:val="00454ECB"/>
    <w:rsid w:val="00455353"/>
    <w:rsid w:val="004556CA"/>
    <w:rsid w:val="00455A1B"/>
    <w:rsid w:val="00455B47"/>
    <w:rsid w:val="0045678B"/>
    <w:rsid w:val="00457307"/>
    <w:rsid w:val="004626B1"/>
    <w:rsid w:val="00462A3D"/>
    <w:rsid w:val="00463D37"/>
    <w:rsid w:val="004656CB"/>
    <w:rsid w:val="00466722"/>
    <w:rsid w:val="00466A46"/>
    <w:rsid w:val="00466B22"/>
    <w:rsid w:val="00467320"/>
    <w:rsid w:val="00467377"/>
    <w:rsid w:val="004679F9"/>
    <w:rsid w:val="00470696"/>
    <w:rsid w:val="004706F2"/>
    <w:rsid w:val="004711AC"/>
    <w:rsid w:val="00471230"/>
    <w:rsid w:val="00472B82"/>
    <w:rsid w:val="0047346C"/>
    <w:rsid w:val="004749CD"/>
    <w:rsid w:val="00476A3D"/>
    <w:rsid w:val="00480B04"/>
    <w:rsid w:val="004812E3"/>
    <w:rsid w:val="00482397"/>
    <w:rsid w:val="00483918"/>
    <w:rsid w:val="00484DF7"/>
    <w:rsid w:val="0048679E"/>
    <w:rsid w:val="0048746D"/>
    <w:rsid w:val="004905DE"/>
    <w:rsid w:val="00490645"/>
    <w:rsid w:val="00495CD5"/>
    <w:rsid w:val="004963DD"/>
    <w:rsid w:val="004963E6"/>
    <w:rsid w:val="00496D4A"/>
    <w:rsid w:val="00497388"/>
    <w:rsid w:val="00497458"/>
    <w:rsid w:val="00497738"/>
    <w:rsid w:val="004A0533"/>
    <w:rsid w:val="004A0DF5"/>
    <w:rsid w:val="004A12C3"/>
    <w:rsid w:val="004A18C4"/>
    <w:rsid w:val="004A2637"/>
    <w:rsid w:val="004A2A65"/>
    <w:rsid w:val="004A2FE5"/>
    <w:rsid w:val="004A3630"/>
    <w:rsid w:val="004A41AF"/>
    <w:rsid w:val="004A6109"/>
    <w:rsid w:val="004A725B"/>
    <w:rsid w:val="004A7CD2"/>
    <w:rsid w:val="004B063D"/>
    <w:rsid w:val="004B07F5"/>
    <w:rsid w:val="004B1AC1"/>
    <w:rsid w:val="004B1D59"/>
    <w:rsid w:val="004B2173"/>
    <w:rsid w:val="004B2A80"/>
    <w:rsid w:val="004B378E"/>
    <w:rsid w:val="004B38B5"/>
    <w:rsid w:val="004B487D"/>
    <w:rsid w:val="004B4AC2"/>
    <w:rsid w:val="004B6250"/>
    <w:rsid w:val="004B7728"/>
    <w:rsid w:val="004B7A48"/>
    <w:rsid w:val="004C022E"/>
    <w:rsid w:val="004C1A19"/>
    <w:rsid w:val="004C1E0C"/>
    <w:rsid w:val="004C20F0"/>
    <w:rsid w:val="004C2475"/>
    <w:rsid w:val="004C2584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7152"/>
    <w:rsid w:val="004D7AAA"/>
    <w:rsid w:val="004E3784"/>
    <w:rsid w:val="004E3B7D"/>
    <w:rsid w:val="004E4815"/>
    <w:rsid w:val="004E4A20"/>
    <w:rsid w:val="004E58C5"/>
    <w:rsid w:val="004E63F8"/>
    <w:rsid w:val="004E6AAD"/>
    <w:rsid w:val="004E703A"/>
    <w:rsid w:val="004E78A2"/>
    <w:rsid w:val="004F33CC"/>
    <w:rsid w:val="004F4F0A"/>
    <w:rsid w:val="004F5A1D"/>
    <w:rsid w:val="004F659E"/>
    <w:rsid w:val="004F75CE"/>
    <w:rsid w:val="005046D4"/>
    <w:rsid w:val="00504E31"/>
    <w:rsid w:val="00506042"/>
    <w:rsid w:val="0050673A"/>
    <w:rsid w:val="00507464"/>
    <w:rsid w:val="00507F76"/>
    <w:rsid w:val="0051078B"/>
    <w:rsid w:val="005119BB"/>
    <w:rsid w:val="00515DB9"/>
    <w:rsid w:val="00516362"/>
    <w:rsid w:val="00516D02"/>
    <w:rsid w:val="00520392"/>
    <w:rsid w:val="00520B21"/>
    <w:rsid w:val="005210BC"/>
    <w:rsid w:val="0052297B"/>
    <w:rsid w:val="00523A09"/>
    <w:rsid w:val="005254EC"/>
    <w:rsid w:val="00526BA6"/>
    <w:rsid w:val="0053037E"/>
    <w:rsid w:val="00531639"/>
    <w:rsid w:val="00531DBE"/>
    <w:rsid w:val="005323F0"/>
    <w:rsid w:val="00532C7D"/>
    <w:rsid w:val="00533024"/>
    <w:rsid w:val="0053436F"/>
    <w:rsid w:val="00535CE1"/>
    <w:rsid w:val="005368F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72B8"/>
    <w:rsid w:val="005575C4"/>
    <w:rsid w:val="0055786E"/>
    <w:rsid w:val="00560876"/>
    <w:rsid w:val="00560FED"/>
    <w:rsid w:val="0056100C"/>
    <w:rsid w:val="00562E02"/>
    <w:rsid w:val="005630A4"/>
    <w:rsid w:val="00563C6D"/>
    <w:rsid w:val="005654E9"/>
    <w:rsid w:val="0056617B"/>
    <w:rsid w:val="0056630D"/>
    <w:rsid w:val="005672FA"/>
    <w:rsid w:val="00570434"/>
    <w:rsid w:val="00570852"/>
    <w:rsid w:val="00573006"/>
    <w:rsid w:val="00573C57"/>
    <w:rsid w:val="0057450A"/>
    <w:rsid w:val="005748F1"/>
    <w:rsid w:val="00574A6A"/>
    <w:rsid w:val="00574A9F"/>
    <w:rsid w:val="005804EC"/>
    <w:rsid w:val="005813B0"/>
    <w:rsid w:val="00581F11"/>
    <w:rsid w:val="0058395F"/>
    <w:rsid w:val="00583A02"/>
    <w:rsid w:val="005844E4"/>
    <w:rsid w:val="00585EFB"/>
    <w:rsid w:val="00587323"/>
    <w:rsid w:val="00587581"/>
    <w:rsid w:val="00587824"/>
    <w:rsid w:val="00587DA9"/>
    <w:rsid w:val="00591193"/>
    <w:rsid w:val="005915A2"/>
    <w:rsid w:val="00592711"/>
    <w:rsid w:val="00593225"/>
    <w:rsid w:val="00594A3C"/>
    <w:rsid w:val="0059598F"/>
    <w:rsid w:val="00595C38"/>
    <w:rsid w:val="00595F8E"/>
    <w:rsid w:val="005967F8"/>
    <w:rsid w:val="005A0A29"/>
    <w:rsid w:val="005A1669"/>
    <w:rsid w:val="005A185D"/>
    <w:rsid w:val="005A215F"/>
    <w:rsid w:val="005A452A"/>
    <w:rsid w:val="005A4AA9"/>
    <w:rsid w:val="005A5012"/>
    <w:rsid w:val="005A51F9"/>
    <w:rsid w:val="005A6D43"/>
    <w:rsid w:val="005A70EF"/>
    <w:rsid w:val="005A754C"/>
    <w:rsid w:val="005B2A3B"/>
    <w:rsid w:val="005B35B7"/>
    <w:rsid w:val="005B4F3A"/>
    <w:rsid w:val="005B54A3"/>
    <w:rsid w:val="005B6F51"/>
    <w:rsid w:val="005B7085"/>
    <w:rsid w:val="005B730F"/>
    <w:rsid w:val="005C01A1"/>
    <w:rsid w:val="005C03CB"/>
    <w:rsid w:val="005C0EC1"/>
    <w:rsid w:val="005C1950"/>
    <w:rsid w:val="005C1B43"/>
    <w:rsid w:val="005C3C17"/>
    <w:rsid w:val="005C3F45"/>
    <w:rsid w:val="005C41D5"/>
    <w:rsid w:val="005C442A"/>
    <w:rsid w:val="005C4EC3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6D4A"/>
    <w:rsid w:val="005D7561"/>
    <w:rsid w:val="005E09B1"/>
    <w:rsid w:val="005E1C6A"/>
    <w:rsid w:val="005E34FE"/>
    <w:rsid w:val="005E430F"/>
    <w:rsid w:val="005E47AA"/>
    <w:rsid w:val="005E5309"/>
    <w:rsid w:val="005E5A22"/>
    <w:rsid w:val="005E65F8"/>
    <w:rsid w:val="005E67AF"/>
    <w:rsid w:val="005E74DD"/>
    <w:rsid w:val="005E77A1"/>
    <w:rsid w:val="005E7B2C"/>
    <w:rsid w:val="005F2CC2"/>
    <w:rsid w:val="005F382F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631D"/>
    <w:rsid w:val="006115D9"/>
    <w:rsid w:val="00611EDA"/>
    <w:rsid w:val="006132FE"/>
    <w:rsid w:val="00613355"/>
    <w:rsid w:val="00613FE9"/>
    <w:rsid w:val="0061460A"/>
    <w:rsid w:val="00615470"/>
    <w:rsid w:val="006179E1"/>
    <w:rsid w:val="00617B65"/>
    <w:rsid w:val="0062195F"/>
    <w:rsid w:val="00621CB0"/>
    <w:rsid w:val="00621D2A"/>
    <w:rsid w:val="00623436"/>
    <w:rsid w:val="00624198"/>
    <w:rsid w:val="00624CE6"/>
    <w:rsid w:val="00624E45"/>
    <w:rsid w:val="00624E80"/>
    <w:rsid w:val="006259F5"/>
    <w:rsid w:val="0062702C"/>
    <w:rsid w:val="006271E5"/>
    <w:rsid w:val="0063138C"/>
    <w:rsid w:val="00631477"/>
    <w:rsid w:val="00631580"/>
    <w:rsid w:val="006319E0"/>
    <w:rsid w:val="00631D89"/>
    <w:rsid w:val="00631E5C"/>
    <w:rsid w:val="00631FE5"/>
    <w:rsid w:val="00632818"/>
    <w:rsid w:val="00633793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4EFC"/>
    <w:rsid w:val="00645594"/>
    <w:rsid w:val="00645C17"/>
    <w:rsid w:val="00646BE0"/>
    <w:rsid w:val="00646BE3"/>
    <w:rsid w:val="00647BA7"/>
    <w:rsid w:val="00650B1B"/>
    <w:rsid w:val="00651EA3"/>
    <w:rsid w:val="00653391"/>
    <w:rsid w:val="006537BD"/>
    <w:rsid w:val="0065385B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60699"/>
    <w:rsid w:val="006611EE"/>
    <w:rsid w:val="00661B7F"/>
    <w:rsid w:val="006631AE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5E52"/>
    <w:rsid w:val="00675FCB"/>
    <w:rsid w:val="006830AF"/>
    <w:rsid w:val="006838B0"/>
    <w:rsid w:val="006838D2"/>
    <w:rsid w:val="0068457D"/>
    <w:rsid w:val="006853BA"/>
    <w:rsid w:val="00686436"/>
    <w:rsid w:val="00686716"/>
    <w:rsid w:val="00691F05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911"/>
    <w:rsid w:val="006A1CF7"/>
    <w:rsid w:val="006A201D"/>
    <w:rsid w:val="006A2710"/>
    <w:rsid w:val="006A2990"/>
    <w:rsid w:val="006A3123"/>
    <w:rsid w:val="006A359A"/>
    <w:rsid w:val="006A3CF7"/>
    <w:rsid w:val="006A40F7"/>
    <w:rsid w:val="006A5AB3"/>
    <w:rsid w:val="006A6797"/>
    <w:rsid w:val="006B0BCA"/>
    <w:rsid w:val="006B0CB7"/>
    <w:rsid w:val="006B1E60"/>
    <w:rsid w:val="006B1EE8"/>
    <w:rsid w:val="006B26D8"/>
    <w:rsid w:val="006B3688"/>
    <w:rsid w:val="006B3C43"/>
    <w:rsid w:val="006B44A5"/>
    <w:rsid w:val="006B4C53"/>
    <w:rsid w:val="006B5B83"/>
    <w:rsid w:val="006B6966"/>
    <w:rsid w:val="006B7259"/>
    <w:rsid w:val="006B7418"/>
    <w:rsid w:val="006C250A"/>
    <w:rsid w:val="006C2622"/>
    <w:rsid w:val="006C4627"/>
    <w:rsid w:val="006C4884"/>
    <w:rsid w:val="006C55FB"/>
    <w:rsid w:val="006C5DCA"/>
    <w:rsid w:val="006C6218"/>
    <w:rsid w:val="006C7039"/>
    <w:rsid w:val="006D1D4D"/>
    <w:rsid w:val="006D1F4C"/>
    <w:rsid w:val="006D3A01"/>
    <w:rsid w:val="006D44AA"/>
    <w:rsid w:val="006D5320"/>
    <w:rsid w:val="006D56BE"/>
    <w:rsid w:val="006D661C"/>
    <w:rsid w:val="006D69C4"/>
    <w:rsid w:val="006E2B7F"/>
    <w:rsid w:val="006E31FC"/>
    <w:rsid w:val="006E4FCB"/>
    <w:rsid w:val="006E6A87"/>
    <w:rsid w:val="006E6C85"/>
    <w:rsid w:val="006E7BE4"/>
    <w:rsid w:val="006E7D84"/>
    <w:rsid w:val="006E7DB7"/>
    <w:rsid w:val="006E7FE3"/>
    <w:rsid w:val="006F0279"/>
    <w:rsid w:val="006F1906"/>
    <w:rsid w:val="006F2249"/>
    <w:rsid w:val="006F41D3"/>
    <w:rsid w:val="006F5803"/>
    <w:rsid w:val="006F6828"/>
    <w:rsid w:val="006F73DE"/>
    <w:rsid w:val="006F7683"/>
    <w:rsid w:val="00700994"/>
    <w:rsid w:val="00700CDA"/>
    <w:rsid w:val="007015D3"/>
    <w:rsid w:val="0070275F"/>
    <w:rsid w:val="007028C6"/>
    <w:rsid w:val="00703747"/>
    <w:rsid w:val="00704995"/>
    <w:rsid w:val="00705228"/>
    <w:rsid w:val="0070555C"/>
    <w:rsid w:val="00711FA8"/>
    <w:rsid w:val="0071289C"/>
    <w:rsid w:val="00713A59"/>
    <w:rsid w:val="0071426D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40"/>
    <w:rsid w:val="00731E6D"/>
    <w:rsid w:val="0073276F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25E0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3292"/>
    <w:rsid w:val="00765340"/>
    <w:rsid w:val="00767AFE"/>
    <w:rsid w:val="00771087"/>
    <w:rsid w:val="00771D65"/>
    <w:rsid w:val="007726D9"/>
    <w:rsid w:val="0077291A"/>
    <w:rsid w:val="007745FD"/>
    <w:rsid w:val="00775482"/>
    <w:rsid w:val="007767B0"/>
    <w:rsid w:val="00776A96"/>
    <w:rsid w:val="007771A5"/>
    <w:rsid w:val="007800CA"/>
    <w:rsid w:val="00780D41"/>
    <w:rsid w:val="00781914"/>
    <w:rsid w:val="0078193E"/>
    <w:rsid w:val="00783D01"/>
    <w:rsid w:val="00784DB2"/>
    <w:rsid w:val="007870E3"/>
    <w:rsid w:val="00790246"/>
    <w:rsid w:val="00790FA1"/>
    <w:rsid w:val="00791B24"/>
    <w:rsid w:val="0079280C"/>
    <w:rsid w:val="00792C3C"/>
    <w:rsid w:val="0079320E"/>
    <w:rsid w:val="0079466B"/>
    <w:rsid w:val="00794D08"/>
    <w:rsid w:val="0079537E"/>
    <w:rsid w:val="00795657"/>
    <w:rsid w:val="00796434"/>
    <w:rsid w:val="0079682E"/>
    <w:rsid w:val="00796CF3"/>
    <w:rsid w:val="007977DF"/>
    <w:rsid w:val="007A0BD9"/>
    <w:rsid w:val="007A15DF"/>
    <w:rsid w:val="007A1739"/>
    <w:rsid w:val="007A1BC7"/>
    <w:rsid w:val="007A1ECB"/>
    <w:rsid w:val="007A1F94"/>
    <w:rsid w:val="007A2C03"/>
    <w:rsid w:val="007A2E1D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225E"/>
    <w:rsid w:val="007C2468"/>
    <w:rsid w:val="007C28C4"/>
    <w:rsid w:val="007C3AAB"/>
    <w:rsid w:val="007C4423"/>
    <w:rsid w:val="007C4446"/>
    <w:rsid w:val="007C51A8"/>
    <w:rsid w:val="007D0AB0"/>
    <w:rsid w:val="007D1FB0"/>
    <w:rsid w:val="007D1FED"/>
    <w:rsid w:val="007D2258"/>
    <w:rsid w:val="007D225A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770B"/>
    <w:rsid w:val="007F0297"/>
    <w:rsid w:val="007F1862"/>
    <w:rsid w:val="007F1AC8"/>
    <w:rsid w:val="007F2668"/>
    <w:rsid w:val="007F4198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938"/>
    <w:rsid w:val="00806EBB"/>
    <w:rsid w:val="008075AC"/>
    <w:rsid w:val="00810140"/>
    <w:rsid w:val="008102E0"/>
    <w:rsid w:val="00810A0E"/>
    <w:rsid w:val="00810E27"/>
    <w:rsid w:val="00812D02"/>
    <w:rsid w:val="008133A0"/>
    <w:rsid w:val="008144F7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930"/>
    <w:rsid w:val="00826B4A"/>
    <w:rsid w:val="00826E05"/>
    <w:rsid w:val="00827200"/>
    <w:rsid w:val="008310FA"/>
    <w:rsid w:val="008316A7"/>
    <w:rsid w:val="00831892"/>
    <w:rsid w:val="00833246"/>
    <w:rsid w:val="00833A11"/>
    <w:rsid w:val="008343E1"/>
    <w:rsid w:val="0083526A"/>
    <w:rsid w:val="008361BA"/>
    <w:rsid w:val="00837D6F"/>
    <w:rsid w:val="008415FC"/>
    <w:rsid w:val="0084209B"/>
    <w:rsid w:val="008429EA"/>
    <w:rsid w:val="00842C67"/>
    <w:rsid w:val="008449D3"/>
    <w:rsid w:val="008450C4"/>
    <w:rsid w:val="0084543B"/>
    <w:rsid w:val="00847E30"/>
    <w:rsid w:val="00852CF3"/>
    <w:rsid w:val="00853F53"/>
    <w:rsid w:val="00854042"/>
    <w:rsid w:val="0085426C"/>
    <w:rsid w:val="00854FD6"/>
    <w:rsid w:val="00855459"/>
    <w:rsid w:val="00855B5B"/>
    <w:rsid w:val="00855C2F"/>
    <w:rsid w:val="00857F19"/>
    <w:rsid w:val="00857F47"/>
    <w:rsid w:val="00860808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65FC"/>
    <w:rsid w:val="00877F80"/>
    <w:rsid w:val="008803EC"/>
    <w:rsid w:val="0088188A"/>
    <w:rsid w:val="008819C5"/>
    <w:rsid w:val="008823EE"/>
    <w:rsid w:val="008835C8"/>
    <w:rsid w:val="008837AC"/>
    <w:rsid w:val="00886406"/>
    <w:rsid w:val="00887F78"/>
    <w:rsid w:val="0089020B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FB0"/>
    <w:rsid w:val="008964A4"/>
    <w:rsid w:val="008974A6"/>
    <w:rsid w:val="00897A9E"/>
    <w:rsid w:val="00897B60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3E90"/>
    <w:rsid w:val="008B456A"/>
    <w:rsid w:val="008B4C75"/>
    <w:rsid w:val="008B5886"/>
    <w:rsid w:val="008B6837"/>
    <w:rsid w:val="008B6CC4"/>
    <w:rsid w:val="008B7B22"/>
    <w:rsid w:val="008C0828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DFB"/>
    <w:rsid w:val="008D0F55"/>
    <w:rsid w:val="008D117A"/>
    <w:rsid w:val="008D1E0E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6E2D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D25"/>
    <w:rsid w:val="00924F68"/>
    <w:rsid w:val="00927432"/>
    <w:rsid w:val="009306C0"/>
    <w:rsid w:val="00931512"/>
    <w:rsid w:val="009318ED"/>
    <w:rsid w:val="00937F98"/>
    <w:rsid w:val="009401D4"/>
    <w:rsid w:val="00942EDB"/>
    <w:rsid w:val="009438C0"/>
    <w:rsid w:val="00944949"/>
    <w:rsid w:val="009450D6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E00"/>
    <w:rsid w:val="00955324"/>
    <w:rsid w:val="00955374"/>
    <w:rsid w:val="00956967"/>
    <w:rsid w:val="00956F07"/>
    <w:rsid w:val="0096043D"/>
    <w:rsid w:val="00960A93"/>
    <w:rsid w:val="00960AF5"/>
    <w:rsid w:val="00960DFE"/>
    <w:rsid w:val="0096119C"/>
    <w:rsid w:val="00962D32"/>
    <w:rsid w:val="00962F50"/>
    <w:rsid w:val="0096412E"/>
    <w:rsid w:val="009645D6"/>
    <w:rsid w:val="0096468D"/>
    <w:rsid w:val="009648BD"/>
    <w:rsid w:val="00964A6B"/>
    <w:rsid w:val="00965477"/>
    <w:rsid w:val="00965A42"/>
    <w:rsid w:val="009661AF"/>
    <w:rsid w:val="00967972"/>
    <w:rsid w:val="009679FB"/>
    <w:rsid w:val="009704E0"/>
    <w:rsid w:val="00970959"/>
    <w:rsid w:val="00971C20"/>
    <w:rsid w:val="009730B1"/>
    <w:rsid w:val="0097456C"/>
    <w:rsid w:val="009755CF"/>
    <w:rsid w:val="00977A26"/>
    <w:rsid w:val="00981E88"/>
    <w:rsid w:val="00981F4D"/>
    <w:rsid w:val="00982079"/>
    <w:rsid w:val="009828A7"/>
    <w:rsid w:val="00984143"/>
    <w:rsid w:val="009867BD"/>
    <w:rsid w:val="00986E29"/>
    <w:rsid w:val="009873A0"/>
    <w:rsid w:val="00987AD1"/>
    <w:rsid w:val="00987BF0"/>
    <w:rsid w:val="009901E1"/>
    <w:rsid w:val="00991A74"/>
    <w:rsid w:val="00991BF8"/>
    <w:rsid w:val="00991F3F"/>
    <w:rsid w:val="00992BDF"/>
    <w:rsid w:val="0099323F"/>
    <w:rsid w:val="0099349A"/>
    <w:rsid w:val="00993816"/>
    <w:rsid w:val="009946D8"/>
    <w:rsid w:val="009970D1"/>
    <w:rsid w:val="009977C9"/>
    <w:rsid w:val="00997831"/>
    <w:rsid w:val="00997D42"/>
    <w:rsid w:val="009A0375"/>
    <w:rsid w:val="009A0B95"/>
    <w:rsid w:val="009A0DEE"/>
    <w:rsid w:val="009A198F"/>
    <w:rsid w:val="009A21A4"/>
    <w:rsid w:val="009A2690"/>
    <w:rsid w:val="009A2C25"/>
    <w:rsid w:val="009A3E76"/>
    <w:rsid w:val="009A4C7C"/>
    <w:rsid w:val="009A5532"/>
    <w:rsid w:val="009A5EEB"/>
    <w:rsid w:val="009A6726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6319"/>
    <w:rsid w:val="009B75AB"/>
    <w:rsid w:val="009B791D"/>
    <w:rsid w:val="009B7A10"/>
    <w:rsid w:val="009C27E1"/>
    <w:rsid w:val="009C2D8D"/>
    <w:rsid w:val="009C309A"/>
    <w:rsid w:val="009C30B3"/>
    <w:rsid w:val="009C32DB"/>
    <w:rsid w:val="009C4929"/>
    <w:rsid w:val="009C4B91"/>
    <w:rsid w:val="009C6086"/>
    <w:rsid w:val="009C691B"/>
    <w:rsid w:val="009C6BAC"/>
    <w:rsid w:val="009C6E98"/>
    <w:rsid w:val="009C738E"/>
    <w:rsid w:val="009C7D89"/>
    <w:rsid w:val="009D076B"/>
    <w:rsid w:val="009D0FFD"/>
    <w:rsid w:val="009D1297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9A6"/>
    <w:rsid w:val="009E6D66"/>
    <w:rsid w:val="009F02D4"/>
    <w:rsid w:val="009F1FC6"/>
    <w:rsid w:val="009F30DA"/>
    <w:rsid w:val="009F3714"/>
    <w:rsid w:val="009F5087"/>
    <w:rsid w:val="009F733C"/>
    <w:rsid w:val="009F76EC"/>
    <w:rsid w:val="00A001DA"/>
    <w:rsid w:val="00A00E16"/>
    <w:rsid w:val="00A01B8C"/>
    <w:rsid w:val="00A03FF2"/>
    <w:rsid w:val="00A047B0"/>
    <w:rsid w:val="00A05167"/>
    <w:rsid w:val="00A07425"/>
    <w:rsid w:val="00A079C1"/>
    <w:rsid w:val="00A07B4D"/>
    <w:rsid w:val="00A103D2"/>
    <w:rsid w:val="00A10C05"/>
    <w:rsid w:val="00A11829"/>
    <w:rsid w:val="00A12162"/>
    <w:rsid w:val="00A1234F"/>
    <w:rsid w:val="00A123B2"/>
    <w:rsid w:val="00A14CE4"/>
    <w:rsid w:val="00A15554"/>
    <w:rsid w:val="00A165FB"/>
    <w:rsid w:val="00A21823"/>
    <w:rsid w:val="00A2188E"/>
    <w:rsid w:val="00A222A4"/>
    <w:rsid w:val="00A238BD"/>
    <w:rsid w:val="00A23BD6"/>
    <w:rsid w:val="00A24877"/>
    <w:rsid w:val="00A26441"/>
    <w:rsid w:val="00A274E4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40697"/>
    <w:rsid w:val="00A421B7"/>
    <w:rsid w:val="00A42A24"/>
    <w:rsid w:val="00A43F1E"/>
    <w:rsid w:val="00A4472C"/>
    <w:rsid w:val="00A46DC5"/>
    <w:rsid w:val="00A5088E"/>
    <w:rsid w:val="00A51403"/>
    <w:rsid w:val="00A514E7"/>
    <w:rsid w:val="00A52573"/>
    <w:rsid w:val="00A52DD1"/>
    <w:rsid w:val="00A5430F"/>
    <w:rsid w:val="00A5466A"/>
    <w:rsid w:val="00A54EE1"/>
    <w:rsid w:val="00A55E56"/>
    <w:rsid w:val="00A57526"/>
    <w:rsid w:val="00A6031F"/>
    <w:rsid w:val="00A606E3"/>
    <w:rsid w:val="00A628A4"/>
    <w:rsid w:val="00A65BF3"/>
    <w:rsid w:val="00A65DD5"/>
    <w:rsid w:val="00A6775F"/>
    <w:rsid w:val="00A6793E"/>
    <w:rsid w:val="00A67E73"/>
    <w:rsid w:val="00A70A2B"/>
    <w:rsid w:val="00A710B7"/>
    <w:rsid w:val="00A712CD"/>
    <w:rsid w:val="00A720D1"/>
    <w:rsid w:val="00A7383E"/>
    <w:rsid w:val="00A74DF9"/>
    <w:rsid w:val="00A75519"/>
    <w:rsid w:val="00A75C10"/>
    <w:rsid w:val="00A76F59"/>
    <w:rsid w:val="00A80304"/>
    <w:rsid w:val="00A80BD9"/>
    <w:rsid w:val="00A83596"/>
    <w:rsid w:val="00A840CD"/>
    <w:rsid w:val="00A84710"/>
    <w:rsid w:val="00A849C1"/>
    <w:rsid w:val="00A849EA"/>
    <w:rsid w:val="00A84B97"/>
    <w:rsid w:val="00A91296"/>
    <w:rsid w:val="00A9131C"/>
    <w:rsid w:val="00A91DD1"/>
    <w:rsid w:val="00A92352"/>
    <w:rsid w:val="00A92B13"/>
    <w:rsid w:val="00A93A26"/>
    <w:rsid w:val="00A93D99"/>
    <w:rsid w:val="00A95CCB"/>
    <w:rsid w:val="00A9744C"/>
    <w:rsid w:val="00A97EE1"/>
    <w:rsid w:val="00AA1BB5"/>
    <w:rsid w:val="00AA2493"/>
    <w:rsid w:val="00AA2A5D"/>
    <w:rsid w:val="00AA2CF9"/>
    <w:rsid w:val="00AA3EE9"/>
    <w:rsid w:val="00AA43D6"/>
    <w:rsid w:val="00AA5470"/>
    <w:rsid w:val="00AB0E72"/>
    <w:rsid w:val="00AB2167"/>
    <w:rsid w:val="00AB25AC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6A2"/>
    <w:rsid w:val="00AC29CA"/>
    <w:rsid w:val="00AC3600"/>
    <w:rsid w:val="00AC3CD5"/>
    <w:rsid w:val="00AC420D"/>
    <w:rsid w:val="00AC4476"/>
    <w:rsid w:val="00AC4A8E"/>
    <w:rsid w:val="00AC51E8"/>
    <w:rsid w:val="00AC6318"/>
    <w:rsid w:val="00AC6847"/>
    <w:rsid w:val="00AC6E58"/>
    <w:rsid w:val="00AC7871"/>
    <w:rsid w:val="00AD0273"/>
    <w:rsid w:val="00AD1A8E"/>
    <w:rsid w:val="00AD2FE4"/>
    <w:rsid w:val="00AD4696"/>
    <w:rsid w:val="00AD5AF5"/>
    <w:rsid w:val="00AD7957"/>
    <w:rsid w:val="00AE02CC"/>
    <w:rsid w:val="00AE0B0F"/>
    <w:rsid w:val="00AE0F07"/>
    <w:rsid w:val="00AE1C3D"/>
    <w:rsid w:val="00AE1F39"/>
    <w:rsid w:val="00AE4A07"/>
    <w:rsid w:val="00AE59A8"/>
    <w:rsid w:val="00AE6299"/>
    <w:rsid w:val="00AE62F3"/>
    <w:rsid w:val="00AE649F"/>
    <w:rsid w:val="00AE7688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6786"/>
    <w:rsid w:val="00B06F76"/>
    <w:rsid w:val="00B06F8F"/>
    <w:rsid w:val="00B07AAE"/>
    <w:rsid w:val="00B07D90"/>
    <w:rsid w:val="00B1266C"/>
    <w:rsid w:val="00B13543"/>
    <w:rsid w:val="00B13EA2"/>
    <w:rsid w:val="00B14159"/>
    <w:rsid w:val="00B145C9"/>
    <w:rsid w:val="00B146BF"/>
    <w:rsid w:val="00B14A13"/>
    <w:rsid w:val="00B14A1A"/>
    <w:rsid w:val="00B151C9"/>
    <w:rsid w:val="00B16E31"/>
    <w:rsid w:val="00B20A5A"/>
    <w:rsid w:val="00B21156"/>
    <w:rsid w:val="00B2236D"/>
    <w:rsid w:val="00B250F1"/>
    <w:rsid w:val="00B2575C"/>
    <w:rsid w:val="00B25B94"/>
    <w:rsid w:val="00B261CE"/>
    <w:rsid w:val="00B27FD3"/>
    <w:rsid w:val="00B306C7"/>
    <w:rsid w:val="00B31106"/>
    <w:rsid w:val="00B3125F"/>
    <w:rsid w:val="00B31526"/>
    <w:rsid w:val="00B31841"/>
    <w:rsid w:val="00B31DC4"/>
    <w:rsid w:val="00B320E9"/>
    <w:rsid w:val="00B330BF"/>
    <w:rsid w:val="00B34201"/>
    <w:rsid w:val="00B34BDD"/>
    <w:rsid w:val="00B34D87"/>
    <w:rsid w:val="00B353F2"/>
    <w:rsid w:val="00B3710B"/>
    <w:rsid w:val="00B409EF"/>
    <w:rsid w:val="00B40F2E"/>
    <w:rsid w:val="00B41714"/>
    <w:rsid w:val="00B42D48"/>
    <w:rsid w:val="00B430B0"/>
    <w:rsid w:val="00B441F6"/>
    <w:rsid w:val="00B44F2C"/>
    <w:rsid w:val="00B4727E"/>
    <w:rsid w:val="00B4774A"/>
    <w:rsid w:val="00B47DD1"/>
    <w:rsid w:val="00B50FDF"/>
    <w:rsid w:val="00B5175B"/>
    <w:rsid w:val="00B52D27"/>
    <w:rsid w:val="00B52E8E"/>
    <w:rsid w:val="00B54345"/>
    <w:rsid w:val="00B54943"/>
    <w:rsid w:val="00B57C23"/>
    <w:rsid w:val="00B611DC"/>
    <w:rsid w:val="00B61919"/>
    <w:rsid w:val="00B619A3"/>
    <w:rsid w:val="00B623F0"/>
    <w:rsid w:val="00B63664"/>
    <w:rsid w:val="00B65808"/>
    <w:rsid w:val="00B67C46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792"/>
    <w:rsid w:val="00B81956"/>
    <w:rsid w:val="00B83F79"/>
    <w:rsid w:val="00B84FC1"/>
    <w:rsid w:val="00B86263"/>
    <w:rsid w:val="00B871A4"/>
    <w:rsid w:val="00B873A6"/>
    <w:rsid w:val="00B87BD5"/>
    <w:rsid w:val="00B87E5B"/>
    <w:rsid w:val="00B91347"/>
    <w:rsid w:val="00B91A67"/>
    <w:rsid w:val="00B91D0E"/>
    <w:rsid w:val="00B92955"/>
    <w:rsid w:val="00B938B1"/>
    <w:rsid w:val="00B9596B"/>
    <w:rsid w:val="00B95A06"/>
    <w:rsid w:val="00B9604E"/>
    <w:rsid w:val="00B96681"/>
    <w:rsid w:val="00B97242"/>
    <w:rsid w:val="00BA34CE"/>
    <w:rsid w:val="00BA37ED"/>
    <w:rsid w:val="00BA3808"/>
    <w:rsid w:val="00BA3A9C"/>
    <w:rsid w:val="00BA4623"/>
    <w:rsid w:val="00BA4DFE"/>
    <w:rsid w:val="00BA616F"/>
    <w:rsid w:val="00BA759D"/>
    <w:rsid w:val="00BA7D6B"/>
    <w:rsid w:val="00BB09AA"/>
    <w:rsid w:val="00BB1496"/>
    <w:rsid w:val="00BB4C0A"/>
    <w:rsid w:val="00BB4D1D"/>
    <w:rsid w:val="00BB516B"/>
    <w:rsid w:val="00BB58BB"/>
    <w:rsid w:val="00BB66F6"/>
    <w:rsid w:val="00BB700D"/>
    <w:rsid w:val="00BC01DF"/>
    <w:rsid w:val="00BC040A"/>
    <w:rsid w:val="00BC0B52"/>
    <w:rsid w:val="00BC1B7A"/>
    <w:rsid w:val="00BC205B"/>
    <w:rsid w:val="00BC365C"/>
    <w:rsid w:val="00BC4852"/>
    <w:rsid w:val="00BC55C1"/>
    <w:rsid w:val="00BC56B6"/>
    <w:rsid w:val="00BC604C"/>
    <w:rsid w:val="00BC7401"/>
    <w:rsid w:val="00BC7DCD"/>
    <w:rsid w:val="00BD02F1"/>
    <w:rsid w:val="00BD27A5"/>
    <w:rsid w:val="00BD28C3"/>
    <w:rsid w:val="00BD2E19"/>
    <w:rsid w:val="00BD34BF"/>
    <w:rsid w:val="00BD39E7"/>
    <w:rsid w:val="00BD73C7"/>
    <w:rsid w:val="00BE021F"/>
    <w:rsid w:val="00BE096F"/>
    <w:rsid w:val="00BE10ED"/>
    <w:rsid w:val="00BE2ACD"/>
    <w:rsid w:val="00BE30C4"/>
    <w:rsid w:val="00BE3263"/>
    <w:rsid w:val="00BE32A7"/>
    <w:rsid w:val="00BE3D6A"/>
    <w:rsid w:val="00BE4BB5"/>
    <w:rsid w:val="00BE50DB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786"/>
    <w:rsid w:val="00C01925"/>
    <w:rsid w:val="00C023F0"/>
    <w:rsid w:val="00C02D74"/>
    <w:rsid w:val="00C03A97"/>
    <w:rsid w:val="00C04B86"/>
    <w:rsid w:val="00C05422"/>
    <w:rsid w:val="00C06276"/>
    <w:rsid w:val="00C06B2B"/>
    <w:rsid w:val="00C07B1C"/>
    <w:rsid w:val="00C10D02"/>
    <w:rsid w:val="00C11179"/>
    <w:rsid w:val="00C12D42"/>
    <w:rsid w:val="00C148B8"/>
    <w:rsid w:val="00C16765"/>
    <w:rsid w:val="00C20178"/>
    <w:rsid w:val="00C21426"/>
    <w:rsid w:val="00C2186B"/>
    <w:rsid w:val="00C22213"/>
    <w:rsid w:val="00C223B4"/>
    <w:rsid w:val="00C22B88"/>
    <w:rsid w:val="00C23DC9"/>
    <w:rsid w:val="00C23E3D"/>
    <w:rsid w:val="00C244BC"/>
    <w:rsid w:val="00C248FA"/>
    <w:rsid w:val="00C24E73"/>
    <w:rsid w:val="00C25A46"/>
    <w:rsid w:val="00C25DD0"/>
    <w:rsid w:val="00C2643D"/>
    <w:rsid w:val="00C27470"/>
    <w:rsid w:val="00C27C9C"/>
    <w:rsid w:val="00C27FA0"/>
    <w:rsid w:val="00C30DCF"/>
    <w:rsid w:val="00C313C6"/>
    <w:rsid w:val="00C33A7E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F58"/>
    <w:rsid w:val="00C52E6D"/>
    <w:rsid w:val="00C541ED"/>
    <w:rsid w:val="00C54802"/>
    <w:rsid w:val="00C549B0"/>
    <w:rsid w:val="00C54DC8"/>
    <w:rsid w:val="00C5694C"/>
    <w:rsid w:val="00C5716A"/>
    <w:rsid w:val="00C5720F"/>
    <w:rsid w:val="00C6048E"/>
    <w:rsid w:val="00C62042"/>
    <w:rsid w:val="00C6314D"/>
    <w:rsid w:val="00C637E1"/>
    <w:rsid w:val="00C63CD8"/>
    <w:rsid w:val="00C6586C"/>
    <w:rsid w:val="00C6622F"/>
    <w:rsid w:val="00C66476"/>
    <w:rsid w:val="00C70DFE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58E2"/>
    <w:rsid w:val="00C87634"/>
    <w:rsid w:val="00C915AD"/>
    <w:rsid w:val="00C918E5"/>
    <w:rsid w:val="00C91AD8"/>
    <w:rsid w:val="00C93AEF"/>
    <w:rsid w:val="00C95040"/>
    <w:rsid w:val="00CA0A68"/>
    <w:rsid w:val="00CA1432"/>
    <w:rsid w:val="00CA3D45"/>
    <w:rsid w:val="00CA5394"/>
    <w:rsid w:val="00CA621A"/>
    <w:rsid w:val="00CA6726"/>
    <w:rsid w:val="00CA7410"/>
    <w:rsid w:val="00CA7CF7"/>
    <w:rsid w:val="00CB35BE"/>
    <w:rsid w:val="00CB5666"/>
    <w:rsid w:val="00CB5815"/>
    <w:rsid w:val="00CB5B67"/>
    <w:rsid w:val="00CB772D"/>
    <w:rsid w:val="00CC04C6"/>
    <w:rsid w:val="00CC0A50"/>
    <w:rsid w:val="00CC108E"/>
    <w:rsid w:val="00CC17B4"/>
    <w:rsid w:val="00CC247C"/>
    <w:rsid w:val="00CC2899"/>
    <w:rsid w:val="00CC2D93"/>
    <w:rsid w:val="00CC490A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E072A"/>
    <w:rsid w:val="00CE0C03"/>
    <w:rsid w:val="00CE1ABD"/>
    <w:rsid w:val="00CE1BE9"/>
    <w:rsid w:val="00CE2CD3"/>
    <w:rsid w:val="00CE4497"/>
    <w:rsid w:val="00CE4C1C"/>
    <w:rsid w:val="00CE4DF1"/>
    <w:rsid w:val="00CE631E"/>
    <w:rsid w:val="00CE6415"/>
    <w:rsid w:val="00CE6688"/>
    <w:rsid w:val="00CE7984"/>
    <w:rsid w:val="00CE7A81"/>
    <w:rsid w:val="00CF0892"/>
    <w:rsid w:val="00CF1C78"/>
    <w:rsid w:val="00CF1E06"/>
    <w:rsid w:val="00CF2994"/>
    <w:rsid w:val="00CF34D9"/>
    <w:rsid w:val="00CF5AE8"/>
    <w:rsid w:val="00CF6130"/>
    <w:rsid w:val="00CF6E62"/>
    <w:rsid w:val="00CF7719"/>
    <w:rsid w:val="00CF7DC7"/>
    <w:rsid w:val="00D01165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0688"/>
    <w:rsid w:val="00D51972"/>
    <w:rsid w:val="00D5371C"/>
    <w:rsid w:val="00D53CBD"/>
    <w:rsid w:val="00D54008"/>
    <w:rsid w:val="00D542E8"/>
    <w:rsid w:val="00D545EF"/>
    <w:rsid w:val="00D549DC"/>
    <w:rsid w:val="00D556A0"/>
    <w:rsid w:val="00D55755"/>
    <w:rsid w:val="00D55A24"/>
    <w:rsid w:val="00D57EB7"/>
    <w:rsid w:val="00D6056E"/>
    <w:rsid w:val="00D60F42"/>
    <w:rsid w:val="00D61BA2"/>
    <w:rsid w:val="00D63A94"/>
    <w:rsid w:val="00D63ED7"/>
    <w:rsid w:val="00D6432A"/>
    <w:rsid w:val="00D6686E"/>
    <w:rsid w:val="00D66DB7"/>
    <w:rsid w:val="00D6798C"/>
    <w:rsid w:val="00D70AB9"/>
    <w:rsid w:val="00D72827"/>
    <w:rsid w:val="00D72E34"/>
    <w:rsid w:val="00D73525"/>
    <w:rsid w:val="00D73D46"/>
    <w:rsid w:val="00D746FC"/>
    <w:rsid w:val="00D74D41"/>
    <w:rsid w:val="00D7505C"/>
    <w:rsid w:val="00D751CD"/>
    <w:rsid w:val="00D75F39"/>
    <w:rsid w:val="00D80867"/>
    <w:rsid w:val="00D81EAA"/>
    <w:rsid w:val="00D82BA2"/>
    <w:rsid w:val="00D83AC9"/>
    <w:rsid w:val="00D83B55"/>
    <w:rsid w:val="00D8434F"/>
    <w:rsid w:val="00D86EFA"/>
    <w:rsid w:val="00D86FBC"/>
    <w:rsid w:val="00D87823"/>
    <w:rsid w:val="00D9217D"/>
    <w:rsid w:val="00D92AFD"/>
    <w:rsid w:val="00D92E80"/>
    <w:rsid w:val="00D93D28"/>
    <w:rsid w:val="00D93F24"/>
    <w:rsid w:val="00D94068"/>
    <w:rsid w:val="00D94DC6"/>
    <w:rsid w:val="00D954EB"/>
    <w:rsid w:val="00D95BBF"/>
    <w:rsid w:val="00D95E3A"/>
    <w:rsid w:val="00D976B9"/>
    <w:rsid w:val="00DA4750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919"/>
    <w:rsid w:val="00DC3C1D"/>
    <w:rsid w:val="00DC3E12"/>
    <w:rsid w:val="00DC4A7F"/>
    <w:rsid w:val="00DC5044"/>
    <w:rsid w:val="00DC5638"/>
    <w:rsid w:val="00DC5928"/>
    <w:rsid w:val="00DC5D16"/>
    <w:rsid w:val="00DC6E9A"/>
    <w:rsid w:val="00DD0B59"/>
    <w:rsid w:val="00DD0D49"/>
    <w:rsid w:val="00DD13E5"/>
    <w:rsid w:val="00DD220C"/>
    <w:rsid w:val="00DD3521"/>
    <w:rsid w:val="00DD3D35"/>
    <w:rsid w:val="00DE0172"/>
    <w:rsid w:val="00DE1EC3"/>
    <w:rsid w:val="00DE26B6"/>
    <w:rsid w:val="00DE3ECC"/>
    <w:rsid w:val="00DE3FD2"/>
    <w:rsid w:val="00DE41E2"/>
    <w:rsid w:val="00DE4656"/>
    <w:rsid w:val="00DE53BE"/>
    <w:rsid w:val="00DE7947"/>
    <w:rsid w:val="00DF0777"/>
    <w:rsid w:val="00DF077E"/>
    <w:rsid w:val="00DF3565"/>
    <w:rsid w:val="00DF3D44"/>
    <w:rsid w:val="00DF3F1D"/>
    <w:rsid w:val="00DF40A8"/>
    <w:rsid w:val="00DF5BBA"/>
    <w:rsid w:val="00DF5E8D"/>
    <w:rsid w:val="00DF6869"/>
    <w:rsid w:val="00DF6971"/>
    <w:rsid w:val="00DF7CAA"/>
    <w:rsid w:val="00E00BD3"/>
    <w:rsid w:val="00E00F15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F15"/>
    <w:rsid w:val="00E16338"/>
    <w:rsid w:val="00E16732"/>
    <w:rsid w:val="00E17039"/>
    <w:rsid w:val="00E178B0"/>
    <w:rsid w:val="00E2086B"/>
    <w:rsid w:val="00E20DEE"/>
    <w:rsid w:val="00E2339C"/>
    <w:rsid w:val="00E2495D"/>
    <w:rsid w:val="00E25AFD"/>
    <w:rsid w:val="00E269E1"/>
    <w:rsid w:val="00E305E3"/>
    <w:rsid w:val="00E314FC"/>
    <w:rsid w:val="00E32139"/>
    <w:rsid w:val="00E3444A"/>
    <w:rsid w:val="00E34D58"/>
    <w:rsid w:val="00E350F0"/>
    <w:rsid w:val="00E363CD"/>
    <w:rsid w:val="00E367C3"/>
    <w:rsid w:val="00E368E8"/>
    <w:rsid w:val="00E40C1B"/>
    <w:rsid w:val="00E41762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6D"/>
    <w:rsid w:val="00E5459C"/>
    <w:rsid w:val="00E54E41"/>
    <w:rsid w:val="00E55790"/>
    <w:rsid w:val="00E55B53"/>
    <w:rsid w:val="00E602AD"/>
    <w:rsid w:val="00E60DCE"/>
    <w:rsid w:val="00E61C3A"/>
    <w:rsid w:val="00E62ED0"/>
    <w:rsid w:val="00E63608"/>
    <w:rsid w:val="00E65597"/>
    <w:rsid w:val="00E65C07"/>
    <w:rsid w:val="00E671DC"/>
    <w:rsid w:val="00E73577"/>
    <w:rsid w:val="00E741DF"/>
    <w:rsid w:val="00E7523B"/>
    <w:rsid w:val="00E763D8"/>
    <w:rsid w:val="00E763F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B30"/>
    <w:rsid w:val="00E86B73"/>
    <w:rsid w:val="00E86E36"/>
    <w:rsid w:val="00E87121"/>
    <w:rsid w:val="00E873F5"/>
    <w:rsid w:val="00E87957"/>
    <w:rsid w:val="00E9076F"/>
    <w:rsid w:val="00E91E6E"/>
    <w:rsid w:val="00E923F6"/>
    <w:rsid w:val="00E92654"/>
    <w:rsid w:val="00E92AEA"/>
    <w:rsid w:val="00E92D6E"/>
    <w:rsid w:val="00E952FC"/>
    <w:rsid w:val="00E9699C"/>
    <w:rsid w:val="00E96F9B"/>
    <w:rsid w:val="00E9796A"/>
    <w:rsid w:val="00EA0A44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6F52"/>
    <w:rsid w:val="00EA729D"/>
    <w:rsid w:val="00EA7E5D"/>
    <w:rsid w:val="00EB04A8"/>
    <w:rsid w:val="00EB1668"/>
    <w:rsid w:val="00EB18B1"/>
    <w:rsid w:val="00EB1A04"/>
    <w:rsid w:val="00EB3B86"/>
    <w:rsid w:val="00EB4035"/>
    <w:rsid w:val="00EB4190"/>
    <w:rsid w:val="00EB4893"/>
    <w:rsid w:val="00EB4944"/>
    <w:rsid w:val="00EB49F5"/>
    <w:rsid w:val="00EB4F19"/>
    <w:rsid w:val="00EB552D"/>
    <w:rsid w:val="00EB5A78"/>
    <w:rsid w:val="00EB5E0C"/>
    <w:rsid w:val="00EB6EE0"/>
    <w:rsid w:val="00EC1186"/>
    <w:rsid w:val="00EC2A89"/>
    <w:rsid w:val="00EC2FEA"/>
    <w:rsid w:val="00EC4F94"/>
    <w:rsid w:val="00EC566F"/>
    <w:rsid w:val="00EC5C3D"/>
    <w:rsid w:val="00EC5F2F"/>
    <w:rsid w:val="00EC7000"/>
    <w:rsid w:val="00EC70C1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98B"/>
    <w:rsid w:val="00EE791B"/>
    <w:rsid w:val="00EF0319"/>
    <w:rsid w:val="00EF05A1"/>
    <w:rsid w:val="00EF2053"/>
    <w:rsid w:val="00EF2B14"/>
    <w:rsid w:val="00EF3FD2"/>
    <w:rsid w:val="00EF469D"/>
    <w:rsid w:val="00EF47DF"/>
    <w:rsid w:val="00EF4C3C"/>
    <w:rsid w:val="00EF7938"/>
    <w:rsid w:val="00EF7C83"/>
    <w:rsid w:val="00F021D8"/>
    <w:rsid w:val="00F02A02"/>
    <w:rsid w:val="00F0428D"/>
    <w:rsid w:val="00F060CD"/>
    <w:rsid w:val="00F06548"/>
    <w:rsid w:val="00F12078"/>
    <w:rsid w:val="00F12AD5"/>
    <w:rsid w:val="00F134EB"/>
    <w:rsid w:val="00F139E9"/>
    <w:rsid w:val="00F1617B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3"/>
    <w:rsid w:val="00F33135"/>
    <w:rsid w:val="00F34A4E"/>
    <w:rsid w:val="00F34D4B"/>
    <w:rsid w:val="00F34DF4"/>
    <w:rsid w:val="00F34E8F"/>
    <w:rsid w:val="00F35818"/>
    <w:rsid w:val="00F3624C"/>
    <w:rsid w:val="00F377BF"/>
    <w:rsid w:val="00F37820"/>
    <w:rsid w:val="00F402D1"/>
    <w:rsid w:val="00F410E3"/>
    <w:rsid w:val="00F41609"/>
    <w:rsid w:val="00F41B6A"/>
    <w:rsid w:val="00F42946"/>
    <w:rsid w:val="00F44384"/>
    <w:rsid w:val="00F45003"/>
    <w:rsid w:val="00F45A4F"/>
    <w:rsid w:val="00F46A9A"/>
    <w:rsid w:val="00F4722B"/>
    <w:rsid w:val="00F47263"/>
    <w:rsid w:val="00F503F8"/>
    <w:rsid w:val="00F526C9"/>
    <w:rsid w:val="00F53148"/>
    <w:rsid w:val="00F55AFA"/>
    <w:rsid w:val="00F56396"/>
    <w:rsid w:val="00F566E7"/>
    <w:rsid w:val="00F5741D"/>
    <w:rsid w:val="00F57EDB"/>
    <w:rsid w:val="00F6078B"/>
    <w:rsid w:val="00F634A8"/>
    <w:rsid w:val="00F64616"/>
    <w:rsid w:val="00F652E8"/>
    <w:rsid w:val="00F6577B"/>
    <w:rsid w:val="00F65A88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807F7"/>
    <w:rsid w:val="00F81056"/>
    <w:rsid w:val="00F8153B"/>
    <w:rsid w:val="00F82E44"/>
    <w:rsid w:val="00F84D81"/>
    <w:rsid w:val="00F852BF"/>
    <w:rsid w:val="00F85B9B"/>
    <w:rsid w:val="00F85CA5"/>
    <w:rsid w:val="00F86ACD"/>
    <w:rsid w:val="00F87137"/>
    <w:rsid w:val="00F87A55"/>
    <w:rsid w:val="00F87D09"/>
    <w:rsid w:val="00F9067F"/>
    <w:rsid w:val="00F90CFA"/>
    <w:rsid w:val="00F91061"/>
    <w:rsid w:val="00F9167F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1084"/>
    <w:rsid w:val="00FA1150"/>
    <w:rsid w:val="00FA1363"/>
    <w:rsid w:val="00FA1432"/>
    <w:rsid w:val="00FA1CC4"/>
    <w:rsid w:val="00FA4150"/>
    <w:rsid w:val="00FA4AB4"/>
    <w:rsid w:val="00FA7396"/>
    <w:rsid w:val="00FA74D8"/>
    <w:rsid w:val="00FB0774"/>
    <w:rsid w:val="00FB0A06"/>
    <w:rsid w:val="00FB0E6C"/>
    <w:rsid w:val="00FB1F09"/>
    <w:rsid w:val="00FB23D7"/>
    <w:rsid w:val="00FB3344"/>
    <w:rsid w:val="00FB3DC6"/>
    <w:rsid w:val="00FB5C55"/>
    <w:rsid w:val="00FB76BE"/>
    <w:rsid w:val="00FC00EC"/>
    <w:rsid w:val="00FC0AEA"/>
    <w:rsid w:val="00FC0D0A"/>
    <w:rsid w:val="00FC2415"/>
    <w:rsid w:val="00FC2547"/>
    <w:rsid w:val="00FC393E"/>
    <w:rsid w:val="00FC4CBA"/>
    <w:rsid w:val="00FC53FE"/>
    <w:rsid w:val="00FC79E6"/>
    <w:rsid w:val="00FC7C87"/>
    <w:rsid w:val="00FD021E"/>
    <w:rsid w:val="00FD1AA7"/>
    <w:rsid w:val="00FD2C0D"/>
    <w:rsid w:val="00FD4A73"/>
    <w:rsid w:val="00FD5651"/>
    <w:rsid w:val="00FD6107"/>
    <w:rsid w:val="00FD7121"/>
    <w:rsid w:val="00FE13E9"/>
    <w:rsid w:val="00FE172D"/>
    <w:rsid w:val="00FE3728"/>
    <w:rsid w:val="00FE3FF8"/>
    <w:rsid w:val="00FE596F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270E45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270E45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065493"/>
    <w:pPr>
      <w:tabs>
        <w:tab w:val="left" w:pos="4395"/>
      </w:tabs>
      <w:ind w:right="274"/>
      <w:jc w:val="center"/>
    </w:pPr>
    <w:rPr>
      <w:rFonts w:ascii="Times New Roman" w:hAnsi="Times New Roman"/>
      <w:b/>
      <w:noProof/>
      <w:spacing w:val="8"/>
      <w:szCs w:val="24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065493"/>
    <w:rPr>
      <w:rFonts w:eastAsia="Times New Roman" w:cs="Times New Roman"/>
      <w:b/>
      <w:noProof/>
      <w:spacing w:val="8"/>
      <w:sz w:val="24"/>
      <w:szCs w:val="24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8F6E2D"/>
    <w:pPr>
      <w:tabs>
        <w:tab w:val="num" w:pos="360"/>
      </w:tabs>
      <w:ind w:left="360" w:hanging="3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9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550</Words>
  <Characters>3137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2</cp:revision>
  <cp:lastPrinted>2011-02-12T21:24:00Z</cp:lastPrinted>
  <dcterms:created xsi:type="dcterms:W3CDTF">2011-02-13T18:03:00Z</dcterms:created>
  <dcterms:modified xsi:type="dcterms:W3CDTF">2011-02-13T18:03:00Z</dcterms:modified>
</cp:coreProperties>
</file>