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3B1" w:rsidRDefault="00C573B1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C573B1" w:rsidRPr="00C50F57" w:rsidRDefault="00C573B1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C573B1" w:rsidRPr="00C50F57" w:rsidRDefault="00C573B1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Lunch Prix Fixe</w:t>
      </w:r>
    </w:p>
    <w:p w:rsidR="00C573B1" w:rsidRDefault="00C573B1" w:rsidP="00C33279">
      <w:pPr>
        <w:jc w:val="center"/>
      </w:pPr>
    </w:p>
    <w:p w:rsidR="00C573B1" w:rsidRPr="00C50F57" w:rsidRDefault="00C573B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Grilled Flatbread ($7)</w:t>
      </w:r>
    </w:p>
    <w:p w:rsidR="00C573B1" w:rsidRPr="00C50F57" w:rsidRDefault="00C573B1" w:rsidP="00C33279">
      <w:pPr>
        <w:jc w:val="center"/>
        <w:rPr>
          <w:sz w:val="22"/>
          <w:szCs w:val="22"/>
        </w:rPr>
      </w:pPr>
      <w:r w:rsidRPr="00C50F57">
        <w:rPr>
          <w:sz w:val="22"/>
          <w:szCs w:val="22"/>
        </w:rPr>
        <w:t>Daily spread</w:t>
      </w:r>
    </w:p>
    <w:p w:rsidR="00C573B1" w:rsidRPr="00D02346" w:rsidRDefault="00C573B1" w:rsidP="00A4181B">
      <w:pPr>
        <w:pStyle w:val="Food"/>
      </w:pPr>
      <w:r w:rsidRPr="00D02346">
        <w:t>2009 Laurent Miquel Rosé</w:t>
      </w:r>
    </w:p>
    <w:p w:rsidR="00C573B1" w:rsidRPr="003C5465" w:rsidRDefault="00C573B1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C573B1" w:rsidRDefault="00C573B1" w:rsidP="00C33279">
      <w:pPr>
        <w:jc w:val="center"/>
      </w:pPr>
      <w:r>
        <w:t>Or</w:t>
      </w:r>
    </w:p>
    <w:p w:rsidR="00C573B1" w:rsidRPr="00C50F57" w:rsidRDefault="00C573B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Wild Mushroom Soup(V)(C) ($5)</w:t>
      </w:r>
    </w:p>
    <w:p w:rsidR="00C573B1" w:rsidRDefault="00C573B1" w:rsidP="00C33279">
      <w:pPr>
        <w:jc w:val="center"/>
      </w:pPr>
      <w:r>
        <w:t>White truffle oil &amp; thyme</w:t>
      </w:r>
    </w:p>
    <w:p w:rsidR="00C573B1" w:rsidRPr="00B17642" w:rsidRDefault="00C573B1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C573B1" w:rsidRDefault="00C573B1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C573B1" w:rsidRDefault="00C573B1" w:rsidP="00C50F57">
      <w:pPr>
        <w:jc w:val="center"/>
      </w:pPr>
      <w:r>
        <w:t>Or</w:t>
      </w:r>
    </w:p>
    <w:p w:rsidR="00C573B1" w:rsidRPr="00C50F57" w:rsidRDefault="00C573B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Pulled Pork Poutine ($9)</w:t>
      </w:r>
    </w:p>
    <w:p w:rsidR="00C573B1" w:rsidRDefault="00C573B1" w:rsidP="00C33279">
      <w:pPr>
        <w:jc w:val="center"/>
      </w:pPr>
      <w:r>
        <w:t>Monforte goat cheese, BBQ sauce &amp; green onions</w:t>
      </w:r>
    </w:p>
    <w:p w:rsidR="00C573B1" w:rsidRPr="00343369" w:rsidRDefault="00C573B1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C573B1" w:rsidRDefault="00C573B1" w:rsidP="00A4181B">
      <w:pPr>
        <w:pStyle w:val="Food"/>
      </w:pPr>
      <w:r w:rsidRPr="00343369">
        <w:t>Cab. Franc, Gamay, P. Noir   6.00 (3oz) ~ 11.50 (6oz)</w:t>
      </w:r>
    </w:p>
    <w:p w:rsidR="00C573B1" w:rsidRDefault="00C573B1" w:rsidP="00A4181B">
      <w:pPr>
        <w:pStyle w:val="Food"/>
      </w:pPr>
    </w:p>
    <w:p w:rsidR="00C573B1" w:rsidRDefault="00C573B1" w:rsidP="00C33279">
      <w:pPr>
        <w:jc w:val="center"/>
        <w:rPr>
          <w:b/>
        </w:rPr>
      </w:pPr>
      <w:r>
        <w:rPr>
          <w:b/>
        </w:rPr>
        <w:t>~</w:t>
      </w:r>
    </w:p>
    <w:p w:rsidR="00C573B1" w:rsidRDefault="00C573B1" w:rsidP="00C33279">
      <w:pPr>
        <w:jc w:val="center"/>
        <w:rPr>
          <w:b/>
        </w:rPr>
      </w:pPr>
    </w:p>
    <w:p w:rsidR="00C573B1" w:rsidRPr="00C50F57" w:rsidRDefault="00C573B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Purple Beet Risotto (V)(C) ($10)</w:t>
      </w:r>
    </w:p>
    <w:p w:rsidR="00C573B1" w:rsidRDefault="00C573B1" w:rsidP="00C33279">
      <w:pPr>
        <w:jc w:val="center"/>
      </w:pPr>
      <w:r>
        <w:t>Caramelized walnuts, baby spinach &amp; blue cheese</w:t>
      </w:r>
    </w:p>
    <w:p w:rsidR="00C573B1" w:rsidRDefault="00C573B1" w:rsidP="00A4181B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C573B1" w:rsidRDefault="00C573B1" w:rsidP="00C50F57">
      <w:pPr>
        <w:jc w:val="center"/>
      </w:pPr>
      <w:r>
        <w:t>Or</w:t>
      </w:r>
    </w:p>
    <w:p w:rsidR="00C573B1" w:rsidRPr="00C50F57" w:rsidRDefault="00C573B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Mushrooms &amp; Smoked Chicken on Toast ($11)</w:t>
      </w:r>
    </w:p>
    <w:p w:rsidR="00C573B1" w:rsidRDefault="00C573B1" w:rsidP="00C33279">
      <w:pPr>
        <w:jc w:val="center"/>
      </w:pPr>
      <w:r>
        <w:t xml:space="preserve">Dry sherry, sun dried tomatoes &amp; herb sour cream on ancient grain </w:t>
      </w:r>
    </w:p>
    <w:p w:rsidR="00C573B1" w:rsidRPr="007A1739" w:rsidRDefault="00C573B1" w:rsidP="00372818">
      <w:pPr>
        <w:pStyle w:val="Food"/>
      </w:pPr>
      <w:r w:rsidRPr="007A1739">
        <w:t>2009 Laudo Bodegas Ondalan</w:t>
      </w:r>
    </w:p>
    <w:p w:rsidR="00C573B1" w:rsidRDefault="00C573B1" w:rsidP="00372818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C573B1" w:rsidRDefault="00C573B1" w:rsidP="00C33279">
      <w:pPr>
        <w:jc w:val="center"/>
      </w:pPr>
      <w:r>
        <w:t>Or</w:t>
      </w:r>
    </w:p>
    <w:p w:rsidR="00C573B1" w:rsidRPr="00C50F57" w:rsidRDefault="00C573B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 xml:space="preserve">Open Faced Beef Cheek </w:t>
      </w:r>
      <w:smartTag w:uri="urn:schemas-microsoft-com:office:smarttags" w:element="place">
        <w:r w:rsidRPr="00C50F57">
          <w:rPr>
            <w:b/>
            <w:sz w:val="22"/>
            <w:szCs w:val="22"/>
          </w:rPr>
          <w:t>Sandwich</w:t>
        </w:r>
      </w:smartTag>
      <w:r w:rsidRPr="00C50F57">
        <w:rPr>
          <w:b/>
          <w:sz w:val="22"/>
          <w:szCs w:val="22"/>
        </w:rPr>
        <w:t xml:space="preserve"> ($10)</w:t>
      </w:r>
    </w:p>
    <w:p w:rsidR="00C573B1" w:rsidRDefault="00C573B1" w:rsidP="00C33279">
      <w:pPr>
        <w:jc w:val="center"/>
      </w:pPr>
      <w:r>
        <w:t xml:space="preserve">Wild arugula, sweet onions, horseradish &amp; apple mayo on baguette </w:t>
      </w:r>
    </w:p>
    <w:p w:rsidR="00C573B1" w:rsidRDefault="00C573B1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C573B1" w:rsidRDefault="00C573B1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C573B1" w:rsidRDefault="00C573B1" w:rsidP="00C33279">
      <w:pPr>
        <w:jc w:val="center"/>
        <w:rPr>
          <w:b/>
        </w:rPr>
      </w:pPr>
    </w:p>
    <w:p w:rsidR="00C573B1" w:rsidRDefault="00C573B1" w:rsidP="00C33279">
      <w:pPr>
        <w:jc w:val="center"/>
        <w:rPr>
          <w:b/>
        </w:rPr>
      </w:pPr>
      <w:r>
        <w:rPr>
          <w:b/>
        </w:rPr>
        <w:t>~</w:t>
      </w:r>
    </w:p>
    <w:p w:rsidR="00C573B1" w:rsidRDefault="00C573B1" w:rsidP="00C33279">
      <w:pPr>
        <w:jc w:val="center"/>
        <w:rPr>
          <w:b/>
        </w:rPr>
      </w:pPr>
    </w:p>
    <w:p w:rsidR="00C573B1" w:rsidRPr="00C50F57" w:rsidRDefault="00C573B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House Preserved Fruit Crème Brulée ($7)</w:t>
      </w:r>
    </w:p>
    <w:p w:rsidR="00C573B1" w:rsidRDefault="00C573B1" w:rsidP="00C33279">
      <w:pPr>
        <w:jc w:val="center"/>
      </w:pPr>
      <w:r>
        <w:t>Almond cookie</w:t>
      </w:r>
    </w:p>
    <w:p w:rsidR="00C573B1" w:rsidRDefault="00C573B1" w:rsidP="00A4181B">
      <w:pPr>
        <w:pStyle w:val="Food"/>
      </w:pPr>
      <w:r>
        <w:t>2008 Undurraga</w:t>
      </w:r>
    </w:p>
    <w:p w:rsidR="00C573B1" w:rsidRDefault="00C573B1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C573B1" w:rsidRPr="0008092A" w:rsidRDefault="00C573B1" w:rsidP="00C33279">
      <w:pPr>
        <w:jc w:val="center"/>
        <w:rPr>
          <w:b/>
        </w:rPr>
      </w:pPr>
      <w:r>
        <w:t>Or</w:t>
      </w:r>
    </w:p>
    <w:p w:rsidR="00C573B1" w:rsidRPr="00C50F57" w:rsidRDefault="00C573B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Rum Raisin Bread Pudding ($7)</w:t>
      </w:r>
    </w:p>
    <w:p w:rsidR="00C573B1" w:rsidRDefault="00C573B1" w:rsidP="00C33279">
      <w:pPr>
        <w:jc w:val="center"/>
      </w:pPr>
      <w:r>
        <w:t xml:space="preserve">Crème anglaise </w:t>
      </w:r>
    </w:p>
    <w:p w:rsidR="00C573B1" w:rsidRDefault="00C573B1" w:rsidP="00372818">
      <w:pPr>
        <w:pStyle w:val="Food"/>
      </w:pPr>
      <w:r>
        <w:t>2008 La Tunella</w:t>
      </w:r>
    </w:p>
    <w:p w:rsidR="00C573B1" w:rsidRDefault="00C573B1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C573B1" w:rsidRDefault="00C573B1" w:rsidP="00C50F57">
      <w:pPr>
        <w:jc w:val="center"/>
      </w:pPr>
      <w:r>
        <w:t>Or</w:t>
      </w:r>
    </w:p>
    <w:p w:rsidR="00C573B1" w:rsidRPr="00C50F57" w:rsidRDefault="00C573B1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C573B1" w:rsidRPr="0008092A" w:rsidRDefault="00C573B1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C573B1" w:rsidRDefault="00C573B1" w:rsidP="00372818">
      <w:pPr>
        <w:pStyle w:val="Food"/>
      </w:pPr>
      <w:r>
        <w:t>2004 Daniel Lenko Select Late Harvest</w:t>
      </w:r>
    </w:p>
    <w:p w:rsidR="00C573B1" w:rsidRDefault="00C573B1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C573B1" w:rsidRDefault="00C573B1" w:rsidP="00C33279">
      <w:pPr>
        <w:pStyle w:val="Wine"/>
      </w:pPr>
    </w:p>
    <w:p w:rsidR="00C573B1" w:rsidRDefault="00C573B1" w:rsidP="00C33279">
      <w:pPr>
        <w:pStyle w:val="Wine"/>
      </w:pPr>
    </w:p>
    <w:p w:rsidR="00C573B1" w:rsidRPr="00B05692" w:rsidRDefault="00C573B1" w:rsidP="00C33279">
      <w:pPr>
        <w:pStyle w:val="Wine"/>
        <w:jc w:val="center"/>
        <w:rPr>
          <w:b/>
          <w:sz w:val="24"/>
          <w:szCs w:val="24"/>
        </w:rPr>
      </w:pPr>
      <w:r w:rsidRPr="00B05692">
        <w:rPr>
          <w:b/>
          <w:sz w:val="24"/>
          <w:szCs w:val="24"/>
        </w:rPr>
        <w:t>Lunch $15.00</w:t>
      </w:r>
    </w:p>
    <w:p w:rsidR="00C573B1" w:rsidRDefault="00C573B1" w:rsidP="00C33279">
      <w:pPr>
        <w:pStyle w:val="Wine"/>
      </w:pPr>
    </w:p>
    <w:p w:rsidR="00C573B1" w:rsidRDefault="00C573B1" w:rsidP="00C33279">
      <w:pPr>
        <w:pStyle w:val="Wine"/>
      </w:pPr>
    </w:p>
    <w:p w:rsidR="00C573B1" w:rsidRDefault="00C573B1" w:rsidP="00C33279">
      <w:pPr>
        <w:pStyle w:val="Wine"/>
      </w:pPr>
    </w:p>
    <w:p w:rsidR="00C573B1" w:rsidRPr="00A238BD" w:rsidRDefault="00C573B1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C573B1" w:rsidRDefault="00C573B1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C573B1" w:rsidRPr="003523C1" w:rsidRDefault="00C573B1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C573B1" w:rsidRPr="005E7B2C" w:rsidRDefault="00C573B1" w:rsidP="00C3327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C573B1" w:rsidRDefault="00C573B1" w:rsidP="00C33279">
      <w:pPr>
        <w:pStyle w:val="Wine"/>
        <w:rPr>
          <w:b/>
          <w:i w:val="0"/>
        </w:rPr>
      </w:pPr>
    </w:p>
    <w:p w:rsidR="00C573B1" w:rsidRPr="005D22B2" w:rsidRDefault="00C573B1" w:rsidP="00A00A19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C573B1" w:rsidRPr="001D54BC" w:rsidRDefault="00C573B1" w:rsidP="00A00A19">
      <w:pPr>
        <w:pStyle w:val="Wine"/>
        <w:rPr>
          <w:b/>
          <w:i w:val="0"/>
        </w:rPr>
      </w:pPr>
      <w:r>
        <w:rPr>
          <w:i w:val="0"/>
        </w:rPr>
        <w:t>Candied walnuts, purple beets &amp; balsamic vinegrette</w:t>
      </w:r>
      <w:r w:rsidRPr="001D54BC">
        <w:rPr>
          <w:i w:val="0"/>
        </w:rPr>
        <w:t xml:space="preserve"> </w:t>
      </w:r>
    </w:p>
    <w:p w:rsidR="00C573B1" w:rsidRPr="00111C57" w:rsidRDefault="00C573B1" w:rsidP="00A00A19">
      <w:pPr>
        <w:pStyle w:val="Wine"/>
      </w:pPr>
      <w:r w:rsidRPr="00111C57">
        <w:t>2009 Malivoire "Mottiar"</w:t>
      </w:r>
    </w:p>
    <w:p w:rsidR="00C573B1" w:rsidRDefault="00C573B1" w:rsidP="00A00A19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 </w:t>
      </w:r>
      <w:r w:rsidRPr="00111C57">
        <w:t xml:space="preserve">      9.50(3oz) ~ 18.50 (6oz)</w:t>
      </w:r>
    </w:p>
    <w:p w:rsidR="00C573B1" w:rsidRDefault="00C573B1" w:rsidP="00A00A19">
      <w:pPr>
        <w:pStyle w:val="Wine"/>
        <w:rPr>
          <w:b/>
          <w:i w:val="0"/>
        </w:rPr>
      </w:pPr>
    </w:p>
    <w:p w:rsidR="00C573B1" w:rsidRPr="008144F7" w:rsidRDefault="00C573B1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C573B1" w:rsidRDefault="00C573B1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C573B1" w:rsidRPr="004C1E0C" w:rsidRDefault="00C573B1" w:rsidP="00C10C11">
      <w:pPr>
        <w:pStyle w:val="Wine"/>
        <w:rPr>
          <w:b/>
          <w:lang w:val="fr-CA"/>
        </w:rPr>
      </w:pPr>
      <w:r w:rsidRPr="00A4181B">
        <w:rPr>
          <w:lang w:val="fr-CA"/>
        </w:rPr>
        <w:t>2004 Sara Soto</w:t>
      </w:r>
      <w:r w:rsidRPr="00A4181B">
        <w:rPr>
          <w:lang w:val="fr-CA"/>
        </w:rPr>
        <w:br/>
        <w:t>Tempranillo                               9.50 (3oz) ~ 18.50 (6oz)</w:t>
      </w:r>
    </w:p>
    <w:p w:rsidR="00C573B1" w:rsidRDefault="00C573B1" w:rsidP="00C01628">
      <w:pPr>
        <w:pStyle w:val="Wine"/>
        <w:rPr>
          <w:b/>
          <w:i w:val="0"/>
        </w:rPr>
      </w:pPr>
    </w:p>
    <w:p w:rsidR="00C573B1" w:rsidRPr="003E1104" w:rsidRDefault="00C573B1" w:rsidP="00A10E75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C573B1" w:rsidRPr="00657EB6" w:rsidRDefault="00C573B1" w:rsidP="00A10E75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C573B1" w:rsidRDefault="00C573B1" w:rsidP="00A10E75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C573B1" w:rsidRDefault="00C573B1" w:rsidP="005E0378">
      <w:pPr>
        <w:pStyle w:val="Wine"/>
        <w:rPr>
          <w:b/>
          <w:i w:val="0"/>
        </w:rPr>
      </w:pPr>
    </w:p>
    <w:p w:rsidR="00C573B1" w:rsidRPr="003E1104" w:rsidRDefault="00C573B1" w:rsidP="00CA4915">
      <w:pPr>
        <w:pStyle w:val="Wine"/>
        <w:rPr>
          <w:b/>
          <w:i w:val="0"/>
        </w:rPr>
      </w:pPr>
      <w:r>
        <w:rPr>
          <w:b/>
          <w:i w:val="0"/>
        </w:rPr>
        <w:t xml:space="preserve">P.E.I. Mussels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C573B1" w:rsidRPr="00657EB6" w:rsidRDefault="00C573B1" w:rsidP="00CA4915">
      <w:pPr>
        <w:pStyle w:val="Wine"/>
        <w:rPr>
          <w:b/>
          <w:i w:val="0"/>
        </w:rPr>
      </w:pPr>
      <w:r>
        <w:rPr>
          <w:i w:val="0"/>
        </w:rPr>
        <w:t xml:space="preserve">Roast zucchini, eggplant &amp; baby spinach </w:t>
      </w:r>
    </w:p>
    <w:p w:rsidR="00C573B1" w:rsidRDefault="00C573B1" w:rsidP="00CA4915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C573B1" w:rsidRDefault="00C573B1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C573B1" w:rsidRPr="005D22B2" w:rsidRDefault="00C573B1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Braised Pork Belly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C573B1" w:rsidRDefault="00C573B1" w:rsidP="001D54BC">
      <w:pPr>
        <w:pStyle w:val="Wine"/>
        <w:rPr>
          <w:i w:val="0"/>
        </w:rPr>
      </w:pPr>
      <w:r>
        <w:rPr>
          <w:i w:val="0"/>
        </w:rPr>
        <w:t>Fingerling potatoes, roasted red peppers &amp; pea sprouts</w:t>
      </w:r>
    </w:p>
    <w:p w:rsidR="00C573B1" w:rsidRPr="005C3F45" w:rsidRDefault="00C573B1" w:rsidP="001D54BC">
      <w:pPr>
        <w:pStyle w:val="Wine"/>
      </w:pPr>
      <w:r w:rsidRPr="00A4181B">
        <w:t>2006 Domaine des 2 anes</w:t>
      </w:r>
      <w:r w:rsidRPr="00A4181B">
        <w:br/>
        <w:t>Carignan, Grenache, Syrah      7.75 (3oz) ~ 15.00 (6oz)</w:t>
      </w:r>
    </w:p>
    <w:p w:rsidR="00C573B1" w:rsidRDefault="00C573B1" w:rsidP="004C1E0C">
      <w:pPr>
        <w:pStyle w:val="Wine"/>
        <w:rPr>
          <w:b/>
          <w:i w:val="0"/>
        </w:rPr>
      </w:pPr>
    </w:p>
    <w:p w:rsidR="00C573B1" w:rsidRPr="006E7D84" w:rsidRDefault="00C573B1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Name">
          <w:smartTag w:uri="urn:schemas-microsoft-com:office:smarttags" w:element="PlaceName">
            <w:smartTag w:uri="urn:schemas-microsoft-com:office:smarttags" w:element="plac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Typ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C573B1" w:rsidRPr="00C06276" w:rsidRDefault="00C573B1" w:rsidP="000075A3">
      <w:pPr>
        <w:pStyle w:val="Wine"/>
        <w:rPr>
          <w:b/>
        </w:rPr>
      </w:pPr>
      <w:r>
        <w:rPr>
          <w:i w:val="0"/>
        </w:rPr>
        <w:t>Butternut squash, collard greens &amp; confit tomatoes</w:t>
      </w:r>
    </w:p>
    <w:p w:rsidR="00C573B1" w:rsidRPr="00B25B94" w:rsidRDefault="00C573B1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C573B1" w:rsidRDefault="00C573B1" w:rsidP="00FB4691">
      <w:pPr>
        <w:pStyle w:val="Wine"/>
        <w:rPr>
          <w:b/>
          <w:i w:val="0"/>
        </w:rPr>
      </w:pPr>
    </w:p>
    <w:p w:rsidR="00C573B1" w:rsidRPr="00C610C6" w:rsidRDefault="00C573B1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</w:t>
      </w:r>
      <w:r>
        <w:rPr>
          <w:b/>
          <w:i w:val="0"/>
        </w:rPr>
        <w:tab/>
        <w:t xml:space="preserve">  15</w:t>
      </w:r>
    </w:p>
    <w:p w:rsidR="00C573B1" w:rsidRDefault="00C573B1" w:rsidP="00B07F17">
      <w:pPr>
        <w:pStyle w:val="Wine"/>
        <w:rPr>
          <w:i w:val="0"/>
        </w:rPr>
      </w:pPr>
      <w:r>
        <w:rPr>
          <w:i w:val="0"/>
        </w:rPr>
        <w:t>Roasted root vegetables, crushed potatoes &amp; cabernet jus</w:t>
      </w:r>
    </w:p>
    <w:p w:rsidR="00C573B1" w:rsidRPr="004C1E0C" w:rsidRDefault="00C573B1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C573B1" w:rsidRDefault="00C573B1" w:rsidP="00C4627B">
      <w:pPr>
        <w:rPr>
          <w:rFonts w:ascii="Times New Roman" w:hAnsi="Times New Roman"/>
          <w:sz w:val="20"/>
          <w:lang w:val="fr-CA"/>
        </w:rPr>
      </w:pPr>
    </w:p>
    <w:p w:rsidR="00C573B1" w:rsidRDefault="00C573B1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>16</w:t>
      </w:r>
    </w:p>
    <w:p w:rsidR="00C573B1" w:rsidRDefault="00C573B1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Light Hall Tomme, Allegretto, Brie Creme Fraiche &amp; Blue Haze</w:t>
      </w:r>
    </w:p>
    <w:p w:rsidR="00C573B1" w:rsidRPr="004C1E0C" w:rsidRDefault="00C573B1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C573B1" w:rsidRDefault="00C573B1" w:rsidP="00384566">
      <w:pPr>
        <w:pStyle w:val="Food"/>
        <w:rPr>
          <w:b/>
          <w:i w:val="0"/>
        </w:rPr>
      </w:pPr>
    </w:p>
    <w:p w:rsidR="00C573B1" w:rsidRDefault="00C573B1" w:rsidP="00917F7C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C573B1" w:rsidRPr="00B25DA9" w:rsidRDefault="00C573B1" w:rsidP="00917F7C">
      <w:pPr>
        <w:pStyle w:val="Food"/>
        <w:rPr>
          <w:b/>
          <w:i w:val="0"/>
        </w:rPr>
      </w:pPr>
      <w:r>
        <w:rPr>
          <w:i w:val="0"/>
        </w:rPr>
        <w:t>House-preserved Apricots and Chantilly cream</w:t>
      </w:r>
    </w:p>
    <w:p w:rsidR="00C573B1" w:rsidRDefault="00C573B1" w:rsidP="00917F7C">
      <w:pPr>
        <w:pStyle w:val="Food"/>
      </w:pPr>
      <w:r>
        <w:t>2004 Daniel Lenko Select Late Harvest</w:t>
      </w:r>
    </w:p>
    <w:p w:rsidR="00C573B1" w:rsidRDefault="00C573B1" w:rsidP="00917F7C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C573B1" w:rsidRDefault="00C573B1" w:rsidP="00A06680">
      <w:pPr>
        <w:pStyle w:val="Food"/>
      </w:pPr>
    </w:p>
    <w:p w:rsidR="00C573B1" w:rsidRDefault="00C573B1" w:rsidP="00A06680">
      <w:pPr>
        <w:pStyle w:val="Food"/>
      </w:pPr>
    </w:p>
    <w:p w:rsidR="00C573B1" w:rsidRPr="00790246" w:rsidRDefault="00C573B1" w:rsidP="00A06680">
      <w:pPr>
        <w:pStyle w:val="Food"/>
      </w:pPr>
      <w:r>
        <w:t xml:space="preserve">Tuesday, February. 8th, 2011 </w:t>
      </w:r>
      <w:r>
        <w:br/>
        <w:t>Bryan Burk</w:t>
      </w:r>
      <w:r w:rsidRPr="00790246">
        <w:t>e – Executive Chef</w:t>
      </w:r>
    </w:p>
    <w:p w:rsidR="00C573B1" w:rsidRDefault="00C573B1" w:rsidP="00F741AD">
      <w:pPr>
        <w:pStyle w:val="Food"/>
      </w:pPr>
      <w:r w:rsidRPr="005A2357">
        <w:t>Adam Dolley - Sous Chef</w:t>
      </w:r>
    </w:p>
    <w:p w:rsidR="00C573B1" w:rsidRDefault="00C573B1" w:rsidP="00F741AD">
      <w:pPr>
        <w:pStyle w:val="Food"/>
      </w:pPr>
    </w:p>
    <w:p w:rsidR="00C573B1" w:rsidRDefault="00C573B1" w:rsidP="00F741AD">
      <w:pPr>
        <w:pStyle w:val="Food"/>
      </w:pPr>
      <w:r w:rsidRPr="007B7319">
        <w:t>We support a healthy, ethical, sustainable, local food culture.</w:t>
      </w:r>
    </w:p>
    <w:sectPr w:rsidR="00C573B1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A607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37BD"/>
    <w:rsid w:val="00074658"/>
    <w:rsid w:val="00074F0B"/>
    <w:rsid w:val="0007704B"/>
    <w:rsid w:val="0008092A"/>
    <w:rsid w:val="00081ADA"/>
    <w:rsid w:val="000822F6"/>
    <w:rsid w:val="00082A96"/>
    <w:rsid w:val="000841F3"/>
    <w:rsid w:val="00084301"/>
    <w:rsid w:val="00084ACB"/>
    <w:rsid w:val="000868B3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D7"/>
    <w:rsid w:val="000B13F2"/>
    <w:rsid w:val="000B37F2"/>
    <w:rsid w:val="000B3FF5"/>
    <w:rsid w:val="000B49B6"/>
    <w:rsid w:val="000B4EDF"/>
    <w:rsid w:val="000B5E46"/>
    <w:rsid w:val="000B6A78"/>
    <w:rsid w:val="000B6C15"/>
    <w:rsid w:val="000B7204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0BF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E51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B6D9C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0F0"/>
    <w:rsid w:val="0031337A"/>
    <w:rsid w:val="00315EA8"/>
    <w:rsid w:val="00316E28"/>
    <w:rsid w:val="00320780"/>
    <w:rsid w:val="00320C74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566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36B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68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023A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24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9E9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426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0D4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3E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0BDF"/>
    <w:rsid w:val="00620E5A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5E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14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1197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989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D69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A3D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1C26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1615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0D1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17F7C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E89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66A0"/>
    <w:rsid w:val="009B6ED5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A19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0E7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47FD0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0FA8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3A2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6FDE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5E9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5B51"/>
    <w:rsid w:val="00AF6162"/>
    <w:rsid w:val="00AF70F4"/>
    <w:rsid w:val="00B0124B"/>
    <w:rsid w:val="00B028FA"/>
    <w:rsid w:val="00B02E2F"/>
    <w:rsid w:val="00B040C1"/>
    <w:rsid w:val="00B04960"/>
    <w:rsid w:val="00B05196"/>
    <w:rsid w:val="00B05692"/>
    <w:rsid w:val="00B06786"/>
    <w:rsid w:val="00B0689E"/>
    <w:rsid w:val="00B06F76"/>
    <w:rsid w:val="00B06F8F"/>
    <w:rsid w:val="00B074F0"/>
    <w:rsid w:val="00B07AAE"/>
    <w:rsid w:val="00B07D90"/>
    <w:rsid w:val="00B07F17"/>
    <w:rsid w:val="00B1177B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1BCA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0C4B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E04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AB1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6BDF"/>
    <w:rsid w:val="00C5716A"/>
    <w:rsid w:val="00C5720F"/>
    <w:rsid w:val="00C573B1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510C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491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3E6"/>
    <w:rsid w:val="00D4650A"/>
    <w:rsid w:val="00D4676C"/>
    <w:rsid w:val="00D46A24"/>
    <w:rsid w:val="00D51972"/>
    <w:rsid w:val="00D52B74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6B0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2D05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27F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554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1A0B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DDB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4241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1B8"/>
    <w:rsid w:val="00F22A64"/>
    <w:rsid w:val="00F23784"/>
    <w:rsid w:val="00F257A3"/>
    <w:rsid w:val="00F26413"/>
    <w:rsid w:val="00F26D76"/>
    <w:rsid w:val="00F274EC"/>
    <w:rsid w:val="00F27974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473FC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26D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66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530</Words>
  <Characters>3025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2011-02-08T15:53:00Z</cp:lastPrinted>
  <dcterms:created xsi:type="dcterms:W3CDTF">2011-02-08T16:27:00Z</dcterms:created>
  <dcterms:modified xsi:type="dcterms:W3CDTF">2011-02-08T16:27:00Z</dcterms:modified>
</cp:coreProperties>
</file>