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EE1" w:rsidRDefault="00040EE1" w:rsidP="00C33279">
      <w:pPr>
        <w:pStyle w:val="Food"/>
        <w:jc w:val="center"/>
        <w:rPr>
          <w:b/>
          <w:i w:val="0"/>
          <w:sz w:val="28"/>
          <w:szCs w:val="28"/>
        </w:rPr>
      </w:pPr>
    </w:p>
    <w:p w:rsidR="00040EE1" w:rsidRPr="00C50F57" w:rsidRDefault="00040EE1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Winterlicious</w:t>
      </w:r>
    </w:p>
    <w:p w:rsidR="00040EE1" w:rsidRPr="00C50F57" w:rsidRDefault="00040EE1" w:rsidP="00C33279">
      <w:pPr>
        <w:pStyle w:val="Food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Dinner</w:t>
      </w:r>
      <w:r w:rsidRPr="00C50F57">
        <w:rPr>
          <w:b/>
          <w:i w:val="0"/>
          <w:sz w:val="28"/>
          <w:szCs w:val="28"/>
        </w:rPr>
        <w:t xml:space="preserve"> Prix Fixe</w:t>
      </w:r>
    </w:p>
    <w:p w:rsidR="00040EE1" w:rsidRDefault="00040EE1" w:rsidP="00C33279">
      <w:pPr>
        <w:jc w:val="center"/>
      </w:pPr>
    </w:p>
    <w:p w:rsidR="00040EE1" w:rsidRPr="00095496" w:rsidRDefault="00040EE1" w:rsidP="00862D30">
      <w:pPr>
        <w:jc w:val="center"/>
        <w:rPr>
          <w:b/>
        </w:rPr>
      </w:pPr>
      <w:r>
        <w:rPr>
          <w:b/>
        </w:rPr>
        <w:t>Smokey</w:t>
      </w:r>
      <w:r w:rsidRPr="00095496">
        <w:rPr>
          <w:b/>
        </w:rPr>
        <w:t xml:space="preserve"> </w:t>
      </w:r>
      <w:smartTag w:uri="urn:schemas-microsoft-com:office:smarttags" w:element="place">
        <w:r w:rsidRPr="00095496">
          <w:rPr>
            <w:b/>
          </w:rPr>
          <w:t>Muscovy</w:t>
        </w:r>
      </w:smartTag>
      <w:r w:rsidRPr="00095496">
        <w:rPr>
          <w:b/>
        </w:rPr>
        <w:t xml:space="preserve"> Duck Breast</w:t>
      </w:r>
      <w:r>
        <w:rPr>
          <w:b/>
        </w:rPr>
        <w:t xml:space="preserve"> ($13)</w:t>
      </w:r>
    </w:p>
    <w:p w:rsidR="00040EE1" w:rsidRDefault="00040EE1" w:rsidP="00862D30">
      <w:pPr>
        <w:jc w:val="center"/>
      </w:pPr>
      <w:r>
        <w:t>Homemade pickles, Kozlik’s mustards, ancient grain crostini</w:t>
      </w:r>
    </w:p>
    <w:p w:rsidR="00040EE1" w:rsidRPr="00C562B5" w:rsidRDefault="00040EE1" w:rsidP="00C949A5">
      <w:pPr>
        <w:pStyle w:val="Wine"/>
      </w:pPr>
      <w:r w:rsidRPr="00A4181B">
        <w:t xml:space="preserve">2009 </w:t>
      </w:r>
      <w:r w:rsidRPr="00C562B5">
        <w:t>Dom. Du Roncee, Chinon</w:t>
      </w:r>
    </w:p>
    <w:p w:rsidR="00040EE1" w:rsidRPr="003C5465" w:rsidRDefault="00040EE1" w:rsidP="00C949A5">
      <w:pPr>
        <w:pStyle w:val="Wine"/>
        <w:rPr>
          <w:b/>
          <w:lang w:val="fr-CA"/>
        </w:rPr>
      </w:pPr>
      <w:r w:rsidRPr="00C562B5">
        <w:t xml:space="preserve">Cabernet Franc </w:t>
      </w:r>
      <w:r>
        <w:t xml:space="preserve">                         7</w:t>
      </w:r>
      <w:r w:rsidRPr="00A4181B">
        <w:t xml:space="preserve">.75(3oz) ~ </w:t>
      </w:r>
      <w:r>
        <w:t>15</w:t>
      </w:r>
      <w:r w:rsidRPr="00A4181B">
        <w:t>.</w:t>
      </w:r>
      <w:r>
        <w:t>25</w:t>
      </w:r>
      <w:r w:rsidRPr="00A4181B">
        <w:t xml:space="preserve"> (6oz)</w:t>
      </w:r>
    </w:p>
    <w:p w:rsidR="00040EE1" w:rsidRDefault="00040EE1" w:rsidP="00C33279">
      <w:pPr>
        <w:jc w:val="center"/>
      </w:pPr>
      <w:r>
        <w:t>Or</w:t>
      </w:r>
    </w:p>
    <w:p w:rsidR="00040EE1" w:rsidRDefault="00040EE1" w:rsidP="00862D30">
      <w:pPr>
        <w:jc w:val="center"/>
        <w:rPr>
          <w:b/>
        </w:rPr>
      </w:pPr>
      <w:r>
        <w:rPr>
          <w:b/>
        </w:rPr>
        <w:t>Organic Shrimp Bisque ($10)</w:t>
      </w:r>
    </w:p>
    <w:p w:rsidR="00040EE1" w:rsidRDefault="00040EE1" w:rsidP="00862D30">
      <w:pPr>
        <w:jc w:val="center"/>
      </w:pPr>
      <w:r>
        <w:t>Tempura shrimp, chives &amp; soft pernod cream</w:t>
      </w:r>
    </w:p>
    <w:p w:rsidR="00040EE1" w:rsidRPr="00B17642" w:rsidRDefault="00040EE1" w:rsidP="00A4181B">
      <w:pPr>
        <w:pStyle w:val="Food"/>
      </w:pPr>
      <w:r w:rsidRPr="008D496F">
        <w:t xml:space="preserve">2009 </w:t>
      </w:r>
      <w:r w:rsidRPr="00B17642">
        <w:t>Estancia Piedra</w:t>
      </w:r>
    </w:p>
    <w:p w:rsidR="00040EE1" w:rsidRDefault="00040EE1" w:rsidP="00A4181B">
      <w:pPr>
        <w:pStyle w:val="Food"/>
      </w:pPr>
      <w:r w:rsidRPr="00B17642">
        <w:t>Verdejo</w:t>
      </w:r>
      <w:r>
        <w:t xml:space="preserve">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 xml:space="preserve">7.25 </w:t>
      </w:r>
      <w:r w:rsidRPr="008D496F">
        <w:t>(3oz) ~</w:t>
      </w:r>
      <w:r>
        <w:t>14.25</w:t>
      </w:r>
      <w:r w:rsidRPr="008D496F">
        <w:t xml:space="preserve"> (6oz)</w:t>
      </w:r>
    </w:p>
    <w:p w:rsidR="00040EE1" w:rsidRDefault="00040EE1" w:rsidP="00C50F57">
      <w:pPr>
        <w:jc w:val="center"/>
      </w:pPr>
      <w:r>
        <w:t xml:space="preserve"> Or</w:t>
      </w:r>
    </w:p>
    <w:p w:rsidR="00040EE1" w:rsidRDefault="00040EE1" w:rsidP="00862D30">
      <w:pPr>
        <w:jc w:val="center"/>
        <w:rPr>
          <w:b/>
        </w:rPr>
      </w:pPr>
      <w:r>
        <w:rPr>
          <w:b/>
        </w:rPr>
        <w:t xml:space="preserve">Grilled Radicchio Salad 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($9)</w:t>
      </w:r>
    </w:p>
    <w:p w:rsidR="00040EE1" w:rsidRDefault="00040EE1" w:rsidP="00862D30">
      <w:pPr>
        <w:jc w:val="center"/>
      </w:pPr>
      <w:r>
        <w:t xml:space="preserve">Confit tomatoes, mustard leeks &amp; toasted hazelnuts </w:t>
      </w:r>
    </w:p>
    <w:p w:rsidR="00040EE1" w:rsidRPr="00343369" w:rsidRDefault="00040EE1" w:rsidP="00A4181B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040EE1" w:rsidRDefault="00040EE1" w:rsidP="00A4181B">
      <w:pPr>
        <w:pStyle w:val="Food"/>
      </w:pPr>
      <w:r w:rsidRPr="00343369">
        <w:t>Cab. Franc, Gamay, P. Noir   6.00 (3oz) ~ 11.50 (6oz)</w:t>
      </w:r>
    </w:p>
    <w:p w:rsidR="00040EE1" w:rsidRDefault="00040EE1" w:rsidP="00C33279">
      <w:pPr>
        <w:jc w:val="center"/>
        <w:rPr>
          <w:b/>
        </w:rPr>
      </w:pPr>
      <w:r>
        <w:rPr>
          <w:b/>
        </w:rPr>
        <w:t>~</w:t>
      </w:r>
    </w:p>
    <w:p w:rsidR="00040EE1" w:rsidRDefault="00040EE1" w:rsidP="00C33279">
      <w:pPr>
        <w:jc w:val="center"/>
        <w:rPr>
          <w:b/>
        </w:rPr>
      </w:pPr>
    </w:p>
    <w:p w:rsidR="00040EE1" w:rsidRDefault="00040EE1" w:rsidP="00862D30">
      <w:pPr>
        <w:jc w:val="center"/>
        <w:rPr>
          <w:b/>
        </w:rPr>
      </w:pPr>
      <w:r>
        <w:rPr>
          <w:b/>
        </w:rPr>
        <w:t>Wild Mushroom Polenta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($12)</w:t>
      </w:r>
    </w:p>
    <w:p w:rsidR="00040EE1" w:rsidRDefault="00040EE1" w:rsidP="00862D30">
      <w:pPr>
        <w:jc w:val="center"/>
      </w:pPr>
      <w:r>
        <w:t>Baby arugula, thyme, roast garlic, white truffle oil &amp; Toscano Cheese</w:t>
      </w:r>
    </w:p>
    <w:p w:rsidR="00040EE1" w:rsidRPr="007A1739" w:rsidRDefault="00040EE1" w:rsidP="00862D30">
      <w:pPr>
        <w:pStyle w:val="Food"/>
      </w:pPr>
      <w:r w:rsidRPr="007A1739">
        <w:t>2009 Laudo Bodegas Ondalan</w:t>
      </w:r>
    </w:p>
    <w:p w:rsidR="00040EE1" w:rsidRDefault="00040EE1" w:rsidP="00862D30">
      <w:pPr>
        <w:pStyle w:val="Food"/>
      </w:pPr>
      <w:r w:rsidRPr="007A1739">
        <w:t xml:space="preserve">Tempranillo                       </w:t>
      </w:r>
      <w:r>
        <w:t xml:space="preserve">   </w:t>
      </w:r>
      <w:r w:rsidRPr="007A1739">
        <w:t xml:space="preserve">   6.75 (3oz) ~ 13.00 (6oz)</w:t>
      </w:r>
    </w:p>
    <w:p w:rsidR="00040EE1" w:rsidRDefault="00040EE1" w:rsidP="00C50F57">
      <w:pPr>
        <w:jc w:val="center"/>
      </w:pPr>
      <w:r>
        <w:t>Or</w:t>
      </w:r>
    </w:p>
    <w:p w:rsidR="00040EE1" w:rsidRDefault="00040EE1" w:rsidP="00862D30">
      <w:pPr>
        <w:jc w:val="center"/>
        <w:rPr>
          <w:b/>
        </w:rPr>
      </w:pPr>
      <w:r>
        <w:rPr>
          <w:b/>
        </w:rPr>
        <w:t>Seared Wild Fish ($14)</w:t>
      </w:r>
    </w:p>
    <w:p w:rsidR="00040EE1" w:rsidRDefault="00040EE1" w:rsidP="00862D30">
      <w:pPr>
        <w:jc w:val="center"/>
      </w:pPr>
      <w:r>
        <w:t xml:space="preserve">Double smoked bacon, </w:t>
      </w:r>
      <w:smartTag w:uri="urn:schemas-microsoft-com:office:smarttags" w:element="PlaceType">
        <w:r>
          <w:t>Savoy</w:t>
        </w:r>
      </w:smartTag>
      <w:r>
        <w:t xml:space="preserve"> cabbage, sun dried tomatoes &amp; tarragon </w:t>
      </w:r>
    </w:p>
    <w:p w:rsidR="00040EE1" w:rsidRDefault="00040EE1" w:rsidP="00862D30">
      <w:pPr>
        <w:pStyle w:val="Food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040EE1" w:rsidRDefault="00040EE1" w:rsidP="00C33279">
      <w:pPr>
        <w:jc w:val="center"/>
      </w:pPr>
      <w:r>
        <w:t>Or</w:t>
      </w:r>
    </w:p>
    <w:p w:rsidR="00040EE1" w:rsidRDefault="00040EE1" w:rsidP="00862D30">
      <w:pPr>
        <w:jc w:val="center"/>
        <w:rPr>
          <w:b/>
        </w:rPr>
      </w:pPr>
      <w:r>
        <w:rPr>
          <w:b/>
        </w:rPr>
        <w:t xml:space="preserve">Grilled </w:t>
      </w:r>
      <w:smartTag w:uri="urn:schemas-microsoft-com:office:smarttags" w:element="PlaceType">
        <w:r>
          <w:rPr>
            <w:b/>
          </w:rPr>
          <w:t>Miami</w:t>
        </w:r>
      </w:smartTag>
      <w:r>
        <w:rPr>
          <w:b/>
        </w:rPr>
        <w:t xml:space="preserve"> Ribs ($13)</w:t>
      </w:r>
    </w:p>
    <w:p w:rsidR="00040EE1" w:rsidRDefault="00040EE1" w:rsidP="00862D30">
      <w:pPr>
        <w:jc w:val="center"/>
      </w:pPr>
      <w:r>
        <w:t>Celeriac crushed potatoes, garlic rapini &amp; sweet n’ sour glaze</w:t>
      </w:r>
    </w:p>
    <w:p w:rsidR="00040EE1" w:rsidRDefault="00040EE1" w:rsidP="00A4181B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040EE1" w:rsidRDefault="00040EE1" w:rsidP="00A4181B">
      <w:pPr>
        <w:pStyle w:val="Food"/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040EE1" w:rsidRDefault="00040EE1" w:rsidP="00C33279">
      <w:pPr>
        <w:jc w:val="center"/>
        <w:rPr>
          <w:b/>
        </w:rPr>
      </w:pPr>
      <w:r>
        <w:rPr>
          <w:b/>
        </w:rPr>
        <w:t>~</w:t>
      </w:r>
    </w:p>
    <w:p w:rsidR="00040EE1" w:rsidRDefault="00040EE1" w:rsidP="00C33279">
      <w:pPr>
        <w:jc w:val="center"/>
        <w:rPr>
          <w:b/>
        </w:rPr>
      </w:pPr>
    </w:p>
    <w:p w:rsidR="00040EE1" w:rsidRDefault="00040EE1" w:rsidP="00862D30">
      <w:pPr>
        <w:jc w:val="center"/>
        <w:rPr>
          <w:b/>
        </w:rPr>
      </w:pPr>
      <w:r>
        <w:rPr>
          <w:b/>
        </w:rPr>
        <w:t>House Preserved Fruit Crème Brul</w:t>
      </w:r>
      <w:r w:rsidRPr="002543BD">
        <w:rPr>
          <w:b/>
        </w:rPr>
        <w:t>é</w:t>
      </w:r>
      <w:r>
        <w:rPr>
          <w:b/>
        </w:rPr>
        <w:t>e ($7)</w:t>
      </w:r>
    </w:p>
    <w:p w:rsidR="00040EE1" w:rsidRDefault="00040EE1" w:rsidP="00862D30">
      <w:pPr>
        <w:jc w:val="center"/>
      </w:pPr>
      <w:r>
        <w:t>Almond cookie</w:t>
      </w:r>
    </w:p>
    <w:p w:rsidR="00040EE1" w:rsidRDefault="00040EE1" w:rsidP="00A4181B">
      <w:pPr>
        <w:pStyle w:val="Food"/>
      </w:pPr>
      <w:r>
        <w:t>2008 Undurraga</w:t>
      </w:r>
    </w:p>
    <w:p w:rsidR="00040EE1" w:rsidRDefault="00040EE1" w:rsidP="00A4181B">
      <w:pPr>
        <w:pStyle w:val="Food"/>
      </w:pPr>
      <w:r>
        <w:t>Late Harvest Semillon</w:t>
      </w:r>
      <w:r w:rsidRPr="00A4181B">
        <w:t xml:space="preserve">                4.</w:t>
      </w:r>
      <w:r>
        <w:t>0</w:t>
      </w:r>
      <w:r w:rsidRPr="00A4181B">
        <w:t xml:space="preserve">0 (1oz) ~ </w:t>
      </w:r>
      <w:r>
        <w:t>8</w:t>
      </w:r>
      <w:r w:rsidRPr="00A4181B">
        <w:t>.00 (2oz)</w:t>
      </w:r>
    </w:p>
    <w:p w:rsidR="00040EE1" w:rsidRPr="0008092A" w:rsidRDefault="00040EE1" w:rsidP="00C33279">
      <w:pPr>
        <w:jc w:val="center"/>
        <w:rPr>
          <w:b/>
        </w:rPr>
      </w:pPr>
      <w:r>
        <w:t>Or</w:t>
      </w:r>
    </w:p>
    <w:p w:rsidR="00040EE1" w:rsidRDefault="00040EE1" w:rsidP="00862D30">
      <w:pPr>
        <w:jc w:val="center"/>
        <w:rPr>
          <w:b/>
        </w:rPr>
      </w:pPr>
      <w:r w:rsidRPr="0008092A">
        <w:rPr>
          <w:b/>
        </w:rPr>
        <w:t>Rum Raisin Bread Pudding</w:t>
      </w:r>
      <w:r>
        <w:rPr>
          <w:b/>
        </w:rPr>
        <w:t xml:space="preserve"> ($7)</w:t>
      </w:r>
    </w:p>
    <w:p w:rsidR="00040EE1" w:rsidRDefault="00040EE1" w:rsidP="00862D30">
      <w:pPr>
        <w:jc w:val="center"/>
      </w:pPr>
      <w:r>
        <w:t xml:space="preserve">Crème anglaise </w:t>
      </w:r>
    </w:p>
    <w:p w:rsidR="00040EE1" w:rsidRDefault="00040EE1" w:rsidP="00372818">
      <w:pPr>
        <w:pStyle w:val="Food"/>
      </w:pPr>
      <w:r>
        <w:t>2008 La Tunella</w:t>
      </w:r>
    </w:p>
    <w:p w:rsidR="00040EE1" w:rsidRDefault="00040EE1" w:rsidP="00372818">
      <w:pPr>
        <w:pStyle w:val="Food"/>
      </w:pPr>
      <w:r>
        <w:t xml:space="preserve">Verduzzo        </w:t>
      </w:r>
      <w:r w:rsidRPr="00722E10">
        <w:t xml:space="preserve">                </w:t>
      </w:r>
      <w:r>
        <w:t xml:space="preserve">     </w:t>
      </w:r>
      <w:r w:rsidRPr="00722E10">
        <w:t xml:space="preserve">     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(2oz)</w:t>
      </w:r>
    </w:p>
    <w:p w:rsidR="00040EE1" w:rsidRDefault="00040EE1" w:rsidP="00C50F57">
      <w:pPr>
        <w:jc w:val="center"/>
      </w:pPr>
      <w:r>
        <w:t>Or</w:t>
      </w:r>
    </w:p>
    <w:p w:rsidR="00040EE1" w:rsidRPr="00C50F57" w:rsidRDefault="00040EE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Lindt Chocolate Mousse ($7)</w:t>
      </w:r>
    </w:p>
    <w:p w:rsidR="00040EE1" w:rsidRPr="0008092A" w:rsidRDefault="00040EE1" w:rsidP="00372818">
      <w:pPr>
        <w:jc w:val="center"/>
      </w:pPr>
      <w:r>
        <w:t xml:space="preserve">Maple </w:t>
      </w:r>
      <w:smartTag w:uri="urn:schemas-microsoft-com:office:smarttags" w:element="PlaceType">
        <w:r>
          <w:t>Chantilly</w:t>
        </w:r>
      </w:smartTag>
      <w:r>
        <w:t xml:space="preserve"> cream</w:t>
      </w:r>
    </w:p>
    <w:p w:rsidR="00040EE1" w:rsidRDefault="00040EE1" w:rsidP="00372818">
      <w:pPr>
        <w:pStyle w:val="Food"/>
      </w:pPr>
      <w:r>
        <w:t>2004 Daniel Lenko Select Late Harvest</w:t>
      </w:r>
    </w:p>
    <w:p w:rsidR="00040EE1" w:rsidRDefault="00040EE1" w:rsidP="00372818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040EE1" w:rsidRDefault="00040EE1" w:rsidP="00C33279">
      <w:pPr>
        <w:pStyle w:val="Wine"/>
      </w:pPr>
    </w:p>
    <w:p w:rsidR="00040EE1" w:rsidRPr="00862D30" w:rsidRDefault="00040EE1" w:rsidP="00862D30">
      <w:pPr>
        <w:pStyle w:val="Win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Dinner</w:t>
      </w:r>
      <w:r w:rsidRPr="00862D30">
        <w:rPr>
          <w:b/>
          <w:sz w:val="24"/>
          <w:szCs w:val="24"/>
        </w:rPr>
        <w:t xml:space="preserve"> $</w:t>
      </w:r>
      <w:r>
        <w:rPr>
          <w:b/>
          <w:sz w:val="24"/>
          <w:szCs w:val="24"/>
        </w:rPr>
        <w:t>2</w:t>
      </w:r>
      <w:r w:rsidRPr="00862D30">
        <w:rPr>
          <w:b/>
          <w:sz w:val="24"/>
          <w:szCs w:val="24"/>
        </w:rPr>
        <w:t>5.00</w:t>
      </w:r>
    </w:p>
    <w:p w:rsidR="00040EE1" w:rsidRDefault="00040EE1" w:rsidP="00C33279">
      <w:pPr>
        <w:pStyle w:val="Food"/>
        <w:rPr>
          <w:b/>
          <w:i w:val="0"/>
        </w:rPr>
      </w:pPr>
    </w:p>
    <w:p w:rsidR="00040EE1" w:rsidRDefault="00040EE1" w:rsidP="00C33279">
      <w:pPr>
        <w:pStyle w:val="Food"/>
        <w:rPr>
          <w:b/>
          <w:i w:val="0"/>
        </w:rPr>
      </w:pPr>
    </w:p>
    <w:p w:rsidR="00040EE1" w:rsidRDefault="00040EE1" w:rsidP="00C33279">
      <w:pPr>
        <w:pStyle w:val="Food"/>
        <w:rPr>
          <w:b/>
          <w:i w:val="0"/>
        </w:rPr>
      </w:pPr>
    </w:p>
    <w:p w:rsidR="00040EE1" w:rsidRDefault="00040EE1" w:rsidP="00C33279">
      <w:pPr>
        <w:pStyle w:val="Food"/>
        <w:rPr>
          <w:b/>
          <w:i w:val="0"/>
        </w:rPr>
      </w:pPr>
    </w:p>
    <w:p w:rsidR="00040EE1" w:rsidRPr="00A238BD" w:rsidRDefault="00040EE1" w:rsidP="00C33279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040EE1" w:rsidRDefault="00040EE1" w:rsidP="00C33279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040EE1" w:rsidRPr="003523C1" w:rsidRDefault="00040EE1" w:rsidP="00C3327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040EE1" w:rsidRPr="005E7B2C" w:rsidRDefault="00040EE1" w:rsidP="00C33279">
      <w:pPr>
        <w:pStyle w:val="Food"/>
      </w:pPr>
      <w:r w:rsidRPr="003523C1">
        <w:t>Spain, Cataluña</w:t>
      </w:r>
      <w:r>
        <w:t xml:space="preserve"> 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040EE1" w:rsidRPr="00C562B5" w:rsidRDefault="00040EE1" w:rsidP="00C33279">
      <w:pPr>
        <w:pStyle w:val="Food"/>
        <w:rPr>
          <w:sz w:val="16"/>
          <w:szCs w:val="16"/>
        </w:rPr>
      </w:pPr>
    </w:p>
    <w:p w:rsidR="00040EE1" w:rsidRPr="005D22B2" w:rsidRDefault="00040EE1" w:rsidP="001D54BC">
      <w:pPr>
        <w:pStyle w:val="Wine"/>
        <w:rPr>
          <w:b/>
          <w:i w:val="0"/>
        </w:rPr>
      </w:pPr>
      <w:r>
        <w:rPr>
          <w:b/>
          <w:i w:val="0"/>
        </w:rPr>
        <w:t>Spinach &amp; Blue Cheese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040EE1" w:rsidRPr="00CC17B4" w:rsidRDefault="00040EE1" w:rsidP="001D54BC">
      <w:pPr>
        <w:pStyle w:val="Food"/>
        <w:rPr>
          <w:i w:val="0"/>
        </w:rPr>
      </w:pPr>
      <w:r>
        <w:rPr>
          <w:i w:val="0"/>
        </w:rPr>
        <w:t>Candied walnuts, purple beets &amp; balsamic vinegrette</w:t>
      </w:r>
    </w:p>
    <w:p w:rsidR="00040EE1" w:rsidRPr="00111C57" w:rsidRDefault="00040EE1" w:rsidP="001D54BC">
      <w:pPr>
        <w:pStyle w:val="Wine"/>
      </w:pPr>
      <w:r w:rsidRPr="00111C57">
        <w:t>2009 Malivoire "Mottiar"</w:t>
      </w:r>
    </w:p>
    <w:p w:rsidR="00040EE1" w:rsidRDefault="00040EE1" w:rsidP="00C562B5">
      <w:pPr>
        <w:pStyle w:val="Wine"/>
      </w:pPr>
      <w:r w:rsidRPr="00111C57">
        <w:t xml:space="preserve">Chardonnay                     </w:t>
      </w:r>
      <w:r>
        <w:t xml:space="preserve"> </w:t>
      </w:r>
      <w:r w:rsidRPr="00111C57">
        <w:t xml:space="preserve">  </w:t>
      </w:r>
      <w:r>
        <w:t xml:space="preserve"> </w:t>
      </w:r>
      <w:r w:rsidRPr="00111C57">
        <w:t xml:space="preserve">      9.50(3oz) ~ 18.50 (6oz)</w:t>
      </w:r>
    </w:p>
    <w:p w:rsidR="00040EE1" w:rsidRDefault="00040EE1" w:rsidP="00C562B5">
      <w:pPr>
        <w:pStyle w:val="Wine"/>
        <w:rPr>
          <w:sz w:val="16"/>
          <w:szCs w:val="16"/>
        </w:rPr>
      </w:pPr>
    </w:p>
    <w:p w:rsidR="00040EE1" w:rsidRPr="00C562B5" w:rsidRDefault="00040EE1" w:rsidP="00CD731B">
      <w:pPr>
        <w:pStyle w:val="Wine"/>
        <w:rPr>
          <w:b/>
          <w:i w:val="0"/>
        </w:rPr>
      </w:pPr>
      <w:r w:rsidRPr="00CD731B">
        <w:rPr>
          <w:b/>
          <w:i w:val="0"/>
        </w:rPr>
        <w:t>Wild Mushroom Soup</w:t>
      </w:r>
      <w:r w:rsidRPr="00C562B5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562B5">
        <w:rPr>
          <w:b/>
          <w:i w:val="0"/>
        </w:rPr>
        <w:t xml:space="preserve"> 5 </w:t>
      </w:r>
    </w:p>
    <w:p w:rsidR="00040EE1" w:rsidRPr="00CD731B" w:rsidRDefault="00040EE1" w:rsidP="00CD731B">
      <w:pPr>
        <w:pStyle w:val="Food"/>
        <w:rPr>
          <w:i w:val="0"/>
        </w:rPr>
      </w:pPr>
      <w:r w:rsidRPr="00CD731B">
        <w:rPr>
          <w:i w:val="0"/>
        </w:rPr>
        <w:t>White truffle oil &amp; thyme</w:t>
      </w:r>
    </w:p>
    <w:p w:rsidR="00040EE1" w:rsidRPr="00C562B5" w:rsidRDefault="00040EE1" w:rsidP="001D54BC">
      <w:pPr>
        <w:pStyle w:val="Wine"/>
        <w:rPr>
          <w:sz w:val="16"/>
          <w:szCs w:val="16"/>
        </w:rPr>
      </w:pPr>
      <w:r w:rsidRPr="00C949A5">
        <w:t>2008 Decero Remolinos Vineyard</w:t>
      </w:r>
      <w:r w:rsidRPr="00C949A5">
        <w:br/>
        <w:t>Malbec                                     8.00 (3oz) ~ 15.75 (6oz</w:t>
      </w:r>
    </w:p>
    <w:p w:rsidR="00040EE1" w:rsidRPr="007E5DE5" w:rsidRDefault="00040EE1" w:rsidP="00AC5559">
      <w:pPr>
        <w:pStyle w:val="Food"/>
        <w:rPr>
          <w:b/>
          <w:i w:val="0"/>
          <w:sz w:val="16"/>
          <w:szCs w:val="16"/>
        </w:rPr>
      </w:pPr>
    </w:p>
    <w:p w:rsidR="00040EE1" w:rsidRPr="00796CF3" w:rsidRDefault="00040EE1" w:rsidP="00AC5559">
      <w:pPr>
        <w:pStyle w:val="Food"/>
        <w:rPr>
          <w:b/>
          <w:i w:val="0"/>
        </w:rPr>
      </w:pPr>
      <w:r>
        <w:rPr>
          <w:b/>
          <w:i w:val="0"/>
        </w:rPr>
        <w:t>Grilled Rosemary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>
        <w:rPr>
          <w:b/>
          <w:i w:val="0"/>
        </w:rPr>
        <w:t xml:space="preserve">  </w:t>
      </w:r>
      <w:r w:rsidRPr="00646BE0">
        <w:rPr>
          <w:b/>
          <w:i w:val="0"/>
        </w:rPr>
        <w:t xml:space="preserve"> 7</w:t>
      </w:r>
    </w:p>
    <w:p w:rsidR="00040EE1" w:rsidRPr="00C562B5" w:rsidRDefault="00040EE1" w:rsidP="00AC5559">
      <w:pPr>
        <w:pStyle w:val="Wine"/>
        <w:rPr>
          <w:i w:val="0"/>
        </w:rPr>
      </w:pPr>
      <w:r>
        <w:rPr>
          <w:i w:val="0"/>
        </w:rPr>
        <w:t>Roasted garlic, pickled leeks &amp; white bean spread</w:t>
      </w:r>
    </w:p>
    <w:p w:rsidR="00040EE1" w:rsidRPr="00D02346" w:rsidRDefault="00040EE1" w:rsidP="00C949A5">
      <w:pPr>
        <w:pStyle w:val="Food"/>
      </w:pPr>
      <w:r w:rsidRPr="00D02346">
        <w:t>2009 Laurent Miquel Rosé</w:t>
      </w:r>
    </w:p>
    <w:p w:rsidR="00040EE1" w:rsidRDefault="00040EE1" w:rsidP="00C949A5">
      <w:pPr>
        <w:pStyle w:val="Wine"/>
      </w:pPr>
      <w:r w:rsidRPr="00D02346">
        <w:t xml:space="preserve">Cinsault, Syrah                   </w:t>
      </w:r>
      <w:r>
        <w:t xml:space="preserve">   </w:t>
      </w:r>
      <w:r w:rsidRPr="00D02346">
        <w:t xml:space="preserve">      5.00(3oz) ~ 10.00 (6oz)</w:t>
      </w:r>
    </w:p>
    <w:p w:rsidR="00040EE1" w:rsidRPr="00C562B5" w:rsidRDefault="00040EE1" w:rsidP="00C949A5">
      <w:pPr>
        <w:pStyle w:val="Wine"/>
        <w:rPr>
          <w:sz w:val="16"/>
          <w:szCs w:val="16"/>
        </w:rPr>
      </w:pPr>
    </w:p>
    <w:p w:rsidR="00040EE1" w:rsidRPr="00C562B5" w:rsidRDefault="00040EE1" w:rsidP="00AC5559">
      <w:pPr>
        <w:pStyle w:val="Food"/>
        <w:rPr>
          <w:b/>
          <w:i w:val="0"/>
        </w:rPr>
      </w:pPr>
      <w:r>
        <w:rPr>
          <w:b/>
          <w:i w:val="0"/>
        </w:rPr>
        <w:t>Smoked Chicken</w:t>
      </w:r>
      <w:r w:rsidRPr="00C562B5">
        <w:rPr>
          <w:b/>
          <w:i w:val="0"/>
        </w:rPr>
        <w:t xml:space="preserve"> Poutine</w:t>
      </w:r>
      <w:r>
        <w:rPr>
          <w:b/>
          <w:i w:val="0"/>
        </w:rPr>
        <w:t xml:space="preserve">                                       9</w:t>
      </w:r>
    </w:p>
    <w:p w:rsidR="00040EE1" w:rsidRDefault="00040EE1" w:rsidP="00AC5559">
      <w:pPr>
        <w:pStyle w:val="Wine"/>
      </w:pPr>
      <w:smartTag w:uri="urn:schemas-microsoft-com:office:smarttags" w:element="PlaceType">
        <w:r>
          <w:rPr>
            <w:i w:val="0"/>
          </w:rPr>
          <w:t>Ontario</w:t>
        </w:r>
      </w:smartTag>
      <w:r>
        <w:rPr>
          <w:i w:val="0"/>
        </w:rPr>
        <w:t xml:space="preserve"> cheese curds, supreme sauce</w:t>
      </w:r>
      <w:r w:rsidRPr="00C562B5">
        <w:rPr>
          <w:i w:val="0"/>
        </w:rPr>
        <w:t xml:space="preserve"> &amp; green onions</w:t>
      </w:r>
      <w:r>
        <w:t xml:space="preserve"> </w:t>
      </w:r>
    </w:p>
    <w:p w:rsidR="00040EE1" w:rsidRPr="004C1E0C" w:rsidRDefault="00040EE1" w:rsidP="00C10C11">
      <w:pPr>
        <w:pStyle w:val="Wine"/>
        <w:rPr>
          <w:b/>
          <w:lang w:val="fr-CA"/>
        </w:rPr>
      </w:pPr>
      <w:r w:rsidRPr="00A4181B">
        <w:t>2008 Louis Jadot, Meursault</w:t>
      </w:r>
      <w:r w:rsidRPr="00A4181B">
        <w:br/>
        <w:t>Chardonnay                            16.00(3oz) ~ 31.50 (6oz)</w:t>
      </w:r>
    </w:p>
    <w:p w:rsidR="00040EE1" w:rsidRPr="00C562B5" w:rsidRDefault="00040EE1" w:rsidP="00BA6D1B">
      <w:pPr>
        <w:pStyle w:val="Wine"/>
        <w:rPr>
          <w:sz w:val="16"/>
          <w:szCs w:val="16"/>
        </w:rPr>
      </w:pPr>
    </w:p>
    <w:p w:rsidR="00040EE1" w:rsidRPr="003E1104" w:rsidRDefault="00040EE1" w:rsidP="00BA6D1B">
      <w:pPr>
        <w:pStyle w:val="Wine"/>
        <w:rPr>
          <w:b/>
          <w:i w:val="0"/>
        </w:rPr>
      </w:pPr>
      <w:r>
        <w:rPr>
          <w:b/>
          <w:i w:val="0"/>
        </w:rPr>
        <w:t xml:space="preserve">P.E.I. Mussels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</w:t>
      </w:r>
      <w:r>
        <w:rPr>
          <w:b/>
          <w:i w:val="0"/>
        </w:rPr>
        <w:t xml:space="preserve"> </w:t>
      </w:r>
      <w:r w:rsidRPr="00646BE0">
        <w:rPr>
          <w:b/>
          <w:i w:val="0"/>
        </w:rPr>
        <w:t xml:space="preserve"> </w:t>
      </w:r>
      <w:r>
        <w:rPr>
          <w:b/>
          <w:i w:val="0"/>
        </w:rPr>
        <w:t>9</w:t>
      </w:r>
    </w:p>
    <w:p w:rsidR="00040EE1" w:rsidRPr="00657EB6" w:rsidRDefault="00040EE1" w:rsidP="00BA6D1B">
      <w:pPr>
        <w:pStyle w:val="Wine"/>
        <w:rPr>
          <w:b/>
          <w:i w:val="0"/>
        </w:rPr>
      </w:pPr>
      <w:r>
        <w:rPr>
          <w:i w:val="0"/>
        </w:rPr>
        <w:t xml:space="preserve">Roast zucchini, eggplant &amp; baby spinach </w:t>
      </w:r>
    </w:p>
    <w:p w:rsidR="00040EE1" w:rsidRDefault="00040EE1" w:rsidP="00BA6D1B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040EE1" w:rsidRPr="00C562B5" w:rsidRDefault="00040EE1" w:rsidP="00C01628">
      <w:pPr>
        <w:pStyle w:val="Wine"/>
        <w:rPr>
          <w:sz w:val="16"/>
          <w:szCs w:val="16"/>
        </w:rPr>
      </w:pPr>
    </w:p>
    <w:p w:rsidR="00040EE1" w:rsidRPr="005D22B2" w:rsidRDefault="00040EE1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Braised Pork Belly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>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1</w:t>
      </w:r>
      <w:r w:rsidRPr="005D22B2">
        <w:t xml:space="preserve">                        </w:t>
      </w:r>
    </w:p>
    <w:p w:rsidR="00040EE1" w:rsidRDefault="00040EE1" w:rsidP="001D54BC">
      <w:pPr>
        <w:pStyle w:val="Wine"/>
        <w:rPr>
          <w:i w:val="0"/>
        </w:rPr>
      </w:pPr>
      <w:r>
        <w:rPr>
          <w:i w:val="0"/>
        </w:rPr>
        <w:t>Fingerling potatoes, roasted red peppers &amp; pea sprouts</w:t>
      </w:r>
    </w:p>
    <w:p w:rsidR="00040EE1" w:rsidRPr="005C3F45" w:rsidRDefault="00040EE1" w:rsidP="001D54BC">
      <w:pPr>
        <w:pStyle w:val="Wine"/>
      </w:pPr>
      <w:r w:rsidRPr="00C949A5">
        <w:rPr>
          <w:lang w:val="fr-CA"/>
        </w:rPr>
        <w:t>2007 Norman Hardie "Cuvée L"</w:t>
      </w:r>
      <w:r w:rsidRPr="00C949A5">
        <w:rPr>
          <w:lang w:val="fr-CA"/>
        </w:rPr>
        <w:br/>
        <w:t>Pinot Noir                               14.25 (3oz) ~ 28.25 (6oz)</w:t>
      </w:r>
    </w:p>
    <w:p w:rsidR="00040EE1" w:rsidRPr="00C562B5" w:rsidRDefault="00040EE1" w:rsidP="004C1E0C">
      <w:pPr>
        <w:pStyle w:val="Wine"/>
        <w:rPr>
          <w:sz w:val="16"/>
          <w:szCs w:val="16"/>
        </w:rPr>
      </w:pPr>
    </w:p>
    <w:p w:rsidR="00040EE1" w:rsidRPr="006E7D84" w:rsidRDefault="00040EE1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Typ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040EE1" w:rsidRPr="00C06276" w:rsidRDefault="00040EE1" w:rsidP="000075A3">
      <w:pPr>
        <w:pStyle w:val="Wine"/>
        <w:rPr>
          <w:b/>
        </w:rPr>
      </w:pPr>
      <w:r>
        <w:rPr>
          <w:i w:val="0"/>
        </w:rPr>
        <w:t>Butternut squash, fennel, collard greens &amp; confit tomatoes</w:t>
      </w:r>
    </w:p>
    <w:p w:rsidR="00040EE1" w:rsidRPr="00B25B94" w:rsidRDefault="00040EE1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040EE1" w:rsidRPr="00C562B5" w:rsidRDefault="00040EE1" w:rsidP="00FB4691">
      <w:pPr>
        <w:pStyle w:val="Wine"/>
        <w:rPr>
          <w:sz w:val="16"/>
          <w:szCs w:val="16"/>
        </w:rPr>
      </w:pPr>
    </w:p>
    <w:p w:rsidR="00040EE1" w:rsidRPr="00C610C6" w:rsidRDefault="00040EE1" w:rsidP="00B07F17">
      <w:pPr>
        <w:pStyle w:val="Food"/>
        <w:rPr>
          <w:b/>
          <w:i w:val="0"/>
        </w:rPr>
      </w:pPr>
      <w:r>
        <w:rPr>
          <w:b/>
          <w:i w:val="0"/>
        </w:rPr>
        <w:t>Grilled Striploin</w:t>
      </w:r>
      <w:r>
        <w:rPr>
          <w:b/>
          <w:i w:val="0"/>
        </w:rPr>
        <w:tab/>
        <w:t xml:space="preserve">  14</w:t>
      </w:r>
    </w:p>
    <w:p w:rsidR="00040EE1" w:rsidRDefault="00040EE1" w:rsidP="00B07F17">
      <w:pPr>
        <w:pStyle w:val="Wine"/>
        <w:rPr>
          <w:i w:val="0"/>
        </w:rPr>
      </w:pPr>
      <w:r>
        <w:rPr>
          <w:i w:val="0"/>
        </w:rPr>
        <w:t>Roasted root vegetables, crushed potatoes &amp; cabernet jus</w:t>
      </w:r>
    </w:p>
    <w:p w:rsidR="00040EE1" w:rsidRPr="004C1E0C" w:rsidRDefault="00040EE1" w:rsidP="00B07F17">
      <w:pPr>
        <w:pStyle w:val="Wine"/>
      </w:pPr>
      <w:r w:rsidRPr="00C949A5">
        <w:t>2006 Domaine du Coulet "Les terrasses du Serre"</w:t>
      </w:r>
      <w:r w:rsidRPr="00C949A5">
        <w:br/>
        <w:t>Syrah                                         17.00(3oz) ~ 33.50(6oz)</w:t>
      </w:r>
    </w:p>
    <w:p w:rsidR="00040EE1" w:rsidRPr="00C562B5" w:rsidRDefault="00040EE1" w:rsidP="00C562B5">
      <w:pPr>
        <w:pStyle w:val="Wine"/>
        <w:rPr>
          <w:sz w:val="16"/>
          <w:szCs w:val="16"/>
        </w:rPr>
      </w:pPr>
    </w:p>
    <w:p w:rsidR="00040EE1" w:rsidRDefault="00040EE1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 xml:space="preserve">  16</w:t>
      </w:r>
    </w:p>
    <w:p w:rsidR="00040EE1" w:rsidRDefault="00040EE1" w:rsidP="004C1E0C">
      <w:pPr>
        <w:pStyle w:val="Wine"/>
        <w:rPr>
          <w:i w:val="0"/>
          <w:lang w:val="fr-CA"/>
        </w:rPr>
      </w:pPr>
      <w:r w:rsidRPr="008E1EC6">
        <w:rPr>
          <w:i w:val="0"/>
          <w:lang w:val="fr-CA"/>
        </w:rPr>
        <w:t xml:space="preserve">Cloth-bound Cheddar, </w:t>
      </w:r>
      <w:r>
        <w:rPr>
          <w:i w:val="0"/>
          <w:lang w:val="fr-CA"/>
        </w:rPr>
        <w:t>Lighthall Tomme</w:t>
      </w:r>
      <w:r w:rsidRPr="008E1EC6">
        <w:rPr>
          <w:i w:val="0"/>
          <w:lang w:val="fr-CA"/>
        </w:rPr>
        <w:t xml:space="preserve">, </w:t>
      </w:r>
      <w:r>
        <w:rPr>
          <w:i w:val="0"/>
          <w:lang w:val="fr-CA"/>
        </w:rPr>
        <w:t>Brie Creme Fraiche</w:t>
      </w:r>
      <w:r w:rsidRPr="008E1EC6">
        <w:rPr>
          <w:i w:val="0"/>
          <w:lang w:val="fr-CA"/>
        </w:rPr>
        <w:t xml:space="preserve">, </w:t>
      </w:r>
      <w:r>
        <w:rPr>
          <w:i w:val="0"/>
          <w:lang w:val="fr-CA"/>
        </w:rPr>
        <w:t xml:space="preserve">Allegretto </w:t>
      </w:r>
      <w:r w:rsidRPr="008E1EC6">
        <w:rPr>
          <w:i w:val="0"/>
          <w:lang w:val="fr-CA"/>
        </w:rPr>
        <w:t>and Blue Haze</w:t>
      </w:r>
    </w:p>
    <w:p w:rsidR="00040EE1" w:rsidRPr="004C1E0C" w:rsidRDefault="00040EE1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040EE1" w:rsidRPr="00C562B5" w:rsidRDefault="00040EE1" w:rsidP="00C562B5">
      <w:pPr>
        <w:pStyle w:val="Wine"/>
        <w:rPr>
          <w:sz w:val="16"/>
          <w:szCs w:val="16"/>
        </w:rPr>
      </w:pPr>
    </w:p>
    <w:p w:rsidR="00040EE1" w:rsidRDefault="00040EE1" w:rsidP="0068435D">
      <w:pPr>
        <w:pStyle w:val="Food"/>
        <w:rPr>
          <w:b/>
          <w:i w:val="0"/>
        </w:rPr>
      </w:pPr>
      <w:r>
        <w:rPr>
          <w:b/>
          <w:i w:val="0"/>
        </w:rPr>
        <w:t>Chocolate Chip Cookie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040EE1" w:rsidRPr="00B25DA9" w:rsidRDefault="00040EE1" w:rsidP="0068435D">
      <w:pPr>
        <w:pStyle w:val="Food"/>
        <w:rPr>
          <w:b/>
          <w:i w:val="0"/>
        </w:rPr>
      </w:pPr>
      <w:r>
        <w:rPr>
          <w:i w:val="0"/>
        </w:rPr>
        <w:t>Vanilla pastry cream &amp; Candied walnuts</w:t>
      </w:r>
    </w:p>
    <w:p w:rsidR="00040EE1" w:rsidRDefault="00040EE1" w:rsidP="0068435D">
      <w:pPr>
        <w:pStyle w:val="Food"/>
      </w:pPr>
      <w:r>
        <w:t>2005 Lammershoek</w:t>
      </w:r>
    </w:p>
    <w:p w:rsidR="00040EE1" w:rsidRDefault="00040EE1" w:rsidP="0068435D">
      <w:pPr>
        <w:pStyle w:val="Food"/>
      </w:pPr>
      <w:r w:rsidRPr="00A4181B">
        <w:t>Pinotage                                 4.50 (1oz) ~ 9.00 (2oz)</w:t>
      </w:r>
    </w:p>
    <w:p w:rsidR="00040EE1" w:rsidRDefault="00040EE1" w:rsidP="00796CF3">
      <w:pPr>
        <w:pStyle w:val="Food"/>
        <w:rPr>
          <w:b/>
          <w:i w:val="0"/>
        </w:rPr>
      </w:pPr>
    </w:p>
    <w:p w:rsidR="00040EE1" w:rsidRDefault="00040EE1" w:rsidP="00F741AD">
      <w:pPr>
        <w:pStyle w:val="Food"/>
      </w:pPr>
      <w:r>
        <w:t xml:space="preserve">Saturday, February 5th, 2011 </w:t>
      </w:r>
      <w:r>
        <w:br/>
        <w:t>Bryan Burk</w:t>
      </w:r>
      <w:r w:rsidRPr="00790246">
        <w:t>e – Exec</w:t>
      </w:r>
      <w:r>
        <w:t>.</w:t>
      </w:r>
      <w:r w:rsidRPr="00790246">
        <w:t xml:space="preserve"> Chef</w:t>
      </w:r>
      <w:r>
        <w:t xml:space="preserve">, </w:t>
      </w:r>
      <w:r w:rsidRPr="005A2357">
        <w:t>Adam Dolley - Sous Chef</w:t>
      </w:r>
    </w:p>
    <w:p w:rsidR="00040EE1" w:rsidRDefault="00040EE1" w:rsidP="00F741AD">
      <w:pPr>
        <w:pStyle w:val="Food"/>
      </w:pPr>
    </w:p>
    <w:p w:rsidR="00040EE1" w:rsidRDefault="00040EE1" w:rsidP="00F741AD">
      <w:pPr>
        <w:pStyle w:val="Food"/>
      </w:pPr>
      <w:r w:rsidRPr="007B7319">
        <w:t>We support a healthy, ethical, sustainable, local food culture.</w:t>
      </w:r>
    </w:p>
    <w:sectPr w:rsidR="00040EE1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13"/>
  </w:num>
  <w:num w:numId="39">
    <w:abstractNumId w:val="9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  <w:num w:numId="49">
    <w:abstractNumId w:val="11"/>
  </w:num>
  <w:num w:numId="50">
    <w:abstractNumId w:val="10"/>
  </w:num>
  <w:num w:numId="5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0EE1"/>
    <w:rsid w:val="000417C2"/>
    <w:rsid w:val="000422C6"/>
    <w:rsid w:val="00043192"/>
    <w:rsid w:val="00044313"/>
    <w:rsid w:val="00045210"/>
    <w:rsid w:val="00045FF6"/>
    <w:rsid w:val="00047874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092A"/>
    <w:rsid w:val="00081ADA"/>
    <w:rsid w:val="00082A96"/>
    <w:rsid w:val="00082FED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496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0703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A2F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1229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12F"/>
    <w:rsid w:val="00110C4A"/>
    <w:rsid w:val="00111C57"/>
    <w:rsid w:val="00112B5A"/>
    <w:rsid w:val="00113545"/>
    <w:rsid w:val="0011450B"/>
    <w:rsid w:val="00114E67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119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39B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C5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3BD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1F54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9E6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77ED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15E8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5EF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686E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45A5"/>
    <w:rsid w:val="00435350"/>
    <w:rsid w:val="00435763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46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3E28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31"/>
    <w:rsid w:val="005E1C6A"/>
    <w:rsid w:val="005E34FE"/>
    <w:rsid w:val="005E430F"/>
    <w:rsid w:val="005E47AA"/>
    <w:rsid w:val="005E5309"/>
    <w:rsid w:val="005E544A"/>
    <w:rsid w:val="005E5A22"/>
    <w:rsid w:val="005E5BBB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274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435D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344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4EB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272FB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C33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6E0B"/>
    <w:rsid w:val="007977DF"/>
    <w:rsid w:val="007977FE"/>
    <w:rsid w:val="007A0BD9"/>
    <w:rsid w:val="007A15DF"/>
    <w:rsid w:val="007A1739"/>
    <w:rsid w:val="007A1BC7"/>
    <w:rsid w:val="007A1C10"/>
    <w:rsid w:val="007A1ECB"/>
    <w:rsid w:val="007A1F94"/>
    <w:rsid w:val="007A2004"/>
    <w:rsid w:val="007A2C03"/>
    <w:rsid w:val="007A2E1D"/>
    <w:rsid w:val="007A56B1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2FE4"/>
    <w:rsid w:val="007E367F"/>
    <w:rsid w:val="007E5DE5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5E9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2D30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375D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1EC6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690F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3F48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4E52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20D4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6769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27E92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87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5559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1648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9CF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6FF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0CE4"/>
    <w:rsid w:val="00B90FB0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6D1B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9C6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69B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3A4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279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7"/>
    <w:rsid w:val="00C50F58"/>
    <w:rsid w:val="00C52D7D"/>
    <w:rsid w:val="00C52E6D"/>
    <w:rsid w:val="00C541ED"/>
    <w:rsid w:val="00C54802"/>
    <w:rsid w:val="00C549B0"/>
    <w:rsid w:val="00C54DC8"/>
    <w:rsid w:val="00C561B1"/>
    <w:rsid w:val="00C562B5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1B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2C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270D5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A80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2E5D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6CF8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C30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7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576</Words>
  <Characters>3287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2</cp:revision>
  <cp:lastPrinted>2011-02-05T20:30:00Z</cp:lastPrinted>
  <dcterms:created xsi:type="dcterms:W3CDTF">2011-02-05T20:57:00Z</dcterms:created>
  <dcterms:modified xsi:type="dcterms:W3CDTF">2011-02-05T20:57:00Z</dcterms:modified>
</cp:coreProperties>
</file>