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FE4" w:rsidRDefault="007E2FE4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7E2FE4" w:rsidRPr="00C50F57" w:rsidRDefault="007E2FE4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7E2FE4" w:rsidRPr="00C50F57" w:rsidRDefault="007E2FE4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7E2FE4" w:rsidRDefault="007E2FE4" w:rsidP="00C33279">
      <w:pPr>
        <w:jc w:val="center"/>
      </w:pPr>
    </w:p>
    <w:p w:rsidR="007E2FE4" w:rsidRPr="00095496" w:rsidRDefault="007E2FE4" w:rsidP="00862D30">
      <w:pPr>
        <w:jc w:val="center"/>
        <w:rPr>
          <w:b/>
        </w:rPr>
      </w:pPr>
      <w:r w:rsidRPr="00095496">
        <w:rPr>
          <w:b/>
        </w:rPr>
        <w:t>Smoked Muscovy Duck Breast</w:t>
      </w:r>
      <w:r>
        <w:rPr>
          <w:b/>
        </w:rPr>
        <w:t xml:space="preserve"> ($13)</w:t>
      </w:r>
    </w:p>
    <w:p w:rsidR="007E2FE4" w:rsidRDefault="007E2FE4" w:rsidP="00862D30">
      <w:pPr>
        <w:jc w:val="center"/>
      </w:pPr>
      <w:r>
        <w:t>Homemade pickles, Kozlik’s mustards, ancient grain crostini</w:t>
      </w:r>
    </w:p>
    <w:p w:rsidR="007E2FE4" w:rsidRPr="00D02346" w:rsidRDefault="007E2FE4" w:rsidP="00A4181B">
      <w:pPr>
        <w:pStyle w:val="Food"/>
      </w:pPr>
      <w:r w:rsidRPr="00D02346">
        <w:t>2009 Laurent Miquel Rosé</w:t>
      </w:r>
    </w:p>
    <w:p w:rsidR="007E2FE4" w:rsidRPr="003C5465" w:rsidRDefault="007E2FE4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7E2FE4" w:rsidRDefault="007E2FE4" w:rsidP="00C33279">
      <w:pPr>
        <w:jc w:val="center"/>
      </w:pPr>
      <w:r>
        <w:t>Or</w:t>
      </w:r>
    </w:p>
    <w:p w:rsidR="007E2FE4" w:rsidRDefault="007E2FE4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7E2FE4" w:rsidRDefault="007E2FE4" w:rsidP="00862D30">
      <w:pPr>
        <w:jc w:val="center"/>
      </w:pPr>
      <w:r>
        <w:t>Tempura shrimp, chives &amp; soft pernod cream</w:t>
      </w:r>
    </w:p>
    <w:p w:rsidR="007E2FE4" w:rsidRPr="00B17642" w:rsidRDefault="007E2FE4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7E2FE4" w:rsidRDefault="007E2FE4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7E2FE4" w:rsidRDefault="007E2FE4" w:rsidP="00C50F57">
      <w:pPr>
        <w:jc w:val="center"/>
      </w:pPr>
      <w:r>
        <w:t>Or</w:t>
      </w:r>
    </w:p>
    <w:p w:rsidR="007E2FE4" w:rsidRDefault="007E2FE4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7E2FE4" w:rsidRDefault="007E2FE4" w:rsidP="00862D30">
      <w:pPr>
        <w:jc w:val="center"/>
      </w:pPr>
      <w:r>
        <w:t xml:space="preserve">Confit tomatoes, mustard leeks &amp; toasted hazelnuts </w:t>
      </w:r>
    </w:p>
    <w:p w:rsidR="007E2FE4" w:rsidRPr="00343369" w:rsidRDefault="007E2FE4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7E2FE4" w:rsidRDefault="007E2FE4" w:rsidP="00A4181B">
      <w:pPr>
        <w:pStyle w:val="Food"/>
      </w:pPr>
      <w:r w:rsidRPr="00343369">
        <w:t>Cab. Franc, Gamay, P. Noir   6.00 (3oz) ~ 11.50 (6oz)</w:t>
      </w:r>
    </w:p>
    <w:p w:rsidR="007E2FE4" w:rsidRDefault="007E2FE4" w:rsidP="00C33279">
      <w:pPr>
        <w:jc w:val="center"/>
        <w:rPr>
          <w:b/>
        </w:rPr>
      </w:pPr>
      <w:r>
        <w:rPr>
          <w:b/>
        </w:rPr>
        <w:t>~</w:t>
      </w:r>
    </w:p>
    <w:p w:rsidR="007E2FE4" w:rsidRDefault="007E2FE4" w:rsidP="00C33279">
      <w:pPr>
        <w:jc w:val="center"/>
        <w:rPr>
          <w:b/>
        </w:rPr>
      </w:pPr>
    </w:p>
    <w:p w:rsidR="007E2FE4" w:rsidRDefault="007E2FE4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7E2FE4" w:rsidRDefault="007E2FE4" w:rsidP="00862D30">
      <w:pPr>
        <w:jc w:val="center"/>
      </w:pPr>
      <w:r>
        <w:t>Baby arugula, thyme, roast garlic, white truffle oil &amp; Toscano Cheese</w:t>
      </w:r>
    </w:p>
    <w:p w:rsidR="007E2FE4" w:rsidRPr="007A1739" w:rsidRDefault="007E2FE4" w:rsidP="00862D30">
      <w:pPr>
        <w:pStyle w:val="Food"/>
      </w:pPr>
      <w:r w:rsidRPr="007A1739">
        <w:t>2009 Laudo Bodegas Ondalan</w:t>
      </w:r>
    </w:p>
    <w:p w:rsidR="007E2FE4" w:rsidRDefault="007E2FE4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7E2FE4" w:rsidRDefault="007E2FE4" w:rsidP="00C50F57">
      <w:pPr>
        <w:jc w:val="center"/>
      </w:pPr>
      <w:r>
        <w:t>Or</w:t>
      </w:r>
    </w:p>
    <w:p w:rsidR="007E2FE4" w:rsidRDefault="007E2FE4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7E2FE4" w:rsidRDefault="007E2FE4" w:rsidP="00862D30">
      <w:pPr>
        <w:jc w:val="center"/>
      </w:pPr>
      <w:r>
        <w:t xml:space="preserve">Double smoked bacon, </w:t>
      </w:r>
      <w:smartTag w:uri="urn:schemas-microsoft-com:office:smarttags" w:element="State">
        <w:smartTag w:uri="urn:schemas-microsoft-com:office:smarttags" w:element="place">
          <w:r>
            <w:t>Savoy</w:t>
          </w:r>
        </w:smartTag>
      </w:smartTag>
      <w:r>
        <w:t xml:space="preserve"> cabbage, sun dried tomatoes &amp; tarragon </w:t>
      </w:r>
    </w:p>
    <w:p w:rsidR="007E2FE4" w:rsidRDefault="007E2FE4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7E2FE4" w:rsidRDefault="007E2FE4" w:rsidP="00C33279">
      <w:pPr>
        <w:jc w:val="center"/>
      </w:pPr>
      <w:r>
        <w:t>Or</w:t>
      </w:r>
    </w:p>
    <w:p w:rsidR="007E2FE4" w:rsidRDefault="007E2FE4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Miami</w:t>
          </w:r>
        </w:smartTag>
      </w:smartTag>
      <w:r>
        <w:rPr>
          <w:b/>
        </w:rPr>
        <w:t xml:space="preserve"> Ribs ($13)</w:t>
      </w:r>
    </w:p>
    <w:p w:rsidR="007E2FE4" w:rsidRDefault="007E2FE4" w:rsidP="00862D30">
      <w:pPr>
        <w:jc w:val="center"/>
      </w:pPr>
      <w:r>
        <w:t>Celeriac crushed potatoes, garlic rapini &amp; sweet n’ sour glaze</w:t>
      </w:r>
    </w:p>
    <w:p w:rsidR="007E2FE4" w:rsidRDefault="007E2FE4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7E2FE4" w:rsidRDefault="007E2FE4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7E2FE4" w:rsidRDefault="007E2FE4" w:rsidP="00C33279">
      <w:pPr>
        <w:jc w:val="center"/>
        <w:rPr>
          <w:b/>
        </w:rPr>
      </w:pPr>
      <w:r>
        <w:rPr>
          <w:b/>
        </w:rPr>
        <w:t>~</w:t>
      </w:r>
    </w:p>
    <w:p w:rsidR="007E2FE4" w:rsidRDefault="007E2FE4" w:rsidP="00C33279">
      <w:pPr>
        <w:jc w:val="center"/>
        <w:rPr>
          <w:b/>
        </w:rPr>
      </w:pPr>
    </w:p>
    <w:p w:rsidR="007E2FE4" w:rsidRDefault="007E2FE4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7E2FE4" w:rsidRDefault="007E2FE4" w:rsidP="00862D30">
      <w:pPr>
        <w:jc w:val="center"/>
      </w:pPr>
      <w:r>
        <w:t>Almond cookie</w:t>
      </w:r>
    </w:p>
    <w:p w:rsidR="007E2FE4" w:rsidRDefault="007E2FE4" w:rsidP="00A4181B">
      <w:pPr>
        <w:pStyle w:val="Food"/>
      </w:pPr>
      <w:r>
        <w:t>2008 Undurraga</w:t>
      </w:r>
    </w:p>
    <w:p w:rsidR="007E2FE4" w:rsidRDefault="007E2FE4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7E2FE4" w:rsidRPr="0008092A" w:rsidRDefault="007E2FE4" w:rsidP="00C33279">
      <w:pPr>
        <w:jc w:val="center"/>
        <w:rPr>
          <w:b/>
        </w:rPr>
      </w:pPr>
      <w:r>
        <w:t>Or</w:t>
      </w:r>
    </w:p>
    <w:p w:rsidR="007E2FE4" w:rsidRDefault="007E2FE4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7E2FE4" w:rsidRDefault="007E2FE4" w:rsidP="00862D30">
      <w:pPr>
        <w:jc w:val="center"/>
      </w:pPr>
      <w:r>
        <w:t xml:space="preserve">Crème anglaise </w:t>
      </w:r>
    </w:p>
    <w:p w:rsidR="007E2FE4" w:rsidRDefault="007E2FE4" w:rsidP="00372818">
      <w:pPr>
        <w:pStyle w:val="Food"/>
      </w:pPr>
      <w:r>
        <w:t>2008 La Tunella</w:t>
      </w:r>
    </w:p>
    <w:p w:rsidR="007E2FE4" w:rsidRDefault="007E2FE4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7E2FE4" w:rsidRDefault="007E2FE4" w:rsidP="00C50F57">
      <w:pPr>
        <w:jc w:val="center"/>
      </w:pPr>
      <w:r>
        <w:t>Or</w:t>
      </w:r>
    </w:p>
    <w:p w:rsidR="007E2FE4" w:rsidRPr="00C50F57" w:rsidRDefault="007E2FE4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7E2FE4" w:rsidRPr="0008092A" w:rsidRDefault="007E2FE4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7E2FE4" w:rsidRDefault="007E2FE4" w:rsidP="00372818">
      <w:pPr>
        <w:pStyle w:val="Food"/>
      </w:pPr>
      <w:r>
        <w:t>2004 Daniel Lenko Select Late Harvest</w:t>
      </w:r>
    </w:p>
    <w:p w:rsidR="007E2FE4" w:rsidRDefault="007E2FE4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7E2FE4" w:rsidRDefault="007E2FE4" w:rsidP="00C33279">
      <w:pPr>
        <w:pStyle w:val="Wine"/>
      </w:pPr>
    </w:p>
    <w:p w:rsidR="007E2FE4" w:rsidRPr="00862D30" w:rsidRDefault="007E2FE4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7E2FE4" w:rsidRDefault="007E2FE4" w:rsidP="00C33279">
      <w:pPr>
        <w:pStyle w:val="Food"/>
        <w:rPr>
          <w:b/>
          <w:i w:val="0"/>
        </w:rPr>
      </w:pPr>
    </w:p>
    <w:p w:rsidR="007E2FE4" w:rsidRDefault="007E2FE4" w:rsidP="00C33279">
      <w:pPr>
        <w:pStyle w:val="Food"/>
        <w:rPr>
          <w:b/>
          <w:i w:val="0"/>
        </w:rPr>
      </w:pPr>
    </w:p>
    <w:p w:rsidR="007E2FE4" w:rsidRPr="00A238BD" w:rsidRDefault="007E2FE4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7E2FE4" w:rsidRDefault="007E2FE4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7E2FE4" w:rsidRPr="003523C1" w:rsidRDefault="007E2FE4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7E2FE4" w:rsidRPr="005E7B2C" w:rsidRDefault="007E2FE4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7E2FE4" w:rsidRPr="00C562B5" w:rsidRDefault="007E2FE4" w:rsidP="00C33279">
      <w:pPr>
        <w:pStyle w:val="Food"/>
        <w:rPr>
          <w:sz w:val="16"/>
          <w:szCs w:val="16"/>
        </w:rPr>
      </w:pPr>
    </w:p>
    <w:p w:rsidR="007E2FE4" w:rsidRPr="005D22B2" w:rsidRDefault="007E2FE4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7E2FE4" w:rsidRPr="00CC17B4" w:rsidRDefault="007E2FE4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7E2FE4" w:rsidRPr="00111C57" w:rsidRDefault="007E2FE4" w:rsidP="001D54BC">
      <w:pPr>
        <w:pStyle w:val="Wine"/>
      </w:pPr>
      <w:r w:rsidRPr="00111C57">
        <w:t>2009 Malivoire "Mottiar"</w:t>
      </w:r>
    </w:p>
    <w:p w:rsidR="007E2FE4" w:rsidRDefault="007E2FE4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7E2FE4" w:rsidRDefault="007E2FE4" w:rsidP="00C562B5">
      <w:pPr>
        <w:pStyle w:val="Wine"/>
        <w:rPr>
          <w:sz w:val="16"/>
          <w:szCs w:val="16"/>
        </w:rPr>
      </w:pPr>
    </w:p>
    <w:p w:rsidR="007E2FE4" w:rsidRPr="005D22B2" w:rsidRDefault="007E2FE4" w:rsidP="0068435D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7E2FE4" w:rsidRPr="00CC17B4" w:rsidRDefault="007E2FE4" w:rsidP="0068435D">
      <w:pPr>
        <w:pStyle w:val="Food"/>
        <w:rPr>
          <w:i w:val="0"/>
        </w:rPr>
      </w:pPr>
      <w:r>
        <w:rPr>
          <w:i w:val="0"/>
        </w:rPr>
        <w:t xml:space="preserve">Balsamic vin. cherry tomatoes, spiced cashews &amp; feta </w:t>
      </w:r>
    </w:p>
    <w:p w:rsidR="007E2FE4" w:rsidRPr="00A4181B" w:rsidRDefault="007E2FE4" w:rsidP="0068435D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7E2FE4" w:rsidRDefault="007E2FE4" w:rsidP="0068435D">
      <w:pPr>
        <w:pStyle w:val="Wine"/>
      </w:pPr>
      <w:r w:rsidRPr="00A4181B">
        <w:t xml:space="preserve">Melon de Bourgogne       </w:t>
      </w:r>
      <w:r>
        <w:t xml:space="preserve">   </w:t>
      </w:r>
      <w:r w:rsidRPr="00A4181B">
        <w:t xml:space="preserve">         6.75(3oz) ~ 13.50 (6oz)</w:t>
      </w:r>
    </w:p>
    <w:p w:rsidR="007E2FE4" w:rsidRPr="00C562B5" w:rsidRDefault="007E2FE4" w:rsidP="0068435D">
      <w:pPr>
        <w:pStyle w:val="Wine"/>
        <w:rPr>
          <w:sz w:val="16"/>
          <w:szCs w:val="16"/>
        </w:rPr>
      </w:pPr>
    </w:p>
    <w:p w:rsidR="007E2FE4" w:rsidRPr="00C562B5" w:rsidRDefault="007E2FE4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7E2FE4" w:rsidRPr="00CD731B" w:rsidRDefault="007E2FE4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7E2FE4" w:rsidRDefault="007E2FE4" w:rsidP="0068435D">
      <w:pPr>
        <w:pStyle w:val="Wine"/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7E2FE4" w:rsidRPr="00C562B5" w:rsidRDefault="007E2FE4" w:rsidP="001D54BC">
      <w:pPr>
        <w:pStyle w:val="Wine"/>
        <w:rPr>
          <w:sz w:val="16"/>
          <w:szCs w:val="16"/>
        </w:rPr>
      </w:pPr>
    </w:p>
    <w:p w:rsidR="007E2FE4" w:rsidRPr="00796CF3" w:rsidRDefault="007E2FE4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7E2FE4" w:rsidRPr="00C562B5" w:rsidRDefault="007E2FE4" w:rsidP="00AC5559">
      <w:pPr>
        <w:pStyle w:val="Wine"/>
        <w:rPr>
          <w:i w:val="0"/>
        </w:rPr>
      </w:pPr>
      <w:r>
        <w:rPr>
          <w:i w:val="0"/>
        </w:rPr>
        <w:t>Roasted garlic, pickled corn &amp; white bean spread</w:t>
      </w:r>
    </w:p>
    <w:p w:rsidR="007E2FE4" w:rsidRPr="00C562B5" w:rsidRDefault="007E2FE4" w:rsidP="00C33279">
      <w:pPr>
        <w:pStyle w:val="Wine"/>
      </w:pPr>
      <w:r w:rsidRPr="00A4181B">
        <w:t xml:space="preserve">2009 </w:t>
      </w:r>
      <w:r w:rsidRPr="00C562B5">
        <w:t>Dom. Du Roncee, Chinon</w:t>
      </w:r>
    </w:p>
    <w:p w:rsidR="007E2FE4" w:rsidRDefault="007E2FE4" w:rsidP="00C33279">
      <w:pPr>
        <w:pStyle w:val="Wine"/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7E2FE4" w:rsidRPr="00C562B5" w:rsidRDefault="007E2FE4" w:rsidP="00C33279">
      <w:pPr>
        <w:pStyle w:val="Wine"/>
        <w:rPr>
          <w:sz w:val="16"/>
          <w:szCs w:val="16"/>
        </w:rPr>
      </w:pPr>
    </w:p>
    <w:p w:rsidR="007E2FE4" w:rsidRPr="00C562B5" w:rsidRDefault="007E2FE4" w:rsidP="00AC5559">
      <w:pPr>
        <w:pStyle w:val="Food"/>
        <w:rPr>
          <w:b/>
          <w:i w:val="0"/>
        </w:rPr>
      </w:pPr>
      <w:r w:rsidRPr="00C562B5">
        <w:rPr>
          <w:b/>
          <w:i w:val="0"/>
        </w:rPr>
        <w:t>Pulled Pork Poutine</w:t>
      </w:r>
      <w:r>
        <w:rPr>
          <w:b/>
          <w:i w:val="0"/>
        </w:rPr>
        <w:t xml:space="preserve">                                               9</w:t>
      </w:r>
    </w:p>
    <w:p w:rsidR="007E2FE4" w:rsidRDefault="007E2FE4" w:rsidP="00AC5559">
      <w:pPr>
        <w:pStyle w:val="Wine"/>
      </w:pPr>
      <w:r w:rsidRPr="00C562B5">
        <w:rPr>
          <w:i w:val="0"/>
        </w:rPr>
        <w:t>Monforte goat cheese, BBQ sauce &amp; green onions</w:t>
      </w:r>
      <w:r>
        <w:t xml:space="preserve"> </w:t>
      </w:r>
    </w:p>
    <w:p w:rsidR="007E2FE4" w:rsidRPr="004C1E0C" w:rsidRDefault="007E2FE4" w:rsidP="00C10C11">
      <w:pPr>
        <w:pStyle w:val="Wine"/>
        <w:rPr>
          <w:b/>
          <w:lang w:val="fr-CA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7E2FE4" w:rsidRPr="00C562B5" w:rsidRDefault="007E2FE4" w:rsidP="00BA6D1B">
      <w:pPr>
        <w:pStyle w:val="Wine"/>
        <w:rPr>
          <w:sz w:val="16"/>
          <w:szCs w:val="16"/>
        </w:rPr>
      </w:pPr>
    </w:p>
    <w:p w:rsidR="007E2FE4" w:rsidRPr="003E1104" w:rsidRDefault="007E2FE4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7E2FE4" w:rsidRPr="00657EB6" w:rsidRDefault="007E2FE4" w:rsidP="00BA6D1B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7E2FE4" w:rsidRDefault="007E2FE4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7E2FE4" w:rsidRPr="00C562B5" w:rsidRDefault="007E2FE4" w:rsidP="00C01628">
      <w:pPr>
        <w:pStyle w:val="Wine"/>
        <w:rPr>
          <w:sz w:val="16"/>
          <w:szCs w:val="16"/>
        </w:rPr>
      </w:pPr>
    </w:p>
    <w:p w:rsidR="007E2FE4" w:rsidRPr="005D22B2" w:rsidRDefault="007E2FE4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Shoulder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7E2FE4" w:rsidRDefault="007E2FE4" w:rsidP="001D54BC">
      <w:pPr>
        <w:pStyle w:val="Wine"/>
        <w:rPr>
          <w:i w:val="0"/>
        </w:rPr>
      </w:pPr>
      <w:r>
        <w:rPr>
          <w:i w:val="0"/>
        </w:rPr>
        <w:t>Cous cous, raisins &amp; pea sprouts</w:t>
      </w:r>
    </w:p>
    <w:p w:rsidR="007E2FE4" w:rsidRPr="005C3F45" w:rsidRDefault="007E2FE4" w:rsidP="001D54BC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7E2FE4" w:rsidRPr="00C562B5" w:rsidRDefault="007E2FE4" w:rsidP="004C1E0C">
      <w:pPr>
        <w:pStyle w:val="Wine"/>
        <w:rPr>
          <w:sz w:val="16"/>
          <w:szCs w:val="16"/>
        </w:rPr>
      </w:pPr>
    </w:p>
    <w:p w:rsidR="007E2FE4" w:rsidRPr="006E7D84" w:rsidRDefault="007E2FE4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7E2FE4" w:rsidRPr="00C06276" w:rsidRDefault="007E2FE4" w:rsidP="000075A3">
      <w:pPr>
        <w:pStyle w:val="Wine"/>
        <w:rPr>
          <w:b/>
        </w:rPr>
      </w:pPr>
      <w:r>
        <w:rPr>
          <w:i w:val="0"/>
        </w:rPr>
        <w:t>Butternut squash, fennel, collard greens &amp; cherry tomatoes</w:t>
      </w:r>
    </w:p>
    <w:p w:rsidR="007E2FE4" w:rsidRPr="00B25B94" w:rsidRDefault="007E2FE4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7E2FE4" w:rsidRPr="00C562B5" w:rsidRDefault="007E2FE4" w:rsidP="00FB4691">
      <w:pPr>
        <w:pStyle w:val="Wine"/>
        <w:rPr>
          <w:sz w:val="16"/>
          <w:szCs w:val="16"/>
        </w:rPr>
      </w:pPr>
    </w:p>
    <w:p w:rsidR="007E2FE4" w:rsidRPr="00C610C6" w:rsidRDefault="007E2FE4" w:rsidP="00B07F17">
      <w:pPr>
        <w:pStyle w:val="Food"/>
        <w:rPr>
          <w:b/>
          <w:i w:val="0"/>
        </w:rPr>
      </w:pPr>
      <w:r>
        <w:rPr>
          <w:b/>
          <w:i w:val="0"/>
        </w:rPr>
        <w:t>Grilled Rib Steak</w:t>
      </w:r>
      <w:r>
        <w:rPr>
          <w:b/>
          <w:i w:val="0"/>
        </w:rPr>
        <w:tab/>
        <w:t xml:space="preserve">  14</w:t>
      </w:r>
    </w:p>
    <w:p w:rsidR="007E2FE4" w:rsidRDefault="007E2FE4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7E2FE4" w:rsidRPr="004C1E0C" w:rsidRDefault="007E2FE4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7E2FE4" w:rsidRPr="00C562B5" w:rsidRDefault="007E2FE4" w:rsidP="00C562B5">
      <w:pPr>
        <w:pStyle w:val="Wine"/>
        <w:rPr>
          <w:sz w:val="16"/>
          <w:szCs w:val="16"/>
        </w:rPr>
      </w:pPr>
    </w:p>
    <w:p w:rsidR="007E2FE4" w:rsidRDefault="007E2FE4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7E2FE4" w:rsidRPr="008E1EC6" w:rsidRDefault="007E2FE4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Cloth-bound Cheddar, Cape Vassey, Eweda, Riopelle</w:t>
      </w:r>
    </w:p>
    <w:p w:rsidR="007E2FE4" w:rsidRDefault="007E2FE4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and Blue Haze</w:t>
      </w:r>
    </w:p>
    <w:p w:rsidR="007E2FE4" w:rsidRPr="004C1E0C" w:rsidRDefault="007E2FE4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7E2FE4" w:rsidRPr="00C562B5" w:rsidRDefault="007E2FE4" w:rsidP="00C562B5">
      <w:pPr>
        <w:pStyle w:val="Wine"/>
        <w:rPr>
          <w:sz w:val="16"/>
          <w:szCs w:val="16"/>
        </w:rPr>
      </w:pPr>
    </w:p>
    <w:p w:rsidR="007E2FE4" w:rsidRDefault="007E2FE4" w:rsidP="0068435D">
      <w:pPr>
        <w:pStyle w:val="Food"/>
        <w:rPr>
          <w:b/>
          <w:i w:val="0"/>
        </w:rPr>
      </w:pPr>
      <w:r>
        <w:rPr>
          <w:b/>
          <w:i w:val="0"/>
        </w:rPr>
        <w:t xml:space="preserve">Double Chocolate Brownie   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7E2FE4" w:rsidRPr="00B25DA9" w:rsidRDefault="007E2FE4" w:rsidP="0068435D">
      <w:pPr>
        <w:pStyle w:val="Food"/>
        <w:rPr>
          <w:b/>
          <w:i w:val="0"/>
        </w:rPr>
      </w:pPr>
      <w:r>
        <w:rPr>
          <w:i w:val="0"/>
        </w:rPr>
        <w:t>Chantilly cream &amp; Candied walnuts</w:t>
      </w:r>
    </w:p>
    <w:p w:rsidR="007E2FE4" w:rsidRDefault="007E2FE4" w:rsidP="0068435D">
      <w:pPr>
        <w:pStyle w:val="Food"/>
      </w:pPr>
      <w:r>
        <w:t>2005 Lammershoek</w:t>
      </w:r>
    </w:p>
    <w:p w:rsidR="007E2FE4" w:rsidRDefault="007E2FE4" w:rsidP="0068435D">
      <w:pPr>
        <w:pStyle w:val="Food"/>
      </w:pPr>
      <w:r w:rsidRPr="00A4181B">
        <w:t>Pinotage                                 4.50 (1oz) ~ 9.00 (2oz)</w:t>
      </w:r>
    </w:p>
    <w:p w:rsidR="007E2FE4" w:rsidRDefault="007E2FE4" w:rsidP="00796CF3">
      <w:pPr>
        <w:pStyle w:val="Food"/>
        <w:rPr>
          <w:b/>
          <w:i w:val="0"/>
        </w:rPr>
      </w:pPr>
    </w:p>
    <w:p w:rsidR="007E2FE4" w:rsidRDefault="007E2FE4" w:rsidP="00F741AD">
      <w:pPr>
        <w:pStyle w:val="Food"/>
      </w:pPr>
      <w:r>
        <w:t xml:space="preserve">Monday, January 31st,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7E2FE4" w:rsidRDefault="007E2FE4" w:rsidP="00F741AD">
      <w:pPr>
        <w:pStyle w:val="Food"/>
      </w:pPr>
    </w:p>
    <w:p w:rsidR="007E2FE4" w:rsidRDefault="007E2FE4" w:rsidP="00F741AD">
      <w:pPr>
        <w:pStyle w:val="Food"/>
      </w:pPr>
      <w:r w:rsidRPr="007B7319">
        <w:t>We support a healthy, ethical, sustainable, local food culture.</w:t>
      </w:r>
    </w:p>
    <w:sectPr w:rsidR="007E2FE4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3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1"/>
  </w:num>
  <w:num w:numId="40">
    <w:abstractNumId w:val="10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7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591</Words>
  <Characters>3375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2011-01-31T20:41:00Z</cp:lastPrinted>
  <dcterms:created xsi:type="dcterms:W3CDTF">2011-01-31T20:32:00Z</dcterms:created>
  <dcterms:modified xsi:type="dcterms:W3CDTF">2011-01-31T20:44:00Z</dcterms:modified>
</cp:coreProperties>
</file>