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1F" w:rsidRDefault="000F5B1F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0F5B1F" w:rsidRDefault="000F5B1F" w:rsidP="00F741AD">
      <w:pPr>
        <w:pStyle w:val="Food"/>
        <w:rPr>
          <w:b/>
          <w:i w:val="0"/>
        </w:rPr>
      </w:pPr>
    </w:p>
    <w:p w:rsidR="000F5B1F" w:rsidRDefault="000F5B1F" w:rsidP="00F741AD">
      <w:pPr>
        <w:pStyle w:val="Food"/>
        <w:rPr>
          <w:b/>
          <w:i w:val="0"/>
        </w:rPr>
      </w:pPr>
    </w:p>
    <w:p w:rsidR="000F5B1F" w:rsidRDefault="000F5B1F" w:rsidP="00F741AD">
      <w:pPr>
        <w:pStyle w:val="Food"/>
        <w:rPr>
          <w:b/>
          <w:i w:val="0"/>
        </w:rPr>
      </w:pPr>
    </w:p>
    <w:p w:rsidR="000F5B1F" w:rsidRDefault="000F5B1F" w:rsidP="00F741AD">
      <w:pPr>
        <w:pStyle w:val="Food"/>
        <w:rPr>
          <w:b/>
          <w:i w:val="0"/>
        </w:rPr>
      </w:pPr>
    </w:p>
    <w:p w:rsidR="000F5B1F" w:rsidRPr="00A238BD" w:rsidRDefault="000F5B1F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0F5B1F" w:rsidRDefault="000F5B1F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0F5B1F" w:rsidRPr="003523C1" w:rsidRDefault="000F5B1F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0F5B1F" w:rsidRPr="005E7B2C" w:rsidRDefault="000F5B1F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0F5B1F" w:rsidRDefault="000F5B1F" w:rsidP="00F741AD">
      <w:pPr>
        <w:pStyle w:val="Food"/>
      </w:pPr>
    </w:p>
    <w:p w:rsidR="000F5B1F" w:rsidRPr="00796CF3" w:rsidRDefault="000F5B1F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0F5B1F" w:rsidRDefault="000F5B1F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0F5B1F" w:rsidRPr="00343369" w:rsidRDefault="000F5B1F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0F5B1F" w:rsidRPr="005E7B2C" w:rsidRDefault="000F5B1F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0F5B1F" w:rsidRDefault="000F5B1F" w:rsidP="00A67E73">
      <w:pPr>
        <w:pStyle w:val="Food"/>
      </w:pPr>
    </w:p>
    <w:p w:rsidR="000F5B1F" w:rsidRDefault="000F5B1F" w:rsidP="00A67E73">
      <w:pPr>
        <w:pStyle w:val="Food"/>
        <w:rPr>
          <w:i w:val="0"/>
        </w:rPr>
      </w:pPr>
      <w:r>
        <w:rPr>
          <w:b/>
          <w:i w:val="0"/>
        </w:rPr>
        <w:t>Cream of Mushroom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0F5B1F" w:rsidRPr="00DB2E93" w:rsidRDefault="000F5B1F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0F5B1F" w:rsidRPr="00D02346" w:rsidRDefault="000F5B1F" w:rsidP="009F03CD">
      <w:pPr>
        <w:pStyle w:val="Food"/>
      </w:pPr>
      <w:r w:rsidRPr="00D02346">
        <w:t>2009 Laurent Miquel Rosé</w:t>
      </w:r>
    </w:p>
    <w:p w:rsidR="000F5B1F" w:rsidRPr="003C5465" w:rsidRDefault="000F5B1F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0F5B1F" w:rsidRDefault="000F5B1F" w:rsidP="001D54BC">
      <w:pPr>
        <w:pStyle w:val="Wine"/>
        <w:rPr>
          <w:b/>
          <w:i w:val="0"/>
        </w:rPr>
      </w:pPr>
    </w:p>
    <w:p w:rsidR="000F5B1F" w:rsidRPr="006E7D84" w:rsidRDefault="000F5B1F" w:rsidP="001D54BC">
      <w:pPr>
        <w:pStyle w:val="Wine"/>
        <w:rPr>
          <w:b/>
          <w:i w:val="0"/>
        </w:rPr>
      </w:pPr>
      <w:r>
        <w:rPr>
          <w:b/>
          <w:i w:val="0"/>
        </w:rPr>
        <w:t>Wild Mushrooms on Toast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0F5B1F" w:rsidRPr="006E7D84" w:rsidRDefault="000F5B1F" w:rsidP="001D54BC">
      <w:pPr>
        <w:pStyle w:val="Wine"/>
        <w:rPr>
          <w:i w:val="0"/>
        </w:rPr>
      </w:pPr>
      <w:r>
        <w:rPr>
          <w:i w:val="0"/>
        </w:rPr>
        <w:t xml:space="preserve">Shallots, garlic, thyme &amp; white truffle oil </w:t>
      </w:r>
    </w:p>
    <w:p w:rsidR="000F5B1F" w:rsidRDefault="000F5B1F" w:rsidP="001D54BC">
      <w:pPr>
        <w:pStyle w:val="Wine"/>
        <w:rPr>
          <w:b/>
          <w:i w:val="0"/>
        </w:rPr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0F5B1F" w:rsidRDefault="000F5B1F" w:rsidP="004C1E0C">
      <w:pPr>
        <w:pStyle w:val="Wine"/>
      </w:pPr>
    </w:p>
    <w:p w:rsidR="000F5B1F" w:rsidRPr="00A238BD" w:rsidRDefault="000F5B1F" w:rsidP="004B38B5">
      <w:pPr>
        <w:pStyle w:val="Food"/>
        <w:rPr>
          <w:b/>
          <w:i w:val="0"/>
        </w:rPr>
      </w:pPr>
      <w:r>
        <w:rPr>
          <w:b/>
          <w:i w:val="0"/>
        </w:rPr>
        <w:t>Beef Bolognese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0F5B1F" w:rsidRPr="006E7D84" w:rsidRDefault="000F5B1F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cheese curd &amp; green onions</w:t>
      </w:r>
    </w:p>
    <w:p w:rsidR="000F5B1F" w:rsidRPr="002714DD" w:rsidRDefault="000F5B1F" w:rsidP="009F03CD">
      <w:pPr>
        <w:pStyle w:val="Food"/>
      </w:pPr>
      <w:r>
        <w:t>2008 Gaia</w:t>
      </w:r>
    </w:p>
    <w:p w:rsidR="000F5B1F" w:rsidRDefault="000F5B1F" w:rsidP="009F03CD">
      <w:pPr>
        <w:pStyle w:val="Food"/>
      </w:pPr>
      <w:r>
        <w:t xml:space="preserve">Agiogitiko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0F5B1F" w:rsidRDefault="000F5B1F" w:rsidP="009F03CD">
      <w:pPr>
        <w:pStyle w:val="Food"/>
      </w:pPr>
    </w:p>
    <w:p w:rsidR="000F5B1F" w:rsidRPr="0084543B" w:rsidRDefault="000F5B1F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0F5B1F" w:rsidRPr="006E7D84" w:rsidRDefault="000F5B1F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0F5B1F" w:rsidRPr="00B17642" w:rsidRDefault="000F5B1F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0F5B1F" w:rsidRPr="00111C57" w:rsidRDefault="000F5B1F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0F5B1F" w:rsidRPr="00111C57" w:rsidRDefault="000F5B1F" w:rsidP="004C1E0C">
      <w:pPr>
        <w:pStyle w:val="Wine"/>
        <w:rPr>
          <w:color w:val="000000"/>
        </w:rPr>
      </w:pPr>
    </w:p>
    <w:p w:rsidR="000F5B1F" w:rsidRPr="005D22B2" w:rsidRDefault="000F5B1F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0F5B1F" w:rsidRPr="00CC17B4" w:rsidRDefault="000F5B1F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0F5B1F" w:rsidRPr="00111C57" w:rsidRDefault="000F5B1F" w:rsidP="001D54BC">
      <w:pPr>
        <w:pStyle w:val="Wine"/>
      </w:pPr>
      <w:r w:rsidRPr="00111C57">
        <w:t>2009 Malivoire "Mottiar"</w:t>
      </w:r>
    </w:p>
    <w:p w:rsidR="000F5B1F" w:rsidRDefault="000F5B1F" w:rsidP="001D54BC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0F5B1F" w:rsidRDefault="000F5B1F" w:rsidP="00277431">
      <w:pPr>
        <w:pStyle w:val="Wine"/>
        <w:rPr>
          <w:b/>
          <w:i w:val="0"/>
        </w:rPr>
      </w:pPr>
    </w:p>
    <w:p w:rsidR="000F5B1F" w:rsidRPr="001D54BC" w:rsidRDefault="000F5B1F" w:rsidP="001D54BC">
      <w:pPr>
        <w:pStyle w:val="Wine"/>
        <w:rPr>
          <w:b/>
          <w:i w:val="0"/>
        </w:rPr>
      </w:pPr>
      <w:r w:rsidRPr="001D54BC">
        <w:rPr>
          <w:b/>
          <w:i w:val="0"/>
        </w:rPr>
        <w:t>Shrimp &amp; Spinach Salad</w:t>
      </w:r>
      <w:r w:rsidRPr="001D54BC">
        <w:rPr>
          <w:b/>
          <w:i w:val="0"/>
        </w:rPr>
        <w:tab/>
        <w:t xml:space="preserve">   </w:t>
      </w:r>
      <w:r>
        <w:rPr>
          <w:b/>
          <w:i w:val="0"/>
        </w:rPr>
        <w:t>10</w:t>
      </w:r>
    </w:p>
    <w:p w:rsidR="000F5B1F" w:rsidRPr="001D54BC" w:rsidRDefault="000F5B1F" w:rsidP="001D54BC">
      <w:pPr>
        <w:pStyle w:val="Wine"/>
        <w:rPr>
          <w:b/>
          <w:i w:val="0"/>
        </w:rPr>
      </w:pPr>
      <w:r>
        <w:rPr>
          <w:i w:val="0"/>
        </w:rPr>
        <w:t>C</w:t>
      </w:r>
      <w:r w:rsidRPr="001D54BC">
        <w:rPr>
          <w:i w:val="0"/>
        </w:rPr>
        <w:t>urrents, pickle</w:t>
      </w:r>
      <w:r>
        <w:rPr>
          <w:i w:val="0"/>
        </w:rPr>
        <w:t>d</w:t>
      </w:r>
      <w:r w:rsidRPr="001D54BC">
        <w:rPr>
          <w:i w:val="0"/>
        </w:rPr>
        <w:t xml:space="preserve"> onions</w:t>
      </w:r>
      <w:r>
        <w:rPr>
          <w:i w:val="0"/>
        </w:rPr>
        <w:t>, goat</w:t>
      </w:r>
      <w:r w:rsidRPr="001D54BC">
        <w:rPr>
          <w:i w:val="0"/>
        </w:rPr>
        <w:t xml:space="preserve"> cheese &amp; cherry vin </w:t>
      </w:r>
    </w:p>
    <w:p w:rsidR="000F5B1F" w:rsidRPr="008D496F" w:rsidRDefault="000F5B1F" w:rsidP="00DD6F23">
      <w:pPr>
        <w:pStyle w:val="Wine"/>
      </w:pPr>
      <w:r w:rsidRPr="008D496F">
        <w:t>2009 Craggy Range "</w:t>
      </w:r>
      <w:smartTag w:uri="urn:schemas-microsoft-com:office:smarttags" w:element="address">
        <w:smartTag w:uri="urn:schemas-microsoft-com:office:smarttags" w:element="Street">
          <w:r w:rsidRPr="008D496F">
            <w:t>Te Muna Road</w:t>
          </w:r>
        </w:smartTag>
      </w:smartTag>
      <w:r w:rsidRPr="008D496F">
        <w:t xml:space="preserve"> Vineyard"</w:t>
      </w:r>
    </w:p>
    <w:p w:rsidR="000F5B1F" w:rsidRDefault="000F5B1F" w:rsidP="00DD6F23">
      <w:pPr>
        <w:pStyle w:val="Wine"/>
        <w:rPr>
          <w:b/>
          <w:i w:val="0"/>
        </w:rPr>
      </w:pPr>
      <w:r w:rsidRPr="008D496F">
        <w:t>Sauvignon Blanc                       9.50(3oz) ~ 18.50 (6oz)</w:t>
      </w:r>
    </w:p>
    <w:p w:rsidR="000F5B1F" w:rsidRDefault="000F5B1F" w:rsidP="00C10C11">
      <w:pPr>
        <w:pStyle w:val="Wine"/>
        <w:rPr>
          <w:b/>
          <w:i w:val="0"/>
        </w:rPr>
      </w:pPr>
    </w:p>
    <w:p w:rsidR="000F5B1F" w:rsidRPr="008144F7" w:rsidRDefault="000F5B1F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0F5B1F" w:rsidRDefault="000F5B1F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0F5B1F" w:rsidRPr="007A1739" w:rsidRDefault="000F5B1F" w:rsidP="00C10C11">
      <w:pPr>
        <w:pStyle w:val="Food"/>
      </w:pPr>
      <w:r w:rsidRPr="007A1739">
        <w:t>2009 Laudo Bodegas Ondalan</w:t>
      </w:r>
    </w:p>
    <w:p w:rsidR="000F5B1F" w:rsidRPr="004C1E0C" w:rsidRDefault="000F5B1F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0F5B1F" w:rsidRDefault="000F5B1F" w:rsidP="00C01628">
      <w:pPr>
        <w:pStyle w:val="Wine"/>
        <w:rPr>
          <w:b/>
          <w:i w:val="0"/>
        </w:rPr>
      </w:pPr>
    </w:p>
    <w:p w:rsidR="000F5B1F" w:rsidRPr="003E1104" w:rsidRDefault="000F5B1F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8</w:t>
      </w:r>
    </w:p>
    <w:p w:rsidR="000F5B1F" w:rsidRPr="00657EB6" w:rsidRDefault="000F5B1F" w:rsidP="003E6222">
      <w:pPr>
        <w:pStyle w:val="Wine"/>
        <w:rPr>
          <w:b/>
          <w:i w:val="0"/>
        </w:rPr>
      </w:pPr>
      <w:r>
        <w:rPr>
          <w:i w:val="0"/>
        </w:rPr>
        <w:t>Sweet chili sauce &amp; wild arugula</w:t>
      </w:r>
    </w:p>
    <w:p w:rsidR="000F5B1F" w:rsidRDefault="000F5B1F" w:rsidP="003E6222">
      <w:pPr>
        <w:pStyle w:val="Wine"/>
      </w:pPr>
      <w:r w:rsidRPr="00C71096">
        <w:t xml:space="preserve">2007 </w:t>
      </w:r>
      <w:r w:rsidRPr="00264365">
        <w:t>Flatrock Cellars</w:t>
      </w:r>
      <w:r w:rsidRPr="00C71096">
        <w:br/>
      </w:r>
      <w:r w:rsidRPr="00264365">
        <w:t>Riesling</w:t>
      </w:r>
      <w:r>
        <w:t xml:space="preserve">                        </w:t>
      </w:r>
      <w:r w:rsidRPr="00C71096">
        <w:t xml:space="preserve">            6.00(3oz) ~ 11.50 (6oz)</w:t>
      </w:r>
    </w:p>
    <w:p w:rsidR="000F5B1F" w:rsidRDefault="000F5B1F" w:rsidP="005E0378">
      <w:pPr>
        <w:pStyle w:val="Wine"/>
        <w:rPr>
          <w:b/>
          <w:i w:val="0"/>
        </w:rPr>
      </w:pPr>
    </w:p>
    <w:p w:rsidR="000F5B1F" w:rsidRPr="003E1104" w:rsidRDefault="000F5B1F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0F5B1F" w:rsidRPr="00657EB6" w:rsidRDefault="000F5B1F" w:rsidP="00806D67">
      <w:pPr>
        <w:pStyle w:val="Wine"/>
        <w:rPr>
          <w:b/>
          <w:i w:val="0"/>
        </w:rPr>
      </w:pPr>
      <w:r>
        <w:rPr>
          <w:i w:val="0"/>
        </w:rPr>
        <w:t>Sausage, baby spinach &amp; mustard cream</w:t>
      </w:r>
    </w:p>
    <w:p w:rsidR="000F5B1F" w:rsidRDefault="000F5B1F" w:rsidP="00806D67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0F5B1F" w:rsidRDefault="000F5B1F" w:rsidP="005E0378">
      <w:pPr>
        <w:pStyle w:val="Wine"/>
        <w:rPr>
          <w:b/>
          <w:i w:val="0"/>
        </w:rPr>
      </w:pPr>
    </w:p>
    <w:p w:rsidR="000F5B1F" w:rsidRDefault="000F5B1F" w:rsidP="005E0378">
      <w:pPr>
        <w:pStyle w:val="Wine"/>
        <w:rPr>
          <w:b/>
          <w:i w:val="0"/>
        </w:rPr>
      </w:pPr>
    </w:p>
    <w:p w:rsidR="000F5B1F" w:rsidRDefault="000F5B1F" w:rsidP="00AB3C0A">
      <w:pPr>
        <w:pStyle w:val="Wine"/>
        <w:rPr>
          <w:b/>
          <w:i w:val="0"/>
        </w:rPr>
      </w:pPr>
    </w:p>
    <w:p w:rsidR="000F5B1F" w:rsidRDefault="000F5B1F" w:rsidP="00AB3C0A">
      <w:pPr>
        <w:pStyle w:val="Wine"/>
        <w:rPr>
          <w:b/>
          <w:i w:val="0"/>
        </w:rPr>
      </w:pPr>
    </w:p>
    <w:p w:rsidR="000F5B1F" w:rsidRDefault="000F5B1F" w:rsidP="00AB3C0A">
      <w:pPr>
        <w:pStyle w:val="Wine"/>
        <w:rPr>
          <w:b/>
          <w:i w:val="0"/>
        </w:rPr>
      </w:pPr>
    </w:p>
    <w:p w:rsidR="000F5B1F" w:rsidRDefault="000F5B1F" w:rsidP="00AB3C0A">
      <w:pPr>
        <w:pStyle w:val="Wine"/>
        <w:rPr>
          <w:b/>
          <w:i w:val="0"/>
        </w:rPr>
      </w:pPr>
    </w:p>
    <w:p w:rsidR="000F5B1F" w:rsidRDefault="000F5B1F" w:rsidP="00AB3C0A">
      <w:pPr>
        <w:pStyle w:val="Wine"/>
        <w:rPr>
          <w:b/>
          <w:i w:val="0"/>
        </w:rPr>
      </w:pPr>
    </w:p>
    <w:p w:rsidR="000F5B1F" w:rsidRDefault="000F5B1F" w:rsidP="004A035B">
      <w:pPr>
        <w:pStyle w:val="Wine"/>
        <w:rPr>
          <w:b/>
          <w:i w:val="0"/>
        </w:rPr>
      </w:pPr>
    </w:p>
    <w:p w:rsidR="000F5B1F" w:rsidRDefault="000F5B1F" w:rsidP="001D54BC">
      <w:pPr>
        <w:pStyle w:val="Wine"/>
        <w:rPr>
          <w:b/>
          <w:i w:val="0"/>
        </w:rPr>
      </w:pPr>
    </w:p>
    <w:p w:rsidR="000F5B1F" w:rsidRDefault="000F5B1F" w:rsidP="005E0378">
      <w:pPr>
        <w:pStyle w:val="Wine"/>
        <w:rPr>
          <w:b/>
          <w:i w:val="0"/>
        </w:rPr>
      </w:pPr>
    </w:p>
    <w:p w:rsidR="000F5B1F" w:rsidRDefault="000F5B1F" w:rsidP="005E0378">
      <w:pPr>
        <w:pStyle w:val="Wine"/>
        <w:rPr>
          <w:b/>
          <w:i w:val="0"/>
        </w:rPr>
      </w:pPr>
    </w:p>
    <w:p w:rsidR="000F5B1F" w:rsidRPr="003E1104" w:rsidRDefault="000F5B1F" w:rsidP="00806D67">
      <w:pPr>
        <w:pStyle w:val="Wine"/>
        <w:rPr>
          <w:b/>
          <w:i w:val="0"/>
        </w:rPr>
      </w:pPr>
      <w:r>
        <w:rPr>
          <w:b/>
          <w:i w:val="0"/>
        </w:rPr>
        <w:t>Risotto</w:t>
      </w:r>
      <w:r>
        <w:rPr>
          <w:b/>
          <w:i w:val="0"/>
        </w:rPr>
        <w:tab/>
        <w:t xml:space="preserve">   9</w:t>
      </w:r>
    </w:p>
    <w:p w:rsidR="000F5B1F" w:rsidRPr="00657EB6" w:rsidRDefault="000F5B1F" w:rsidP="00806D67">
      <w:pPr>
        <w:pStyle w:val="Wine"/>
        <w:rPr>
          <w:b/>
          <w:i w:val="0"/>
        </w:rPr>
      </w:pPr>
      <w:r>
        <w:rPr>
          <w:i w:val="0"/>
        </w:rPr>
        <w:t>Sun dried tomato, wild arugula &amp; goat cheese</w:t>
      </w:r>
    </w:p>
    <w:p w:rsidR="000F5B1F" w:rsidRDefault="000F5B1F" w:rsidP="00806D67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0F5B1F" w:rsidRDefault="000F5B1F" w:rsidP="005E0378">
      <w:pPr>
        <w:pStyle w:val="Wine"/>
        <w:rPr>
          <w:b/>
          <w:i w:val="0"/>
        </w:rPr>
      </w:pPr>
    </w:p>
    <w:p w:rsidR="000F5B1F" w:rsidRPr="00F741AD" w:rsidRDefault="000F5B1F" w:rsidP="005E0378">
      <w:pPr>
        <w:pStyle w:val="Wine"/>
        <w:rPr>
          <w:b/>
        </w:rPr>
      </w:pPr>
      <w:r>
        <w:rPr>
          <w:b/>
          <w:i w:val="0"/>
        </w:rPr>
        <w:t xml:space="preserve">Roast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0F5B1F" w:rsidRPr="00277431" w:rsidRDefault="000F5B1F" w:rsidP="005E0378">
      <w:pPr>
        <w:pStyle w:val="Wine"/>
        <w:rPr>
          <w:i w:val="0"/>
        </w:rPr>
      </w:pPr>
      <w:r>
        <w:rPr>
          <w:i w:val="0"/>
        </w:rPr>
        <w:t>Purple potatoes, roasted red peppers &amp; leeks</w:t>
      </w:r>
    </w:p>
    <w:p w:rsidR="000F5B1F" w:rsidRDefault="000F5B1F" w:rsidP="005E0378">
      <w:pPr>
        <w:pStyle w:val="Wine"/>
        <w:rPr>
          <w:b/>
          <w:i w:val="0"/>
        </w:rPr>
      </w:pPr>
      <w:r w:rsidRPr="00A606E3">
        <w:t>2008 Stratus</w:t>
      </w:r>
      <w:r w:rsidRPr="00A606E3">
        <w:br/>
        <w:t>Petit Verdot                             11.75 (3oz) ~ 23.00 (6oz)</w:t>
      </w:r>
    </w:p>
    <w:p w:rsidR="000F5B1F" w:rsidRDefault="000F5B1F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F5B1F" w:rsidRPr="005D22B2" w:rsidRDefault="000F5B1F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Pesto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Stuffed Pork Loin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0F5B1F" w:rsidRPr="00277431" w:rsidRDefault="000F5B1F" w:rsidP="001D54BC">
      <w:pPr>
        <w:pStyle w:val="Wine"/>
        <w:rPr>
          <w:i w:val="0"/>
        </w:rPr>
      </w:pPr>
      <w:r w:rsidRPr="005D22B2">
        <w:rPr>
          <w:i w:val="0"/>
        </w:rPr>
        <w:t>Fingerling potatoes, garlic rapini</w:t>
      </w:r>
      <w:r>
        <w:rPr>
          <w:i w:val="0"/>
        </w:rPr>
        <w:t xml:space="preserve"> &amp; jus</w:t>
      </w:r>
    </w:p>
    <w:p w:rsidR="000F5B1F" w:rsidRDefault="000F5B1F" w:rsidP="001D54BC">
      <w:pPr>
        <w:pStyle w:val="Wine"/>
        <w:rPr>
          <w:b/>
          <w:i w:val="0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0F5B1F" w:rsidRDefault="000F5B1F" w:rsidP="00266E1A">
      <w:pPr>
        <w:pStyle w:val="Wine"/>
        <w:rPr>
          <w:b/>
          <w:i w:val="0"/>
        </w:rPr>
      </w:pPr>
    </w:p>
    <w:p w:rsidR="000F5B1F" w:rsidRDefault="000F5B1F" w:rsidP="00266E1A">
      <w:pPr>
        <w:pStyle w:val="Wine"/>
        <w:rPr>
          <w:b/>
        </w:rPr>
      </w:pPr>
      <w:r>
        <w:rPr>
          <w:b/>
          <w:i w:val="0"/>
        </w:rPr>
        <w:t>Pan Seared Wild Fish</w:t>
      </w:r>
      <w:r>
        <w:rPr>
          <w:b/>
          <w:i w:val="0"/>
        </w:rPr>
        <w:tab/>
        <w:t xml:space="preserve">    13</w:t>
      </w:r>
    </w:p>
    <w:p w:rsidR="000F5B1F" w:rsidRPr="000075A3" w:rsidRDefault="000F5B1F" w:rsidP="00266E1A">
      <w:pPr>
        <w:pStyle w:val="Wine"/>
        <w:rPr>
          <w:i w:val="0"/>
        </w:rPr>
      </w:pPr>
      <w:r>
        <w:rPr>
          <w:i w:val="0"/>
        </w:rPr>
        <w:t>Purple beets, spaetzle &amp; baby spinach</w:t>
      </w:r>
    </w:p>
    <w:p w:rsidR="000F5B1F" w:rsidRDefault="000F5B1F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0F5B1F" w:rsidRDefault="000F5B1F" w:rsidP="00A8369C">
      <w:pPr>
        <w:pStyle w:val="Wine"/>
        <w:rPr>
          <w:b/>
          <w:i w:val="0"/>
        </w:rPr>
      </w:pPr>
    </w:p>
    <w:p w:rsidR="000F5B1F" w:rsidRPr="006E7D84" w:rsidRDefault="000F5B1F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0F5B1F" w:rsidRPr="00C06276" w:rsidRDefault="000F5B1F" w:rsidP="000075A3">
      <w:pPr>
        <w:pStyle w:val="Wine"/>
        <w:rPr>
          <w:b/>
        </w:rPr>
      </w:pPr>
      <w:r>
        <w:rPr>
          <w:i w:val="0"/>
        </w:rPr>
        <w:t xml:space="preserve">Lentils, collard greens &amp; radishes </w:t>
      </w:r>
    </w:p>
    <w:p w:rsidR="000F5B1F" w:rsidRPr="00B25B94" w:rsidRDefault="000F5B1F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0F5B1F" w:rsidRDefault="000F5B1F" w:rsidP="00FB4691">
      <w:pPr>
        <w:pStyle w:val="Wine"/>
        <w:rPr>
          <w:b/>
          <w:i w:val="0"/>
        </w:rPr>
      </w:pPr>
    </w:p>
    <w:p w:rsidR="000F5B1F" w:rsidRPr="00C610C6" w:rsidRDefault="000F5B1F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0F5B1F" w:rsidRPr="00277431" w:rsidRDefault="000F5B1F" w:rsidP="00153173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  <w:r w:rsidRPr="00C610C6">
        <w:rPr>
          <w:i w:val="0"/>
        </w:rPr>
        <w:t xml:space="preserve"> </w:t>
      </w:r>
    </w:p>
    <w:p w:rsidR="000F5B1F" w:rsidRPr="004C1E0C" w:rsidRDefault="000F5B1F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0F5B1F" w:rsidRDefault="000F5B1F" w:rsidP="00C4627B">
      <w:pPr>
        <w:rPr>
          <w:rFonts w:ascii="Times New Roman" w:hAnsi="Times New Roman"/>
          <w:sz w:val="20"/>
          <w:lang w:val="fr-CA"/>
        </w:rPr>
      </w:pPr>
    </w:p>
    <w:p w:rsidR="000F5B1F" w:rsidRDefault="000F5B1F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0F5B1F" w:rsidRDefault="000F5B1F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0F5B1F" w:rsidRDefault="000F5B1F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Bleu Benedictin</w:t>
      </w:r>
    </w:p>
    <w:p w:rsidR="000F5B1F" w:rsidRPr="004C1E0C" w:rsidRDefault="000F5B1F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0F5B1F" w:rsidRDefault="000F5B1F" w:rsidP="00B6067D">
      <w:pPr>
        <w:pStyle w:val="Food"/>
        <w:rPr>
          <w:b/>
          <w:i w:val="0"/>
        </w:rPr>
      </w:pPr>
    </w:p>
    <w:p w:rsidR="000F5B1F" w:rsidRDefault="000F5B1F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0F5B1F" w:rsidRPr="00B25DA9" w:rsidRDefault="000F5B1F" w:rsidP="00796CF3">
      <w:pPr>
        <w:pStyle w:val="Food"/>
        <w:rPr>
          <w:b/>
          <w:i w:val="0"/>
        </w:rPr>
      </w:pPr>
      <w:r>
        <w:rPr>
          <w:i w:val="0"/>
        </w:rPr>
        <w:t>Orange caramel sauce</w:t>
      </w:r>
    </w:p>
    <w:p w:rsidR="000F5B1F" w:rsidRDefault="000F5B1F" w:rsidP="00EF1B50">
      <w:pPr>
        <w:pStyle w:val="Food"/>
      </w:pPr>
      <w:r>
        <w:t>2005 Lammershoek</w:t>
      </w:r>
    </w:p>
    <w:p w:rsidR="000F5B1F" w:rsidRDefault="000F5B1F" w:rsidP="00EF1B50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0F5B1F" w:rsidRDefault="000F5B1F" w:rsidP="00796CF3">
      <w:pPr>
        <w:pStyle w:val="Food"/>
        <w:rPr>
          <w:b/>
          <w:i w:val="0"/>
        </w:rPr>
      </w:pPr>
    </w:p>
    <w:p w:rsidR="000F5B1F" w:rsidRDefault="000F5B1F" w:rsidP="00B6067D">
      <w:pPr>
        <w:pStyle w:val="Food"/>
        <w:rPr>
          <w:b/>
          <w:i w:val="0"/>
        </w:rPr>
      </w:pPr>
      <w:r>
        <w:rPr>
          <w:b/>
          <w:i w:val="0"/>
        </w:rPr>
        <w:t>Ontario Apple &amp; Granola Crumble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0F5B1F" w:rsidRPr="00B25DA9" w:rsidRDefault="000F5B1F" w:rsidP="00B6067D">
      <w:pPr>
        <w:pStyle w:val="Food"/>
        <w:rPr>
          <w:b/>
          <w:i w:val="0"/>
        </w:rPr>
      </w:pPr>
      <w:r>
        <w:rPr>
          <w:i w:val="0"/>
        </w:rPr>
        <w:t>Cinnamon &amp; allspice</w:t>
      </w:r>
    </w:p>
    <w:p w:rsidR="000F5B1F" w:rsidRPr="00722E10" w:rsidRDefault="000F5B1F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0F5B1F" w:rsidRDefault="000F5B1F" w:rsidP="00EF1B50">
      <w:pPr>
        <w:pStyle w:val="Food"/>
      </w:pPr>
      <w:r w:rsidRPr="00722E10">
        <w:t>Vienna, Austria                         5.00 (1oz) ~ 9.50 (2oz)</w:t>
      </w:r>
    </w:p>
    <w:p w:rsidR="000F5B1F" w:rsidRDefault="000F5B1F" w:rsidP="005A185D">
      <w:pPr>
        <w:pStyle w:val="Food"/>
        <w:rPr>
          <w:b/>
          <w:i w:val="0"/>
        </w:rPr>
      </w:pPr>
    </w:p>
    <w:p w:rsidR="000F5B1F" w:rsidRPr="0084543B" w:rsidRDefault="000F5B1F" w:rsidP="00C561B1">
      <w:pPr>
        <w:pStyle w:val="Food"/>
        <w:rPr>
          <w:b/>
          <w:i w:val="0"/>
        </w:rPr>
      </w:pPr>
      <w:r>
        <w:rPr>
          <w:b/>
          <w:i w:val="0"/>
        </w:rPr>
        <w:t>Milk Chocolate Mousse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0F5B1F" w:rsidRDefault="000F5B1F" w:rsidP="00C561B1">
      <w:pPr>
        <w:pStyle w:val="Food"/>
        <w:rPr>
          <w:i w:val="0"/>
        </w:rPr>
      </w:pPr>
      <w:r>
        <w:rPr>
          <w:i w:val="0"/>
        </w:rPr>
        <w:t xml:space="preserve">Sour cherries &amp; chantilly cream </w:t>
      </w:r>
    </w:p>
    <w:p w:rsidR="000F5B1F" w:rsidRDefault="000F5B1F" w:rsidP="00EF1B50">
      <w:pPr>
        <w:pStyle w:val="Food"/>
      </w:pPr>
      <w:r>
        <w:t>NV Gonzalez-Byass « Nectar »</w:t>
      </w:r>
    </w:p>
    <w:p w:rsidR="000F5B1F" w:rsidRDefault="000F5B1F" w:rsidP="00EF1B50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0F5B1F" w:rsidRDefault="000F5B1F" w:rsidP="00A06680">
      <w:pPr>
        <w:pStyle w:val="Food"/>
      </w:pPr>
    </w:p>
    <w:p w:rsidR="000F5B1F" w:rsidRDefault="000F5B1F" w:rsidP="00A06680">
      <w:pPr>
        <w:pStyle w:val="Food"/>
      </w:pPr>
    </w:p>
    <w:p w:rsidR="000F5B1F" w:rsidRPr="00790246" w:rsidRDefault="000F5B1F" w:rsidP="00A06680">
      <w:pPr>
        <w:pStyle w:val="Food"/>
      </w:pPr>
      <w:r>
        <w:t xml:space="preserve">Monday, January 24th, 2011 </w:t>
      </w:r>
      <w:r>
        <w:br/>
        <w:t>Bryan Burk</w:t>
      </w:r>
      <w:r w:rsidRPr="00790246">
        <w:t>e – Executive Chef</w:t>
      </w:r>
    </w:p>
    <w:p w:rsidR="000F5B1F" w:rsidRDefault="000F5B1F" w:rsidP="00F741AD">
      <w:pPr>
        <w:pStyle w:val="Food"/>
      </w:pPr>
      <w:r w:rsidRPr="005A2357">
        <w:t>Adam Dolley - Sous Chef</w:t>
      </w:r>
    </w:p>
    <w:p w:rsidR="000F5B1F" w:rsidRDefault="000F5B1F" w:rsidP="00F741AD">
      <w:pPr>
        <w:pStyle w:val="Food"/>
      </w:pPr>
    </w:p>
    <w:p w:rsidR="000F5B1F" w:rsidRPr="007B7319" w:rsidRDefault="000F5B1F" w:rsidP="00495053">
      <w:pPr>
        <w:pStyle w:val="Food"/>
      </w:pPr>
      <w:r w:rsidRPr="007B7319">
        <w:t>We support a healthy, ethical, sustainable, local food culture.</w:t>
      </w:r>
    </w:p>
    <w:p w:rsidR="000F5B1F" w:rsidRDefault="000F5B1F" w:rsidP="00F741AD">
      <w:pPr>
        <w:pStyle w:val="Food"/>
      </w:pPr>
    </w:p>
    <w:sectPr w:rsidR="000F5B1F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13E5"/>
    <w:rsid w:val="00DD14BB"/>
    <w:rsid w:val="00DD220C"/>
    <w:rsid w:val="00DD3521"/>
    <w:rsid w:val="00DD3D35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4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558</Words>
  <Characters>3181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2011-01-24T20:06:00Z</cp:lastPrinted>
  <dcterms:created xsi:type="dcterms:W3CDTF">2011-01-24T20:50:00Z</dcterms:created>
  <dcterms:modified xsi:type="dcterms:W3CDTF">2011-01-24T20:51:00Z</dcterms:modified>
</cp:coreProperties>
</file>