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41" w:rsidRDefault="003E5541" w:rsidP="00F741AD">
      <w:pPr>
        <w:pStyle w:val="Food"/>
        <w:rPr>
          <w:b/>
          <w:i w:val="0"/>
        </w:rPr>
      </w:pPr>
      <w:r>
        <w:rPr>
          <w:b/>
          <w:i w:val="0"/>
        </w:rPr>
        <w:t xml:space="preserve"> </w:t>
      </w:r>
    </w:p>
    <w:p w:rsidR="003E5541" w:rsidRDefault="003E5541" w:rsidP="00F741AD">
      <w:pPr>
        <w:pStyle w:val="Food"/>
        <w:rPr>
          <w:b/>
          <w:i w:val="0"/>
        </w:rPr>
      </w:pPr>
    </w:p>
    <w:p w:rsidR="003E5541" w:rsidRDefault="003E5541" w:rsidP="00F741AD">
      <w:pPr>
        <w:pStyle w:val="Food"/>
        <w:rPr>
          <w:b/>
          <w:i w:val="0"/>
        </w:rPr>
      </w:pPr>
    </w:p>
    <w:p w:rsidR="003E5541" w:rsidRDefault="003E5541" w:rsidP="00F741AD">
      <w:pPr>
        <w:pStyle w:val="Food"/>
        <w:rPr>
          <w:b/>
          <w:i w:val="0"/>
        </w:rPr>
      </w:pPr>
    </w:p>
    <w:p w:rsidR="003E5541" w:rsidRPr="00A238BD" w:rsidRDefault="003E5541" w:rsidP="00F741AD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5</w:t>
      </w:r>
      <w:r w:rsidRPr="00A238BD">
        <w:rPr>
          <w:b/>
          <w:i w:val="0"/>
        </w:rPr>
        <w:t xml:space="preserve"> </w:t>
      </w:r>
    </w:p>
    <w:p w:rsidR="003E5541" w:rsidRDefault="003E5541" w:rsidP="00F741AD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3E5541" w:rsidRPr="003523C1" w:rsidRDefault="003E5541" w:rsidP="00F741AD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3E5541" w:rsidRPr="005E7B2C" w:rsidRDefault="003E5541" w:rsidP="00F741AD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3E5541" w:rsidRDefault="003E5541" w:rsidP="00F741AD">
      <w:pPr>
        <w:pStyle w:val="Food"/>
      </w:pPr>
    </w:p>
    <w:p w:rsidR="003E5541" w:rsidRPr="00796CF3" w:rsidRDefault="003E5541" w:rsidP="00F741AD">
      <w:pPr>
        <w:pStyle w:val="Food"/>
        <w:rPr>
          <w:b/>
          <w:i w:val="0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 w:rsidRPr="00646BE0">
        <w:rPr>
          <w:b/>
          <w:i w:val="0"/>
        </w:rPr>
        <w:t xml:space="preserve"> 7</w:t>
      </w:r>
    </w:p>
    <w:p w:rsidR="003E5541" w:rsidRDefault="003E5541" w:rsidP="00F741AD">
      <w:pPr>
        <w:pStyle w:val="Food"/>
        <w:rPr>
          <w:i w:val="0"/>
        </w:rPr>
      </w:pPr>
      <w:r>
        <w:rPr>
          <w:i w:val="0"/>
        </w:rPr>
        <w:t xml:space="preserve">Chick pea, garlic &amp; lemon </w:t>
      </w:r>
    </w:p>
    <w:p w:rsidR="003E5541" w:rsidRPr="00343369" w:rsidRDefault="003E5541" w:rsidP="00F741AD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3E5541" w:rsidRPr="005E7B2C" w:rsidRDefault="003E5541" w:rsidP="00F741AD">
      <w:pPr>
        <w:pStyle w:val="Food"/>
        <w:rPr>
          <w:b/>
        </w:rPr>
      </w:pPr>
      <w:r w:rsidRPr="00343369">
        <w:t>Cab. Franc, Gamay, P. Noir   6.00 (3oz) ~ 11.50 (6oz)</w:t>
      </w:r>
    </w:p>
    <w:p w:rsidR="003E5541" w:rsidRDefault="003E5541" w:rsidP="00A67E73">
      <w:pPr>
        <w:pStyle w:val="Food"/>
      </w:pPr>
    </w:p>
    <w:p w:rsidR="003E5541" w:rsidRDefault="003E5541" w:rsidP="00A67E73">
      <w:pPr>
        <w:pStyle w:val="Food"/>
        <w:rPr>
          <w:i w:val="0"/>
        </w:rPr>
      </w:pPr>
      <w:r>
        <w:rPr>
          <w:b/>
          <w:i w:val="0"/>
        </w:rPr>
        <w:t>Black Bean &amp; Roast Garlic Soup</w:t>
      </w:r>
      <w:r w:rsidRPr="006F0279">
        <w:rPr>
          <w:b/>
          <w:i w:val="0"/>
        </w:rPr>
        <w:tab/>
      </w:r>
      <w:r>
        <w:rPr>
          <w:b/>
          <w:i w:val="0"/>
        </w:rPr>
        <w:t xml:space="preserve"> 5</w:t>
      </w:r>
      <w:r>
        <w:rPr>
          <w:i w:val="0"/>
        </w:rPr>
        <w:t xml:space="preserve"> </w:t>
      </w:r>
    </w:p>
    <w:p w:rsidR="003E5541" w:rsidRPr="00DB2E93" w:rsidRDefault="003E5541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3E5541" w:rsidRPr="00D02346" w:rsidRDefault="003E5541" w:rsidP="009F03CD">
      <w:pPr>
        <w:pStyle w:val="Food"/>
      </w:pPr>
      <w:r w:rsidRPr="00D02346">
        <w:t>2009 Laurent Miquel Rosé</w:t>
      </w:r>
    </w:p>
    <w:p w:rsidR="003E5541" w:rsidRPr="003C5465" w:rsidRDefault="003E5541" w:rsidP="009F03CD">
      <w:pPr>
        <w:pStyle w:val="Wine"/>
        <w:rPr>
          <w:b/>
          <w:lang w:val="fr-CA"/>
        </w:rPr>
      </w:pPr>
      <w:r w:rsidRPr="00D02346">
        <w:t>Cinsault, Syrah                         5.00(3oz) ~ 10.00 (6oz)</w:t>
      </w:r>
    </w:p>
    <w:p w:rsidR="003E5541" w:rsidRDefault="003E5541" w:rsidP="001D54BC">
      <w:pPr>
        <w:pStyle w:val="Wine"/>
        <w:rPr>
          <w:b/>
          <w:i w:val="0"/>
        </w:rPr>
      </w:pPr>
    </w:p>
    <w:p w:rsidR="003E5541" w:rsidRPr="006E7D84" w:rsidRDefault="003E5541" w:rsidP="001D54BC">
      <w:pPr>
        <w:pStyle w:val="Wine"/>
        <w:rPr>
          <w:b/>
          <w:i w:val="0"/>
        </w:rPr>
      </w:pPr>
      <w:r>
        <w:rPr>
          <w:b/>
          <w:i w:val="0"/>
        </w:rPr>
        <w:t>Wild Mushrooms on Toast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9</w:t>
      </w:r>
    </w:p>
    <w:p w:rsidR="003E5541" w:rsidRPr="006E7D84" w:rsidRDefault="003E5541" w:rsidP="001D54BC">
      <w:pPr>
        <w:pStyle w:val="Wine"/>
        <w:rPr>
          <w:i w:val="0"/>
        </w:rPr>
      </w:pPr>
      <w:r>
        <w:rPr>
          <w:i w:val="0"/>
        </w:rPr>
        <w:t xml:space="preserve">Shallots, garlic, thyme &amp; white truffle oil </w:t>
      </w:r>
    </w:p>
    <w:p w:rsidR="003E5541" w:rsidRDefault="003E5541" w:rsidP="001D54BC">
      <w:pPr>
        <w:pStyle w:val="Wine"/>
        <w:rPr>
          <w:b/>
          <w:i w:val="0"/>
        </w:rPr>
      </w:pPr>
      <w:r w:rsidRPr="00343369">
        <w:t>200</w:t>
      </w:r>
      <w:r>
        <w:t>6</w:t>
      </w:r>
      <w:r w:rsidRPr="00343369">
        <w:t xml:space="preserve"> </w:t>
      </w:r>
      <w:r w:rsidRPr="00EC3B57">
        <w:t>Leth "Gigama Reserve"</w:t>
      </w:r>
      <w:r w:rsidRPr="00343369">
        <w:br/>
      </w:r>
      <w:r w:rsidRPr="00EC3B57">
        <w:t>Zweigelt/Blauer Zweigelt</w:t>
      </w:r>
      <w:r>
        <w:t xml:space="preserve">     </w:t>
      </w:r>
      <w:r w:rsidRPr="00343369">
        <w:t xml:space="preserve">   </w:t>
      </w:r>
      <w:r>
        <w:t>13.75</w:t>
      </w:r>
      <w:r w:rsidRPr="00343369">
        <w:t xml:space="preserve"> (3oz) ~ </w:t>
      </w:r>
      <w:r>
        <w:t>27.00</w:t>
      </w:r>
      <w:r w:rsidRPr="00343369">
        <w:t xml:space="preserve"> (6oz)</w:t>
      </w:r>
    </w:p>
    <w:p w:rsidR="003E5541" w:rsidRDefault="003E5541" w:rsidP="004C1E0C">
      <w:pPr>
        <w:pStyle w:val="Wine"/>
      </w:pPr>
    </w:p>
    <w:p w:rsidR="003E5541" w:rsidRPr="00A238BD" w:rsidRDefault="003E5541" w:rsidP="004B38B5">
      <w:pPr>
        <w:pStyle w:val="Food"/>
        <w:rPr>
          <w:b/>
          <w:i w:val="0"/>
        </w:rPr>
      </w:pPr>
      <w:r>
        <w:rPr>
          <w:b/>
          <w:i w:val="0"/>
        </w:rPr>
        <w:t>Beef Bolognese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</w:t>
      </w:r>
      <w:r w:rsidRPr="00A238BD">
        <w:rPr>
          <w:b/>
          <w:i w:val="0"/>
        </w:rPr>
        <w:t>9</w:t>
      </w:r>
    </w:p>
    <w:p w:rsidR="003E5541" w:rsidRPr="006E7D84" w:rsidRDefault="003E5541" w:rsidP="004C1E0C">
      <w:pPr>
        <w:pStyle w:val="Wine"/>
        <w:rPr>
          <w:i w:val="0"/>
        </w:rPr>
      </w:pPr>
      <w:smartTag w:uri="urn:schemas-microsoft-com:office:smarttags" w:element="State">
        <w:smartTag w:uri="urn:schemas-microsoft-com:office:smarttags" w:element="place">
          <w:r>
            <w:rPr>
              <w:i w:val="0"/>
            </w:rPr>
            <w:t>Ontario</w:t>
          </w:r>
        </w:smartTag>
      </w:smartTag>
      <w:r>
        <w:rPr>
          <w:i w:val="0"/>
        </w:rPr>
        <w:t xml:space="preserve"> cheese curd &amp; green onions</w:t>
      </w:r>
    </w:p>
    <w:p w:rsidR="003E5541" w:rsidRPr="002714DD" w:rsidRDefault="003E5541" w:rsidP="009F03CD">
      <w:pPr>
        <w:pStyle w:val="Food"/>
      </w:pPr>
      <w:r>
        <w:t>2008 Gaia</w:t>
      </w:r>
    </w:p>
    <w:p w:rsidR="003E5541" w:rsidRDefault="003E5541" w:rsidP="009F03CD">
      <w:pPr>
        <w:pStyle w:val="Food"/>
      </w:pPr>
      <w:r>
        <w:t xml:space="preserve">Agiogtiko                  </w:t>
      </w:r>
      <w:r w:rsidRPr="008D496F">
        <w:t xml:space="preserve">   </w:t>
      </w:r>
      <w:r>
        <w:t xml:space="preserve">         </w:t>
      </w:r>
      <w:r w:rsidRPr="008D496F">
        <w:t xml:space="preserve">  </w:t>
      </w:r>
      <w:r>
        <w:t>7.50</w:t>
      </w:r>
      <w:r w:rsidRPr="008D496F">
        <w:t xml:space="preserve">(3oz) ~ </w:t>
      </w:r>
      <w:r>
        <w:t>14.50</w:t>
      </w:r>
      <w:r w:rsidRPr="008D496F">
        <w:t>(6oz)</w:t>
      </w:r>
    </w:p>
    <w:p w:rsidR="003E5541" w:rsidRDefault="003E5541" w:rsidP="009F03CD">
      <w:pPr>
        <w:pStyle w:val="Food"/>
      </w:pPr>
    </w:p>
    <w:p w:rsidR="003E5541" w:rsidRPr="0084543B" w:rsidRDefault="003E5541" w:rsidP="00F741AD">
      <w:pPr>
        <w:pStyle w:val="Food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3E5541" w:rsidRPr="006E7D84" w:rsidRDefault="003E5541" w:rsidP="004C1E0C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3E5541" w:rsidRPr="00B17642" w:rsidRDefault="003E5541" w:rsidP="00111C57">
      <w:pPr>
        <w:pStyle w:val="Food"/>
      </w:pPr>
      <w:r w:rsidRPr="008D496F">
        <w:t xml:space="preserve">2009 </w:t>
      </w:r>
      <w:r w:rsidRPr="00B17642">
        <w:t>Estancia Piedra</w:t>
      </w:r>
    </w:p>
    <w:p w:rsidR="003E5541" w:rsidRPr="00111C57" w:rsidRDefault="003E5541" w:rsidP="00111C57">
      <w:pPr>
        <w:pStyle w:val="Wine"/>
        <w:rPr>
          <w:color w:val="000000"/>
        </w:rPr>
      </w:pPr>
      <w:r w:rsidRPr="00B17642">
        <w:rPr>
          <w:lang w:val="fr-CA"/>
        </w:rPr>
        <w:t>Verdejo</w:t>
      </w:r>
      <w:r>
        <w:rPr>
          <w:lang w:val="fr-CA"/>
        </w:rPr>
        <w:t xml:space="preserve">    </w:t>
      </w:r>
      <w:r w:rsidRPr="008D496F">
        <w:rPr>
          <w:lang w:val="fr-CA"/>
        </w:rPr>
        <w:t xml:space="preserve">     </w:t>
      </w:r>
      <w:r w:rsidRPr="008D496F">
        <w:t xml:space="preserve">                     </w:t>
      </w:r>
      <w:r>
        <w:t xml:space="preserve">    </w:t>
      </w:r>
      <w:r w:rsidRPr="008D496F">
        <w:t xml:space="preserve">   </w:t>
      </w:r>
      <w:r>
        <w:t>7.52</w:t>
      </w:r>
      <w:r w:rsidRPr="008D496F">
        <w:t xml:space="preserve"> (3oz) ~</w:t>
      </w:r>
      <w:r>
        <w:t>14.25</w:t>
      </w:r>
      <w:r w:rsidRPr="008D496F">
        <w:t xml:space="preserve"> (6oz)</w:t>
      </w:r>
    </w:p>
    <w:p w:rsidR="003E5541" w:rsidRPr="00111C57" w:rsidRDefault="003E5541" w:rsidP="004C1E0C">
      <w:pPr>
        <w:pStyle w:val="Wine"/>
        <w:rPr>
          <w:color w:val="000000"/>
        </w:rPr>
      </w:pPr>
    </w:p>
    <w:p w:rsidR="003E5541" w:rsidRPr="005D22B2" w:rsidRDefault="003E5541" w:rsidP="001D54BC">
      <w:pPr>
        <w:pStyle w:val="Wine"/>
        <w:rPr>
          <w:b/>
          <w:i w:val="0"/>
        </w:rPr>
      </w:pPr>
      <w:r>
        <w:rPr>
          <w:b/>
          <w:i w:val="0"/>
        </w:rPr>
        <w:t>Wild Arugula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3E5541" w:rsidRPr="00CC17B4" w:rsidRDefault="003E5541" w:rsidP="001D54BC">
      <w:pPr>
        <w:pStyle w:val="Food"/>
        <w:rPr>
          <w:i w:val="0"/>
        </w:rPr>
      </w:pPr>
      <w:r>
        <w:rPr>
          <w:i w:val="0"/>
        </w:rPr>
        <w:t xml:space="preserve">Balsamic vin. cherry tomatoes, candied walnuts &amp; feta </w:t>
      </w:r>
    </w:p>
    <w:p w:rsidR="003E5541" w:rsidRPr="00111C57" w:rsidRDefault="003E5541" w:rsidP="001D54BC">
      <w:pPr>
        <w:pStyle w:val="Wine"/>
      </w:pPr>
      <w:r w:rsidRPr="00111C57">
        <w:t>2009 Malivoire "Mottiar"</w:t>
      </w:r>
    </w:p>
    <w:p w:rsidR="003E5541" w:rsidRDefault="003E5541" w:rsidP="001D54BC">
      <w:pPr>
        <w:pStyle w:val="Wine"/>
        <w:rPr>
          <w:b/>
          <w:i w:val="0"/>
        </w:rPr>
      </w:pPr>
      <w:r w:rsidRPr="00111C57">
        <w:t xml:space="preserve">Chardonnay                     </w:t>
      </w:r>
      <w:r>
        <w:t xml:space="preserve"> </w:t>
      </w:r>
      <w:r w:rsidRPr="00111C57">
        <w:t xml:space="preserve">        9.50(3oz) ~ 18.50 (6oz)</w:t>
      </w:r>
    </w:p>
    <w:p w:rsidR="003E5541" w:rsidRDefault="003E5541" w:rsidP="00277431">
      <w:pPr>
        <w:pStyle w:val="Wine"/>
        <w:rPr>
          <w:b/>
          <w:i w:val="0"/>
        </w:rPr>
      </w:pPr>
    </w:p>
    <w:p w:rsidR="003E5541" w:rsidRPr="001D54BC" w:rsidRDefault="003E5541" w:rsidP="001D54BC">
      <w:pPr>
        <w:pStyle w:val="Wine"/>
        <w:rPr>
          <w:b/>
          <w:i w:val="0"/>
        </w:rPr>
      </w:pPr>
      <w:r w:rsidRPr="001D54BC">
        <w:rPr>
          <w:b/>
          <w:i w:val="0"/>
        </w:rPr>
        <w:t>Shrimp &amp; Spinach Salad</w:t>
      </w:r>
      <w:r w:rsidRPr="001D54BC">
        <w:rPr>
          <w:b/>
          <w:i w:val="0"/>
        </w:rPr>
        <w:tab/>
        <w:t xml:space="preserve">   </w:t>
      </w:r>
      <w:r>
        <w:rPr>
          <w:b/>
          <w:i w:val="0"/>
        </w:rPr>
        <w:t>10</w:t>
      </w:r>
    </w:p>
    <w:p w:rsidR="003E5541" w:rsidRPr="001D54BC" w:rsidRDefault="003E5541" w:rsidP="001D54BC">
      <w:pPr>
        <w:pStyle w:val="Wine"/>
        <w:rPr>
          <w:b/>
          <w:i w:val="0"/>
        </w:rPr>
      </w:pPr>
      <w:r>
        <w:rPr>
          <w:i w:val="0"/>
        </w:rPr>
        <w:t>C</w:t>
      </w:r>
      <w:r w:rsidRPr="001D54BC">
        <w:rPr>
          <w:i w:val="0"/>
        </w:rPr>
        <w:t>urrents, pickle</w:t>
      </w:r>
      <w:r>
        <w:rPr>
          <w:i w:val="0"/>
        </w:rPr>
        <w:t>d</w:t>
      </w:r>
      <w:r w:rsidRPr="001D54BC">
        <w:rPr>
          <w:i w:val="0"/>
        </w:rPr>
        <w:t xml:space="preserve"> onions</w:t>
      </w:r>
      <w:r>
        <w:rPr>
          <w:i w:val="0"/>
        </w:rPr>
        <w:t>, goat</w:t>
      </w:r>
      <w:r w:rsidRPr="001D54BC">
        <w:rPr>
          <w:i w:val="0"/>
        </w:rPr>
        <w:t xml:space="preserve"> cheese &amp; cherry vin </w:t>
      </w:r>
    </w:p>
    <w:p w:rsidR="003E5541" w:rsidRPr="008D496F" w:rsidRDefault="003E5541" w:rsidP="00DD6F23">
      <w:pPr>
        <w:pStyle w:val="Wine"/>
      </w:pPr>
      <w:r w:rsidRPr="008D496F">
        <w:t>2009 Craggy Range "</w:t>
      </w:r>
      <w:smartTag w:uri="urn:schemas-microsoft-com:office:smarttags" w:element="address">
        <w:smartTag w:uri="urn:schemas-microsoft-com:office:smarttags" w:element="Street">
          <w:r w:rsidRPr="008D496F">
            <w:t>Te Muna Road</w:t>
          </w:r>
        </w:smartTag>
      </w:smartTag>
      <w:r w:rsidRPr="008D496F">
        <w:t xml:space="preserve"> Vineyard"</w:t>
      </w:r>
    </w:p>
    <w:p w:rsidR="003E5541" w:rsidRDefault="003E5541" w:rsidP="00DD6F23">
      <w:pPr>
        <w:pStyle w:val="Wine"/>
        <w:rPr>
          <w:b/>
          <w:i w:val="0"/>
        </w:rPr>
      </w:pPr>
      <w:r w:rsidRPr="008D496F">
        <w:t>Sauvignon Blanc                       9.50(3oz) ~ 18.50 (6oz)</w:t>
      </w:r>
    </w:p>
    <w:p w:rsidR="003E5541" w:rsidRDefault="003E5541" w:rsidP="00C10C11">
      <w:pPr>
        <w:pStyle w:val="Wine"/>
        <w:rPr>
          <w:b/>
          <w:i w:val="0"/>
        </w:rPr>
      </w:pPr>
    </w:p>
    <w:p w:rsidR="003E5541" w:rsidRPr="008144F7" w:rsidRDefault="003E5541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8</w:t>
      </w:r>
    </w:p>
    <w:p w:rsidR="003E5541" w:rsidRDefault="003E5541" w:rsidP="00C10C11">
      <w:pPr>
        <w:pStyle w:val="Wine"/>
      </w:pPr>
      <w:r>
        <w:rPr>
          <w:i w:val="0"/>
        </w:rPr>
        <w:t>Pickled vegetables, olive oil toasts &amp; Kozlick</w:t>
      </w:r>
      <w:r w:rsidRPr="008144F7">
        <w:rPr>
          <w:i w:val="0"/>
        </w:rPr>
        <w:t xml:space="preserve"> mustard</w:t>
      </w:r>
      <w:r>
        <w:t xml:space="preserve"> </w:t>
      </w:r>
    </w:p>
    <w:p w:rsidR="003E5541" w:rsidRPr="007A1739" w:rsidRDefault="003E5541" w:rsidP="00C10C11">
      <w:pPr>
        <w:pStyle w:val="Food"/>
      </w:pPr>
      <w:r w:rsidRPr="007A1739">
        <w:t>2009 Laudo Bodegas Ondalan</w:t>
      </w:r>
    </w:p>
    <w:p w:rsidR="003E5541" w:rsidRPr="004C1E0C" w:rsidRDefault="003E5541" w:rsidP="00C10C11">
      <w:pPr>
        <w:pStyle w:val="Wine"/>
        <w:rPr>
          <w:b/>
          <w:lang w:val="fr-CA"/>
        </w:rPr>
      </w:pPr>
      <w:r w:rsidRPr="007A1739">
        <w:t xml:space="preserve">Tempranillo                       </w:t>
      </w:r>
      <w:r>
        <w:t xml:space="preserve">  </w:t>
      </w:r>
      <w:r w:rsidRPr="007A1739">
        <w:t xml:space="preserve">   6.75 (3oz) ~ 13.00 (6oz)</w:t>
      </w:r>
    </w:p>
    <w:p w:rsidR="003E5541" w:rsidRDefault="003E5541" w:rsidP="00C01628">
      <w:pPr>
        <w:pStyle w:val="Wine"/>
        <w:rPr>
          <w:b/>
          <w:i w:val="0"/>
        </w:rPr>
      </w:pPr>
    </w:p>
    <w:p w:rsidR="003E5541" w:rsidRPr="003E1104" w:rsidRDefault="003E5541" w:rsidP="003E6222">
      <w:pPr>
        <w:pStyle w:val="Wine"/>
        <w:rPr>
          <w:b/>
          <w:i w:val="0"/>
        </w:rPr>
      </w:pPr>
      <w:r>
        <w:rPr>
          <w:b/>
          <w:i w:val="0"/>
        </w:rPr>
        <w:t xml:space="preserve">Crispy Calamari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8</w:t>
      </w:r>
    </w:p>
    <w:p w:rsidR="003E5541" w:rsidRPr="00657EB6" w:rsidRDefault="003E5541" w:rsidP="003E6222">
      <w:pPr>
        <w:pStyle w:val="Wine"/>
        <w:rPr>
          <w:b/>
          <w:i w:val="0"/>
        </w:rPr>
      </w:pPr>
      <w:r>
        <w:rPr>
          <w:i w:val="0"/>
        </w:rPr>
        <w:t>Sweet chili sauce &amp; wild arugula</w:t>
      </w:r>
    </w:p>
    <w:p w:rsidR="003E5541" w:rsidRDefault="003E5541" w:rsidP="003E6222">
      <w:pPr>
        <w:pStyle w:val="Wine"/>
      </w:pPr>
      <w:r w:rsidRPr="00C71096">
        <w:t>2007 Stratus Tollagte White</w:t>
      </w:r>
      <w:r w:rsidRPr="00C71096">
        <w:br/>
        <w:t>Semillon, Chardonnay…            6.00(3oz) ~ 11.50 (6oz)</w:t>
      </w:r>
    </w:p>
    <w:p w:rsidR="003E5541" w:rsidRDefault="003E5541" w:rsidP="005E0378">
      <w:pPr>
        <w:pStyle w:val="Wine"/>
        <w:rPr>
          <w:b/>
          <w:i w:val="0"/>
        </w:rPr>
      </w:pPr>
    </w:p>
    <w:p w:rsidR="003E5541" w:rsidRPr="003E1104" w:rsidRDefault="003E5541" w:rsidP="001D54BC">
      <w:pPr>
        <w:pStyle w:val="Wine"/>
        <w:rPr>
          <w:b/>
          <w:i w:val="0"/>
        </w:rPr>
      </w:pPr>
      <w:r>
        <w:rPr>
          <w:b/>
          <w:i w:val="0"/>
        </w:rPr>
        <w:t>Risotto Milanese</w:t>
      </w:r>
      <w:r>
        <w:rPr>
          <w:b/>
          <w:i w:val="0"/>
        </w:rPr>
        <w:tab/>
        <w:t xml:space="preserve">   10</w:t>
      </w:r>
    </w:p>
    <w:p w:rsidR="003E5541" w:rsidRPr="00657EB6" w:rsidRDefault="003E5541" w:rsidP="001D54BC">
      <w:pPr>
        <w:pStyle w:val="Wine"/>
        <w:rPr>
          <w:b/>
          <w:i w:val="0"/>
        </w:rPr>
      </w:pPr>
      <w:r>
        <w:rPr>
          <w:i w:val="0"/>
        </w:rPr>
        <w:t>Green zucchini, red peppers &amp; goat cheese</w:t>
      </w:r>
    </w:p>
    <w:p w:rsidR="003E5541" w:rsidRDefault="003E5541" w:rsidP="001D54BC">
      <w:pPr>
        <w:pStyle w:val="Wine"/>
        <w:rPr>
          <w:b/>
          <w:i w:val="0"/>
        </w:rPr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3E5541" w:rsidRDefault="003E5541" w:rsidP="005E0378">
      <w:pPr>
        <w:pStyle w:val="Wine"/>
        <w:rPr>
          <w:b/>
          <w:i w:val="0"/>
        </w:rPr>
      </w:pPr>
    </w:p>
    <w:p w:rsidR="003E5541" w:rsidRDefault="003E5541" w:rsidP="005E0378">
      <w:pPr>
        <w:pStyle w:val="Wine"/>
        <w:rPr>
          <w:b/>
          <w:i w:val="0"/>
        </w:rPr>
      </w:pPr>
    </w:p>
    <w:p w:rsidR="003E5541" w:rsidRDefault="003E5541" w:rsidP="005E0378">
      <w:pPr>
        <w:pStyle w:val="Wine"/>
        <w:rPr>
          <w:b/>
          <w:i w:val="0"/>
        </w:rPr>
      </w:pPr>
    </w:p>
    <w:p w:rsidR="003E5541" w:rsidRDefault="003E5541" w:rsidP="005E0378">
      <w:pPr>
        <w:pStyle w:val="Wine"/>
        <w:rPr>
          <w:b/>
          <w:i w:val="0"/>
        </w:rPr>
      </w:pPr>
    </w:p>
    <w:p w:rsidR="003E5541" w:rsidRDefault="003E5541" w:rsidP="00AB3C0A">
      <w:pPr>
        <w:pStyle w:val="Wine"/>
        <w:rPr>
          <w:b/>
          <w:i w:val="0"/>
        </w:rPr>
      </w:pPr>
    </w:p>
    <w:p w:rsidR="003E5541" w:rsidRDefault="003E5541" w:rsidP="00AB3C0A">
      <w:pPr>
        <w:pStyle w:val="Wine"/>
        <w:rPr>
          <w:b/>
          <w:i w:val="0"/>
        </w:rPr>
      </w:pPr>
    </w:p>
    <w:p w:rsidR="003E5541" w:rsidRDefault="003E5541" w:rsidP="00AB3C0A">
      <w:pPr>
        <w:pStyle w:val="Wine"/>
        <w:rPr>
          <w:b/>
          <w:i w:val="0"/>
        </w:rPr>
      </w:pPr>
    </w:p>
    <w:p w:rsidR="003E5541" w:rsidRDefault="003E5541" w:rsidP="00AB3C0A">
      <w:pPr>
        <w:pStyle w:val="Wine"/>
        <w:rPr>
          <w:b/>
          <w:i w:val="0"/>
        </w:rPr>
      </w:pPr>
    </w:p>
    <w:p w:rsidR="003E5541" w:rsidRDefault="003E5541" w:rsidP="00AB3C0A">
      <w:pPr>
        <w:pStyle w:val="Wine"/>
        <w:rPr>
          <w:b/>
          <w:i w:val="0"/>
        </w:rPr>
      </w:pPr>
    </w:p>
    <w:p w:rsidR="003E5541" w:rsidRDefault="003E5541" w:rsidP="004A035B">
      <w:pPr>
        <w:pStyle w:val="Wine"/>
        <w:rPr>
          <w:b/>
          <w:i w:val="0"/>
        </w:rPr>
      </w:pPr>
    </w:p>
    <w:p w:rsidR="003E5541" w:rsidRDefault="003E5541" w:rsidP="001D54BC">
      <w:pPr>
        <w:pStyle w:val="Wine"/>
        <w:rPr>
          <w:b/>
          <w:i w:val="0"/>
        </w:rPr>
      </w:pPr>
    </w:p>
    <w:p w:rsidR="003E5541" w:rsidRPr="00F741AD" w:rsidRDefault="003E5541" w:rsidP="001D54BC">
      <w:pPr>
        <w:pStyle w:val="Wine"/>
        <w:rPr>
          <w:b/>
        </w:rPr>
      </w:pPr>
      <w:r>
        <w:rPr>
          <w:b/>
          <w:i w:val="0"/>
        </w:rPr>
        <w:t xml:space="preserve">Braised Beef Cheek               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 13                                 </w:t>
      </w:r>
    </w:p>
    <w:p w:rsidR="003E5541" w:rsidRPr="00277431" w:rsidRDefault="003E5541" w:rsidP="001D54BC">
      <w:pPr>
        <w:pStyle w:val="Wine"/>
        <w:rPr>
          <w:i w:val="0"/>
        </w:rPr>
      </w:pPr>
      <w:r>
        <w:rPr>
          <w:i w:val="0"/>
        </w:rPr>
        <w:t xml:space="preserve">Stewed tomato ratatouille, peppers &amp; zucchini   </w:t>
      </w:r>
    </w:p>
    <w:p w:rsidR="003E5541" w:rsidRDefault="003E5541" w:rsidP="001D54BC">
      <w:pPr>
        <w:pStyle w:val="Wine"/>
      </w:pPr>
      <w:r w:rsidRPr="00343369">
        <w:t>200</w:t>
      </w:r>
      <w:r>
        <w:t>6</w:t>
      </w:r>
      <w:r w:rsidRPr="00343369">
        <w:t xml:space="preserve"> </w:t>
      </w:r>
      <w:r w:rsidRPr="00EC3B57">
        <w:t>Leth "Gigama Reserve"</w:t>
      </w:r>
      <w:r w:rsidRPr="00343369">
        <w:br/>
      </w:r>
      <w:r w:rsidRPr="00EC3B57">
        <w:t>Zweigelt/Blauer Zweigelt</w:t>
      </w:r>
      <w:r>
        <w:t xml:space="preserve">     </w:t>
      </w:r>
      <w:r w:rsidRPr="00343369">
        <w:t xml:space="preserve">   </w:t>
      </w:r>
      <w:r>
        <w:t>13.75</w:t>
      </w:r>
      <w:r w:rsidRPr="00343369">
        <w:t xml:space="preserve"> (3oz) ~ </w:t>
      </w:r>
      <w:r>
        <w:t>27.00</w:t>
      </w:r>
      <w:r w:rsidRPr="00343369">
        <w:t xml:space="preserve"> (6oz)</w:t>
      </w:r>
    </w:p>
    <w:p w:rsidR="003E5541" w:rsidRDefault="003E5541" w:rsidP="005E0378">
      <w:pPr>
        <w:pStyle w:val="Wine"/>
        <w:rPr>
          <w:b/>
          <w:i w:val="0"/>
        </w:rPr>
      </w:pPr>
    </w:p>
    <w:p w:rsidR="003E5541" w:rsidRPr="00F741AD" w:rsidRDefault="003E5541" w:rsidP="005E0378">
      <w:pPr>
        <w:pStyle w:val="Wine"/>
        <w:rPr>
          <w:b/>
        </w:rPr>
      </w:pPr>
      <w:r>
        <w:rPr>
          <w:b/>
          <w:i w:val="0"/>
        </w:rPr>
        <w:t xml:space="preserve">Grilled Cornish Hen               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13                                 </w:t>
      </w:r>
    </w:p>
    <w:p w:rsidR="003E5541" w:rsidRPr="00277431" w:rsidRDefault="003E5541" w:rsidP="005E0378">
      <w:pPr>
        <w:pStyle w:val="Wine"/>
        <w:rPr>
          <w:i w:val="0"/>
        </w:rPr>
      </w:pPr>
      <w:r>
        <w:rPr>
          <w:i w:val="0"/>
        </w:rPr>
        <w:t>Purple potatoes, roasted red peppers &amp; leeks</w:t>
      </w:r>
    </w:p>
    <w:p w:rsidR="003E5541" w:rsidRDefault="003E5541" w:rsidP="005E0378">
      <w:pPr>
        <w:pStyle w:val="Wine"/>
        <w:rPr>
          <w:b/>
          <w:i w:val="0"/>
        </w:rPr>
      </w:pPr>
      <w:r w:rsidRPr="00DD6F23">
        <w:t>2007 Stratus</w:t>
      </w:r>
      <w:r w:rsidRPr="00DD6F23">
        <w:br/>
        <w:t>Sauvignon Blanc                     10.75 (3oz) ~ 21.00 (6oz)</w:t>
      </w:r>
    </w:p>
    <w:p w:rsidR="003E5541" w:rsidRDefault="003E5541" w:rsidP="001D54BC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3E5541" w:rsidRPr="005D22B2" w:rsidRDefault="003E5541" w:rsidP="001D54BC">
      <w:pPr>
        <w:pStyle w:val="ListBullet"/>
        <w:numPr>
          <w:ilvl w:val="0"/>
          <w:numId w:val="0"/>
        </w:numPr>
      </w:pP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>Pesto Stuffed Pork Loin                                         12</w:t>
      </w:r>
      <w:r w:rsidRPr="005D22B2">
        <w:t xml:space="preserve">                        </w:t>
      </w:r>
    </w:p>
    <w:p w:rsidR="003E5541" w:rsidRPr="00277431" w:rsidRDefault="003E5541" w:rsidP="001D54BC">
      <w:pPr>
        <w:pStyle w:val="Wine"/>
        <w:rPr>
          <w:i w:val="0"/>
        </w:rPr>
      </w:pPr>
      <w:r w:rsidRPr="005D22B2">
        <w:rPr>
          <w:i w:val="0"/>
        </w:rPr>
        <w:t>Fingerling potatoes, garlic rapini</w:t>
      </w:r>
      <w:r>
        <w:rPr>
          <w:i w:val="0"/>
        </w:rPr>
        <w:t xml:space="preserve"> &amp; jus</w:t>
      </w:r>
    </w:p>
    <w:p w:rsidR="003E5541" w:rsidRDefault="003E5541" w:rsidP="001D54BC">
      <w:pPr>
        <w:pStyle w:val="Wine"/>
        <w:rPr>
          <w:b/>
          <w:i w:val="0"/>
        </w:rPr>
      </w:pPr>
      <w:r w:rsidRPr="00B611A6">
        <w:t>2007 Flat Rock Cellars "Reserve"</w:t>
      </w:r>
      <w:r w:rsidRPr="00B611A6">
        <w:br/>
        <w:t>Pinot Noir                                14.25 (3oz) ~ 28.00 (6oz)</w:t>
      </w:r>
    </w:p>
    <w:p w:rsidR="003E5541" w:rsidRDefault="003E5541" w:rsidP="00266E1A">
      <w:pPr>
        <w:pStyle w:val="Wine"/>
        <w:rPr>
          <w:b/>
          <w:i w:val="0"/>
        </w:rPr>
      </w:pPr>
    </w:p>
    <w:p w:rsidR="003E5541" w:rsidRDefault="003E5541" w:rsidP="00266E1A">
      <w:pPr>
        <w:pStyle w:val="Wine"/>
        <w:rPr>
          <w:b/>
        </w:rPr>
      </w:pPr>
      <w:r>
        <w:rPr>
          <w:b/>
          <w:i w:val="0"/>
        </w:rPr>
        <w:t xml:space="preserve">Pan Seared Pickerel                                        </w:t>
      </w:r>
      <w:r>
        <w:rPr>
          <w:b/>
          <w:i w:val="0"/>
        </w:rPr>
        <w:tab/>
        <w:t xml:space="preserve">    13</w:t>
      </w:r>
    </w:p>
    <w:p w:rsidR="003E5541" w:rsidRPr="000075A3" w:rsidRDefault="003E5541" w:rsidP="00266E1A">
      <w:pPr>
        <w:pStyle w:val="Wine"/>
        <w:rPr>
          <w:i w:val="0"/>
        </w:rPr>
      </w:pPr>
      <w:r>
        <w:rPr>
          <w:i w:val="0"/>
        </w:rPr>
        <w:t>Purple beets, spaetzle &amp; baby spinach</w:t>
      </w:r>
    </w:p>
    <w:p w:rsidR="003E5541" w:rsidRDefault="003E5541" w:rsidP="00266E1A">
      <w:pPr>
        <w:pStyle w:val="Wine"/>
        <w:rPr>
          <w:b/>
          <w:i w:val="0"/>
        </w:rPr>
      </w:pPr>
      <w:r w:rsidRPr="00343369">
        <w:t xml:space="preserve">2008 Stratus </w:t>
      </w:r>
      <w:r w:rsidRPr="00343369">
        <w:br/>
        <w:t>Viognier                                   13.50 (3oz) ~ 26.50 (6oz)</w:t>
      </w:r>
    </w:p>
    <w:p w:rsidR="003E5541" w:rsidRDefault="003E5541" w:rsidP="00A8369C">
      <w:pPr>
        <w:pStyle w:val="Wine"/>
        <w:rPr>
          <w:b/>
          <w:i w:val="0"/>
        </w:rPr>
      </w:pPr>
    </w:p>
    <w:p w:rsidR="003E5541" w:rsidRPr="006E7D84" w:rsidRDefault="003E5541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">
          <w:smartTag w:uri="urn:schemas-microsoft-com:office:smarttags" w:element="place">
            <w:smartTag w:uri="urn:schemas-microsoft-com:office:smarttags" w:element="PlaceName">
              <w:r w:rsidRPr="006E7D84">
                <w:rPr>
                  <w:b/>
                  <w:i w:val="0"/>
                </w:rPr>
                <w:t>Qualicum</w:t>
              </w:r>
            </w:smartTag>
          </w:smartTag>
          <w:r w:rsidRPr="006E7D84">
            <w:rPr>
              <w:b/>
              <w:i w:val="0"/>
            </w:rPr>
            <w:t xml:space="preserve"> </w:t>
          </w:r>
          <w:smartTag w:uri="urn:schemas-microsoft-com:office:smarttags" w:element="place">
            <w:r w:rsidRPr="006E7D84">
              <w:rPr>
                <w:b/>
                <w:i w:val="0"/>
              </w:rPr>
              <w:t>Bay</w:t>
            </w:r>
          </w:smartTag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3E5541" w:rsidRPr="00C06276" w:rsidRDefault="003E5541" w:rsidP="000075A3">
      <w:pPr>
        <w:pStyle w:val="Wine"/>
        <w:rPr>
          <w:b/>
        </w:rPr>
      </w:pPr>
      <w:r>
        <w:rPr>
          <w:i w:val="0"/>
        </w:rPr>
        <w:t xml:space="preserve">Lentils, collard greens &amp; radishes </w:t>
      </w:r>
    </w:p>
    <w:p w:rsidR="003E5541" w:rsidRPr="00B25B94" w:rsidRDefault="003E5541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>Riesling                              17.75 (3oz) ~ 35.00 (6oz)</w:t>
      </w:r>
      <w:r>
        <w:t>0</w:t>
      </w:r>
    </w:p>
    <w:p w:rsidR="003E5541" w:rsidRDefault="003E5541" w:rsidP="00FB4691">
      <w:pPr>
        <w:pStyle w:val="Wine"/>
        <w:rPr>
          <w:b/>
          <w:i w:val="0"/>
        </w:rPr>
      </w:pPr>
    </w:p>
    <w:p w:rsidR="003E5541" w:rsidRPr="00C610C6" w:rsidRDefault="003E5541" w:rsidP="00B07F17">
      <w:pPr>
        <w:pStyle w:val="Food"/>
        <w:rPr>
          <w:b/>
          <w:i w:val="0"/>
        </w:rPr>
      </w:pPr>
      <w:r>
        <w:rPr>
          <w:b/>
          <w:i w:val="0"/>
        </w:rPr>
        <w:t>Grilled Striploin Steak</w:t>
      </w:r>
      <w:r>
        <w:rPr>
          <w:b/>
          <w:i w:val="0"/>
        </w:rPr>
        <w:tab/>
        <w:t xml:space="preserve">  14</w:t>
      </w:r>
    </w:p>
    <w:p w:rsidR="003E5541" w:rsidRPr="00277431" w:rsidRDefault="003E5541" w:rsidP="00153173">
      <w:pPr>
        <w:pStyle w:val="Wine"/>
        <w:rPr>
          <w:i w:val="0"/>
        </w:rPr>
      </w:pPr>
      <w:r>
        <w:rPr>
          <w:i w:val="0"/>
        </w:rPr>
        <w:t>Celeriac crushed potatoes, watercress &amp; cabernet jus</w:t>
      </w:r>
      <w:r w:rsidRPr="00C610C6">
        <w:rPr>
          <w:i w:val="0"/>
        </w:rPr>
        <w:t xml:space="preserve"> </w:t>
      </w:r>
    </w:p>
    <w:p w:rsidR="003E5541" w:rsidRPr="004C1E0C" w:rsidRDefault="003E5541" w:rsidP="00B07F17">
      <w:pPr>
        <w:pStyle w:val="Wine"/>
      </w:pPr>
      <w:r w:rsidRPr="004C1E0C">
        <w:rPr>
          <w:lang w:val="fr-CA"/>
        </w:rPr>
        <w:t xml:space="preserve">2006 Hidden Bench </w:t>
      </w:r>
      <w:r w:rsidRPr="004C1E0C">
        <w:rPr>
          <w:lang w:val="fr-CA"/>
        </w:rPr>
        <w:br/>
      </w:r>
      <w:r w:rsidRPr="00343369">
        <w:rPr>
          <w:lang w:val="fr-CA"/>
        </w:rPr>
        <w:t>Merlot, Cabs, Malbec</w:t>
      </w:r>
      <w:r>
        <w:rPr>
          <w:lang w:val="fr-CA"/>
        </w:rPr>
        <w:t xml:space="preserve">     </w:t>
      </w:r>
      <w:r w:rsidRPr="004C1E0C">
        <w:rPr>
          <w:lang w:val="fr-CA"/>
        </w:rPr>
        <w:t xml:space="preserve">        15.00 (3oz) ~ 30.00 (6oz)</w:t>
      </w:r>
    </w:p>
    <w:p w:rsidR="003E5541" w:rsidRDefault="003E5541" w:rsidP="00C4627B">
      <w:pPr>
        <w:rPr>
          <w:rFonts w:ascii="Times New Roman" w:hAnsi="Times New Roman"/>
          <w:sz w:val="20"/>
          <w:lang w:val="fr-CA"/>
        </w:rPr>
      </w:pPr>
    </w:p>
    <w:p w:rsidR="003E5541" w:rsidRDefault="003E5541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  16</w:t>
      </w:r>
    </w:p>
    <w:p w:rsidR="003E5541" w:rsidRDefault="003E5541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Cape Vassey, Le Clandestin, Le Douanier and Bleu Benedictin</w:t>
      </w:r>
    </w:p>
    <w:p w:rsidR="003E5541" w:rsidRPr="004C1E0C" w:rsidRDefault="003E5541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3E5541" w:rsidRDefault="003E5541" w:rsidP="00B6067D">
      <w:pPr>
        <w:pStyle w:val="Food"/>
        <w:rPr>
          <w:b/>
          <w:i w:val="0"/>
        </w:rPr>
      </w:pPr>
    </w:p>
    <w:p w:rsidR="003E5541" w:rsidRDefault="003E5541" w:rsidP="00796CF3">
      <w:pPr>
        <w:pStyle w:val="Food"/>
        <w:rPr>
          <w:b/>
          <w:i w:val="0"/>
        </w:rPr>
      </w:pPr>
      <w:r>
        <w:rPr>
          <w:b/>
          <w:i w:val="0"/>
        </w:rPr>
        <w:t>Ginger Sponge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3E5541" w:rsidRPr="00B25DA9" w:rsidRDefault="003E5541" w:rsidP="00796CF3">
      <w:pPr>
        <w:pStyle w:val="Food"/>
        <w:rPr>
          <w:b/>
          <w:i w:val="0"/>
        </w:rPr>
      </w:pPr>
      <w:r>
        <w:rPr>
          <w:i w:val="0"/>
        </w:rPr>
        <w:t>Orange Caramel</w:t>
      </w:r>
    </w:p>
    <w:p w:rsidR="003E5541" w:rsidRDefault="003E5541" w:rsidP="00EF1B50">
      <w:pPr>
        <w:pStyle w:val="Food"/>
      </w:pPr>
      <w:r>
        <w:t>2005 Lammershoek</w:t>
      </w:r>
    </w:p>
    <w:p w:rsidR="003E5541" w:rsidRDefault="003E5541" w:rsidP="00EF1B50">
      <w:pPr>
        <w:pStyle w:val="Food"/>
      </w:pPr>
      <w:r>
        <w:t>Pinotage                               8.00</w:t>
      </w:r>
      <w:r w:rsidRPr="00C20178">
        <w:t xml:space="preserve"> (</w:t>
      </w:r>
      <w:r>
        <w:t>1</w:t>
      </w:r>
      <w:r w:rsidRPr="00C20178">
        <w:t xml:space="preserve">oz) ~ </w:t>
      </w:r>
      <w:r>
        <w:t>16.00</w:t>
      </w:r>
      <w:r w:rsidRPr="00C20178">
        <w:t xml:space="preserve"> (</w:t>
      </w:r>
      <w:r>
        <w:t>2</w:t>
      </w:r>
      <w:r w:rsidRPr="00C20178">
        <w:t>oz)</w:t>
      </w:r>
    </w:p>
    <w:p w:rsidR="003E5541" w:rsidRDefault="003E5541" w:rsidP="00796CF3">
      <w:pPr>
        <w:pStyle w:val="Food"/>
        <w:rPr>
          <w:b/>
          <w:i w:val="0"/>
        </w:rPr>
      </w:pPr>
    </w:p>
    <w:p w:rsidR="003E5541" w:rsidRDefault="003E5541" w:rsidP="00B6067D">
      <w:pPr>
        <w:pStyle w:val="Food"/>
        <w:rPr>
          <w:b/>
          <w:i w:val="0"/>
        </w:rPr>
      </w:pPr>
      <w:r>
        <w:rPr>
          <w:b/>
          <w:i w:val="0"/>
        </w:rPr>
        <w:t>Vanilla Creme Brulee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3E5541" w:rsidRPr="00B25DA9" w:rsidRDefault="003E5541" w:rsidP="00B6067D">
      <w:pPr>
        <w:pStyle w:val="Food"/>
        <w:rPr>
          <w:b/>
          <w:i w:val="0"/>
        </w:rPr>
      </w:pPr>
      <w:r>
        <w:rPr>
          <w:i w:val="0"/>
        </w:rPr>
        <w:t xml:space="preserve">Almond cookie                                                                                                            </w:t>
      </w:r>
    </w:p>
    <w:p w:rsidR="003E5541" w:rsidRPr="00722E10" w:rsidRDefault="003E5541" w:rsidP="00EF1B50">
      <w:pPr>
        <w:pStyle w:val="Food"/>
        <w:rPr>
          <w:highlight w:val="yellow"/>
        </w:rPr>
      </w:pPr>
      <w:r>
        <w:t xml:space="preserve">2005 </w:t>
      </w:r>
      <w:r w:rsidRPr="00722E10">
        <w:t>Weinbau Zahel "Rosengartl"</w:t>
      </w:r>
    </w:p>
    <w:p w:rsidR="003E5541" w:rsidRDefault="003E5541" w:rsidP="00EF1B50">
      <w:pPr>
        <w:pStyle w:val="Food"/>
      </w:pPr>
      <w:r w:rsidRPr="00722E10">
        <w:t>Vienna, Austria                         5.00 (1oz) ~ 9.50 (2oz)</w:t>
      </w:r>
    </w:p>
    <w:p w:rsidR="003E5541" w:rsidRDefault="003E5541" w:rsidP="005A185D">
      <w:pPr>
        <w:pStyle w:val="Food"/>
        <w:rPr>
          <w:b/>
          <w:i w:val="0"/>
        </w:rPr>
      </w:pPr>
    </w:p>
    <w:p w:rsidR="003E5541" w:rsidRPr="0084543B" w:rsidRDefault="003E5541" w:rsidP="00C561B1">
      <w:pPr>
        <w:pStyle w:val="Food"/>
        <w:rPr>
          <w:b/>
          <w:i w:val="0"/>
        </w:rPr>
      </w:pPr>
      <w:r>
        <w:rPr>
          <w:b/>
          <w:i w:val="0"/>
        </w:rPr>
        <w:t xml:space="preserve">Chocolate Cheese Cake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</w:p>
    <w:p w:rsidR="003E5541" w:rsidRDefault="003E5541" w:rsidP="00C561B1">
      <w:pPr>
        <w:pStyle w:val="Food"/>
        <w:rPr>
          <w:i w:val="0"/>
        </w:rPr>
      </w:pPr>
      <w:r>
        <w:rPr>
          <w:i w:val="0"/>
        </w:rPr>
        <w:t xml:space="preserve">Graham cracker crust &amp; chantilly cream </w:t>
      </w:r>
    </w:p>
    <w:p w:rsidR="003E5541" w:rsidRDefault="003E5541" w:rsidP="00EF1B50">
      <w:pPr>
        <w:pStyle w:val="Food"/>
      </w:pPr>
      <w:r>
        <w:t>NV Gonzalez-Byass « Nectar »</w:t>
      </w:r>
    </w:p>
    <w:p w:rsidR="003E5541" w:rsidRDefault="003E5541" w:rsidP="00EF1B50">
      <w:pPr>
        <w:pStyle w:val="Food"/>
      </w:pPr>
      <w:r>
        <w:t xml:space="preserve">Pedro Ximenez                     </w:t>
      </w:r>
      <w:r w:rsidRPr="00C20178">
        <w:t xml:space="preserve"> </w:t>
      </w:r>
      <w:r>
        <w:t>7.00</w:t>
      </w:r>
      <w:r w:rsidRPr="00C20178">
        <w:t xml:space="preserve"> (</w:t>
      </w:r>
      <w:r>
        <w:t>1</w:t>
      </w:r>
      <w:r w:rsidRPr="00C20178">
        <w:t xml:space="preserve">oz) ~ </w:t>
      </w:r>
      <w:r>
        <w:t>14.00</w:t>
      </w:r>
      <w:r w:rsidRPr="00C20178">
        <w:t xml:space="preserve"> (</w:t>
      </w:r>
      <w:r>
        <w:t>2</w:t>
      </w:r>
      <w:r w:rsidRPr="00C20178">
        <w:t>oz)</w:t>
      </w:r>
    </w:p>
    <w:p w:rsidR="003E5541" w:rsidRDefault="003E5541" w:rsidP="00A06680">
      <w:pPr>
        <w:pStyle w:val="Food"/>
      </w:pPr>
    </w:p>
    <w:p w:rsidR="003E5541" w:rsidRDefault="003E5541" w:rsidP="00A06680">
      <w:pPr>
        <w:pStyle w:val="Food"/>
      </w:pPr>
    </w:p>
    <w:p w:rsidR="003E5541" w:rsidRPr="00790246" w:rsidRDefault="003E5541" w:rsidP="00A06680">
      <w:pPr>
        <w:pStyle w:val="Food"/>
      </w:pPr>
      <w:r>
        <w:t xml:space="preserve">Friday, January 22nd, 2011 </w:t>
      </w:r>
      <w:r>
        <w:br/>
        <w:t>Bryan Burk</w:t>
      </w:r>
      <w:r w:rsidRPr="00790246">
        <w:t>e – Executive Chef</w:t>
      </w:r>
    </w:p>
    <w:p w:rsidR="003E5541" w:rsidRDefault="003E5541" w:rsidP="00F741AD">
      <w:pPr>
        <w:pStyle w:val="Food"/>
      </w:pPr>
      <w:r w:rsidRPr="005A2357">
        <w:t>Adam Dolley - Sous Chef</w:t>
      </w:r>
    </w:p>
    <w:p w:rsidR="003E5541" w:rsidRDefault="003E5541" w:rsidP="00F741AD">
      <w:pPr>
        <w:pStyle w:val="Food"/>
      </w:pPr>
    </w:p>
    <w:p w:rsidR="003E5541" w:rsidRPr="007B7319" w:rsidRDefault="003E5541" w:rsidP="00495053">
      <w:pPr>
        <w:pStyle w:val="Food"/>
      </w:pPr>
      <w:r w:rsidRPr="007B7319">
        <w:t>We support a healthy, ethical, sustainable, local food culture.</w:t>
      </w:r>
    </w:p>
    <w:p w:rsidR="003E5541" w:rsidRDefault="003E5541" w:rsidP="00F741AD">
      <w:pPr>
        <w:pStyle w:val="Food"/>
      </w:pPr>
    </w:p>
    <w:sectPr w:rsidR="003E5541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C1"/>
    <w:rsid w:val="005C1950"/>
    <w:rsid w:val="005C1B43"/>
    <w:rsid w:val="005C3C17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456C"/>
    <w:rsid w:val="00974E33"/>
    <w:rsid w:val="009755CF"/>
    <w:rsid w:val="00977A26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13E5"/>
    <w:rsid w:val="00DD14BB"/>
    <w:rsid w:val="00DD220C"/>
    <w:rsid w:val="00DD3521"/>
    <w:rsid w:val="00DD3D35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6F52"/>
    <w:rsid w:val="00EA729D"/>
    <w:rsid w:val="00EA7E5D"/>
    <w:rsid w:val="00EB04A8"/>
    <w:rsid w:val="00EB1668"/>
    <w:rsid w:val="00EB18B1"/>
    <w:rsid w:val="00EB1A04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12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591</Words>
  <Characters>3369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2</cp:revision>
  <cp:lastPrinted>2011-01-22T17:12:00Z</cp:lastPrinted>
  <dcterms:created xsi:type="dcterms:W3CDTF">2011-01-22T17:14:00Z</dcterms:created>
  <dcterms:modified xsi:type="dcterms:W3CDTF">2011-01-22T17:14:00Z</dcterms:modified>
</cp:coreProperties>
</file>