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28" w:rsidRDefault="007C3928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7C3928" w:rsidRDefault="007C3928" w:rsidP="00F741AD">
      <w:pPr>
        <w:pStyle w:val="Food"/>
        <w:rPr>
          <w:b/>
          <w:i w:val="0"/>
        </w:rPr>
      </w:pPr>
    </w:p>
    <w:p w:rsidR="007C3928" w:rsidRDefault="007C3928" w:rsidP="00F741AD">
      <w:pPr>
        <w:pStyle w:val="Food"/>
        <w:rPr>
          <w:b/>
          <w:i w:val="0"/>
        </w:rPr>
      </w:pPr>
    </w:p>
    <w:p w:rsidR="007C3928" w:rsidRDefault="007C3928" w:rsidP="00F741AD">
      <w:pPr>
        <w:pStyle w:val="Food"/>
        <w:rPr>
          <w:b/>
          <w:i w:val="0"/>
        </w:rPr>
      </w:pPr>
    </w:p>
    <w:p w:rsidR="007C3928" w:rsidRPr="00A238BD" w:rsidRDefault="007C3928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5</w:t>
      </w:r>
      <w:r w:rsidRPr="00A238BD">
        <w:rPr>
          <w:b/>
          <w:i w:val="0"/>
        </w:rPr>
        <w:t xml:space="preserve"> </w:t>
      </w:r>
    </w:p>
    <w:p w:rsidR="007C3928" w:rsidRDefault="007C3928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7C3928" w:rsidRPr="003523C1" w:rsidRDefault="007C3928" w:rsidP="00F741AD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7C3928" w:rsidRPr="005E7B2C" w:rsidRDefault="007C3928" w:rsidP="00F741AD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7C3928" w:rsidRDefault="007C3928" w:rsidP="00F741AD">
      <w:pPr>
        <w:pStyle w:val="Food"/>
      </w:pPr>
    </w:p>
    <w:p w:rsidR="007C3928" w:rsidRPr="00796CF3" w:rsidRDefault="007C3928" w:rsidP="00F741AD">
      <w:pPr>
        <w:pStyle w:val="Food"/>
        <w:rPr>
          <w:b/>
          <w:i w:val="0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7C3928" w:rsidRDefault="007C3928" w:rsidP="00F741AD">
      <w:pPr>
        <w:pStyle w:val="Food"/>
        <w:rPr>
          <w:i w:val="0"/>
        </w:rPr>
      </w:pPr>
      <w:r>
        <w:rPr>
          <w:i w:val="0"/>
        </w:rPr>
        <w:t xml:space="preserve">Chick pea, garlic &amp; lemon </w:t>
      </w:r>
    </w:p>
    <w:p w:rsidR="007C3928" w:rsidRPr="00343369" w:rsidRDefault="007C3928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7C3928" w:rsidRPr="005E7B2C" w:rsidRDefault="007C3928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7C3928" w:rsidRDefault="007C3928" w:rsidP="00A67E73">
      <w:pPr>
        <w:pStyle w:val="Food"/>
      </w:pPr>
    </w:p>
    <w:p w:rsidR="007C3928" w:rsidRDefault="007C3928" w:rsidP="00A67E73">
      <w:pPr>
        <w:pStyle w:val="Food"/>
        <w:rPr>
          <w:i w:val="0"/>
        </w:rPr>
      </w:pPr>
      <w:r>
        <w:rPr>
          <w:b/>
          <w:i w:val="0"/>
        </w:rPr>
        <w:t>Black Bean &amp; Roast Garlic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7C3928" w:rsidRPr="00DB2E93" w:rsidRDefault="007C3928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7C3928" w:rsidRPr="00D02346" w:rsidRDefault="007C3928" w:rsidP="009F03CD">
      <w:pPr>
        <w:pStyle w:val="Food"/>
      </w:pPr>
      <w:r w:rsidRPr="00D02346">
        <w:t>2009 Laurent Miquel Rosé</w:t>
      </w:r>
    </w:p>
    <w:p w:rsidR="007C3928" w:rsidRPr="003C5465" w:rsidRDefault="007C3928" w:rsidP="009F03CD">
      <w:pPr>
        <w:pStyle w:val="Wine"/>
        <w:rPr>
          <w:b/>
          <w:lang w:val="fr-CA"/>
        </w:rPr>
      </w:pPr>
      <w:r w:rsidRPr="00D02346">
        <w:t>Cinsault, Syrah                         5.00(3oz) ~ 10.00 (6oz)</w:t>
      </w:r>
    </w:p>
    <w:p w:rsidR="007C3928" w:rsidRDefault="007C3928" w:rsidP="004C1E0C">
      <w:pPr>
        <w:pStyle w:val="Wine"/>
      </w:pPr>
    </w:p>
    <w:p w:rsidR="007C3928" w:rsidRPr="00CB670D" w:rsidRDefault="007C3928" w:rsidP="004C1E0C">
      <w:pPr>
        <w:pStyle w:val="Wine"/>
      </w:pPr>
      <w:r>
        <w:rPr>
          <w:b/>
          <w:i w:val="0"/>
        </w:rPr>
        <w:t>Open Face Steak Sandwich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8</w:t>
      </w:r>
    </w:p>
    <w:p w:rsidR="007C3928" w:rsidRDefault="007C3928" w:rsidP="00F17BDD">
      <w:pPr>
        <w:pStyle w:val="Wine"/>
        <w:rPr>
          <w:i w:val="0"/>
        </w:rPr>
      </w:pPr>
      <w:r>
        <w:rPr>
          <w:i w:val="0"/>
        </w:rPr>
        <w:t xml:space="preserve">Grilled hanger, horseradish apple mayo &amp; ancient grain  </w:t>
      </w:r>
    </w:p>
    <w:p w:rsidR="007C3928" w:rsidRPr="004C1E0C" w:rsidRDefault="007C3928" w:rsidP="00DC54BF">
      <w:pPr>
        <w:pStyle w:val="Wine"/>
        <w:rPr>
          <w:b/>
          <w:lang w:val="fr-CA"/>
        </w:rPr>
      </w:pPr>
      <w:r w:rsidRPr="00BD0678">
        <w:t>2007 Four Vines "Old Vine Cuvee"</w:t>
      </w:r>
      <w:r w:rsidRPr="00BD0678">
        <w:br/>
        <w:t>Zinfandel                                   8.00 (3oz) ~ 15.50 (6oz)</w:t>
      </w:r>
    </w:p>
    <w:p w:rsidR="007C3928" w:rsidRDefault="007C3928" w:rsidP="00F741AD">
      <w:pPr>
        <w:pStyle w:val="Food"/>
        <w:rPr>
          <w:b/>
          <w:i w:val="0"/>
        </w:rPr>
      </w:pPr>
    </w:p>
    <w:p w:rsidR="007C3928" w:rsidRPr="00A238BD" w:rsidRDefault="007C3928" w:rsidP="004B38B5">
      <w:pPr>
        <w:pStyle w:val="Food"/>
        <w:rPr>
          <w:b/>
          <w:i w:val="0"/>
        </w:rPr>
      </w:pPr>
      <w:r>
        <w:rPr>
          <w:b/>
          <w:i w:val="0"/>
        </w:rPr>
        <w:t>Mini Beef Burger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7C3928" w:rsidRPr="006E7D84" w:rsidRDefault="007C3928" w:rsidP="004C1E0C">
      <w:pPr>
        <w:pStyle w:val="Wine"/>
        <w:rPr>
          <w:i w:val="0"/>
        </w:rPr>
      </w:pPr>
      <w:r>
        <w:rPr>
          <w:i w:val="0"/>
        </w:rPr>
        <w:t>Smoked cheddar cheese &amp; onion gravy</w:t>
      </w:r>
    </w:p>
    <w:p w:rsidR="007C3928" w:rsidRPr="002714DD" w:rsidRDefault="007C3928" w:rsidP="009F03CD">
      <w:pPr>
        <w:pStyle w:val="Food"/>
      </w:pPr>
      <w:r>
        <w:t>2008 Gaia</w:t>
      </w:r>
    </w:p>
    <w:p w:rsidR="007C3928" w:rsidRDefault="007C3928" w:rsidP="009F03CD">
      <w:pPr>
        <w:pStyle w:val="Food"/>
      </w:pPr>
      <w:r>
        <w:t xml:space="preserve">Agiogtiko                  </w:t>
      </w:r>
      <w:r w:rsidRPr="008D496F">
        <w:t xml:space="preserve">   </w:t>
      </w:r>
      <w:r>
        <w:t xml:space="preserve">         </w:t>
      </w:r>
      <w:r w:rsidRPr="008D496F">
        <w:t xml:space="preserve">  </w:t>
      </w:r>
      <w:r>
        <w:t>7.50</w:t>
      </w:r>
      <w:r w:rsidRPr="008D496F">
        <w:t xml:space="preserve">(3oz) ~ </w:t>
      </w:r>
      <w:r>
        <w:t>14.50</w:t>
      </w:r>
      <w:r w:rsidRPr="008D496F">
        <w:t>(6oz)</w:t>
      </w:r>
    </w:p>
    <w:p w:rsidR="007C3928" w:rsidRDefault="007C3928" w:rsidP="009F03CD">
      <w:pPr>
        <w:pStyle w:val="Food"/>
      </w:pPr>
    </w:p>
    <w:p w:rsidR="007C3928" w:rsidRPr="0084543B" w:rsidRDefault="007C3928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7C3928" w:rsidRPr="006E7D84" w:rsidRDefault="007C3928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7C3928" w:rsidRPr="00B17642" w:rsidRDefault="007C3928" w:rsidP="00111C57">
      <w:pPr>
        <w:pStyle w:val="Food"/>
      </w:pPr>
      <w:r w:rsidRPr="008D496F">
        <w:t xml:space="preserve">2009 </w:t>
      </w:r>
      <w:r w:rsidRPr="00B17642">
        <w:t>Estancia Piedra</w:t>
      </w:r>
    </w:p>
    <w:p w:rsidR="007C3928" w:rsidRPr="00111C57" w:rsidRDefault="007C3928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7C3928" w:rsidRPr="00111C57" w:rsidRDefault="007C3928" w:rsidP="004C1E0C">
      <w:pPr>
        <w:pStyle w:val="Wine"/>
        <w:rPr>
          <w:color w:val="000000"/>
        </w:rPr>
      </w:pPr>
    </w:p>
    <w:p w:rsidR="007C3928" w:rsidRPr="00414F27" w:rsidRDefault="007C3928" w:rsidP="00277431">
      <w:pPr>
        <w:pStyle w:val="Wine"/>
        <w:rPr>
          <w:b/>
        </w:rPr>
      </w:pPr>
      <w:r>
        <w:rPr>
          <w:b/>
          <w:i w:val="0"/>
        </w:rPr>
        <w:t>Spinach</w:t>
      </w:r>
      <w:r w:rsidRPr="00277431">
        <w:rPr>
          <w:b/>
          <w:i w:val="0"/>
        </w:rPr>
        <w:t xml:space="preserve">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9</w:t>
      </w:r>
    </w:p>
    <w:p w:rsidR="007C3928" w:rsidRPr="00CC17B4" w:rsidRDefault="007C3928" w:rsidP="00277431">
      <w:pPr>
        <w:pStyle w:val="Food"/>
        <w:rPr>
          <w:i w:val="0"/>
        </w:rPr>
      </w:pPr>
      <w:r>
        <w:rPr>
          <w:i w:val="0"/>
        </w:rPr>
        <w:t xml:space="preserve">Dried currents, walnuts, sheep cheese &amp; cherry vin </w:t>
      </w:r>
    </w:p>
    <w:p w:rsidR="007C3928" w:rsidRPr="00111C57" w:rsidRDefault="007C3928" w:rsidP="00B074F0">
      <w:pPr>
        <w:pStyle w:val="Wine"/>
      </w:pPr>
      <w:r w:rsidRPr="00111C57">
        <w:t>2009 Malivoire "Mottiar"</w:t>
      </w:r>
    </w:p>
    <w:p w:rsidR="007C3928" w:rsidRDefault="007C3928" w:rsidP="00B074F0">
      <w:pPr>
        <w:pStyle w:val="Wine"/>
        <w:rPr>
          <w:b/>
          <w:i w:val="0"/>
        </w:rPr>
      </w:pPr>
      <w:r w:rsidRPr="00111C57">
        <w:t xml:space="preserve">Chardonnay                     </w:t>
      </w:r>
      <w:r>
        <w:t xml:space="preserve"> </w:t>
      </w:r>
      <w:r w:rsidRPr="00111C57">
        <w:t xml:space="preserve">        9.50(3oz) ~ 18.50 (6oz)</w:t>
      </w:r>
    </w:p>
    <w:p w:rsidR="007C3928" w:rsidRDefault="007C3928" w:rsidP="00C10C11">
      <w:pPr>
        <w:pStyle w:val="Wine"/>
        <w:rPr>
          <w:b/>
          <w:i w:val="0"/>
        </w:rPr>
      </w:pPr>
    </w:p>
    <w:p w:rsidR="007C3928" w:rsidRPr="006E7D84" w:rsidRDefault="007C3928" w:rsidP="00AB3C0A">
      <w:pPr>
        <w:pStyle w:val="Wine"/>
        <w:rPr>
          <w:b/>
          <w:i w:val="0"/>
        </w:rPr>
      </w:pPr>
      <w:r>
        <w:rPr>
          <w:b/>
          <w:i w:val="0"/>
        </w:rPr>
        <w:t>Wild Mushrooms on Toast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9</w:t>
      </w:r>
    </w:p>
    <w:p w:rsidR="007C3928" w:rsidRPr="006E7D84" w:rsidRDefault="007C3928" w:rsidP="00AB3C0A">
      <w:pPr>
        <w:pStyle w:val="Wine"/>
        <w:rPr>
          <w:i w:val="0"/>
        </w:rPr>
      </w:pPr>
      <w:r>
        <w:rPr>
          <w:i w:val="0"/>
        </w:rPr>
        <w:t xml:space="preserve">Shallots, garlic, thyme, sour cream &amp; white truffle oil </w:t>
      </w:r>
    </w:p>
    <w:p w:rsidR="007C3928" w:rsidRPr="008D496F" w:rsidRDefault="007C3928" w:rsidP="00AB3C0A">
      <w:pPr>
        <w:pStyle w:val="Wine"/>
      </w:pPr>
      <w:r w:rsidRPr="008D496F">
        <w:t>2009 Craggy Range "</w:t>
      </w:r>
      <w:smartTag w:uri="urn:schemas-microsoft-com:office:smarttags" w:element="address">
        <w:smartTag w:uri="urn:schemas-microsoft-com:office:smarttags" w:element="Street">
          <w:r w:rsidRPr="008D496F">
            <w:t>Te Muna Road</w:t>
          </w:r>
        </w:smartTag>
      </w:smartTag>
      <w:r w:rsidRPr="008D496F">
        <w:t xml:space="preserve"> Vineyard"</w:t>
      </w:r>
    </w:p>
    <w:p w:rsidR="007C3928" w:rsidRDefault="007C3928" w:rsidP="00AB3C0A">
      <w:pPr>
        <w:pStyle w:val="Wine"/>
        <w:rPr>
          <w:b/>
          <w:i w:val="0"/>
        </w:rPr>
      </w:pPr>
      <w:r w:rsidRPr="008D496F">
        <w:t>Sauvignon Blanc                       9.50(3oz) ~ 18.50 (6oz)</w:t>
      </w:r>
    </w:p>
    <w:p w:rsidR="007C3928" w:rsidRDefault="007C3928" w:rsidP="00C10C11">
      <w:pPr>
        <w:pStyle w:val="Wine"/>
        <w:rPr>
          <w:b/>
          <w:i w:val="0"/>
        </w:rPr>
      </w:pPr>
    </w:p>
    <w:p w:rsidR="007C3928" w:rsidRPr="008144F7" w:rsidRDefault="007C3928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8</w:t>
      </w:r>
    </w:p>
    <w:p w:rsidR="007C3928" w:rsidRDefault="007C3928" w:rsidP="00C10C11">
      <w:pPr>
        <w:pStyle w:val="Wine"/>
      </w:pPr>
      <w:r>
        <w:rPr>
          <w:i w:val="0"/>
        </w:rPr>
        <w:t>Pickled vegetables,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7C3928" w:rsidRPr="007A1739" w:rsidRDefault="007C3928" w:rsidP="00C10C11">
      <w:pPr>
        <w:pStyle w:val="Food"/>
      </w:pPr>
      <w:r w:rsidRPr="007A1739">
        <w:t>2009 Laudo Bodegas Ondalan</w:t>
      </w:r>
    </w:p>
    <w:p w:rsidR="007C3928" w:rsidRPr="004C1E0C" w:rsidRDefault="007C3928" w:rsidP="00C10C11">
      <w:pPr>
        <w:pStyle w:val="Wine"/>
        <w:rPr>
          <w:b/>
          <w:lang w:val="fr-CA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7C3928" w:rsidRDefault="007C3928" w:rsidP="00C01628">
      <w:pPr>
        <w:pStyle w:val="Wine"/>
        <w:rPr>
          <w:b/>
          <w:i w:val="0"/>
        </w:rPr>
      </w:pPr>
    </w:p>
    <w:p w:rsidR="007C3928" w:rsidRPr="00C610C6" w:rsidRDefault="007C3928" w:rsidP="005E0378">
      <w:pPr>
        <w:pStyle w:val="Food"/>
      </w:pPr>
      <w:r>
        <w:rPr>
          <w:b/>
          <w:i w:val="0"/>
        </w:rPr>
        <w:t xml:space="preserve">Shrimp Tagliatelle        </w:t>
      </w:r>
      <w:r w:rsidRPr="007D6D3E">
        <w:rPr>
          <w:b/>
          <w:i w:val="0"/>
        </w:rPr>
        <w:t xml:space="preserve"> </w:t>
      </w:r>
      <w:r>
        <w:rPr>
          <w:b/>
          <w:i w:val="0"/>
        </w:rPr>
        <w:t xml:space="preserve">        </w:t>
      </w:r>
      <w:r w:rsidRPr="007D6D3E">
        <w:rPr>
          <w:b/>
          <w:i w:val="0"/>
        </w:rPr>
        <w:t xml:space="preserve">                    </w:t>
      </w:r>
      <w:r>
        <w:rPr>
          <w:b/>
          <w:i w:val="0"/>
        </w:rPr>
        <w:t xml:space="preserve">       </w:t>
      </w:r>
      <w:r w:rsidRPr="007D6D3E">
        <w:rPr>
          <w:b/>
          <w:i w:val="0"/>
        </w:rPr>
        <w:t xml:space="preserve">    1</w:t>
      </w:r>
      <w:r>
        <w:rPr>
          <w:b/>
          <w:i w:val="0"/>
        </w:rPr>
        <w:t>2</w:t>
      </w:r>
      <w:r>
        <w:rPr>
          <w:b/>
        </w:rPr>
        <w:t xml:space="preserve"> </w:t>
      </w:r>
      <w:r>
        <w:t xml:space="preserve"> </w:t>
      </w:r>
      <w:r w:rsidRPr="00C610C6">
        <w:t xml:space="preserve"> </w:t>
      </w:r>
    </w:p>
    <w:p w:rsidR="007C3928" w:rsidRPr="00AA1207" w:rsidRDefault="007C3928" w:rsidP="005E0378">
      <w:pPr>
        <w:pStyle w:val="Wine"/>
        <w:rPr>
          <w:i w:val="0"/>
          <w:lang w:val="fr-CA"/>
        </w:rPr>
      </w:pPr>
      <w:r>
        <w:rPr>
          <w:i w:val="0"/>
          <w:lang w:val="fr-CA"/>
        </w:rPr>
        <w:t xml:space="preserve">Roasted red pepper cream sauce, fennel &amp; baby spinach </w:t>
      </w:r>
    </w:p>
    <w:p w:rsidR="007C3928" w:rsidRPr="00DC54BF" w:rsidRDefault="007C3928" w:rsidP="00DC54BF">
      <w:pPr>
        <w:pStyle w:val="Food"/>
      </w:pPr>
      <w:r w:rsidRPr="00DC54BF">
        <w:t>2009 Craggy Range</w:t>
      </w:r>
    </w:p>
    <w:p w:rsidR="007C3928" w:rsidRPr="004C1E0C" w:rsidRDefault="007C3928" w:rsidP="00DC54BF">
      <w:pPr>
        <w:pStyle w:val="Wine"/>
        <w:rPr>
          <w:b/>
          <w:lang w:val="fr-CA"/>
        </w:rPr>
      </w:pPr>
      <w:r w:rsidRPr="00DC54BF">
        <w:t>Sauvignon Blanc                      9.50 (3oz) ~ 18.50 (6oz)</w:t>
      </w:r>
    </w:p>
    <w:p w:rsidR="007C3928" w:rsidRDefault="007C3928" w:rsidP="00BD3AED">
      <w:pPr>
        <w:pStyle w:val="Wine"/>
        <w:rPr>
          <w:highlight w:val="yellow"/>
        </w:rPr>
      </w:pPr>
    </w:p>
    <w:p w:rsidR="007C3928" w:rsidRPr="003E1104" w:rsidRDefault="007C3928" w:rsidP="003E6222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8</w:t>
      </w:r>
    </w:p>
    <w:p w:rsidR="007C3928" w:rsidRPr="00657EB6" w:rsidRDefault="007C3928" w:rsidP="003E6222">
      <w:pPr>
        <w:pStyle w:val="Wine"/>
        <w:rPr>
          <w:b/>
          <w:i w:val="0"/>
        </w:rPr>
      </w:pPr>
      <w:r>
        <w:rPr>
          <w:i w:val="0"/>
        </w:rPr>
        <w:t>Sweet chili sauce &amp; wild arugula</w:t>
      </w:r>
    </w:p>
    <w:p w:rsidR="007C3928" w:rsidRDefault="007C3928" w:rsidP="003E6222">
      <w:pPr>
        <w:pStyle w:val="Wine"/>
      </w:pPr>
      <w:r w:rsidRPr="00C71096">
        <w:t>2007 Stratus Tollagte White</w:t>
      </w:r>
      <w:r w:rsidRPr="00C71096">
        <w:br/>
        <w:t>Semillon, Chardonnay…            6.00(3oz) ~ 11.50 (6oz)</w:t>
      </w:r>
    </w:p>
    <w:p w:rsidR="007C3928" w:rsidRDefault="007C3928" w:rsidP="005E0378">
      <w:pPr>
        <w:pStyle w:val="Wine"/>
        <w:rPr>
          <w:b/>
          <w:i w:val="0"/>
        </w:rPr>
      </w:pPr>
    </w:p>
    <w:p w:rsidR="007C3928" w:rsidRDefault="007C3928" w:rsidP="005E0378">
      <w:pPr>
        <w:pStyle w:val="Wine"/>
        <w:rPr>
          <w:b/>
          <w:i w:val="0"/>
        </w:rPr>
      </w:pPr>
    </w:p>
    <w:p w:rsidR="007C3928" w:rsidRDefault="007C3928" w:rsidP="005E0378">
      <w:pPr>
        <w:pStyle w:val="Wine"/>
        <w:rPr>
          <w:b/>
          <w:i w:val="0"/>
        </w:rPr>
      </w:pPr>
    </w:p>
    <w:p w:rsidR="007C3928" w:rsidRDefault="007C3928" w:rsidP="005E0378">
      <w:pPr>
        <w:pStyle w:val="Wine"/>
        <w:rPr>
          <w:b/>
          <w:i w:val="0"/>
        </w:rPr>
      </w:pPr>
    </w:p>
    <w:p w:rsidR="007C3928" w:rsidRDefault="007C3928" w:rsidP="005E0378">
      <w:pPr>
        <w:pStyle w:val="Wine"/>
        <w:rPr>
          <w:b/>
          <w:i w:val="0"/>
        </w:rPr>
      </w:pPr>
    </w:p>
    <w:p w:rsidR="007C3928" w:rsidRDefault="007C3928" w:rsidP="005E0378">
      <w:pPr>
        <w:pStyle w:val="Wine"/>
        <w:rPr>
          <w:b/>
          <w:i w:val="0"/>
        </w:rPr>
      </w:pPr>
    </w:p>
    <w:p w:rsidR="007C3928" w:rsidRDefault="007C3928" w:rsidP="00AB3C0A">
      <w:pPr>
        <w:pStyle w:val="Wine"/>
        <w:rPr>
          <w:b/>
          <w:i w:val="0"/>
        </w:rPr>
      </w:pPr>
    </w:p>
    <w:p w:rsidR="007C3928" w:rsidRDefault="007C3928" w:rsidP="00AB3C0A">
      <w:pPr>
        <w:pStyle w:val="Wine"/>
        <w:rPr>
          <w:b/>
          <w:i w:val="0"/>
        </w:rPr>
      </w:pPr>
    </w:p>
    <w:p w:rsidR="007C3928" w:rsidRDefault="007C3928" w:rsidP="00AB3C0A">
      <w:pPr>
        <w:pStyle w:val="Wine"/>
        <w:rPr>
          <w:b/>
          <w:i w:val="0"/>
        </w:rPr>
      </w:pPr>
    </w:p>
    <w:p w:rsidR="007C3928" w:rsidRDefault="007C3928" w:rsidP="00AB3C0A">
      <w:pPr>
        <w:pStyle w:val="Wine"/>
        <w:rPr>
          <w:b/>
          <w:i w:val="0"/>
        </w:rPr>
      </w:pPr>
    </w:p>
    <w:p w:rsidR="007C3928" w:rsidRDefault="007C3928" w:rsidP="00AB3C0A">
      <w:pPr>
        <w:pStyle w:val="Wine"/>
        <w:rPr>
          <w:b/>
          <w:i w:val="0"/>
        </w:rPr>
      </w:pPr>
    </w:p>
    <w:p w:rsidR="007C3928" w:rsidRPr="003E1104" w:rsidRDefault="007C3928" w:rsidP="004A035B">
      <w:pPr>
        <w:pStyle w:val="Wine"/>
        <w:rPr>
          <w:b/>
          <w:i w:val="0"/>
        </w:rPr>
      </w:pPr>
      <w:r>
        <w:rPr>
          <w:b/>
          <w:i w:val="0"/>
        </w:rPr>
        <w:t>Risotto Milanese</w:t>
      </w:r>
      <w:r>
        <w:rPr>
          <w:b/>
          <w:i w:val="0"/>
        </w:rPr>
        <w:tab/>
        <w:t xml:space="preserve">   10</w:t>
      </w:r>
    </w:p>
    <w:p w:rsidR="007C3928" w:rsidRPr="00657EB6" w:rsidRDefault="007C3928" w:rsidP="004A035B">
      <w:pPr>
        <w:pStyle w:val="Wine"/>
        <w:rPr>
          <w:b/>
          <w:i w:val="0"/>
        </w:rPr>
      </w:pPr>
      <w:r>
        <w:rPr>
          <w:i w:val="0"/>
        </w:rPr>
        <w:t>Green zucchini, red peppers &amp; goat cheese</w:t>
      </w:r>
    </w:p>
    <w:p w:rsidR="007C3928" w:rsidRDefault="007C3928" w:rsidP="004A035B">
      <w:pPr>
        <w:pStyle w:val="Wine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7C3928" w:rsidRDefault="007C3928" w:rsidP="00AB3C0A">
      <w:pPr>
        <w:pStyle w:val="Wine"/>
        <w:rPr>
          <w:b/>
          <w:i w:val="0"/>
        </w:rPr>
      </w:pPr>
    </w:p>
    <w:p w:rsidR="007C3928" w:rsidRPr="008144F7" w:rsidRDefault="007C3928" w:rsidP="00AB3C0A">
      <w:pPr>
        <w:pStyle w:val="Wine"/>
        <w:rPr>
          <w:b/>
          <w:i w:val="0"/>
        </w:rPr>
      </w:pPr>
      <w:r>
        <w:rPr>
          <w:b/>
          <w:i w:val="0"/>
        </w:rPr>
        <w:t>Confit Pork Shoulder</w:t>
      </w:r>
      <w:r>
        <w:rPr>
          <w:b/>
          <w:i w:val="0"/>
        </w:rPr>
        <w:tab/>
        <w:t xml:space="preserve">   12</w:t>
      </w:r>
    </w:p>
    <w:p w:rsidR="007C3928" w:rsidRDefault="007C3928" w:rsidP="00AB3C0A">
      <w:pPr>
        <w:pStyle w:val="Wine"/>
      </w:pPr>
      <w:r>
        <w:rPr>
          <w:i w:val="0"/>
        </w:rPr>
        <w:t>Mustard polenta, wild mushrooms &amp; cherry tomatoes</w:t>
      </w:r>
    </w:p>
    <w:p w:rsidR="007C3928" w:rsidRPr="004C1E0C" w:rsidRDefault="007C3928" w:rsidP="00AB3C0A">
      <w:pPr>
        <w:pStyle w:val="Wine"/>
        <w:rPr>
          <w:b/>
          <w:lang w:val="fr-CA"/>
        </w:rPr>
      </w:pPr>
      <w:r w:rsidRPr="00BD0678">
        <w:rPr>
          <w:lang w:val="fr-CA"/>
        </w:rPr>
        <w:t>2007 "Nuestro" Bod. Diaz Bayo</w:t>
      </w:r>
      <w:r w:rsidRPr="00BD0678">
        <w:rPr>
          <w:lang w:val="fr-CA"/>
        </w:rPr>
        <w:br/>
        <w:t>Tempranillo                             8.25 (3oz) ~ 16.25 (6oz)</w:t>
      </w:r>
    </w:p>
    <w:p w:rsidR="007C3928" w:rsidRDefault="007C3928" w:rsidP="00AB3C0A">
      <w:pPr>
        <w:pStyle w:val="Wine"/>
        <w:rPr>
          <w:b/>
          <w:i w:val="0"/>
        </w:rPr>
      </w:pPr>
    </w:p>
    <w:p w:rsidR="007C3928" w:rsidRPr="00F741AD" w:rsidRDefault="007C3928" w:rsidP="005E0378">
      <w:pPr>
        <w:pStyle w:val="Wine"/>
        <w:rPr>
          <w:b/>
        </w:rPr>
      </w:pPr>
      <w:r>
        <w:rPr>
          <w:b/>
          <w:i w:val="0"/>
        </w:rPr>
        <w:t xml:space="preserve">Seared </w:t>
      </w:r>
      <w:smartTag w:uri="urn:schemas-microsoft-com:office:smarttags" w:element="PlaceType">
        <w:smartTag w:uri="urn:schemas-microsoft-com:office:smarttags" w:element="place">
          <w:r>
            <w:rPr>
              <w:b/>
              <w:i w:val="0"/>
            </w:rPr>
            <w:t>Muscovy</w:t>
          </w:r>
        </w:smartTag>
      </w:smartTag>
      <w:r>
        <w:rPr>
          <w:b/>
          <w:i w:val="0"/>
        </w:rPr>
        <w:t xml:space="preserve"> Duck Breast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13                                 </w:t>
      </w:r>
    </w:p>
    <w:p w:rsidR="007C3928" w:rsidRPr="00277431" w:rsidRDefault="007C3928" w:rsidP="005E0378">
      <w:pPr>
        <w:pStyle w:val="Wine"/>
        <w:rPr>
          <w:i w:val="0"/>
        </w:rPr>
      </w:pPr>
      <w:r>
        <w:rPr>
          <w:i w:val="0"/>
        </w:rPr>
        <w:t>Fingerling potatoes, garlic rapini &amp; jus</w:t>
      </w:r>
    </w:p>
    <w:p w:rsidR="007C3928" w:rsidRDefault="007C3928" w:rsidP="005E0378">
      <w:pPr>
        <w:pStyle w:val="Wine"/>
        <w:rPr>
          <w:b/>
          <w:i w:val="0"/>
        </w:rPr>
      </w:pPr>
      <w:r w:rsidRPr="00B611A6">
        <w:t>2007 Flat Rock Cellars "Reserve"</w:t>
      </w:r>
      <w:r w:rsidRPr="00B611A6">
        <w:br/>
        <w:t>Pinot Noir                                14.25 (3oz) ~ 28.00 (6oz)</w:t>
      </w:r>
    </w:p>
    <w:p w:rsidR="007C3928" w:rsidRDefault="007C3928" w:rsidP="005E0378">
      <w:pPr>
        <w:pStyle w:val="Food"/>
        <w:rPr>
          <w:b/>
          <w:i w:val="0"/>
        </w:rPr>
      </w:pPr>
    </w:p>
    <w:p w:rsidR="007C3928" w:rsidRDefault="007C3928" w:rsidP="00266E1A">
      <w:pPr>
        <w:pStyle w:val="Wine"/>
        <w:rPr>
          <w:b/>
        </w:rPr>
      </w:pPr>
      <w:r>
        <w:rPr>
          <w:b/>
          <w:i w:val="0"/>
        </w:rPr>
        <w:t xml:space="preserve">Pan Seared Pickerel                                        </w:t>
      </w:r>
      <w:r>
        <w:rPr>
          <w:b/>
          <w:i w:val="0"/>
        </w:rPr>
        <w:tab/>
        <w:t xml:space="preserve">   13</w:t>
      </w:r>
    </w:p>
    <w:p w:rsidR="007C3928" w:rsidRPr="000075A3" w:rsidRDefault="007C3928" w:rsidP="00266E1A">
      <w:pPr>
        <w:pStyle w:val="Wine"/>
        <w:rPr>
          <w:i w:val="0"/>
        </w:rPr>
      </w:pPr>
      <w:r>
        <w:rPr>
          <w:i w:val="0"/>
        </w:rPr>
        <w:t>Purple beets, spaetzle &amp; baby spinach</w:t>
      </w:r>
    </w:p>
    <w:p w:rsidR="007C3928" w:rsidRDefault="007C3928" w:rsidP="00266E1A">
      <w:pPr>
        <w:pStyle w:val="Wine"/>
        <w:rPr>
          <w:b/>
          <w:i w:val="0"/>
        </w:rPr>
      </w:pPr>
      <w:r w:rsidRPr="00343369">
        <w:t xml:space="preserve">2008 Stratus </w:t>
      </w:r>
      <w:r w:rsidRPr="00343369">
        <w:br/>
        <w:t>Viognier                                   13.50 (3oz) ~ 26.50 (6oz)</w:t>
      </w:r>
    </w:p>
    <w:p w:rsidR="007C3928" w:rsidRDefault="007C3928" w:rsidP="00A8369C">
      <w:pPr>
        <w:pStyle w:val="Wine"/>
        <w:rPr>
          <w:b/>
          <w:i w:val="0"/>
        </w:rPr>
      </w:pPr>
    </w:p>
    <w:p w:rsidR="007C3928" w:rsidRPr="006E7D84" w:rsidRDefault="007C3928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">
          <w:smartTag w:uri="urn:schemas-microsoft-com:office:smarttags" w:element="place">
            <w:smartTag w:uri="urn:schemas-microsoft-com:office:smarttags" w:element="PlaceName">
              <w:r w:rsidRPr="006E7D84">
                <w:rPr>
                  <w:b/>
                  <w:i w:val="0"/>
                </w:rPr>
                <w:t>Qualicum</w:t>
              </w:r>
            </w:smartTag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7C3928" w:rsidRPr="00C06276" w:rsidRDefault="007C3928" w:rsidP="000075A3">
      <w:pPr>
        <w:pStyle w:val="Wine"/>
        <w:rPr>
          <w:b/>
        </w:rPr>
      </w:pPr>
      <w:r>
        <w:rPr>
          <w:i w:val="0"/>
        </w:rPr>
        <w:t xml:space="preserve">Root vegetable puree, collard greens &amp; radishes </w:t>
      </w:r>
    </w:p>
    <w:p w:rsidR="007C3928" w:rsidRPr="00B25B94" w:rsidRDefault="007C3928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>Riesling                              17.75 (3oz) ~ 35.00 (6oz)</w:t>
      </w:r>
      <w:r>
        <w:t>0</w:t>
      </w:r>
    </w:p>
    <w:p w:rsidR="007C3928" w:rsidRDefault="007C3928" w:rsidP="00FB4691">
      <w:pPr>
        <w:pStyle w:val="Wine"/>
        <w:rPr>
          <w:b/>
          <w:i w:val="0"/>
        </w:rPr>
      </w:pPr>
    </w:p>
    <w:p w:rsidR="007C3928" w:rsidRPr="00C610C6" w:rsidRDefault="007C3928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 Steak</w:t>
      </w:r>
      <w:r>
        <w:rPr>
          <w:b/>
          <w:i w:val="0"/>
        </w:rPr>
        <w:tab/>
        <w:t xml:space="preserve">  14</w:t>
      </w:r>
    </w:p>
    <w:p w:rsidR="007C3928" w:rsidRPr="00277431" w:rsidRDefault="007C3928" w:rsidP="00153173">
      <w:pPr>
        <w:pStyle w:val="Wine"/>
        <w:rPr>
          <w:i w:val="0"/>
        </w:rPr>
      </w:pPr>
      <w:r>
        <w:rPr>
          <w:i w:val="0"/>
        </w:rPr>
        <w:t>Celeriac crushed potatoes, watercress &amp; cabernet jus</w:t>
      </w:r>
      <w:r w:rsidRPr="00C610C6">
        <w:rPr>
          <w:i w:val="0"/>
        </w:rPr>
        <w:t xml:space="preserve"> </w:t>
      </w:r>
    </w:p>
    <w:p w:rsidR="007C3928" w:rsidRPr="004C1E0C" w:rsidRDefault="007C3928" w:rsidP="00B07F17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7C3928" w:rsidRDefault="007C3928" w:rsidP="00C4627B">
      <w:pPr>
        <w:rPr>
          <w:rFonts w:ascii="Times New Roman" w:hAnsi="Times New Roman"/>
          <w:sz w:val="20"/>
          <w:lang w:val="fr-CA"/>
        </w:rPr>
      </w:pPr>
    </w:p>
    <w:p w:rsidR="007C3928" w:rsidRDefault="007C3928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16</w:t>
      </w:r>
    </w:p>
    <w:p w:rsidR="007C3928" w:rsidRDefault="007C3928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Cape Vassey, Le Clandestin, Le Douanier and Bleu Benedictin</w:t>
      </w:r>
    </w:p>
    <w:p w:rsidR="007C3928" w:rsidRPr="004C1E0C" w:rsidRDefault="007C3928" w:rsidP="004C1E0C">
      <w:pPr>
        <w:pStyle w:val="Wine"/>
        <w:rPr>
          <w:b/>
          <w:lang w:val="fr-CA"/>
        </w:rPr>
      </w:pPr>
      <w:r w:rsidRPr="00AE48A8">
        <w:rPr>
          <w:i w:val="0"/>
          <w:lang w:val="fr-CA"/>
        </w:rPr>
        <w:t>g</w:t>
      </w:r>
      <w:r>
        <w:rPr>
          <w:i w:val="0"/>
          <w:lang w:val="fr-CA"/>
        </w:rPr>
        <w:t>rapes, nuts, apple &amp; house</w:t>
      </w:r>
      <w:r w:rsidRPr="00AE48A8">
        <w:rPr>
          <w:i w:val="0"/>
          <w:lang w:val="fr-CA"/>
        </w:rPr>
        <w:t xml:space="preserve"> crackers</w:t>
      </w:r>
      <w:r w:rsidRPr="00D14788">
        <w:rPr>
          <w:b/>
          <w:lang w:val="fr-CA"/>
        </w:rPr>
        <w:br/>
      </w:r>
      <w:r w:rsidRPr="001C5956">
        <w:rPr>
          <w:lang w:val="fr-CA"/>
        </w:rPr>
        <w:t>2004 Domaine Tissot</w:t>
      </w:r>
      <w:r w:rsidRPr="001C5956">
        <w:rPr>
          <w:lang w:val="fr-CA"/>
        </w:rPr>
        <w:br/>
        <w:t>Savagnin                                 12.25 (</w:t>
      </w:r>
      <w:r>
        <w:rPr>
          <w:lang w:val="fr-CA"/>
        </w:rPr>
        <w:t>3</w:t>
      </w:r>
      <w:r w:rsidRPr="001C5956">
        <w:rPr>
          <w:lang w:val="fr-CA"/>
        </w:rPr>
        <w:t>oz) ~ 24.00 (6oz)</w:t>
      </w:r>
    </w:p>
    <w:p w:rsidR="007C3928" w:rsidRDefault="007C3928" w:rsidP="00B6067D">
      <w:pPr>
        <w:pStyle w:val="Food"/>
        <w:rPr>
          <w:b/>
          <w:i w:val="0"/>
        </w:rPr>
      </w:pPr>
    </w:p>
    <w:p w:rsidR="007C3928" w:rsidRDefault="007C3928" w:rsidP="00796CF3">
      <w:pPr>
        <w:pStyle w:val="Food"/>
        <w:rPr>
          <w:b/>
          <w:i w:val="0"/>
        </w:rPr>
      </w:pPr>
      <w:r>
        <w:rPr>
          <w:b/>
          <w:i w:val="0"/>
        </w:rPr>
        <w:t>Ginger Sponge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7C3928" w:rsidRPr="00B25DA9" w:rsidRDefault="007C3928" w:rsidP="00796CF3">
      <w:pPr>
        <w:pStyle w:val="Food"/>
        <w:rPr>
          <w:b/>
          <w:i w:val="0"/>
        </w:rPr>
      </w:pPr>
      <w:r>
        <w:rPr>
          <w:i w:val="0"/>
        </w:rPr>
        <w:t>Orange Caramel</w:t>
      </w:r>
    </w:p>
    <w:p w:rsidR="007C3928" w:rsidRPr="00722E10" w:rsidRDefault="007C3928" w:rsidP="00B611A6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7C3928" w:rsidRDefault="007C3928" w:rsidP="00B611A6">
      <w:pPr>
        <w:pStyle w:val="Food"/>
      </w:pPr>
      <w:r w:rsidRPr="00722E10">
        <w:t>Vienna, Austria                         5.00 (1oz) ~ 9.50 (2oz)</w:t>
      </w:r>
    </w:p>
    <w:p w:rsidR="007C3928" w:rsidRDefault="007C3928" w:rsidP="00796CF3">
      <w:pPr>
        <w:pStyle w:val="Food"/>
        <w:rPr>
          <w:b/>
          <w:i w:val="0"/>
        </w:rPr>
      </w:pPr>
    </w:p>
    <w:p w:rsidR="007C3928" w:rsidRDefault="007C3928" w:rsidP="00B6067D">
      <w:pPr>
        <w:pStyle w:val="Food"/>
        <w:rPr>
          <w:b/>
          <w:i w:val="0"/>
        </w:rPr>
      </w:pPr>
      <w:r>
        <w:rPr>
          <w:b/>
          <w:i w:val="0"/>
        </w:rPr>
        <w:t>Peanut Butter Creme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7C3928" w:rsidRPr="00B25DA9" w:rsidRDefault="007C3928" w:rsidP="00B6067D">
      <w:pPr>
        <w:pStyle w:val="Food"/>
        <w:rPr>
          <w:b/>
          <w:i w:val="0"/>
        </w:rPr>
      </w:pPr>
      <w:r>
        <w:rPr>
          <w:i w:val="0"/>
        </w:rPr>
        <w:t>Chocolate peanut square</w:t>
      </w:r>
    </w:p>
    <w:p w:rsidR="007C3928" w:rsidRDefault="007C3928" w:rsidP="004E5807">
      <w:pPr>
        <w:pStyle w:val="Food"/>
      </w:pPr>
      <w:r>
        <w:t>NV Gonzalez-Byass « Nectar »</w:t>
      </w:r>
    </w:p>
    <w:p w:rsidR="007C3928" w:rsidRDefault="007C3928" w:rsidP="004E5807">
      <w:pPr>
        <w:pStyle w:val="Food"/>
      </w:pPr>
      <w:r>
        <w:t xml:space="preserve">Pedro Ximenez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7C3928" w:rsidRDefault="007C3928" w:rsidP="005A185D">
      <w:pPr>
        <w:pStyle w:val="Food"/>
        <w:rPr>
          <w:b/>
          <w:i w:val="0"/>
        </w:rPr>
      </w:pPr>
    </w:p>
    <w:p w:rsidR="007C3928" w:rsidRPr="0084543B" w:rsidRDefault="007C3928" w:rsidP="00C561B1">
      <w:pPr>
        <w:pStyle w:val="Food"/>
        <w:rPr>
          <w:b/>
          <w:i w:val="0"/>
        </w:rPr>
      </w:pPr>
      <w:r>
        <w:rPr>
          <w:b/>
          <w:i w:val="0"/>
        </w:rPr>
        <w:t xml:space="preserve">Chocolate Pastry Cream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</w:p>
    <w:p w:rsidR="007C3928" w:rsidRDefault="007C3928" w:rsidP="00C561B1">
      <w:pPr>
        <w:pStyle w:val="Food"/>
        <w:rPr>
          <w:i w:val="0"/>
        </w:rPr>
      </w:pPr>
      <w:r>
        <w:rPr>
          <w:i w:val="0"/>
        </w:rPr>
        <w:t xml:space="preserve">Sour cherries, candy walnuts &amp; chantilly cream </w:t>
      </w:r>
    </w:p>
    <w:p w:rsidR="007C3928" w:rsidRDefault="007C3928" w:rsidP="00AA0AF6">
      <w:pPr>
        <w:pStyle w:val="Food"/>
      </w:pPr>
      <w:r>
        <w:t>2005 Lammershoek</w:t>
      </w:r>
    </w:p>
    <w:p w:rsidR="007C3928" w:rsidRDefault="007C3928" w:rsidP="00AA0AF6">
      <w:pPr>
        <w:pStyle w:val="Food"/>
      </w:pPr>
      <w:r>
        <w:t>Pinotage                               8.00</w:t>
      </w:r>
      <w:r w:rsidRPr="00C20178">
        <w:t xml:space="preserve"> (</w:t>
      </w:r>
      <w:r>
        <w:t>1</w:t>
      </w:r>
      <w:r w:rsidRPr="00C20178">
        <w:t xml:space="preserve">oz) ~ </w:t>
      </w:r>
      <w:r>
        <w:t>16.00</w:t>
      </w:r>
      <w:r w:rsidRPr="00C20178">
        <w:t xml:space="preserve"> (</w:t>
      </w:r>
      <w:r>
        <w:t>2</w:t>
      </w:r>
      <w:r w:rsidRPr="00C20178">
        <w:t>oz)</w:t>
      </w:r>
    </w:p>
    <w:p w:rsidR="007C3928" w:rsidRDefault="007C3928" w:rsidP="00A06680">
      <w:pPr>
        <w:pStyle w:val="Food"/>
      </w:pPr>
    </w:p>
    <w:p w:rsidR="007C3928" w:rsidRDefault="007C3928" w:rsidP="00A06680">
      <w:pPr>
        <w:pStyle w:val="Food"/>
      </w:pPr>
    </w:p>
    <w:p w:rsidR="007C3928" w:rsidRPr="00790246" w:rsidRDefault="007C3928" w:rsidP="00A06680">
      <w:pPr>
        <w:pStyle w:val="Food"/>
      </w:pPr>
      <w:r>
        <w:t xml:space="preserve">Thursday, January 20th, 2011 </w:t>
      </w:r>
      <w:r>
        <w:br/>
        <w:t>Bryan Burk</w:t>
      </w:r>
      <w:r w:rsidRPr="00790246">
        <w:t>e – Executive Chef</w:t>
      </w:r>
    </w:p>
    <w:p w:rsidR="007C3928" w:rsidRDefault="007C3928" w:rsidP="00F741AD">
      <w:pPr>
        <w:pStyle w:val="Food"/>
      </w:pPr>
      <w:r w:rsidRPr="005A2357">
        <w:t>Adam Dolley - Sous Chef</w:t>
      </w:r>
    </w:p>
    <w:p w:rsidR="007C3928" w:rsidRDefault="007C3928" w:rsidP="00F741AD">
      <w:pPr>
        <w:pStyle w:val="Food"/>
      </w:pPr>
    </w:p>
    <w:p w:rsidR="007C3928" w:rsidRPr="007B7319" w:rsidRDefault="007C3928" w:rsidP="00495053">
      <w:pPr>
        <w:pStyle w:val="Food"/>
      </w:pPr>
      <w:r w:rsidRPr="007B7319">
        <w:t>We support a healthy, ethical, sustainable, local food culture.</w:t>
      </w:r>
    </w:p>
    <w:p w:rsidR="007C3928" w:rsidRDefault="007C3928" w:rsidP="00F741AD">
      <w:pPr>
        <w:pStyle w:val="Food"/>
      </w:pPr>
    </w:p>
    <w:sectPr w:rsidR="007C3928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A0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630B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2DAE"/>
    <w:rsid w:val="001D389A"/>
    <w:rsid w:val="001D3B20"/>
    <w:rsid w:val="001D3C42"/>
    <w:rsid w:val="001D4751"/>
    <w:rsid w:val="001D51BE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C1"/>
    <w:rsid w:val="005C1950"/>
    <w:rsid w:val="005C1B43"/>
    <w:rsid w:val="005C3C17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B3"/>
    <w:rsid w:val="006A6797"/>
    <w:rsid w:val="006B0BCA"/>
    <w:rsid w:val="006B0CB7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456C"/>
    <w:rsid w:val="00974E33"/>
    <w:rsid w:val="009755CF"/>
    <w:rsid w:val="00977A26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13E5"/>
    <w:rsid w:val="00DD220C"/>
    <w:rsid w:val="00DD3521"/>
    <w:rsid w:val="00DD3D35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6F52"/>
    <w:rsid w:val="00EA729D"/>
    <w:rsid w:val="00EA7E5D"/>
    <w:rsid w:val="00EB04A8"/>
    <w:rsid w:val="00EB1668"/>
    <w:rsid w:val="00EB18B1"/>
    <w:rsid w:val="00EB1A04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36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577</Words>
  <Characters>3292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5</cp:revision>
  <cp:lastPrinted>2011-01-20T20:51:00Z</cp:lastPrinted>
  <dcterms:created xsi:type="dcterms:W3CDTF">2011-01-20T20:46:00Z</dcterms:created>
  <dcterms:modified xsi:type="dcterms:W3CDTF">2011-01-20T21:12:00Z</dcterms:modified>
</cp:coreProperties>
</file>