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96" w:rsidRDefault="00A86096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A86096" w:rsidRDefault="00A86096" w:rsidP="00F741AD">
      <w:pPr>
        <w:pStyle w:val="Food"/>
        <w:rPr>
          <w:b/>
          <w:i w:val="0"/>
        </w:rPr>
      </w:pPr>
    </w:p>
    <w:p w:rsidR="00A86096" w:rsidRDefault="00A86096" w:rsidP="00F741AD">
      <w:pPr>
        <w:pStyle w:val="Food"/>
        <w:rPr>
          <w:b/>
          <w:i w:val="0"/>
        </w:rPr>
      </w:pPr>
    </w:p>
    <w:p w:rsidR="00A86096" w:rsidRPr="00A238BD" w:rsidRDefault="00A86096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</w:t>
      </w:r>
      <w:r w:rsidRPr="00A238BD">
        <w:rPr>
          <w:b/>
          <w:i w:val="0"/>
        </w:rPr>
        <w:t xml:space="preserve">6 </w:t>
      </w:r>
    </w:p>
    <w:p w:rsidR="00A86096" w:rsidRDefault="00A86096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A86096" w:rsidRPr="003523C1" w:rsidRDefault="00A86096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A86096" w:rsidRPr="005E7B2C" w:rsidRDefault="00A86096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A86096" w:rsidRDefault="00A86096" w:rsidP="00F741AD">
      <w:pPr>
        <w:pStyle w:val="Food"/>
      </w:pPr>
    </w:p>
    <w:p w:rsidR="00A86096" w:rsidRPr="009C4DCC" w:rsidRDefault="00A86096" w:rsidP="00F741AD">
      <w:pPr>
        <w:pStyle w:val="Food"/>
        <w:rPr>
          <w:b/>
          <w:i w:val="0"/>
          <w:u w:val="single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A86096" w:rsidRDefault="00A86096" w:rsidP="00F741AD">
      <w:pPr>
        <w:pStyle w:val="Food"/>
        <w:rPr>
          <w:i w:val="0"/>
        </w:rPr>
      </w:pPr>
      <w:r>
        <w:rPr>
          <w:i w:val="0"/>
        </w:rPr>
        <w:t>Roasted red pepper, goat cheese &amp; parsley</w:t>
      </w:r>
    </w:p>
    <w:p w:rsidR="00A86096" w:rsidRPr="00343369" w:rsidRDefault="00A86096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A86096" w:rsidRPr="005E7B2C" w:rsidRDefault="00A86096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A86096" w:rsidRDefault="00A86096" w:rsidP="00A67E73">
      <w:pPr>
        <w:pStyle w:val="Food"/>
      </w:pPr>
    </w:p>
    <w:p w:rsidR="00A86096" w:rsidRDefault="00A86096" w:rsidP="00A67E73">
      <w:pPr>
        <w:pStyle w:val="Food"/>
        <w:rPr>
          <w:i w:val="0"/>
        </w:rPr>
      </w:pPr>
      <w:r>
        <w:rPr>
          <w:b/>
          <w:i w:val="0"/>
        </w:rPr>
        <w:t>Sweet Potato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</w:t>
      </w:r>
      <w:r w:rsidRPr="006F0279">
        <w:rPr>
          <w:b/>
          <w:i w:val="0"/>
        </w:rPr>
        <w:t>7</w:t>
      </w:r>
      <w:r>
        <w:rPr>
          <w:i w:val="0"/>
        </w:rPr>
        <w:t xml:space="preserve"> </w:t>
      </w:r>
    </w:p>
    <w:p w:rsidR="00A86096" w:rsidRPr="00DB2E93" w:rsidRDefault="00A86096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A86096" w:rsidRPr="00D02346" w:rsidRDefault="00A86096" w:rsidP="009F03CD">
      <w:pPr>
        <w:pStyle w:val="Food"/>
      </w:pPr>
      <w:r w:rsidRPr="00D02346">
        <w:t>2009 Laurent Miquel Rosé</w:t>
      </w:r>
    </w:p>
    <w:p w:rsidR="00A86096" w:rsidRPr="003C5465" w:rsidRDefault="00A86096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A86096" w:rsidRDefault="00A86096" w:rsidP="004C1E0C">
      <w:pPr>
        <w:pStyle w:val="Wine"/>
      </w:pPr>
    </w:p>
    <w:p w:rsidR="00A86096" w:rsidRPr="00CB670D" w:rsidRDefault="00A86096" w:rsidP="004C1E0C">
      <w:pPr>
        <w:pStyle w:val="Wine"/>
      </w:pPr>
      <w:r>
        <w:rPr>
          <w:b/>
          <w:i w:val="0"/>
        </w:rPr>
        <w:t>Caramelized Onion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8</w:t>
      </w:r>
    </w:p>
    <w:p w:rsidR="00A86096" w:rsidRDefault="00A86096" w:rsidP="00F17BDD">
      <w:pPr>
        <w:pStyle w:val="Wine"/>
        <w:rPr>
          <w:i w:val="0"/>
        </w:rPr>
      </w:pPr>
      <w:r>
        <w:rPr>
          <w:i w:val="0"/>
        </w:rPr>
        <w:t xml:space="preserve">Smoked cheddar, granny smith apples &amp; ancient grain  </w:t>
      </w:r>
    </w:p>
    <w:p w:rsidR="00A86096" w:rsidRPr="00343369" w:rsidRDefault="00A86096" w:rsidP="00D02346">
      <w:pPr>
        <w:pStyle w:val="Food"/>
      </w:pPr>
      <w:r w:rsidRPr="00343369">
        <w:t>2010 Petirrojo</w:t>
      </w:r>
    </w:p>
    <w:p w:rsidR="00A86096" w:rsidRPr="004C1E0C" w:rsidRDefault="00A86096" w:rsidP="00D02346">
      <w:pPr>
        <w:pStyle w:val="Wine"/>
        <w:rPr>
          <w:b/>
          <w:lang w:val="fr-CA"/>
        </w:rPr>
      </w:pPr>
      <w:r w:rsidRPr="00343369">
        <w:t>Sauvignon Blanc                      6.50 (3oz) ~ 12.75 (6oz)</w:t>
      </w:r>
    </w:p>
    <w:p w:rsidR="00A86096" w:rsidRDefault="00A86096" w:rsidP="00F741AD">
      <w:pPr>
        <w:pStyle w:val="Food"/>
        <w:rPr>
          <w:b/>
          <w:i w:val="0"/>
        </w:rPr>
      </w:pPr>
    </w:p>
    <w:p w:rsidR="00A86096" w:rsidRPr="00A238BD" w:rsidRDefault="00A86096" w:rsidP="004B38B5">
      <w:pPr>
        <w:pStyle w:val="Food"/>
        <w:rPr>
          <w:b/>
          <w:i w:val="0"/>
        </w:rPr>
      </w:pPr>
      <w:r>
        <w:rPr>
          <w:b/>
          <w:i w:val="0"/>
        </w:rPr>
        <w:t>Pork &amp; Bean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A86096" w:rsidRPr="006E7D84" w:rsidRDefault="00A86096" w:rsidP="004C1E0C">
      <w:pPr>
        <w:pStyle w:val="Wine"/>
        <w:rPr>
          <w:i w:val="0"/>
        </w:rPr>
      </w:pPr>
      <w:r>
        <w:rPr>
          <w:i w:val="0"/>
        </w:rPr>
        <w:t>Bacon lardons, sausage, cheese curds &amp; scallions</w:t>
      </w:r>
    </w:p>
    <w:p w:rsidR="00A86096" w:rsidRPr="002714DD" w:rsidRDefault="00A86096" w:rsidP="009F03CD">
      <w:pPr>
        <w:pStyle w:val="Food"/>
      </w:pPr>
      <w:r w:rsidRPr="008D496F">
        <w:t xml:space="preserve">2007 </w:t>
      </w:r>
      <w:r w:rsidRPr="002714DD">
        <w:t>"Nuestro" Bod. Diaz Bayo</w:t>
      </w:r>
    </w:p>
    <w:p w:rsidR="00A86096" w:rsidRDefault="00A86096" w:rsidP="009F03CD">
      <w:pPr>
        <w:pStyle w:val="Food"/>
      </w:pPr>
      <w:r w:rsidRPr="002714DD">
        <w:t>Tempranillo</w:t>
      </w:r>
      <w:r>
        <w:t xml:space="preserve">                         </w:t>
      </w:r>
      <w:r w:rsidRPr="008D496F">
        <w:t xml:space="preserve">     </w:t>
      </w:r>
      <w:r>
        <w:t>8.25</w:t>
      </w:r>
      <w:r w:rsidRPr="008D496F">
        <w:t xml:space="preserve">(3oz) ~ </w:t>
      </w:r>
      <w:r>
        <w:t>16.25</w:t>
      </w:r>
      <w:r w:rsidRPr="008D496F">
        <w:t>(6oz)</w:t>
      </w:r>
    </w:p>
    <w:p w:rsidR="00A86096" w:rsidRDefault="00A86096" w:rsidP="009F03CD">
      <w:pPr>
        <w:pStyle w:val="Food"/>
      </w:pPr>
    </w:p>
    <w:p w:rsidR="00A86096" w:rsidRPr="0084543B" w:rsidRDefault="00A86096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A86096" w:rsidRPr="006E7D84" w:rsidRDefault="00A86096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A86096" w:rsidRPr="00B17642" w:rsidRDefault="00A86096" w:rsidP="00111C57">
      <w:pPr>
        <w:pStyle w:val="Food"/>
      </w:pPr>
      <w:r w:rsidRPr="00111C57">
        <w:rPr>
          <w:color w:val="000000"/>
        </w:rPr>
        <w:t xml:space="preserve"> </w:t>
      </w:r>
      <w:r w:rsidRPr="008D496F">
        <w:t xml:space="preserve">2009 </w:t>
      </w:r>
      <w:r w:rsidRPr="00B17642">
        <w:t>Estancia Piedra</w:t>
      </w:r>
    </w:p>
    <w:p w:rsidR="00A86096" w:rsidRPr="00111C57" w:rsidRDefault="00A86096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A86096" w:rsidRPr="00111C57" w:rsidRDefault="00A86096" w:rsidP="004C1E0C">
      <w:pPr>
        <w:pStyle w:val="Wine"/>
        <w:rPr>
          <w:color w:val="000000"/>
        </w:rPr>
      </w:pPr>
    </w:p>
    <w:p w:rsidR="00A86096" w:rsidRPr="00414F27" w:rsidRDefault="00A86096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A86096" w:rsidRPr="00CC17B4" w:rsidRDefault="00A86096" w:rsidP="00277431">
      <w:pPr>
        <w:pStyle w:val="Food"/>
        <w:rPr>
          <w:i w:val="0"/>
        </w:rPr>
      </w:pPr>
      <w:r>
        <w:rPr>
          <w:i w:val="0"/>
        </w:rPr>
        <w:t xml:space="preserve">Dried currents, walnuts, goat cheese &amp; cherry vin </w:t>
      </w:r>
    </w:p>
    <w:p w:rsidR="00A86096" w:rsidRPr="00111C57" w:rsidRDefault="00A86096" w:rsidP="00B074F0">
      <w:pPr>
        <w:pStyle w:val="Wine"/>
      </w:pPr>
      <w:r w:rsidRPr="00111C57">
        <w:t>2009 Malivoire "Mottiar"</w:t>
      </w:r>
    </w:p>
    <w:p w:rsidR="00A86096" w:rsidRDefault="00A86096" w:rsidP="00B074F0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A86096" w:rsidRDefault="00A86096" w:rsidP="00C10C11">
      <w:pPr>
        <w:pStyle w:val="Wine"/>
        <w:rPr>
          <w:b/>
          <w:i w:val="0"/>
        </w:rPr>
      </w:pPr>
    </w:p>
    <w:p w:rsidR="00A86096" w:rsidRPr="008144F7" w:rsidRDefault="00A86096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10</w:t>
      </w:r>
    </w:p>
    <w:p w:rsidR="00A86096" w:rsidRDefault="00A86096" w:rsidP="00C10C11">
      <w:pPr>
        <w:pStyle w:val="Wine"/>
      </w:pPr>
      <w:r>
        <w:rPr>
          <w:i w:val="0"/>
        </w:rPr>
        <w:t>House made pickles,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A86096" w:rsidRPr="007A1739" w:rsidRDefault="00A86096" w:rsidP="00C10C11">
      <w:pPr>
        <w:pStyle w:val="Food"/>
      </w:pPr>
      <w:r w:rsidRPr="007A1739">
        <w:t>2009 Laudo Bodegas Ondalan</w:t>
      </w:r>
    </w:p>
    <w:p w:rsidR="00A86096" w:rsidRPr="004C1E0C" w:rsidRDefault="00A86096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A86096" w:rsidRDefault="00A86096" w:rsidP="00C10C11">
      <w:pPr>
        <w:pStyle w:val="Wine"/>
        <w:rPr>
          <w:b/>
          <w:i w:val="0"/>
        </w:rPr>
      </w:pPr>
    </w:p>
    <w:p w:rsidR="00A86096" w:rsidRPr="009C4DCC" w:rsidRDefault="00A86096" w:rsidP="009C4DCC">
      <w:pPr>
        <w:pStyle w:val="Wine"/>
        <w:rPr>
          <w:b/>
          <w:i w:val="0"/>
          <w:u w:val="single"/>
        </w:rPr>
      </w:pPr>
      <w:r>
        <w:rPr>
          <w:b/>
          <w:i w:val="0"/>
        </w:rPr>
        <w:t>Fish Cakes</w:t>
      </w:r>
      <w:r>
        <w:rPr>
          <w:b/>
          <w:i w:val="0"/>
        </w:rPr>
        <w:tab/>
        <w:t xml:space="preserve">   10</w:t>
      </w:r>
    </w:p>
    <w:p w:rsidR="00A86096" w:rsidRPr="009C4DCC" w:rsidRDefault="00A86096" w:rsidP="009C4DCC">
      <w:pPr>
        <w:pStyle w:val="Wine"/>
        <w:rPr>
          <w:b/>
          <w:i w:val="0"/>
        </w:rPr>
      </w:pPr>
      <w:smartTag w:uri="urn:schemas-microsoft-com:office:smarttags" w:element="State">
        <w:smartTag w:uri="urn:schemas-microsoft-com:office:smarttags" w:element="place">
          <w:r>
            <w:rPr>
              <w:i w:val="0"/>
            </w:rPr>
            <w:t>Yukon</w:t>
          </w:r>
        </w:smartTag>
      </w:smartTag>
      <w:r>
        <w:rPr>
          <w:i w:val="0"/>
        </w:rPr>
        <w:t xml:space="preserve"> gold potatoes, wild arugula &amp; house tartar sauce</w:t>
      </w:r>
      <w:r>
        <w:t xml:space="preserve"> </w:t>
      </w:r>
    </w:p>
    <w:p w:rsidR="00A86096" w:rsidRPr="004C1E0C" w:rsidRDefault="00A86096" w:rsidP="009C4DCC">
      <w:pPr>
        <w:pStyle w:val="Wine"/>
        <w:rPr>
          <w:b/>
          <w:lang w:val="fr-CA"/>
        </w:rPr>
      </w:pPr>
      <w:r w:rsidRPr="00612999">
        <w:t>2007 Stratus Toll</w:t>
      </w:r>
      <w:r>
        <w:t>ga</w:t>
      </w:r>
      <w:r w:rsidRPr="00612999">
        <w:t>te White</w:t>
      </w:r>
      <w:r w:rsidRPr="00612999">
        <w:br/>
        <w:t>Semillon, Chardonnay…            6.00(3oz) ~ 11.50 (6oz)</w:t>
      </w:r>
    </w:p>
    <w:p w:rsidR="00A86096" w:rsidRDefault="00A86096" w:rsidP="00657EB6">
      <w:pPr>
        <w:pStyle w:val="Wine"/>
        <w:rPr>
          <w:b/>
          <w:i w:val="0"/>
        </w:rPr>
      </w:pPr>
    </w:p>
    <w:p w:rsidR="00A86096" w:rsidRPr="003E1104" w:rsidRDefault="00A86096" w:rsidP="00657EB6">
      <w:pPr>
        <w:pStyle w:val="Wine"/>
        <w:rPr>
          <w:b/>
          <w:i w:val="0"/>
        </w:rPr>
      </w:pPr>
      <w:r>
        <w:rPr>
          <w:b/>
          <w:i w:val="0"/>
        </w:rPr>
        <w:t xml:space="preserve">Butternut Squash Risotto </w:t>
      </w:r>
      <w:r>
        <w:rPr>
          <w:b/>
          <w:i w:val="0"/>
        </w:rPr>
        <w:tab/>
        <w:t xml:space="preserve">   12</w:t>
      </w:r>
    </w:p>
    <w:p w:rsidR="00A86096" w:rsidRPr="00657EB6" w:rsidRDefault="00A86096" w:rsidP="00082A96">
      <w:pPr>
        <w:pStyle w:val="Wine"/>
        <w:rPr>
          <w:b/>
          <w:i w:val="0"/>
        </w:rPr>
      </w:pPr>
      <w:r>
        <w:rPr>
          <w:i w:val="0"/>
        </w:rPr>
        <w:t>Roast squash, cherry tomatoes, baby spinach &amp; goat cheese</w:t>
      </w:r>
    </w:p>
    <w:p w:rsidR="00A86096" w:rsidRDefault="00A86096" w:rsidP="00266E1A">
      <w:pPr>
        <w:pStyle w:val="Wine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A86096" w:rsidRDefault="00A86096" w:rsidP="00BD3AED">
      <w:pPr>
        <w:pStyle w:val="Wine"/>
        <w:rPr>
          <w:b/>
          <w:i w:val="0"/>
        </w:rPr>
      </w:pPr>
    </w:p>
    <w:p w:rsidR="00A86096" w:rsidRPr="00C610C6" w:rsidRDefault="00A86096" w:rsidP="005E0378">
      <w:pPr>
        <w:pStyle w:val="Food"/>
      </w:pPr>
      <w:r>
        <w:rPr>
          <w:b/>
          <w:i w:val="0"/>
        </w:rPr>
        <w:t xml:space="preserve">Grilled Quail                                </w:t>
      </w:r>
      <w:r w:rsidRPr="007D6D3E">
        <w:rPr>
          <w:b/>
          <w:i w:val="0"/>
        </w:rPr>
        <w:t xml:space="preserve">                         14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A86096" w:rsidRPr="00AA1207" w:rsidRDefault="00A86096" w:rsidP="005E0378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root vegetables &amp; Cabernet Jus </w:t>
      </w:r>
    </w:p>
    <w:p w:rsidR="00A86096" w:rsidRDefault="00A86096" w:rsidP="00BD3AED">
      <w:pPr>
        <w:pStyle w:val="Wine"/>
        <w:rPr>
          <w:b/>
          <w:i w:val="0"/>
        </w:rPr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A86096" w:rsidRDefault="00A86096" w:rsidP="009C4DCC">
      <w:pPr>
        <w:pStyle w:val="Food"/>
        <w:rPr>
          <w:b/>
          <w:i w:val="0"/>
        </w:rPr>
      </w:pPr>
    </w:p>
    <w:p w:rsidR="00A86096" w:rsidRPr="008144F7" w:rsidRDefault="00A86096" w:rsidP="00C10C11">
      <w:pPr>
        <w:pStyle w:val="Wine"/>
        <w:rPr>
          <w:b/>
          <w:i w:val="0"/>
        </w:rPr>
      </w:pPr>
      <w:r>
        <w:rPr>
          <w:b/>
          <w:i w:val="0"/>
        </w:rPr>
        <w:t>Meatloaf</w:t>
      </w:r>
      <w:r>
        <w:rPr>
          <w:b/>
          <w:i w:val="0"/>
        </w:rPr>
        <w:tab/>
        <w:t xml:space="preserve">   13</w:t>
      </w:r>
    </w:p>
    <w:p w:rsidR="00A86096" w:rsidRDefault="00A86096" w:rsidP="00C10C11">
      <w:pPr>
        <w:pStyle w:val="Wine"/>
      </w:pPr>
      <w:r>
        <w:rPr>
          <w:i w:val="0"/>
        </w:rPr>
        <w:t>Celeriac crushed potatoes &amp; house made ketchup</w:t>
      </w:r>
      <w:r>
        <w:t xml:space="preserve"> </w:t>
      </w:r>
    </w:p>
    <w:p w:rsidR="00A86096" w:rsidRPr="004C1E0C" w:rsidRDefault="00A86096" w:rsidP="00C10C11">
      <w:pPr>
        <w:pStyle w:val="Wine"/>
        <w:rPr>
          <w:b/>
          <w:lang w:val="fr-CA"/>
        </w:rPr>
      </w:pPr>
      <w:r w:rsidRPr="00343369">
        <w:t>200</w:t>
      </w:r>
      <w:r>
        <w:t>8</w:t>
      </w:r>
      <w:r w:rsidRPr="00343369">
        <w:t xml:space="preserve"> </w:t>
      </w:r>
      <w:r w:rsidRPr="00AA0AF6">
        <w:t>Decero Remolinos Vineyard</w:t>
      </w:r>
      <w:r w:rsidRPr="00343369">
        <w:br/>
      </w:r>
      <w:r w:rsidRPr="00AA0AF6">
        <w:t>Malbec</w:t>
      </w:r>
      <w:r>
        <w:t xml:space="preserve">         </w:t>
      </w:r>
      <w:r w:rsidRPr="00343369">
        <w:t xml:space="preserve">                        </w:t>
      </w:r>
      <w:r>
        <w:t xml:space="preserve"> </w:t>
      </w:r>
      <w:r w:rsidRPr="00343369">
        <w:t xml:space="preserve">    </w:t>
      </w:r>
      <w:r>
        <w:t>8</w:t>
      </w:r>
      <w:r w:rsidRPr="00343369">
        <w:t xml:space="preserve">.00 (3oz) ~ </w:t>
      </w:r>
      <w:r>
        <w:t>15.75</w:t>
      </w:r>
      <w:r w:rsidRPr="00343369">
        <w:t xml:space="preserve"> (6oz)</w:t>
      </w:r>
    </w:p>
    <w:p w:rsidR="00A86096" w:rsidRDefault="00A86096" w:rsidP="009C4DCC">
      <w:pPr>
        <w:pStyle w:val="Food"/>
        <w:rPr>
          <w:b/>
          <w:i w:val="0"/>
        </w:rPr>
      </w:pPr>
    </w:p>
    <w:p w:rsidR="00A86096" w:rsidRDefault="00A86096" w:rsidP="005E0378">
      <w:pPr>
        <w:pStyle w:val="Wine"/>
        <w:rPr>
          <w:b/>
          <w:i w:val="0"/>
        </w:rPr>
      </w:pPr>
    </w:p>
    <w:p w:rsidR="00A86096" w:rsidRDefault="00A86096" w:rsidP="005E0378">
      <w:pPr>
        <w:pStyle w:val="Wine"/>
        <w:rPr>
          <w:b/>
          <w:i w:val="0"/>
        </w:rPr>
      </w:pPr>
    </w:p>
    <w:p w:rsidR="00A86096" w:rsidRDefault="00A86096" w:rsidP="005E0378">
      <w:pPr>
        <w:pStyle w:val="Wine"/>
        <w:rPr>
          <w:b/>
          <w:i w:val="0"/>
        </w:rPr>
      </w:pPr>
    </w:p>
    <w:p w:rsidR="00A86096" w:rsidRDefault="00A86096" w:rsidP="005E0378">
      <w:pPr>
        <w:pStyle w:val="Wine"/>
        <w:rPr>
          <w:b/>
          <w:i w:val="0"/>
        </w:rPr>
      </w:pPr>
    </w:p>
    <w:p w:rsidR="00A86096" w:rsidRDefault="00A86096" w:rsidP="005E0378">
      <w:pPr>
        <w:pStyle w:val="Wine"/>
        <w:rPr>
          <w:b/>
          <w:i w:val="0"/>
        </w:rPr>
      </w:pPr>
    </w:p>
    <w:p w:rsidR="00A86096" w:rsidRPr="008144F7" w:rsidRDefault="00A86096" w:rsidP="005E0378">
      <w:pPr>
        <w:pStyle w:val="Wine"/>
        <w:rPr>
          <w:b/>
          <w:i w:val="0"/>
        </w:rPr>
      </w:pPr>
      <w:r>
        <w:rPr>
          <w:b/>
          <w:i w:val="0"/>
        </w:rPr>
        <w:t>Confit Pork Shoulder</w:t>
      </w:r>
      <w:r>
        <w:rPr>
          <w:b/>
          <w:i w:val="0"/>
        </w:rPr>
        <w:tab/>
        <w:t xml:space="preserve">   14</w:t>
      </w:r>
    </w:p>
    <w:p w:rsidR="00A86096" w:rsidRDefault="00A86096" w:rsidP="005E0378">
      <w:pPr>
        <w:pStyle w:val="Wine"/>
      </w:pPr>
      <w:r>
        <w:rPr>
          <w:i w:val="0"/>
        </w:rPr>
        <w:t>Mustard polenta, cherry tomatoes &amp; baby spinach</w:t>
      </w:r>
    </w:p>
    <w:p w:rsidR="00A86096" w:rsidRPr="004C1E0C" w:rsidRDefault="00A86096" w:rsidP="005E0378">
      <w:pPr>
        <w:pStyle w:val="Wine"/>
        <w:rPr>
          <w:b/>
          <w:lang w:val="fr-CA"/>
        </w:rPr>
      </w:pPr>
      <w:r w:rsidRPr="00343369">
        <w:rPr>
          <w:lang w:val="fr-CA"/>
        </w:rPr>
        <w:t>2006 Daniel Lenko</w:t>
      </w:r>
      <w:r w:rsidRPr="00343369">
        <w:rPr>
          <w:lang w:val="fr-CA"/>
        </w:rPr>
        <w:br/>
        <w:t>Old vines Merlot                       11.00 (3oz) ~ 21.75 (6oz)</w:t>
      </w:r>
    </w:p>
    <w:p w:rsidR="00A86096" w:rsidRDefault="00A86096" w:rsidP="009C4DCC">
      <w:pPr>
        <w:pStyle w:val="Food"/>
        <w:rPr>
          <w:b/>
          <w:i w:val="0"/>
        </w:rPr>
      </w:pPr>
    </w:p>
    <w:p w:rsidR="00A86096" w:rsidRPr="00F741AD" w:rsidRDefault="00A86096" w:rsidP="005E0378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Type">
        <w:smartTag w:uri="urn:schemas-microsoft-com:office:smarttags" w:element="place">
          <w:r>
            <w:rPr>
              <w:b/>
              <w:i w:val="0"/>
            </w:rPr>
            <w:t>Muscovy</w:t>
          </w:r>
        </w:smartTag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15                                 </w:t>
      </w:r>
    </w:p>
    <w:p w:rsidR="00A86096" w:rsidRPr="00277431" w:rsidRDefault="00A86096" w:rsidP="005E0378">
      <w:pPr>
        <w:pStyle w:val="Wine"/>
        <w:rPr>
          <w:i w:val="0"/>
        </w:rPr>
      </w:pPr>
      <w:r>
        <w:rPr>
          <w:i w:val="0"/>
        </w:rPr>
        <w:t xml:space="preserve">Braised red cabbage &amp; </w:t>
      </w:r>
      <w:smartTag w:uri="urn:schemas-microsoft-com:office:smarttags" w:element="PlaceType">
        <w:smartTag w:uri="urn:schemas-microsoft-com:office:smarttags" w:element="place">
          <w:r>
            <w:rPr>
              <w:i w:val="0"/>
            </w:rPr>
            <w:t>Niagara</w:t>
          </w:r>
        </w:smartTag>
      </w:smartTag>
      <w:r>
        <w:rPr>
          <w:i w:val="0"/>
        </w:rPr>
        <w:t xml:space="preserve"> cherries</w:t>
      </w:r>
    </w:p>
    <w:p w:rsidR="00A86096" w:rsidRDefault="00A86096" w:rsidP="005E0378">
      <w:pPr>
        <w:pStyle w:val="Wine"/>
        <w:rPr>
          <w:b/>
          <w:i w:val="0"/>
        </w:rPr>
      </w:pPr>
      <w:r w:rsidRPr="00EC3B57">
        <w:t>2006 Waterstone</w:t>
      </w:r>
      <w:r w:rsidRPr="00EC3B57">
        <w:br/>
        <w:t>Cabernet Sauvignon                11.25 (3oz) ~ 22.00 (6oz)</w:t>
      </w:r>
    </w:p>
    <w:p w:rsidR="00A86096" w:rsidRDefault="00A86096" w:rsidP="005E0378">
      <w:pPr>
        <w:pStyle w:val="Food"/>
        <w:rPr>
          <w:b/>
          <w:i w:val="0"/>
        </w:rPr>
      </w:pPr>
    </w:p>
    <w:p w:rsidR="00A86096" w:rsidRDefault="00A86096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14</w:t>
      </w:r>
    </w:p>
    <w:p w:rsidR="00A86096" w:rsidRPr="000075A3" w:rsidRDefault="00A86096" w:rsidP="00266E1A">
      <w:pPr>
        <w:pStyle w:val="Wine"/>
        <w:rPr>
          <w:i w:val="0"/>
        </w:rPr>
      </w:pPr>
      <w:r>
        <w:rPr>
          <w:i w:val="0"/>
        </w:rPr>
        <w:t>Fingerling potatoes, braised fennel &amp; leeks</w:t>
      </w:r>
    </w:p>
    <w:p w:rsidR="00A86096" w:rsidRDefault="00A86096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A86096" w:rsidRDefault="00A86096" w:rsidP="00A8369C">
      <w:pPr>
        <w:pStyle w:val="Wine"/>
        <w:rPr>
          <w:b/>
          <w:i w:val="0"/>
        </w:rPr>
      </w:pPr>
    </w:p>
    <w:p w:rsidR="00A86096" w:rsidRPr="006E7D84" w:rsidRDefault="00A86096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 w:rsidRPr="006E7D84">
                <w:rPr>
                  <w:b/>
                  <w:i w:val="0"/>
                </w:rPr>
                <w:t>Qualicum</w:t>
              </w:r>
            </w:smartTag>
          </w:smartTag>
          <w:r w:rsidRPr="006E7D84">
            <w:rPr>
              <w:b/>
              <w:i w:val="0"/>
            </w:rPr>
            <w:t xml:space="preserve"> </w:t>
          </w:r>
          <w:smartTag w:uri="urn:schemas-microsoft-com:office:smarttags" w:element="place">
            <w:r w:rsidRPr="006E7D84">
              <w:rPr>
                <w:b/>
                <w:i w:val="0"/>
              </w:rPr>
              <w:t>Bay</w:t>
            </w:r>
          </w:smartTag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</w:t>
      </w:r>
      <w:r w:rsidRPr="00C6048E">
        <w:rPr>
          <w:b/>
          <w:i w:val="0"/>
        </w:rPr>
        <w:t>1</w:t>
      </w:r>
      <w:r>
        <w:rPr>
          <w:b/>
          <w:i w:val="0"/>
        </w:rPr>
        <w:t>6</w:t>
      </w:r>
    </w:p>
    <w:p w:rsidR="00A86096" w:rsidRPr="00C06276" w:rsidRDefault="00A86096" w:rsidP="000075A3">
      <w:pPr>
        <w:pStyle w:val="Wine"/>
        <w:rPr>
          <w:b/>
        </w:rPr>
      </w:pPr>
      <w:r>
        <w:rPr>
          <w:i w:val="0"/>
        </w:rPr>
        <w:t xml:space="preserve">Green split peas, collard greens &amp; radishes </w:t>
      </w:r>
    </w:p>
    <w:p w:rsidR="00A86096" w:rsidRPr="00B25B94" w:rsidRDefault="00A86096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A86096" w:rsidRDefault="00A86096" w:rsidP="00FB4691">
      <w:pPr>
        <w:pStyle w:val="Wine"/>
        <w:rPr>
          <w:b/>
          <w:i w:val="0"/>
        </w:rPr>
      </w:pPr>
    </w:p>
    <w:p w:rsidR="00A86096" w:rsidRPr="00C610C6" w:rsidRDefault="00A86096" w:rsidP="00B07F17">
      <w:pPr>
        <w:pStyle w:val="Food"/>
        <w:rPr>
          <w:b/>
          <w:i w:val="0"/>
        </w:rPr>
      </w:pPr>
      <w:r>
        <w:rPr>
          <w:b/>
          <w:i w:val="0"/>
        </w:rPr>
        <w:t>Grilled Hanger Steak</w:t>
      </w:r>
      <w:r>
        <w:rPr>
          <w:b/>
          <w:i w:val="0"/>
        </w:rPr>
        <w:tab/>
        <w:t>15</w:t>
      </w:r>
    </w:p>
    <w:p w:rsidR="00A86096" w:rsidRPr="00277431" w:rsidRDefault="00A86096" w:rsidP="00153173">
      <w:pPr>
        <w:pStyle w:val="Wine"/>
        <w:rPr>
          <w:i w:val="0"/>
        </w:rPr>
      </w:pPr>
      <w:r>
        <w:rPr>
          <w:i w:val="0"/>
        </w:rPr>
        <w:t>Carrot puree, garlic rapini &amp; cabernet jus</w:t>
      </w:r>
      <w:r w:rsidRPr="00C610C6">
        <w:rPr>
          <w:i w:val="0"/>
        </w:rPr>
        <w:t xml:space="preserve"> </w:t>
      </w:r>
    </w:p>
    <w:p w:rsidR="00A86096" w:rsidRPr="004C1E0C" w:rsidRDefault="00A86096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A86096" w:rsidRDefault="00A86096" w:rsidP="00C4627B">
      <w:pPr>
        <w:rPr>
          <w:rFonts w:ascii="Times New Roman" w:hAnsi="Times New Roman"/>
          <w:sz w:val="20"/>
          <w:lang w:val="fr-CA"/>
        </w:rPr>
      </w:pPr>
    </w:p>
    <w:p w:rsidR="00A86096" w:rsidRPr="004C1E0C" w:rsidRDefault="00A86096" w:rsidP="004C1E0C">
      <w:pPr>
        <w:pStyle w:val="Wine"/>
        <w:rPr>
          <w:b/>
          <w:lang w:val="fr-CA"/>
        </w:rPr>
      </w:pPr>
      <w:r w:rsidRPr="00D14788">
        <w:rPr>
          <w:b/>
          <w:lang w:val="fr-CA"/>
        </w:rPr>
        <w:t>Se</w:t>
      </w:r>
      <w:r w:rsidRPr="006E7D84">
        <w:rPr>
          <w:b/>
          <w:i w:val="0"/>
          <w:lang w:val="fr-CA"/>
        </w:rPr>
        <w:t>lect</w:t>
      </w:r>
      <w:r>
        <w:rPr>
          <w:b/>
          <w:i w:val="0"/>
          <w:lang w:val="fr-CA"/>
        </w:rPr>
        <w:t>ion of Artisanal Canadian Cheese</w:t>
      </w:r>
      <w:r w:rsidRPr="006E7D84">
        <w:rPr>
          <w:b/>
          <w:i w:val="0"/>
          <w:lang w:val="fr-CA"/>
        </w:rPr>
        <w:t xml:space="preserve">               16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A86096" w:rsidRDefault="00A86096" w:rsidP="00B6067D">
      <w:pPr>
        <w:pStyle w:val="Food"/>
        <w:rPr>
          <w:b/>
          <w:i w:val="0"/>
        </w:rPr>
      </w:pPr>
    </w:p>
    <w:p w:rsidR="00A86096" w:rsidRDefault="00A86096" w:rsidP="00523E83">
      <w:pPr>
        <w:pStyle w:val="Food"/>
        <w:rPr>
          <w:b/>
          <w:i w:val="0"/>
        </w:rPr>
      </w:pPr>
      <w:r>
        <w:rPr>
          <w:b/>
          <w:i w:val="0"/>
        </w:rPr>
        <w:t>Carrot Bread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A86096" w:rsidRPr="00B25DA9" w:rsidRDefault="00A86096" w:rsidP="00523E83">
      <w:pPr>
        <w:pStyle w:val="Food"/>
        <w:rPr>
          <w:b/>
          <w:i w:val="0"/>
        </w:rPr>
      </w:pPr>
      <w:r>
        <w:rPr>
          <w:i w:val="0"/>
        </w:rPr>
        <w:t xml:space="preserve">Cinnamon creme anglaise </w:t>
      </w:r>
    </w:p>
    <w:p w:rsidR="00A86096" w:rsidRPr="00467875" w:rsidRDefault="00A86096" w:rsidP="00523E83">
      <w:pPr>
        <w:pStyle w:val="Food"/>
      </w:pPr>
      <w:r>
        <w:t>Domaine Gardies « Ambre »</w:t>
      </w:r>
    </w:p>
    <w:p w:rsidR="00A86096" w:rsidRDefault="00A86096" w:rsidP="00523E83">
      <w:pPr>
        <w:pStyle w:val="Food"/>
      </w:pPr>
      <w:r w:rsidRPr="00467875">
        <w:t>Grenache Blanc                       15.00(</w:t>
      </w:r>
      <w:r>
        <w:t>1</w:t>
      </w:r>
      <w:r w:rsidRPr="00467875">
        <w:t>oz)~30.00(2oz)</w:t>
      </w:r>
    </w:p>
    <w:p w:rsidR="00A86096" w:rsidRDefault="00A86096" w:rsidP="00B6067D">
      <w:pPr>
        <w:pStyle w:val="Food"/>
        <w:rPr>
          <w:b/>
          <w:i w:val="0"/>
        </w:rPr>
      </w:pPr>
    </w:p>
    <w:p w:rsidR="00A86096" w:rsidRDefault="00A86096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A86096" w:rsidRPr="00B25DA9" w:rsidRDefault="00A86096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A86096" w:rsidRDefault="00A86096" w:rsidP="004E5807">
      <w:pPr>
        <w:pStyle w:val="Food"/>
      </w:pPr>
      <w:r>
        <w:t>NV Gonzalez-Byass « Nectar »</w:t>
      </w:r>
    </w:p>
    <w:p w:rsidR="00A86096" w:rsidRDefault="00A86096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A86096" w:rsidRDefault="00A86096" w:rsidP="005A185D">
      <w:pPr>
        <w:pStyle w:val="Food"/>
        <w:rPr>
          <w:b/>
          <w:i w:val="0"/>
        </w:rPr>
      </w:pPr>
    </w:p>
    <w:p w:rsidR="00A86096" w:rsidRDefault="00A86096" w:rsidP="003444D4">
      <w:pPr>
        <w:pStyle w:val="Food"/>
        <w:rPr>
          <w:b/>
          <w:i w:val="0"/>
        </w:rPr>
      </w:pPr>
      <w:r>
        <w:rPr>
          <w:b/>
          <w:i w:val="0"/>
        </w:rPr>
        <w:t>Bailey’s Mocha Triffle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A86096" w:rsidRPr="00B25DA9" w:rsidRDefault="00A86096" w:rsidP="003444D4">
      <w:pPr>
        <w:pStyle w:val="Food"/>
        <w:rPr>
          <w:b/>
          <w:i w:val="0"/>
        </w:rPr>
      </w:pPr>
      <w:r>
        <w:rPr>
          <w:i w:val="0"/>
        </w:rPr>
        <w:t>Toasted coconut &amp; candied walnuts</w:t>
      </w:r>
    </w:p>
    <w:p w:rsidR="00A86096" w:rsidRPr="00722E10" w:rsidRDefault="00A86096" w:rsidP="00AA0AF6">
      <w:pPr>
        <w:pStyle w:val="Food"/>
        <w:rPr>
          <w:highlight w:val="yellow"/>
        </w:rPr>
      </w:pPr>
      <w:r>
        <w:t xml:space="preserve">2005 </w:t>
      </w:r>
      <w:r w:rsidRPr="00722E10">
        <w:t>Weinbau Zahel "Rosengartl"</w:t>
      </w:r>
    </w:p>
    <w:p w:rsidR="00A86096" w:rsidRDefault="00A86096" w:rsidP="00AA0AF6">
      <w:pPr>
        <w:pStyle w:val="Food"/>
        <w:rPr>
          <w:b/>
          <w:i w:val="0"/>
        </w:rPr>
      </w:pPr>
      <w:r w:rsidRPr="00722E10">
        <w:t>Vienna, Austria                         5.00 (1oz) ~ 9.50 (2oz)</w:t>
      </w:r>
    </w:p>
    <w:p w:rsidR="00A86096" w:rsidRDefault="00A86096" w:rsidP="00C561B1">
      <w:pPr>
        <w:pStyle w:val="Food"/>
        <w:rPr>
          <w:b/>
          <w:i w:val="0"/>
        </w:rPr>
      </w:pPr>
    </w:p>
    <w:p w:rsidR="00A86096" w:rsidRPr="0084543B" w:rsidRDefault="00A86096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Milk Chocolate Mousse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A86096" w:rsidRDefault="00A86096" w:rsidP="00C561B1">
      <w:pPr>
        <w:pStyle w:val="Food"/>
        <w:rPr>
          <w:i w:val="0"/>
        </w:rPr>
      </w:pPr>
      <w:r>
        <w:rPr>
          <w:i w:val="0"/>
        </w:rPr>
        <w:t xml:space="preserve">Sour cherries &amp; chantily cream </w:t>
      </w:r>
    </w:p>
    <w:p w:rsidR="00A86096" w:rsidRDefault="00A86096" w:rsidP="00AA0AF6">
      <w:pPr>
        <w:pStyle w:val="Food"/>
      </w:pPr>
      <w:r>
        <w:t>2005 Lammershoek</w:t>
      </w:r>
    </w:p>
    <w:p w:rsidR="00A86096" w:rsidRDefault="00A86096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A86096" w:rsidRDefault="00A86096" w:rsidP="00A06680">
      <w:pPr>
        <w:pStyle w:val="Food"/>
      </w:pPr>
    </w:p>
    <w:p w:rsidR="00A86096" w:rsidRDefault="00A86096" w:rsidP="00A06680">
      <w:pPr>
        <w:pStyle w:val="Food"/>
      </w:pPr>
    </w:p>
    <w:p w:rsidR="00A86096" w:rsidRPr="00790246" w:rsidRDefault="00A86096" w:rsidP="00A06680">
      <w:pPr>
        <w:pStyle w:val="Food"/>
      </w:pPr>
      <w:r>
        <w:t xml:space="preserve">Friday, January 14th, 2011 </w:t>
      </w:r>
      <w:r>
        <w:br/>
        <w:t>Bryan Burk</w:t>
      </w:r>
      <w:r w:rsidRPr="00790246">
        <w:t>e – Executive Chef</w:t>
      </w:r>
    </w:p>
    <w:p w:rsidR="00A86096" w:rsidRDefault="00A86096" w:rsidP="00F741AD">
      <w:pPr>
        <w:pStyle w:val="Food"/>
      </w:pPr>
      <w:r w:rsidRPr="005A2357">
        <w:t>Adam Dolley - Sous Chef</w:t>
      </w:r>
    </w:p>
    <w:p w:rsidR="00A86096" w:rsidRDefault="00A86096" w:rsidP="00F741AD">
      <w:pPr>
        <w:pStyle w:val="Food"/>
      </w:pPr>
    </w:p>
    <w:p w:rsidR="00A86096" w:rsidRPr="007B7319" w:rsidRDefault="00A86096" w:rsidP="00495053">
      <w:pPr>
        <w:pStyle w:val="Food"/>
      </w:pPr>
      <w:r w:rsidRPr="007B7319">
        <w:t>We support a healthy, ethical, sustainable, local food culture.</w:t>
      </w:r>
    </w:p>
    <w:p w:rsidR="00A86096" w:rsidRDefault="00A86096" w:rsidP="00F741AD">
      <w:pPr>
        <w:pStyle w:val="Food"/>
      </w:pPr>
    </w:p>
    <w:sectPr w:rsidR="00A86096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3B1C"/>
    <w:rsid w:val="00424314"/>
    <w:rsid w:val="0042585E"/>
    <w:rsid w:val="004259F8"/>
    <w:rsid w:val="00427441"/>
    <w:rsid w:val="00427D82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DF5"/>
    <w:rsid w:val="004A12C3"/>
    <w:rsid w:val="004A18C4"/>
    <w:rsid w:val="004A1BCE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D012F"/>
    <w:rsid w:val="006D1D4D"/>
    <w:rsid w:val="006D1F4C"/>
    <w:rsid w:val="006D2F21"/>
    <w:rsid w:val="006D3A01"/>
    <w:rsid w:val="006D44AA"/>
    <w:rsid w:val="006D5320"/>
    <w:rsid w:val="006D56BE"/>
    <w:rsid w:val="006D661C"/>
    <w:rsid w:val="006D69C4"/>
    <w:rsid w:val="006D6BB1"/>
    <w:rsid w:val="006E2B7F"/>
    <w:rsid w:val="006E31FC"/>
    <w:rsid w:val="006E4FCB"/>
    <w:rsid w:val="006E6897"/>
    <w:rsid w:val="006E6A87"/>
    <w:rsid w:val="006E6C85"/>
    <w:rsid w:val="006E7BE4"/>
    <w:rsid w:val="006E7D84"/>
    <w:rsid w:val="006E7DB7"/>
    <w:rsid w:val="006E7FE3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7AFE"/>
    <w:rsid w:val="007708A9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90246"/>
    <w:rsid w:val="00790FA1"/>
    <w:rsid w:val="00791B19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7957"/>
    <w:rsid w:val="00AE02CC"/>
    <w:rsid w:val="00AE0B0F"/>
    <w:rsid w:val="00AE0F07"/>
    <w:rsid w:val="00AE1C3D"/>
    <w:rsid w:val="00AE1F39"/>
    <w:rsid w:val="00AE2ABB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943"/>
    <w:rsid w:val="00B561A3"/>
    <w:rsid w:val="00B57C23"/>
    <w:rsid w:val="00B6067D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4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1</Pages>
  <Words>569</Words>
  <Characters>3245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2011-01-14T20:37:00Z</cp:lastPrinted>
  <dcterms:created xsi:type="dcterms:W3CDTF">2011-01-14T00:52:00Z</dcterms:created>
  <dcterms:modified xsi:type="dcterms:W3CDTF">2011-01-14T20:37:00Z</dcterms:modified>
</cp:coreProperties>
</file>