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207" w:rsidRDefault="00D55207" w:rsidP="00F741AD">
      <w:pPr>
        <w:pStyle w:val="Food"/>
        <w:rPr>
          <w:b/>
          <w:i w:val="0"/>
        </w:rPr>
      </w:pPr>
      <w:r>
        <w:rPr>
          <w:b/>
          <w:i w:val="0"/>
        </w:rPr>
        <w:t xml:space="preserve"> </w:t>
      </w:r>
    </w:p>
    <w:p w:rsidR="00D55207" w:rsidRDefault="00D55207" w:rsidP="00F741AD">
      <w:pPr>
        <w:pStyle w:val="Food"/>
        <w:rPr>
          <w:b/>
          <w:i w:val="0"/>
        </w:rPr>
      </w:pPr>
    </w:p>
    <w:p w:rsidR="00D55207" w:rsidRDefault="00D55207" w:rsidP="00F741AD">
      <w:pPr>
        <w:pStyle w:val="Food"/>
        <w:rPr>
          <w:b/>
          <w:i w:val="0"/>
        </w:rPr>
      </w:pPr>
    </w:p>
    <w:p w:rsidR="00D55207" w:rsidRDefault="00D55207" w:rsidP="00F741AD">
      <w:pPr>
        <w:pStyle w:val="Food"/>
        <w:rPr>
          <w:b/>
          <w:i w:val="0"/>
        </w:rPr>
      </w:pPr>
    </w:p>
    <w:p w:rsidR="00D55207" w:rsidRDefault="00D55207" w:rsidP="00F741AD">
      <w:pPr>
        <w:pStyle w:val="Food"/>
        <w:rPr>
          <w:b/>
          <w:i w:val="0"/>
        </w:rPr>
      </w:pPr>
    </w:p>
    <w:p w:rsidR="00D55207" w:rsidRPr="00A238BD" w:rsidRDefault="00D55207" w:rsidP="00F741AD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</w:t>
      </w:r>
      <w:r w:rsidRPr="00A238BD">
        <w:rPr>
          <w:b/>
          <w:i w:val="0"/>
        </w:rPr>
        <w:t xml:space="preserve">6 </w:t>
      </w:r>
    </w:p>
    <w:p w:rsidR="00D55207" w:rsidRDefault="00D55207" w:rsidP="00F741AD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D55207" w:rsidRPr="003523C1" w:rsidRDefault="00D55207" w:rsidP="00F741AD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D55207" w:rsidRPr="005E7B2C" w:rsidRDefault="00D55207" w:rsidP="00F741AD">
      <w:pPr>
        <w:pStyle w:val="Food"/>
      </w:pPr>
      <w:r w:rsidRPr="003523C1">
        <w:t>Spain, Cataluña</w:t>
      </w:r>
      <w:r>
        <w:t xml:space="preserve">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D55207" w:rsidRDefault="00D55207" w:rsidP="00F741AD">
      <w:pPr>
        <w:pStyle w:val="Food"/>
      </w:pPr>
    </w:p>
    <w:p w:rsidR="00D55207" w:rsidRPr="009C4DCC" w:rsidRDefault="00D55207" w:rsidP="00F741AD">
      <w:pPr>
        <w:pStyle w:val="Food"/>
        <w:rPr>
          <w:b/>
          <w:i w:val="0"/>
          <w:u w:val="single"/>
        </w:rPr>
      </w:pPr>
      <w:r>
        <w:rPr>
          <w:b/>
          <w:i w:val="0"/>
        </w:rPr>
        <w:t>Grilled Flat B</w:t>
      </w:r>
      <w:r w:rsidRPr="00CC50A9">
        <w:rPr>
          <w:b/>
          <w:i w:val="0"/>
        </w:rPr>
        <w:t>read</w:t>
      </w:r>
      <w:r w:rsidRPr="00CC50A9">
        <w:rPr>
          <w:b/>
          <w:i w:val="0"/>
        </w:rPr>
        <w:tab/>
      </w:r>
      <w:r w:rsidRPr="00646BE0">
        <w:rPr>
          <w:b/>
          <w:i w:val="0"/>
        </w:rPr>
        <w:t xml:space="preserve"> 7</w:t>
      </w:r>
    </w:p>
    <w:p w:rsidR="00D55207" w:rsidRDefault="00D55207" w:rsidP="00F741AD">
      <w:pPr>
        <w:pStyle w:val="Food"/>
        <w:rPr>
          <w:i w:val="0"/>
        </w:rPr>
      </w:pPr>
      <w:r>
        <w:rPr>
          <w:i w:val="0"/>
        </w:rPr>
        <w:t>Roast garlic &amp; cranberry kidney bean spread</w:t>
      </w:r>
    </w:p>
    <w:p w:rsidR="00D55207" w:rsidRPr="00343369" w:rsidRDefault="00D55207" w:rsidP="00F741AD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D55207" w:rsidRPr="005E7B2C" w:rsidRDefault="00D55207" w:rsidP="00F741AD">
      <w:pPr>
        <w:pStyle w:val="Food"/>
        <w:rPr>
          <w:b/>
        </w:rPr>
      </w:pPr>
      <w:r w:rsidRPr="00343369">
        <w:t>Cab. Franc, Gamay, P. Noir   6.00 (3oz) ~ 11.50 (6oz)</w:t>
      </w:r>
    </w:p>
    <w:p w:rsidR="00D55207" w:rsidRDefault="00D55207" w:rsidP="00A67E73">
      <w:pPr>
        <w:pStyle w:val="Food"/>
      </w:pPr>
    </w:p>
    <w:p w:rsidR="00D55207" w:rsidRDefault="00D55207" w:rsidP="00A67E73">
      <w:pPr>
        <w:pStyle w:val="Food"/>
        <w:rPr>
          <w:i w:val="0"/>
        </w:rPr>
      </w:pPr>
      <w:r>
        <w:rPr>
          <w:b/>
          <w:i w:val="0"/>
        </w:rPr>
        <w:t>Roast Sweet Potato Soup</w:t>
      </w:r>
      <w:r w:rsidRPr="006F0279">
        <w:rPr>
          <w:b/>
          <w:i w:val="0"/>
        </w:rPr>
        <w:tab/>
      </w:r>
      <w:r>
        <w:rPr>
          <w:b/>
          <w:i w:val="0"/>
        </w:rPr>
        <w:t xml:space="preserve"> </w:t>
      </w:r>
      <w:r w:rsidRPr="006F0279">
        <w:rPr>
          <w:b/>
          <w:i w:val="0"/>
        </w:rPr>
        <w:t>7</w:t>
      </w:r>
      <w:r>
        <w:rPr>
          <w:i w:val="0"/>
        </w:rPr>
        <w:t xml:space="preserve"> </w:t>
      </w:r>
    </w:p>
    <w:p w:rsidR="00D55207" w:rsidRPr="00DB2E93" w:rsidRDefault="00D55207" w:rsidP="00A67E73">
      <w:pPr>
        <w:pStyle w:val="Food"/>
        <w:rPr>
          <w:b/>
          <w:i w:val="0"/>
        </w:rPr>
      </w:pPr>
      <w:r>
        <w:rPr>
          <w:i w:val="0"/>
        </w:rPr>
        <w:t>Pepper croutons &amp; parsley</w:t>
      </w:r>
    </w:p>
    <w:p w:rsidR="00D55207" w:rsidRPr="00D02346" w:rsidRDefault="00D55207" w:rsidP="009F03CD">
      <w:pPr>
        <w:pStyle w:val="Food"/>
      </w:pPr>
      <w:r w:rsidRPr="00D02346">
        <w:t>2009 Laurent Miquel Rosé</w:t>
      </w:r>
    </w:p>
    <w:p w:rsidR="00D55207" w:rsidRPr="003C5465" w:rsidRDefault="00D55207" w:rsidP="009F03CD">
      <w:pPr>
        <w:pStyle w:val="Wine"/>
        <w:rPr>
          <w:b/>
          <w:lang w:val="fr-CA"/>
        </w:rPr>
      </w:pPr>
      <w:r w:rsidRPr="00D02346">
        <w:t>Cinsault, Syrah                         5.00(3oz) ~ 10.00 (6oz)</w:t>
      </w:r>
    </w:p>
    <w:p w:rsidR="00D55207" w:rsidRDefault="00D55207" w:rsidP="004C1E0C">
      <w:pPr>
        <w:pStyle w:val="Wine"/>
      </w:pPr>
    </w:p>
    <w:p w:rsidR="00D55207" w:rsidRPr="00CB670D" w:rsidRDefault="00D55207" w:rsidP="004C1E0C">
      <w:pPr>
        <w:pStyle w:val="Wine"/>
      </w:pPr>
      <w:r>
        <w:rPr>
          <w:b/>
          <w:i w:val="0"/>
        </w:rPr>
        <w:t>Smoked Salmon Sandwich</w:t>
      </w:r>
      <w:r w:rsidRPr="006E7D84">
        <w:rPr>
          <w:b/>
          <w:i w:val="0"/>
        </w:rPr>
        <w:tab/>
      </w:r>
      <w:r>
        <w:rPr>
          <w:b/>
          <w:i w:val="0"/>
        </w:rPr>
        <w:t>10</w:t>
      </w:r>
    </w:p>
    <w:p w:rsidR="00D55207" w:rsidRDefault="00D55207" w:rsidP="00F17BDD">
      <w:pPr>
        <w:pStyle w:val="Wine"/>
        <w:rPr>
          <w:i w:val="0"/>
        </w:rPr>
      </w:pPr>
      <w:r>
        <w:rPr>
          <w:i w:val="0"/>
        </w:rPr>
        <w:t xml:space="preserve">Ancient grain toast, herb sour cream &amp; balsamic greens </w:t>
      </w:r>
    </w:p>
    <w:p w:rsidR="00D55207" w:rsidRPr="00343369" w:rsidRDefault="00D55207" w:rsidP="00D02346">
      <w:pPr>
        <w:pStyle w:val="Food"/>
      </w:pPr>
      <w:r w:rsidRPr="00343369">
        <w:t>2010 Petirrojo</w:t>
      </w:r>
    </w:p>
    <w:p w:rsidR="00D55207" w:rsidRPr="004C1E0C" w:rsidRDefault="00D55207" w:rsidP="00D02346">
      <w:pPr>
        <w:pStyle w:val="Wine"/>
        <w:rPr>
          <w:b/>
          <w:lang w:val="fr-CA"/>
        </w:rPr>
      </w:pPr>
      <w:r w:rsidRPr="00343369">
        <w:t>Sauvignon Blanc                      6.50 (3oz) ~ 12.75 (6oz)</w:t>
      </w:r>
    </w:p>
    <w:p w:rsidR="00D55207" w:rsidRDefault="00D55207" w:rsidP="00F741AD">
      <w:pPr>
        <w:pStyle w:val="Food"/>
        <w:rPr>
          <w:b/>
          <w:i w:val="0"/>
        </w:rPr>
      </w:pPr>
    </w:p>
    <w:p w:rsidR="00D55207" w:rsidRPr="00A238BD" w:rsidRDefault="00D55207" w:rsidP="004B38B5">
      <w:pPr>
        <w:pStyle w:val="Food"/>
        <w:rPr>
          <w:b/>
          <w:i w:val="0"/>
        </w:rPr>
      </w:pPr>
      <w:r>
        <w:rPr>
          <w:b/>
          <w:i w:val="0"/>
        </w:rPr>
        <w:t>Pork &amp; Bean Poutine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</w:t>
      </w:r>
      <w:r w:rsidRPr="00A238BD">
        <w:rPr>
          <w:b/>
          <w:i w:val="0"/>
        </w:rPr>
        <w:t>9</w:t>
      </w:r>
    </w:p>
    <w:p w:rsidR="00D55207" w:rsidRPr="006E7D84" w:rsidRDefault="00D55207" w:rsidP="004C1E0C">
      <w:pPr>
        <w:pStyle w:val="Wine"/>
        <w:rPr>
          <w:i w:val="0"/>
        </w:rPr>
      </w:pPr>
      <w:r>
        <w:rPr>
          <w:i w:val="0"/>
        </w:rPr>
        <w:t>Bacon lardoons, sausage, cheese curds &amp; scallions</w:t>
      </w:r>
    </w:p>
    <w:p w:rsidR="00D55207" w:rsidRPr="002714DD" w:rsidRDefault="00D55207" w:rsidP="009F03CD">
      <w:pPr>
        <w:pStyle w:val="Food"/>
      </w:pPr>
      <w:r w:rsidRPr="008D496F">
        <w:t xml:space="preserve">2007 </w:t>
      </w:r>
      <w:r w:rsidRPr="002714DD">
        <w:t>"Nuestro" Bod. Diaz Bayo</w:t>
      </w:r>
    </w:p>
    <w:p w:rsidR="00D55207" w:rsidRDefault="00D55207" w:rsidP="009F03CD">
      <w:pPr>
        <w:pStyle w:val="Food"/>
      </w:pPr>
      <w:r w:rsidRPr="002714DD">
        <w:t>Tempranillo</w:t>
      </w:r>
      <w:r>
        <w:t xml:space="preserve">                         </w:t>
      </w:r>
      <w:r w:rsidRPr="008D496F">
        <w:t xml:space="preserve">     </w:t>
      </w:r>
      <w:r>
        <w:t>8.25</w:t>
      </w:r>
      <w:r w:rsidRPr="008D496F">
        <w:t xml:space="preserve">(3oz) ~ </w:t>
      </w:r>
      <w:r>
        <w:t>16.25</w:t>
      </w:r>
      <w:r w:rsidRPr="008D496F">
        <w:t>(6oz)</w:t>
      </w:r>
    </w:p>
    <w:p w:rsidR="00D55207" w:rsidRDefault="00D55207" w:rsidP="009F03CD">
      <w:pPr>
        <w:pStyle w:val="Food"/>
      </w:pPr>
    </w:p>
    <w:p w:rsidR="00D55207" w:rsidRPr="0084543B" w:rsidRDefault="00D55207" w:rsidP="00F741AD">
      <w:pPr>
        <w:pStyle w:val="Food"/>
        <w:rPr>
          <w:b/>
          <w:i w:val="0"/>
        </w:rPr>
      </w:pPr>
      <w:r w:rsidRPr="0084543B">
        <w:rPr>
          <w:b/>
          <w:i w:val="0"/>
        </w:rPr>
        <w:t xml:space="preserve">Cheddar </w:t>
      </w:r>
      <w:r>
        <w:rPr>
          <w:b/>
          <w:i w:val="0"/>
        </w:rPr>
        <w:t>&amp;</w:t>
      </w:r>
      <w:r w:rsidRPr="0084543B">
        <w:rPr>
          <w:b/>
          <w:i w:val="0"/>
        </w:rPr>
        <w:t xml:space="preserve"> Apple Salad 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 </w:t>
      </w:r>
      <w:r w:rsidRPr="0084543B">
        <w:rPr>
          <w:b/>
          <w:i w:val="0"/>
        </w:rPr>
        <w:t>9</w:t>
      </w:r>
    </w:p>
    <w:p w:rsidR="00D55207" w:rsidRPr="006E7D84" w:rsidRDefault="00D55207" w:rsidP="004C1E0C">
      <w:pPr>
        <w:pStyle w:val="Wine"/>
        <w:rPr>
          <w:i w:val="0"/>
        </w:rPr>
      </w:pPr>
      <w:r w:rsidRPr="006E7D84">
        <w:rPr>
          <w:i w:val="0"/>
        </w:rPr>
        <w:t>Greens, grapes, spiced cashews &amp; mustard vinaigrette</w:t>
      </w:r>
    </w:p>
    <w:p w:rsidR="00D55207" w:rsidRPr="00B17642" w:rsidRDefault="00D55207" w:rsidP="00111C57">
      <w:pPr>
        <w:pStyle w:val="Food"/>
      </w:pPr>
      <w:r w:rsidRPr="00111C57">
        <w:rPr>
          <w:color w:val="000000"/>
        </w:rPr>
        <w:t xml:space="preserve"> </w:t>
      </w:r>
      <w:r w:rsidRPr="008D496F">
        <w:t xml:space="preserve">2009 </w:t>
      </w:r>
      <w:r w:rsidRPr="00B17642">
        <w:t>Estancia Piedra</w:t>
      </w:r>
    </w:p>
    <w:p w:rsidR="00D55207" w:rsidRPr="00111C57" w:rsidRDefault="00D55207" w:rsidP="00111C57">
      <w:pPr>
        <w:pStyle w:val="Wine"/>
        <w:rPr>
          <w:color w:val="000000"/>
        </w:rPr>
      </w:pPr>
      <w:r w:rsidRPr="00B17642">
        <w:rPr>
          <w:lang w:val="fr-CA"/>
        </w:rPr>
        <w:t>Verdejo</w:t>
      </w:r>
      <w:r>
        <w:rPr>
          <w:lang w:val="fr-CA"/>
        </w:rPr>
        <w:t xml:space="preserve">    </w:t>
      </w:r>
      <w:r w:rsidRPr="008D496F">
        <w:rPr>
          <w:lang w:val="fr-CA"/>
        </w:rPr>
        <w:t xml:space="preserve">     </w:t>
      </w:r>
      <w:r w:rsidRPr="008D496F">
        <w:t xml:space="preserve">                     </w:t>
      </w:r>
      <w:r>
        <w:t xml:space="preserve">    </w:t>
      </w:r>
      <w:r w:rsidRPr="008D496F">
        <w:t xml:space="preserve">   </w:t>
      </w:r>
      <w:r>
        <w:t>7.52</w:t>
      </w:r>
      <w:r w:rsidRPr="008D496F">
        <w:t xml:space="preserve"> (3oz) ~</w:t>
      </w:r>
      <w:r>
        <w:t>14.25</w:t>
      </w:r>
      <w:r w:rsidRPr="008D496F">
        <w:t xml:space="preserve"> (6oz)</w:t>
      </w:r>
    </w:p>
    <w:p w:rsidR="00D55207" w:rsidRPr="00111C57" w:rsidRDefault="00D55207" w:rsidP="004C1E0C">
      <w:pPr>
        <w:pStyle w:val="Wine"/>
        <w:rPr>
          <w:color w:val="000000"/>
        </w:rPr>
      </w:pPr>
    </w:p>
    <w:p w:rsidR="00D55207" w:rsidRPr="00414F27" w:rsidRDefault="00D55207" w:rsidP="00277431">
      <w:pPr>
        <w:pStyle w:val="Wine"/>
        <w:rPr>
          <w:b/>
        </w:rPr>
      </w:pPr>
      <w:r>
        <w:rPr>
          <w:b/>
          <w:i w:val="0"/>
        </w:rPr>
        <w:t>Spinach</w:t>
      </w:r>
      <w:r w:rsidRPr="00277431">
        <w:rPr>
          <w:b/>
          <w:i w:val="0"/>
        </w:rPr>
        <w:t xml:space="preserve">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9</w:t>
      </w:r>
    </w:p>
    <w:p w:rsidR="00D55207" w:rsidRPr="00CC17B4" w:rsidRDefault="00D55207" w:rsidP="00277431">
      <w:pPr>
        <w:pStyle w:val="Food"/>
        <w:rPr>
          <w:i w:val="0"/>
        </w:rPr>
      </w:pPr>
      <w:r>
        <w:rPr>
          <w:i w:val="0"/>
        </w:rPr>
        <w:t xml:space="preserve">Dried Cranberries, walnuts, goat cheese &amp; cherry vin </w:t>
      </w:r>
    </w:p>
    <w:p w:rsidR="00D55207" w:rsidRPr="00111C57" w:rsidRDefault="00D55207" w:rsidP="00B074F0">
      <w:pPr>
        <w:pStyle w:val="Wine"/>
      </w:pPr>
      <w:r w:rsidRPr="00111C57">
        <w:t>2009 Malivoire "Mottiar"</w:t>
      </w:r>
    </w:p>
    <w:p w:rsidR="00D55207" w:rsidRDefault="00D55207" w:rsidP="00B074F0">
      <w:pPr>
        <w:pStyle w:val="Wine"/>
        <w:rPr>
          <w:b/>
          <w:i w:val="0"/>
        </w:rPr>
      </w:pPr>
      <w:r w:rsidRPr="00111C57">
        <w:t xml:space="preserve">Chardonnay                     </w:t>
      </w:r>
      <w:r>
        <w:t xml:space="preserve"> </w:t>
      </w:r>
      <w:r w:rsidRPr="00111C57">
        <w:t xml:space="preserve">        9.50(3oz) ~ 18.50 (6oz)</w:t>
      </w:r>
    </w:p>
    <w:p w:rsidR="00D55207" w:rsidRDefault="00D55207" w:rsidP="000B6A78">
      <w:pPr>
        <w:pStyle w:val="Wine"/>
        <w:rPr>
          <w:b/>
          <w:i w:val="0"/>
        </w:rPr>
      </w:pPr>
    </w:p>
    <w:p w:rsidR="00D55207" w:rsidRPr="009C4DCC" w:rsidRDefault="00D55207" w:rsidP="009C4DCC">
      <w:pPr>
        <w:pStyle w:val="Wine"/>
        <w:rPr>
          <w:b/>
          <w:i w:val="0"/>
          <w:u w:val="single"/>
        </w:rPr>
      </w:pPr>
      <w:r>
        <w:rPr>
          <w:b/>
          <w:i w:val="0"/>
        </w:rPr>
        <w:t>Chicken Liver Pate</w:t>
      </w:r>
      <w:r>
        <w:rPr>
          <w:b/>
          <w:i w:val="0"/>
        </w:rPr>
        <w:tab/>
        <w:t xml:space="preserve">   9</w:t>
      </w:r>
    </w:p>
    <w:p w:rsidR="00D55207" w:rsidRPr="009C4DCC" w:rsidRDefault="00D55207" w:rsidP="009C4DCC">
      <w:pPr>
        <w:pStyle w:val="Wine"/>
        <w:rPr>
          <w:b/>
          <w:i w:val="0"/>
        </w:rPr>
      </w:pPr>
      <w:r>
        <w:rPr>
          <w:i w:val="0"/>
        </w:rPr>
        <w:t>Toasted crostini, pickled onions &amp; balsamic greens</w:t>
      </w:r>
      <w:r>
        <w:t xml:space="preserve"> </w:t>
      </w:r>
    </w:p>
    <w:p w:rsidR="00D55207" w:rsidRPr="00612999" w:rsidRDefault="00D55207" w:rsidP="009C4DCC">
      <w:pPr>
        <w:pStyle w:val="Food"/>
      </w:pPr>
      <w:r w:rsidRPr="00612999">
        <w:t>2009 Laudo Bodegas Ondalan</w:t>
      </w:r>
    </w:p>
    <w:p w:rsidR="00D55207" w:rsidRPr="004C1E0C" w:rsidRDefault="00D55207" w:rsidP="009C4DCC">
      <w:pPr>
        <w:pStyle w:val="Wine"/>
        <w:rPr>
          <w:b/>
          <w:lang w:val="fr-CA"/>
        </w:rPr>
      </w:pPr>
      <w:r w:rsidRPr="00612999">
        <w:t>Tempranillo                            6.75 (3oz) ~ 13.00 (6oz)</w:t>
      </w:r>
    </w:p>
    <w:p w:rsidR="00D55207" w:rsidRDefault="00D55207" w:rsidP="00657EB6">
      <w:pPr>
        <w:pStyle w:val="Wine"/>
        <w:rPr>
          <w:b/>
          <w:i w:val="0"/>
        </w:rPr>
      </w:pPr>
    </w:p>
    <w:p w:rsidR="00D55207" w:rsidRPr="003E1104" w:rsidRDefault="00D55207" w:rsidP="005E0378">
      <w:pPr>
        <w:pStyle w:val="Wine"/>
        <w:rPr>
          <w:b/>
          <w:i w:val="0"/>
        </w:rPr>
      </w:pPr>
      <w:r>
        <w:rPr>
          <w:b/>
          <w:i w:val="0"/>
        </w:rPr>
        <w:t xml:space="preserve">Tempura Vegetables                              </w:t>
      </w:r>
      <w:r>
        <w:rPr>
          <w:b/>
          <w:i w:val="0"/>
        </w:rPr>
        <w:tab/>
        <w:t xml:space="preserve">     9</w:t>
      </w:r>
    </w:p>
    <w:p w:rsidR="00D55207" w:rsidRPr="00657EB6" w:rsidRDefault="00D55207" w:rsidP="005E0378">
      <w:pPr>
        <w:pStyle w:val="Wine"/>
        <w:rPr>
          <w:b/>
          <w:i w:val="0"/>
        </w:rPr>
      </w:pPr>
      <w:r>
        <w:rPr>
          <w:i w:val="0"/>
        </w:rPr>
        <w:t xml:space="preserve">Red, green peppers, zucchini, eggplant &amp; sweet chili sauce </w:t>
      </w:r>
    </w:p>
    <w:p w:rsidR="00D55207" w:rsidRDefault="00D55207" w:rsidP="005E0378">
      <w:pPr>
        <w:pStyle w:val="Wine"/>
      </w:pPr>
      <w:r w:rsidRPr="00612999">
        <w:t>2007 Stratus Toll</w:t>
      </w:r>
      <w:r>
        <w:t>ga</w:t>
      </w:r>
      <w:r w:rsidRPr="00612999">
        <w:t>te White</w:t>
      </w:r>
      <w:r w:rsidRPr="00612999">
        <w:br/>
        <w:t>Semillon, Chardonnay…            6.00(3oz) ~ 11.50 (6oz)</w:t>
      </w:r>
    </w:p>
    <w:p w:rsidR="00D55207" w:rsidRDefault="00D55207" w:rsidP="00657EB6">
      <w:pPr>
        <w:pStyle w:val="Wine"/>
        <w:rPr>
          <w:b/>
          <w:i w:val="0"/>
        </w:rPr>
      </w:pPr>
    </w:p>
    <w:p w:rsidR="00D55207" w:rsidRPr="003E1104" w:rsidRDefault="00D55207" w:rsidP="00657EB6">
      <w:pPr>
        <w:pStyle w:val="Wine"/>
        <w:rPr>
          <w:b/>
          <w:i w:val="0"/>
        </w:rPr>
      </w:pPr>
      <w:r>
        <w:rPr>
          <w:b/>
          <w:i w:val="0"/>
        </w:rPr>
        <w:t xml:space="preserve">Mushroom Risotto Cakes                               </w:t>
      </w:r>
      <w:r>
        <w:rPr>
          <w:b/>
          <w:i w:val="0"/>
        </w:rPr>
        <w:tab/>
        <w:t xml:space="preserve">   12</w:t>
      </w:r>
    </w:p>
    <w:p w:rsidR="00D55207" w:rsidRPr="00657EB6" w:rsidRDefault="00D55207" w:rsidP="00082A96">
      <w:pPr>
        <w:pStyle w:val="Wine"/>
        <w:rPr>
          <w:b/>
          <w:i w:val="0"/>
        </w:rPr>
      </w:pPr>
      <w:r>
        <w:rPr>
          <w:i w:val="0"/>
        </w:rPr>
        <w:t>Wild arugula, pesto mayo &amp; goat cheese</w:t>
      </w:r>
    </w:p>
    <w:p w:rsidR="00D55207" w:rsidRDefault="00D55207" w:rsidP="00266E1A">
      <w:pPr>
        <w:pStyle w:val="Wine"/>
      </w:pPr>
      <w:r w:rsidRPr="00343369">
        <w:t>2008 Domaine Gardiés "Les Glaciaires"</w:t>
      </w:r>
      <w:r w:rsidRPr="00343369">
        <w:br/>
        <w:t xml:space="preserve">Maccabeu, Viura                </w:t>
      </w:r>
      <w:r>
        <w:t xml:space="preserve">  </w:t>
      </w:r>
      <w:r w:rsidRPr="00343369">
        <w:t xml:space="preserve">    8.50 (3oz) ~ 16.50 (6oz)</w:t>
      </w:r>
    </w:p>
    <w:p w:rsidR="00D55207" w:rsidRDefault="00D55207" w:rsidP="00BD3AED">
      <w:pPr>
        <w:pStyle w:val="Wine"/>
        <w:rPr>
          <w:b/>
          <w:i w:val="0"/>
        </w:rPr>
      </w:pPr>
    </w:p>
    <w:p w:rsidR="00D55207" w:rsidRPr="00C610C6" w:rsidRDefault="00D55207" w:rsidP="005E0378">
      <w:pPr>
        <w:pStyle w:val="Food"/>
      </w:pPr>
      <w:r>
        <w:rPr>
          <w:b/>
          <w:i w:val="0"/>
        </w:rPr>
        <w:t xml:space="preserve">Grilled Quail                                </w:t>
      </w:r>
      <w:r w:rsidRPr="007D6D3E">
        <w:rPr>
          <w:b/>
          <w:i w:val="0"/>
        </w:rPr>
        <w:t xml:space="preserve">                         14</w:t>
      </w:r>
      <w:r>
        <w:rPr>
          <w:b/>
        </w:rPr>
        <w:t xml:space="preserve"> </w:t>
      </w:r>
      <w:r>
        <w:t xml:space="preserve"> </w:t>
      </w:r>
      <w:r w:rsidRPr="00C610C6">
        <w:t xml:space="preserve"> </w:t>
      </w:r>
    </w:p>
    <w:p w:rsidR="00D55207" w:rsidRPr="00AA1207" w:rsidRDefault="00D55207" w:rsidP="005E0378">
      <w:pPr>
        <w:pStyle w:val="Wine"/>
        <w:rPr>
          <w:i w:val="0"/>
          <w:lang w:val="fr-CA"/>
        </w:rPr>
      </w:pPr>
      <w:r>
        <w:rPr>
          <w:i w:val="0"/>
          <w:lang w:val="fr-CA"/>
        </w:rPr>
        <w:t xml:space="preserve">Roasted root vegetables &amp; Cabernet Jus </w:t>
      </w:r>
    </w:p>
    <w:p w:rsidR="00D55207" w:rsidRDefault="00D55207" w:rsidP="00BD3AED">
      <w:pPr>
        <w:pStyle w:val="Wine"/>
        <w:rPr>
          <w:b/>
          <w:i w:val="0"/>
        </w:rPr>
      </w:pPr>
      <w:r w:rsidRPr="00343369">
        <w:t>200</w:t>
      </w:r>
      <w:r>
        <w:t>6</w:t>
      </w:r>
      <w:r w:rsidRPr="00343369">
        <w:t xml:space="preserve"> </w:t>
      </w:r>
      <w:r w:rsidRPr="00EC3B57">
        <w:t>Leth "Gigama Reserve"</w:t>
      </w:r>
      <w:r w:rsidRPr="00343369">
        <w:br/>
      </w:r>
      <w:r w:rsidRPr="00EC3B57">
        <w:t>Zweigelt/Blauer Zweigelt</w:t>
      </w:r>
      <w:r>
        <w:t xml:space="preserve">     </w:t>
      </w:r>
      <w:r w:rsidRPr="00343369">
        <w:t xml:space="preserve">   </w:t>
      </w:r>
      <w:r>
        <w:t>13.75</w:t>
      </w:r>
      <w:r w:rsidRPr="00343369">
        <w:t xml:space="preserve"> (3oz) ~ </w:t>
      </w:r>
      <w:r>
        <w:t>27.00</w:t>
      </w:r>
      <w:r w:rsidRPr="00343369">
        <w:t xml:space="preserve"> (6oz)</w:t>
      </w:r>
    </w:p>
    <w:p w:rsidR="00D55207" w:rsidRDefault="00D55207" w:rsidP="009C4DCC">
      <w:pPr>
        <w:pStyle w:val="Food"/>
        <w:rPr>
          <w:b/>
          <w:i w:val="0"/>
        </w:rPr>
      </w:pPr>
    </w:p>
    <w:p w:rsidR="00D55207" w:rsidRDefault="00D55207" w:rsidP="009C4DCC">
      <w:pPr>
        <w:pStyle w:val="Food"/>
        <w:rPr>
          <w:b/>
          <w:i w:val="0"/>
        </w:rPr>
      </w:pPr>
    </w:p>
    <w:p w:rsidR="00D55207" w:rsidRDefault="00D55207" w:rsidP="009C4DCC">
      <w:pPr>
        <w:pStyle w:val="Food"/>
        <w:rPr>
          <w:b/>
          <w:i w:val="0"/>
        </w:rPr>
      </w:pPr>
    </w:p>
    <w:p w:rsidR="00D55207" w:rsidRDefault="00D55207" w:rsidP="009C4DCC">
      <w:pPr>
        <w:pStyle w:val="Food"/>
        <w:rPr>
          <w:b/>
          <w:i w:val="0"/>
        </w:rPr>
      </w:pPr>
    </w:p>
    <w:p w:rsidR="00D55207" w:rsidRDefault="00D55207" w:rsidP="009C4DCC">
      <w:pPr>
        <w:pStyle w:val="Food"/>
        <w:rPr>
          <w:b/>
          <w:i w:val="0"/>
        </w:rPr>
      </w:pPr>
    </w:p>
    <w:p w:rsidR="00D55207" w:rsidRDefault="00D55207" w:rsidP="009C4DCC">
      <w:pPr>
        <w:pStyle w:val="Food"/>
        <w:rPr>
          <w:b/>
          <w:i w:val="0"/>
        </w:rPr>
      </w:pPr>
    </w:p>
    <w:p w:rsidR="00D55207" w:rsidRDefault="00D55207" w:rsidP="009C4DCC">
      <w:pPr>
        <w:pStyle w:val="Food"/>
        <w:rPr>
          <w:b/>
          <w:i w:val="0"/>
        </w:rPr>
      </w:pPr>
    </w:p>
    <w:p w:rsidR="00D55207" w:rsidRDefault="00D55207" w:rsidP="009C4DCC">
      <w:pPr>
        <w:pStyle w:val="Food"/>
        <w:rPr>
          <w:b/>
          <w:i w:val="0"/>
        </w:rPr>
      </w:pPr>
    </w:p>
    <w:p w:rsidR="00D55207" w:rsidRDefault="00D55207" w:rsidP="009C4DCC">
      <w:pPr>
        <w:pStyle w:val="Food"/>
        <w:rPr>
          <w:b/>
          <w:i w:val="0"/>
        </w:rPr>
      </w:pPr>
    </w:p>
    <w:p w:rsidR="00D55207" w:rsidRDefault="00D55207" w:rsidP="005E0378">
      <w:pPr>
        <w:pStyle w:val="Wine"/>
        <w:rPr>
          <w:b/>
          <w:i w:val="0"/>
        </w:rPr>
      </w:pPr>
    </w:p>
    <w:p w:rsidR="00D55207" w:rsidRDefault="00D55207" w:rsidP="005E0378">
      <w:pPr>
        <w:pStyle w:val="Wine"/>
        <w:rPr>
          <w:b/>
          <w:i w:val="0"/>
        </w:rPr>
      </w:pPr>
    </w:p>
    <w:p w:rsidR="00D55207" w:rsidRPr="008144F7" w:rsidRDefault="00D55207" w:rsidP="005E0378">
      <w:pPr>
        <w:pStyle w:val="Wine"/>
        <w:rPr>
          <w:b/>
          <w:i w:val="0"/>
        </w:rPr>
      </w:pPr>
      <w:r>
        <w:rPr>
          <w:b/>
          <w:i w:val="0"/>
        </w:rPr>
        <w:t>Confit Pork Shoulder</w:t>
      </w:r>
      <w:r>
        <w:rPr>
          <w:b/>
          <w:i w:val="0"/>
        </w:rPr>
        <w:tab/>
        <w:t xml:space="preserve">   14</w:t>
      </w:r>
    </w:p>
    <w:p w:rsidR="00D55207" w:rsidRDefault="00D55207" w:rsidP="005E0378">
      <w:pPr>
        <w:pStyle w:val="Wine"/>
      </w:pPr>
      <w:r>
        <w:rPr>
          <w:i w:val="0"/>
        </w:rPr>
        <w:t xml:space="preserve">Mustard polenta &amp; </w:t>
      </w:r>
      <w:smartTag w:uri="urn:schemas-microsoft-com:office:smarttags" w:element="place">
        <w:r>
          <w:rPr>
            <w:i w:val="0"/>
          </w:rPr>
          <w:t>Niagara</w:t>
        </w:r>
      </w:smartTag>
      <w:r>
        <w:rPr>
          <w:i w:val="0"/>
        </w:rPr>
        <w:t xml:space="preserve"> cherries</w:t>
      </w:r>
      <w:r>
        <w:t xml:space="preserve"> </w:t>
      </w:r>
    </w:p>
    <w:p w:rsidR="00D55207" w:rsidRPr="004C1E0C" w:rsidRDefault="00D55207" w:rsidP="005E0378">
      <w:pPr>
        <w:pStyle w:val="Wine"/>
        <w:rPr>
          <w:b/>
          <w:lang w:val="fr-CA"/>
        </w:rPr>
      </w:pPr>
      <w:r w:rsidRPr="00EC3B57">
        <w:rPr>
          <w:lang w:val="fr-CA"/>
        </w:rPr>
        <w:t>2008 Dom. Du Roncee, Chinon</w:t>
      </w:r>
      <w:r w:rsidRPr="00EC3B57">
        <w:rPr>
          <w:lang w:val="fr-CA"/>
        </w:rPr>
        <w:br/>
        <w:t>Cabernet Franc                       7.75 (3oz) ~ 15.25 (6oz)</w:t>
      </w:r>
    </w:p>
    <w:p w:rsidR="00D55207" w:rsidRDefault="00D55207" w:rsidP="009C4DCC">
      <w:pPr>
        <w:pStyle w:val="Food"/>
        <w:rPr>
          <w:b/>
          <w:i w:val="0"/>
        </w:rPr>
      </w:pPr>
    </w:p>
    <w:p w:rsidR="00D55207" w:rsidRPr="00F741AD" w:rsidRDefault="00D55207" w:rsidP="005E0378">
      <w:pPr>
        <w:pStyle w:val="Wine"/>
        <w:rPr>
          <w:b/>
        </w:rPr>
      </w:pPr>
      <w:r>
        <w:rPr>
          <w:b/>
          <w:i w:val="0"/>
        </w:rPr>
        <w:t xml:space="preserve">Seared </w:t>
      </w:r>
      <w:smartTag w:uri="urn:schemas-microsoft-com:office:smarttags" w:element="place">
        <w:r>
          <w:rPr>
            <w:b/>
            <w:i w:val="0"/>
          </w:rPr>
          <w:t>Muscovy</w:t>
        </w:r>
      </w:smartTag>
      <w:r>
        <w:rPr>
          <w:b/>
          <w:i w:val="0"/>
        </w:rPr>
        <w:t xml:space="preserve"> Duck Breast</w:t>
      </w:r>
      <w:r w:rsidRPr="00646BE0">
        <w:rPr>
          <w:b/>
          <w:i w:val="0"/>
        </w:rPr>
        <w:t xml:space="preserve">                      </w:t>
      </w:r>
      <w:r>
        <w:rPr>
          <w:b/>
          <w:i w:val="0"/>
        </w:rPr>
        <w:t xml:space="preserve">            15                                 </w:t>
      </w:r>
    </w:p>
    <w:p w:rsidR="00D55207" w:rsidRPr="00277431" w:rsidRDefault="00D55207" w:rsidP="005E0378">
      <w:pPr>
        <w:pStyle w:val="Wine"/>
        <w:rPr>
          <w:i w:val="0"/>
        </w:rPr>
      </w:pPr>
      <w:r>
        <w:rPr>
          <w:i w:val="0"/>
        </w:rPr>
        <w:t>Carrot puree, garlic rapini &amp; cabernet jus</w:t>
      </w:r>
      <w:r w:rsidRPr="00C610C6">
        <w:rPr>
          <w:i w:val="0"/>
        </w:rPr>
        <w:t xml:space="preserve"> </w:t>
      </w:r>
    </w:p>
    <w:p w:rsidR="00D55207" w:rsidRDefault="00D55207" w:rsidP="005E0378">
      <w:pPr>
        <w:pStyle w:val="Wine"/>
        <w:rPr>
          <w:b/>
          <w:i w:val="0"/>
        </w:rPr>
      </w:pPr>
      <w:r w:rsidRPr="00EC3B57">
        <w:t>2006 Waterstone</w:t>
      </w:r>
      <w:r w:rsidRPr="00EC3B57">
        <w:br/>
        <w:t>Cabernet Sauvignon                11.25 (3oz) ~ 22.00 (6oz)</w:t>
      </w:r>
    </w:p>
    <w:p w:rsidR="00D55207" w:rsidRDefault="00D55207" w:rsidP="005E0378">
      <w:pPr>
        <w:pStyle w:val="Food"/>
        <w:rPr>
          <w:b/>
          <w:i w:val="0"/>
        </w:rPr>
      </w:pPr>
    </w:p>
    <w:p w:rsidR="00D55207" w:rsidRDefault="00D55207" w:rsidP="00266E1A">
      <w:pPr>
        <w:pStyle w:val="Wine"/>
        <w:rPr>
          <w:b/>
        </w:rPr>
      </w:pPr>
      <w:r>
        <w:rPr>
          <w:b/>
          <w:i w:val="0"/>
        </w:rPr>
        <w:t xml:space="preserve">Pan Seared Pickerel                                        </w:t>
      </w:r>
      <w:r>
        <w:rPr>
          <w:b/>
          <w:i w:val="0"/>
        </w:rPr>
        <w:tab/>
        <w:t xml:space="preserve">   14</w:t>
      </w:r>
    </w:p>
    <w:p w:rsidR="00D55207" w:rsidRPr="000075A3" w:rsidRDefault="00D55207" w:rsidP="00266E1A">
      <w:pPr>
        <w:pStyle w:val="Wine"/>
        <w:rPr>
          <w:i w:val="0"/>
        </w:rPr>
      </w:pPr>
      <w:r>
        <w:rPr>
          <w:i w:val="0"/>
        </w:rPr>
        <w:t>Fingerling potatoes, braised fennel &amp; leeks</w:t>
      </w:r>
    </w:p>
    <w:p w:rsidR="00D55207" w:rsidRDefault="00D55207" w:rsidP="00266E1A">
      <w:pPr>
        <w:pStyle w:val="Wine"/>
        <w:rPr>
          <w:b/>
          <w:i w:val="0"/>
        </w:rPr>
      </w:pPr>
      <w:r w:rsidRPr="00343369">
        <w:t xml:space="preserve">2008 Stratus </w:t>
      </w:r>
      <w:r w:rsidRPr="00343369">
        <w:br/>
        <w:t>Viognier                                   13.50 (3oz) ~ 26.50 (6oz)</w:t>
      </w:r>
    </w:p>
    <w:p w:rsidR="00D55207" w:rsidRDefault="00D55207" w:rsidP="00A8369C">
      <w:pPr>
        <w:pStyle w:val="Wine"/>
        <w:rPr>
          <w:b/>
          <w:i w:val="0"/>
        </w:rPr>
      </w:pPr>
    </w:p>
    <w:p w:rsidR="00D55207" w:rsidRPr="006E7D84" w:rsidRDefault="00D55207" w:rsidP="004C1E0C">
      <w:pPr>
        <w:pStyle w:val="Wine"/>
        <w:rPr>
          <w:b/>
          <w:i w:val="0"/>
        </w:rPr>
      </w:pPr>
      <w:smartTag w:uri="urn:schemas-microsoft-com:office:smarttags" w:element="place">
        <w:smartTag w:uri="urn:schemas-microsoft-com:office:smarttags" w:element="PlaceName">
          <w:r w:rsidRPr="006E7D84">
            <w:rPr>
              <w:b/>
              <w:i w:val="0"/>
            </w:rPr>
            <w:t>Qualicum</w:t>
          </w:r>
        </w:smartTag>
        <w:r w:rsidRPr="006E7D84">
          <w:rPr>
            <w:b/>
            <w:i w:val="0"/>
          </w:rPr>
          <w:t xml:space="preserve"> </w:t>
        </w:r>
        <w:smartTag w:uri="urn:schemas-microsoft-com:office:smarttags" w:element="PlaceType">
          <w:r w:rsidRPr="006E7D84">
            <w:rPr>
              <w:b/>
              <w:i w:val="0"/>
            </w:rPr>
            <w:t>Bay</w:t>
          </w:r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</w:t>
      </w:r>
      <w:r w:rsidRPr="00C6048E">
        <w:rPr>
          <w:b/>
          <w:i w:val="0"/>
        </w:rPr>
        <w:t>1</w:t>
      </w:r>
      <w:r>
        <w:rPr>
          <w:b/>
          <w:i w:val="0"/>
        </w:rPr>
        <w:t>6</w:t>
      </w:r>
    </w:p>
    <w:p w:rsidR="00D55207" w:rsidRPr="00C06276" w:rsidRDefault="00D55207" w:rsidP="000075A3">
      <w:pPr>
        <w:pStyle w:val="Wine"/>
        <w:rPr>
          <w:b/>
        </w:rPr>
      </w:pPr>
      <w:r>
        <w:rPr>
          <w:i w:val="0"/>
        </w:rPr>
        <w:t xml:space="preserve">Green split peas, collard greens &amp; radishes </w:t>
      </w:r>
    </w:p>
    <w:p w:rsidR="00D55207" w:rsidRPr="00B25B94" w:rsidRDefault="00D55207" w:rsidP="006544F4">
      <w:pPr>
        <w:pStyle w:val="Food"/>
        <w:rPr>
          <w:b/>
        </w:rPr>
      </w:pPr>
      <w:r w:rsidRPr="00E863D3">
        <w:t>2007 Kuhling - Gillot "Nierstein Olberg"</w:t>
      </w:r>
      <w:r w:rsidRPr="00E863D3">
        <w:br/>
        <w:t>Riesling                              17.75 (3oz) ~ 35.00 (6oz)</w:t>
      </w:r>
      <w:r>
        <w:t>0</w:t>
      </w:r>
    </w:p>
    <w:p w:rsidR="00D55207" w:rsidRDefault="00D55207" w:rsidP="00FB4691">
      <w:pPr>
        <w:pStyle w:val="Wine"/>
        <w:rPr>
          <w:b/>
          <w:i w:val="0"/>
        </w:rPr>
      </w:pPr>
    </w:p>
    <w:p w:rsidR="00D55207" w:rsidRPr="00C610C6" w:rsidRDefault="00D55207" w:rsidP="00B07F17">
      <w:pPr>
        <w:pStyle w:val="Food"/>
        <w:rPr>
          <w:b/>
          <w:i w:val="0"/>
        </w:rPr>
      </w:pPr>
      <w:r>
        <w:rPr>
          <w:b/>
          <w:i w:val="0"/>
        </w:rPr>
        <w:t>Grilled Flank Steak</w:t>
      </w:r>
      <w:r>
        <w:rPr>
          <w:b/>
          <w:i w:val="0"/>
        </w:rPr>
        <w:tab/>
        <w:t>15</w:t>
      </w:r>
    </w:p>
    <w:p w:rsidR="00D55207" w:rsidRPr="005F4700" w:rsidRDefault="00D55207" w:rsidP="00AA1207">
      <w:pPr>
        <w:pStyle w:val="Food"/>
        <w:rPr>
          <w:i w:val="0"/>
        </w:rPr>
      </w:pPr>
      <w:r>
        <w:rPr>
          <w:i w:val="0"/>
        </w:rPr>
        <w:t>Brown sugar marinade, crushed potatoe &amp; sprouts</w:t>
      </w:r>
    </w:p>
    <w:p w:rsidR="00D55207" w:rsidRPr="004C1E0C" w:rsidRDefault="00D55207" w:rsidP="00B07F17">
      <w:pPr>
        <w:pStyle w:val="Wine"/>
      </w:pPr>
      <w:r w:rsidRPr="004C1E0C">
        <w:rPr>
          <w:lang w:val="fr-CA"/>
        </w:rPr>
        <w:t xml:space="preserve">2006 Hidden Bench </w:t>
      </w:r>
      <w:r w:rsidRPr="004C1E0C">
        <w:rPr>
          <w:lang w:val="fr-CA"/>
        </w:rPr>
        <w:br/>
      </w:r>
      <w:r w:rsidRPr="00343369">
        <w:rPr>
          <w:lang w:val="fr-CA"/>
        </w:rPr>
        <w:t>Merlot, Cabs, Malbec</w:t>
      </w:r>
      <w:r>
        <w:rPr>
          <w:lang w:val="fr-CA"/>
        </w:rPr>
        <w:t xml:space="preserve">     </w:t>
      </w:r>
      <w:r w:rsidRPr="004C1E0C">
        <w:rPr>
          <w:lang w:val="fr-CA"/>
        </w:rPr>
        <w:t xml:space="preserve">        15.00 (3oz) ~ 30.00 (6oz)</w:t>
      </w:r>
    </w:p>
    <w:p w:rsidR="00D55207" w:rsidRDefault="00D55207" w:rsidP="00C4627B">
      <w:pPr>
        <w:rPr>
          <w:rFonts w:ascii="Times New Roman" w:hAnsi="Times New Roman"/>
          <w:sz w:val="20"/>
          <w:lang w:val="fr-CA"/>
        </w:rPr>
      </w:pPr>
    </w:p>
    <w:p w:rsidR="00D55207" w:rsidRPr="004C1E0C" w:rsidRDefault="00D55207" w:rsidP="004C1E0C">
      <w:pPr>
        <w:pStyle w:val="Wine"/>
        <w:rPr>
          <w:b/>
          <w:lang w:val="fr-CA"/>
        </w:rPr>
      </w:pPr>
      <w:r w:rsidRPr="00D14788">
        <w:rPr>
          <w:b/>
          <w:lang w:val="fr-CA"/>
        </w:rPr>
        <w:t>Se</w:t>
      </w:r>
      <w:r w:rsidRPr="006E7D84">
        <w:rPr>
          <w:b/>
          <w:i w:val="0"/>
          <w:lang w:val="fr-CA"/>
        </w:rPr>
        <w:t>lect</w:t>
      </w:r>
      <w:r>
        <w:rPr>
          <w:b/>
          <w:i w:val="0"/>
          <w:lang w:val="fr-CA"/>
        </w:rPr>
        <w:t>ion of Artisanal Canadian Cheese</w:t>
      </w:r>
      <w:r w:rsidRPr="006E7D84">
        <w:rPr>
          <w:b/>
          <w:i w:val="0"/>
          <w:lang w:val="fr-CA"/>
        </w:rPr>
        <w:t xml:space="preserve">               16</w:t>
      </w:r>
      <w:r w:rsidRPr="00D14788">
        <w:rPr>
          <w:b/>
          <w:lang w:val="fr-CA"/>
        </w:rPr>
        <w:br/>
      </w:r>
      <w:r w:rsidRPr="001C5956">
        <w:rPr>
          <w:lang w:val="fr-CA"/>
        </w:rPr>
        <w:t>2004 Domaine Tissot</w:t>
      </w:r>
      <w:r w:rsidRPr="001C5956">
        <w:rPr>
          <w:lang w:val="fr-CA"/>
        </w:rPr>
        <w:br/>
        <w:t>Savagnin                                 12.25 (</w:t>
      </w:r>
      <w:r>
        <w:rPr>
          <w:lang w:val="fr-CA"/>
        </w:rPr>
        <w:t>3</w:t>
      </w:r>
      <w:r w:rsidRPr="001C5956">
        <w:rPr>
          <w:lang w:val="fr-CA"/>
        </w:rPr>
        <w:t>oz) ~ 24.00 (6oz)</w:t>
      </w:r>
    </w:p>
    <w:p w:rsidR="00D55207" w:rsidRDefault="00D55207" w:rsidP="00B6067D">
      <w:pPr>
        <w:pStyle w:val="Food"/>
        <w:rPr>
          <w:b/>
          <w:i w:val="0"/>
        </w:rPr>
      </w:pPr>
    </w:p>
    <w:p w:rsidR="00D55207" w:rsidRDefault="00D55207" w:rsidP="00523E83">
      <w:pPr>
        <w:pStyle w:val="Food"/>
        <w:rPr>
          <w:b/>
          <w:i w:val="0"/>
        </w:rPr>
      </w:pPr>
      <w:r>
        <w:rPr>
          <w:b/>
          <w:i w:val="0"/>
        </w:rPr>
        <w:t>Carrot Bread Pudding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D55207" w:rsidRPr="00B25DA9" w:rsidRDefault="00D55207" w:rsidP="00523E83">
      <w:pPr>
        <w:pStyle w:val="Food"/>
        <w:rPr>
          <w:b/>
          <w:i w:val="0"/>
        </w:rPr>
      </w:pPr>
      <w:r>
        <w:rPr>
          <w:i w:val="0"/>
        </w:rPr>
        <w:t xml:space="preserve">Cinnamon creme anglaise </w:t>
      </w:r>
    </w:p>
    <w:p w:rsidR="00D55207" w:rsidRPr="00467875" w:rsidRDefault="00D55207" w:rsidP="00523E83">
      <w:pPr>
        <w:pStyle w:val="Food"/>
      </w:pPr>
      <w:r>
        <w:t>Domaine Gardies « Ambre »</w:t>
      </w:r>
    </w:p>
    <w:p w:rsidR="00D55207" w:rsidRDefault="00D55207" w:rsidP="00523E83">
      <w:pPr>
        <w:pStyle w:val="Food"/>
      </w:pPr>
      <w:r w:rsidRPr="00467875">
        <w:t>Grenache Blanc                       15.00(</w:t>
      </w:r>
      <w:r>
        <w:t>1</w:t>
      </w:r>
      <w:r w:rsidRPr="00467875">
        <w:t>oz)~30.00(2oz)</w:t>
      </w:r>
    </w:p>
    <w:p w:rsidR="00D55207" w:rsidRDefault="00D55207" w:rsidP="00B6067D">
      <w:pPr>
        <w:pStyle w:val="Food"/>
        <w:rPr>
          <w:b/>
          <w:i w:val="0"/>
        </w:rPr>
      </w:pPr>
    </w:p>
    <w:p w:rsidR="00D55207" w:rsidRDefault="00D55207" w:rsidP="00B6067D">
      <w:pPr>
        <w:pStyle w:val="Food"/>
        <w:rPr>
          <w:b/>
          <w:i w:val="0"/>
        </w:rPr>
      </w:pPr>
      <w:r>
        <w:rPr>
          <w:b/>
          <w:i w:val="0"/>
        </w:rPr>
        <w:t>Peanut Butter Creme Brulee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D55207" w:rsidRPr="00B25DA9" w:rsidRDefault="00D55207" w:rsidP="00B6067D">
      <w:pPr>
        <w:pStyle w:val="Food"/>
        <w:rPr>
          <w:b/>
          <w:i w:val="0"/>
        </w:rPr>
      </w:pPr>
      <w:r>
        <w:rPr>
          <w:i w:val="0"/>
        </w:rPr>
        <w:t>Chocolate peanut square</w:t>
      </w:r>
    </w:p>
    <w:p w:rsidR="00D55207" w:rsidRDefault="00D55207" w:rsidP="004E5807">
      <w:pPr>
        <w:pStyle w:val="Food"/>
      </w:pPr>
      <w:r>
        <w:t>NV Gonzalez-Byass « Nectar »</w:t>
      </w:r>
    </w:p>
    <w:p w:rsidR="00D55207" w:rsidRDefault="00D55207" w:rsidP="004E5807">
      <w:pPr>
        <w:pStyle w:val="Food"/>
      </w:pPr>
      <w:r>
        <w:t xml:space="preserve">Pedro Ximenez                     </w:t>
      </w:r>
      <w:r w:rsidRPr="00C20178">
        <w:t xml:space="preserve"> </w:t>
      </w:r>
      <w:r>
        <w:t>7.00</w:t>
      </w:r>
      <w:r w:rsidRPr="00C20178">
        <w:t xml:space="preserve"> (</w:t>
      </w:r>
      <w:r>
        <w:t>1</w:t>
      </w:r>
      <w:r w:rsidRPr="00C20178">
        <w:t xml:space="preserve">oz) ~ </w:t>
      </w:r>
      <w:r>
        <w:t>14.00</w:t>
      </w:r>
      <w:r w:rsidRPr="00C20178">
        <w:t xml:space="preserve"> (</w:t>
      </w:r>
      <w:r>
        <w:t>2</w:t>
      </w:r>
      <w:r w:rsidRPr="00C20178">
        <w:t>oz)</w:t>
      </w:r>
    </w:p>
    <w:p w:rsidR="00D55207" w:rsidRDefault="00D55207" w:rsidP="005A185D">
      <w:pPr>
        <w:pStyle w:val="Food"/>
        <w:rPr>
          <w:b/>
          <w:i w:val="0"/>
        </w:rPr>
      </w:pPr>
    </w:p>
    <w:p w:rsidR="00D55207" w:rsidRDefault="00D55207" w:rsidP="003444D4">
      <w:pPr>
        <w:pStyle w:val="Food"/>
        <w:rPr>
          <w:b/>
          <w:i w:val="0"/>
        </w:rPr>
      </w:pPr>
      <w:r>
        <w:rPr>
          <w:b/>
          <w:i w:val="0"/>
        </w:rPr>
        <w:t>Bailey’s Mocha Triffle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D55207" w:rsidRPr="00B25DA9" w:rsidRDefault="00D55207" w:rsidP="003444D4">
      <w:pPr>
        <w:pStyle w:val="Food"/>
        <w:rPr>
          <w:b/>
          <w:i w:val="0"/>
        </w:rPr>
      </w:pPr>
      <w:r>
        <w:rPr>
          <w:i w:val="0"/>
        </w:rPr>
        <w:t>Toasted coconut &amp; candied walnuts</w:t>
      </w:r>
    </w:p>
    <w:p w:rsidR="00D55207" w:rsidRPr="00722E10" w:rsidRDefault="00D55207" w:rsidP="00AA0AF6">
      <w:pPr>
        <w:pStyle w:val="Food"/>
        <w:rPr>
          <w:highlight w:val="yellow"/>
        </w:rPr>
      </w:pPr>
      <w:r>
        <w:t xml:space="preserve">2005 </w:t>
      </w:r>
      <w:r w:rsidRPr="00722E10">
        <w:t>Weinbau Zahel "Rosengartl"</w:t>
      </w:r>
    </w:p>
    <w:p w:rsidR="00D55207" w:rsidRDefault="00D55207" w:rsidP="00AA0AF6">
      <w:pPr>
        <w:pStyle w:val="Food"/>
        <w:rPr>
          <w:b/>
          <w:i w:val="0"/>
        </w:rPr>
      </w:pPr>
      <w:r w:rsidRPr="00722E10">
        <w:t>Vienna, Austria                         5.00 (1oz) ~ 9.50 (2oz)</w:t>
      </w:r>
    </w:p>
    <w:p w:rsidR="00D55207" w:rsidRDefault="00D55207" w:rsidP="00C561B1">
      <w:pPr>
        <w:pStyle w:val="Food"/>
        <w:rPr>
          <w:b/>
          <w:i w:val="0"/>
        </w:rPr>
      </w:pPr>
    </w:p>
    <w:p w:rsidR="00D55207" w:rsidRPr="0084543B" w:rsidRDefault="00D55207" w:rsidP="00C561B1">
      <w:pPr>
        <w:pStyle w:val="Food"/>
        <w:rPr>
          <w:b/>
          <w:i w:val="0"/>
        </w:rPr>
      </w:pPr>
      <w:r>
        <w:rPr>
          <w:b/>
          <w:i w:val="0"/>
        </w:rPr>
        <w:t xml:space="preserve">Milk Chocolate Mousse 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</w:p>
    <w:p w:rsidR="00D55207" w:rsidRDefault="00D55207" w:rsidP="00C561B1">
      <w:pPr>
        <w:pStyle w:val="Food"/>
        <w:rPr>
          <w:i w:val="0"/>
        </w:rPr>
      </w:pPr>
      <w:r>
        <w:rPr>
          <w:i w:val="0"/>
        </w:rPr>
        <w:t xml:space="preserve">Sour cherries &amp; chantily cream </w:t>
      </w:r>
    </w:p>
    <w:p w:rsidR="00D55207" w:rsidRDefault="00D55207" w:rsidP="00AA0AF6">
      <w:pPr>
        <w:pStyle w:val="Food"/>
      </w:pPr>
      <w:r>
        <w:t>2005 Lammershoek</w:t>
      </w:r>
    </w:p>
    <w:p w:rsidR="00D55207" w:rsidRDefault="00D55207" w:rsidP="00AA0AF6">
      <w:pPr>
        <w:pStyle w:val="Food"/>
      </w:pPr>
      <w:r>
        <w:t>Pinotage                               8.00</w:t>
      </w:r>
      <w:r w:rsidRPr="00C20178">
        <w:t xml:space="preserve"> (</w:t>
      </w:r>
      <w:r>
        <w:t>1</w:t>
      </w:r>
      <w:r w:rsidRPr="00C20178">
        <w:t xml:space="preserve">oz) ~ </w:t>
      </w:r>
      <w:r>
        <w:t>16.00</w:t>
      </w:r>
      <w:r w:rsidRPr="00C20178">
        <w:t xml:space="preserve"> (</w:t>
      </w:r>
      <w:r>
        <w:t>2</w:t>
      </w:r>
      <w:r w:rsidRPr="00C20178">
        <w:t>oz)</w:t>
      </w:r>
    </w:p>
    <w:p w:rsidR="00D55207" w:rsidRDefault="00D55207" w:rsidP="00A06680">
      <w:pPr>
        <w:pStyle w:val="Food"/>
      </w:pPr>
    </w:p>
    <w:p w:rsidR="00D55207" w:rsidRPr="00790246" w:rsidRDefault="00D55207" w:rsidP="00A06680">
      <w:pPr>
        <w:pStyle w:val="Food"/>
      </w:pPr>
      <w:r>
        <w:t xml:space="preserve">Thursday, January 13th, 2011 </w:t>
      </w:r>
      <w:r>
        <w:br/>
        <w:t>Bryan Burk</w:t>
      </w:r>
      <w:r w:rsidRPr="00790246">
        <w:t>e – Executive Chef</w:t>
      </w:r>
    </w:p>
    <w:p w:rsidR="00D55207" w:rsidRDefault="00D55207" w:rsidP="00F741AD">
      <w:pPr>
        <w:pStyle w:val="Food"/>
      </w:pPr>
      <w:r w:rsidRPr="005A2357">
        <w:t>Adam Dolley - Sous Chef</w:t>
      </w:r>
    </w:p>
    <w:p w:rsidR="00D55207" w:rsidRDefault="00D55207" w:rsidP="00F741AD">
      <w:pPr>
        <w:pStyle w:val="Food"/>
      </w:pPr>
    </w:p>
    <w:p w:rsidR="00D55207" w:rsidRPr="007B7319" w:rsidRDefault="00D55207" w:rsidP="00495053">
      <w:pPr>
        <w:pStyle w:val="Food"/>
      </w:pPr>
      <w:r w:rsidRPr="007B7319">
        <w:t>We support a healthy, ethical, sustainable, local food culture.</w:t>
      </w:r>
    </w:p>
    <w:p w:rsidR="00D55207" w:rsidRDefault="00D55207" w:rsidP="00F741AD">
      <w:pPr>
        <w:pStyle w:val="Food"/>
      </w:pPr>
    </w:p>
    <w:sectPr w:rsidR="00D55207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5" type="#_x0000_t75" style="width:12.75pt;height:12.75pt;visibility:visible" o:bullet="t">
        <v:imagedata r:id="rId1" o:title=""/>
      </v:shape>
    </w:pict>
  </w:numPicBullet>
  <w:abstractNum w:abstractNumId="0">
    <w:nsid w:val="FFFFFF7C"/>
    <w:multiLevelType w:val="singleLevel"/>
    <w:tmpl w:val="44524C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9AA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38F1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F64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BA3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636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F2A2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1CC4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920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1EA0F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E4210"/>
    <w:multiLevelType w:val="multilevel"/>
    <w:tmpl w:val="C7F44E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46252C4"/>
    <w:multiLevelType w:val="hybridMultilevel"/>
    <w:tmpl w:val="C7F44E04"/>
    <w:lvl w:ilvl="0" w:tplc="64C41A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A7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325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A48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4B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7C8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AE1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24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81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C001A5"/>
    <w:multiLevelType w:val="hybridMultilevel"/>
    <w:tmpl w:val="306639B6"/>
    <w:lvl w:ilvl="0" w:tplc="83B40160">
      <w:start w:val="2005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A22288"/>
    <w:multiLevelType w:val="hybridMultilevel"/>
    <w:tmpl w:val="8D269424"/>
    <w:lvl w:ilvl="0" w:tplc="D5F0D5A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B866D18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ECAA75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14230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A58BBB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738E30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37AE0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567F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E12C08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553B"/>
    <w:rsid w:val="00025A59"/>
    <w:rsid w:val="00025D31"/>
    <w:rsid w:val="00025E2C"/>
    <w:rsid w:val="000263B5"/>
    <w:rsid w:val="0002664D"/>
    <w:rsid w:val="000278D3"/>
    <w:rsid w:val="0003136E"/>
    <w:rsid w:val="00031471"/>
    <w:rsid w:val="0003207C"/>
    <w:rsid w:val="00032E51"/>
    <w:rsid w:val="00034D42"/>
    <w:rsid w:val="000350B6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4658"/>
    <w:rsid w:val="00074F0B"/>
    <w:rsid w:val="0007704B"/>
    <w:rsid w:val="00081ADA"/>
    <w:rsid w:val="00082A96"/>
    <w:rsid w:val="000841F3"/>
    <w:rsid w:val="00084301"/>
    <w:rsid w:val="00084ACB"/>
    <w:rsid w:val="00086C18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3AB1"/>
    <w:rsid w:val="000C4D0F"/>
    <w:rsid w:val="000C5494"/>
    <w:rsid w:val="000C54C3"/>
    <w:rsid w:val="000C6019"/>
    <w:rsid w:val="000C630E"/>
    <w:rsid w:val="000D04A6"/>
    <w:rsid w:val="000D138E"/>
    <w:rsid w:val="000D17D6"/>
    <w:rsid w:val="000D1860"/>
    <w:rsid w:val="000D18D4"/>
    <w:rsid w:val="000D18F8"/>
    <w:rsid w:val="000D1B93"/>
    <w:rsid w:val="000D1D6F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2299"/>
    <w:rsid w:val="000F29D2"/>
    <w:rsid w:val="000F2D05"/>
    <w:rsid w:val="000F2D2C"/>
    <w:rsid w:val="000F3E99"/>
    <w:rsid w:val="000F5730"/>
    <w:rsid w:val="000F630B"/>
    <w:rsid w:val="001006F5"/>
    <w:rsid w:val="00101C8B"/>
    <w:rsid w:val="001029F5"/>
    <w:rsid w:val="00102BD8"/>
    <w:rsid w:val="00103136"/>
    <w:rsid w:val="00103A9B"/>
    <w:rsid w:val="00105B6E"/>
    <w:rsid w:val="00106153"/>
    <w:rsid w:val="00107CF6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5CFC"/>
    <w:rsid w:val="00136100"/>
    <w:rsid w:val="00137809"/>
    <w:rsid w:val="001378B9"/>
    <w:rsid w:val="001403EC"/>
    <w:rsid w:val="0014069D"/>
    <w:rsid w:val="0014099B"/>
    <w:rsid w:val="001413D7"/>
    <w:rsid w:val="00142C0F"/>
    <w:rsid w:val="00143DD3"/>
    <w:rsid w:val="00146A12"/>
    <w:rsid w:val="00147042"/>
    <w:rsid w:val="0014778C"/>
    <w:rsid w:val="00147813"/>
    <w:rsid w:val="00147E84"/>
    <w:rsid w:val="00150D84"/>
    <w:rsid w:val="00151160"/>
    <w:rsid w:val="00151B5F"/>
    <w:rsid w:val="00154E2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F38"/>
    <w:rsid w:val="0019526E"/>
    <w:rsid w:val="00195608"/>
    <w:rsid w:val="00195F58"/>
    <w:rsid w:val="00196F6C"/>
    <w:rsid w:val="00197717"/>
    <w:rsid w:val="001A0246"/>
    <w:rsid w:val="001A0694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0BC0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2DAE"/>
    <w:rsid w:val="001D389A"/>
    <w:rsid w:val="001D3B20"/>
    <w:rsid w:val="001D3C42"/>
    <w:rsid w:val="001D4751"/>
    <w:rsid w:val="001D51BE"/>
    <w:rsid w:val="001D6F80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522F"/>
    <w:rsid w:val="00230DF2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5B4B"/>
    <w:rsid w:val="00246177"/>
    <w:rsid w:val="00246909"/>
    <w:rsid w:val="00247759"/>
    <w:rsid w:val="002503DA"/>
    <w:rsid w:val="00252983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D7"/>
    <w:rsid w:val="002711D3"/>
    <w:rsid w:val="002714DD"/>
    <w:rsid w:val="00271604"/>
    <w:rsid w:val="00271C3B"/>
    <w:rsid w:val="00271E8D"/>
    <w:rsid w:val="00271EB7"/>
    <w:rsid w:val="00271F51"/>
    <w:rsid w:val="0027272D"/>
    <w:rsid w:val="00272CE1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63E1"/>
    <w:rsid w:val="002A6C86"/>
    <w:rsid w:val="002A6F5F"/>
    <w:rsid w:val="002B00F9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75C4"/>
    <w:rsid w:val="002D2C2A"/>
    <w:rsid w:val="002D4024"/>
    <w:rsid w:val="002D43DF"/>
    <w:rsid w:val="002D4A56"/>
    <w:rsid w:val="002D5225"/>
    <w:rsid w:val="002D5618"/>
    <w:rsid w:val="002D5A50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32C64"/>
    <w:rsid w:val="00332FBD"/>
    <w:rsid w:val="003337A1"/>
    <w:rsid w:val="0033390E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3A29"/>
    <w:rsid w:val="00373C26"/>
    <w:rsid w:val="00375B57"/>
    <w:rsid w:val="0037659D"/>
    <w:rsid w:val="0037660C"/>
    <w:rsid w:val="00376A68"/>
    <w:rsid w:val="00381192"/>
    <w:rsid w:val="00381C4A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530"/>
    <w:rsid w:val="003D14E9"/>
    <w:rsid w:val="003D1B12"/>
    <w:rsid w:val="003D24EF"/>
    <w:rsid w:val="003D2FB5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74B"/>
    <w:rsid w:val="003E5E4F"/>
    <w:rsid w:val="003E74F7"/>
    <w:rsid w:val="003E764F"/>
    <w:rsid w:val="003F1032"/>
    <w:rsid w:val="003F1CF8"/>
    <w:rsid w:val="003F2EDD"/>
    <w:rsid w:val="003F424A"/>
    <w:rsid w:val="003F4554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365E"/>
    <w:rsid w:val="00423955"/>
    <w:rsid w:val="00423B1C"/>
    <w:rsid w:val="00424314"/>
    <w:rsid w:val="0042585E"/>
    <w:rsid w:val="004259F8"/>
    <w:rsid w:val="00427441"/>
    <w:rsid w:val="00427D82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573C"/>
    <w:rsid w:val="00447B94"/>
    <w:rsid w:val="0045003B"/>
    <w:rsid w:val="0045157B"/>
    <w:rsid w:val="00452168"/>
    <w:rsid w:val="00452BB1"/>
    <w:rsid w:val="00453E52"/>
    <w:rsid w:val="00454539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5053"/>
    <w:rsid w:val="00495CD5"/>
    <w:rsid w:val="004963DD"/>
    <w:rsid w:val="004963E6"/>
    <w:rsid w:val="00496D4A"/>
    <w:rsid w:val="00497388"/>
    <w:rsid w:val="00497458"/>
    <w:rsid w:val="00497738"/>
    <w:rsid w:val="004A0DF5"/>
    <w:rsid w:val="004A12C3"/>
    <w:rsid w:val="004A18C4"/>
    <w:rsid w:val="004A1BCE"/>
    <w:rsid w:val="004A2637"/>
    <w:rsid w:val="004A2A65"/>
    <w:rsid w:val="004A2DFC"/>
    <w:rsid w:val="004A2FE5"/>
    <w:rsid w:val="004A3630"/>
    <w:rsid w:val="004A41AF"/>
    <w:rsid w:val="004A725B"/>
    <w:rsid w:val="004A7CD2"/>
    <w:rsid w:val="004B063D"/>
    <w:rsid w:val="004B07F5"/>
    <w:rsid w:val="004B162D"/>
    <w:rsid w:val="004B1AC1"/>
    <w:rsid w:val="004B1D59"/>
    <w:rsid w:val="004B2173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E0FBF"/>
    <w:rsid w:val="004E2C41"/>
    <w:rsid w:val="004E3784"/>
    <w:rsid w:val="004E397F"/>
    <w:rsid w:val="004E3B7D"/>
    <w:rsid w:val="004E4815"/>
    <w:rsid w:val="004E4A20"/>
    <w:rsid w:val="004E5807"/>
    <w:rsid w:val="004E58C5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20392"/>
    <w:rsid w:val="00520B21"/>
    <w:rsid w:val="005210BC"/>
    <w:rsid w:val="0052297B"/>
    <w:rsid w:val="00523A09"/>
    <w:rsid w:val="00523E83"/>
    <w:rsid w:val="0052526D"/>
    <w:rsid w:val="005254EC"/>
    <w:rsid w:val="00526799"/>
    <w:rsid w:val="00526BA6"/>
    <w:rsid w:val="0053037E"/>
    <w:rsid w:val="00531639"/>
    <w:rsid w:val="00531DBE"/>
    <w:rsid w:val="005323F0"/>
    <w:rsid w:val="00532C7D"/>
    <w:rsid w:val="00533024"/>
    <w:rsid w:val="00533D51"/>
    <w:rsid w:val="0053436F"/>
    <w:rsid w:val="00535CE1"/>
    <w:rsid w:val="005368F9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E02"/>
    <w:rsid w:val="005630A4"/>
    <w:rsid w:val="00563B43"/>
    <w:rsid w:val="00563C6D"/>
    <w:rsid w:val="005654E9"/>
    <w:rsid w:val="0056617B"/>
    <w:rsid w:val="0056630D"/>
    <w:rsid w:val="005672FA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F3A"/>
    <w:rsid w:val="005B54A3"/>
    <w:rsid w:val="005B6F51"/>
    <w:rsid w:val="005B7085"/>
    <w:rsid w:val="005B730F"/>
    <w:rsid w:val="005B75FD"/>
    <w:rsid w:val="005B7685"/>
    <w:rsid w:val="005C01A1"/>
    <w:rsid w:val="005C03CB"/>
    <w:rsid w:val="005C0EC1"/>
    <w:rsid w:val="005C1950"/>
    <w:rsid w:val="005C1B43"/>
    <w:rsid w:val="005C3C17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EA3"/>
    <w:rsid w:val="00653391"/>
    <w:rsid w:val="006537BD"/>
    <w:rsid w:val="0065385B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B7F"/>
    <w:rsid w:val="006631AE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830AF"/>
    <w:rsid w:val="0068331E"/>
    <w:rsid w:val="006838B0"/>
    <w:rsid w:val="006838D2"/>
    <w:rsid w:val="006853BA"/>
    <w:rsid w:val="00686436"/>
    <w:rsid w:val="00686716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B3"/>
    <w:rsid w:val="006A6797"/>
    <w:rsid w:val="006B0BCA"/>
    <w:rsid w:val="006B0CB7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55FB"/>
    <w:rsid w:val="006C5DCA"/>
    <w:rsid w:val="006C6218"/>
    <w:rsid w:val="006C65F9"/>
    <w:rsid w:val="006C7039"/>
    <w:rsid w:val="006D012F"/>
    <w:rsid w:val="006D1D4D"/>
    <w:rsid w:val="006D1F4C"/>
    <w:rsid w:val="006D2F21"/>
    <w:rsid w:val="006D3A01"/>
    <w:rsid w:val="006D44AA"/>
    <w:rsid w:val="006D5320"/>
    <w:rsid w:val="006D56BE"/>
    <w:rsid w:val="006D661C"/>
    <w:rsid w:val="006D69C4"/>
    <w:rsid w:val="006D6BB1"/>
    <w:rsid w:val="006E2B7F"/>
    <w:rsid w:val="006E31FC"/>
    <w:rsid w:val="006E4FCB"/>
    <w:rsid w:val="006E6897"/>
    <w:rsid w:val="006E6A87"/>
    <w:rsid w:val="006E6C85"/>
    <w:rsid w:val="006E7BE4"/>
    <w:rsid w:val="006E7D84"/>
    <w:rsid w:val="006E7DB7"/>
    <w:rsid w:val="006E7FE3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2E69"/>
    <w:rsid w:val="00763292"/>
    <w:rsid w:val="00767AFE"/>
    <w:rsid w:val="007708A9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90246"/>
    <w:rsid w:val="00790FA1"/>
    <w:rsid w:val="00791B19"/>
    <w:rsid w:val="00791B24"/>
    <w:rsid w:val="0079280C"/>
    <w:rsid w:val="00792C3C"/>
    <w:rsid w:val="0079320E"/>
    <w:rsid w:val="0079466B"/>
    <w:rsid w:val="00794D08"/>
    <w:rsid w:val="0079537E"/>
    <w:rsid w:val="00795657"/>
    <w:rsid w:val="00796434"/>
    <w:rsid w:val="0079682E"/>
    <w:rsid w:val="007977DF"/>
    <w:rsid w:val="007977FE"/>
    <w:rsid w:val="007A0BD9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AAB"/>
    <w:rsid w:val="007C4423"/>
    <w:rsid w:val="007C4446"/>
    <w:rsid w:val="007C51A8"/>
    <w:rsid w:val="007D0AB0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1862"/>
    <w:rsid w:val="007F1AC8"/>
    <w:rsid w:val="007F2668"/>
    <w:rsid w:val="007F38F2"/>
    <w:rsid w:val="007F4198"/>
    <w:rsid w:val="007F42B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75AC"/>
    <w:rsid w:val="00810140"/>
    <w:rsid w:val="008102E0"/>
    <w:rsid w:val="00810A0E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B4A"/>
    <w:rsid w:val="00826E05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FB0"/>
    <w:rsid w:val="008964A4"/>
    <w:rsid w:val="008974A6"/>
    <w:rsid w:val="00897A9E"/>
    <w:rsid w:val="00897B60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42F4"/>
    <w:rsid w:val="008F437B"/>
    <w:rsid w:val="008F4A58"/>
    <w:rsid w:val="008F65F4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456C"/>
    <w:rsid w:val="00974E33"/>
    <w:rsid w:val="009755CF"/>
    <w:rsid w:val="00977A26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AB2"/>
    <w:rsid w:val="009B46CD"/>
    <w:rsid w:val="009B48B8"/>
    <w:rsid w:val="009B5052"/>
    <w:rsid w:val="009B50D7"/>
    <w:rsid w:val="009B534F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8BD"/>
    <w:rsid w:val="00A23BD6"/>
    <w:rsid w:val="00A24877"/>
    <w:rsid w:val="00A26441"/>
    <w:rsid w:val="00A274E4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7957"/>
    <w:rsid w:val="00AE02CC"/>
    <w:rsid w:val="00AE0B0F"/>
    <w:rsid w:val="00AE0F07"/>
    <w:rsid w:val="00AE1C3D"/>
    <w:rsid w:val="00AE1F39"/>
    <w:rsid w:val="00AE2ABB"/>
    <w:rsid w:val="00AE4A07"/>
    <w:rsid w:val="00AE59A8"/>
    <w:rsid w:val="00AE60C1"/>
    <w:rsid w:val="00AE6299"/>
    <w:rsid w:val="00AE649F"/>
    <w:rsid w:val="00AE7688"/>
    <w:rsid w:val="00AE7865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F76"/>
    <w:rsid w:val="00B06F8F"/>
    <w:rsid w:val="00B074F0"/>
    <w:rsid w:val="00B07AAE"/>
    <w:rsid w:val="00B07D90"/>
    <w:rsid w:val="00B07F17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943"/>
    <w:rsid w:val="00B561A3"/>
    <w:rsid w:val="00B57C23"/>
    <w:rsid w:val="00B6067D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7401"/>
    <w:rsid w:val="00BD02F1"/>
    <w:rsid w:val="00BD27A5"/>
    <w:rsid w:val="00BD28C3"/>
    <w:rsid w:val="00BD2E19"/>
    <w:rsid w:val="00BD34BF"/>
    <w:rsid w:val="00BD39E7"/>
    <w:rsid w:val="00BD3AED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D02"/>
    <w:rsid w:val="00C12D42"/>
    <w:rsid w:val="00C148B8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8"/>
    <w:rsid w:val="00C52D7D"/>
    <w:rsid w:val="00C52E6D"/>
    <w:rsid w:val="00C541ED"/>
    <w:rsid w:val="00C54802"/>
    <w:rsid w:val="00C549B0"/>
    <w:rsid w:val="00C54DC8"/>
    <w:rsid w:val="00C561B1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5922"/>
    <w:rsid w:val="00C6622F"/>
    <w:rsid w:val="00C66476"/>
    <w:rsid w:val="00C675F4"/>
    <w:rsid w:val="00C70DFE"/>
    <w:rsid w:val="00C70EA0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5040"/>
    <w:rsid w:val="00C9509A"/>
    <w:rsid w:val="00C95325"/>
    <w:rsid w:val="00CA0A68"/>
    <w:rsid w:val="00CA1432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4008"/>
    <w:rsid w:val="00D542E8"/>
    <w:rsid w:val="00D545EF"/>
    <w:rsid w:val="00D549DC"/>
    <w:rsid w:val="00D55207"/>
    <w:rsid w:val="00D556A0"/>
    <w:rsid w:val="00D55755"/>
    <w:rsid w:val="00D55A24"/>
    <w:rsid w:val="00D57EB7"/>
    <w:rsid w:val="00D6056E"/>
    <w:rsid w:val="00D60F42"/>
    <w:rsid w:val="00D61BA2"/>
    <w:rsid w:val="00D63A94"/>
    <w:rsid w:val="00D63D31"/>
    <w:rsid w:val="00D63ED7"/>
    <w:rsid w:val="00D6432A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F37"/>
    <w:rsid w:val="00D9217D"/>
    <w:rsid w:val="00D92AFD"/>
    <w:rsid w:val="00D92E80"/>
    <w:rsid w:val="00D93D28"/>
    <w:rsid w:val="00D93F24"/>
    <w:rsid w:val="00D94068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C0A"/>
    <w:rsid w:val="00DC3C1D"/>
    <w:rsid w:val="00DC3E12"/>
    <w:rsid w:val="00DC48A5"/>
    <w:rsid w:val="00DC4A7F"/>
    <w:rsid w:val="00DC5044"/>
    <w:rsid w:val="00DC5638"/>
    <w:rsid w:val="00DC5928"/>
    <w:rsid w:val="00DC5D16"/>
    <w:rsid w:val="00DC6E9A"/>
    <w:rsid w:val="00DD0B59"/>
    <w:rsid w:val="00DD0D49"/>
    <w:rsid w:val="00DD13E5"/>
    <w:rsid w:val="00DD220C"/>
    <w:rsid w:val="00DD3521"/>
    <w:rsid w:val="00DD3D35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41ED"/>
    <w:rsid w:val="00EA44D0"/>
    <w:rsid w:val="00EA5480"/>
    <w:rsid w:val="00EA558E"/>
    <w:rsid w:val="00EA6F52"/>
    <w:rsid w:val="00EA729D"/>
    <w:rsid w:val="00EA7E5D"/>
    <w:rsid w:val="00EB04A8"/>
    <w:rsid w:val="00EB1668"/>
    <w:rsid w:val="00EB18B1"/>
    <w:rsid w:val="00EB1A04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324"/>
    <w:rsid w:val="00EC0AAA"/>
    <w:rsid w:val="00EC1186"/>
    <w:rsid w:val="00EC2A89"/>
    <w:rsid w:val="00EC2FEA"/>
    <w:rsid w:val="00EC3B57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741D"/>
    <w:rsid w:val="00F57896"/>
    <w:rsid w:val="00F57EDB"/>
    <w:rsid w:val="00F6078B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4150"/>
    <w:rsid w:val="00FA4AB4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73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</TotalTime>
  <Pages>1</Pages>
  <Words>555</Words>
  <Characters>3166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5</cp:revision>
  <cp:lastPrinted>2011-01-13T21:10:00Z</cp:lastPrinted>
  <dcterms:created xsi:type="dcterms:W3CDTF">2011-01-13T20:16:00Z</dcterms:created>
  <dcterms:modified xsi:type="dcterms:W3CDTF">2011-01-13T21:30:00Z</dcterms:modified>
</cp:coreProperties>
</file>