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0D" w:rsidRDefault="00D7390D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D7390D" w:rsidRDefault="00D7390D" w:rsidP="00F741AD">
      <w:pPr>
        <w:pStyle w:val="Food"/>
        <w:rPr>
          <w:b/>
          <w:i w:val="0"/>
        </w:rPr>
      </w:pPr>
    </w:p>
    <w:p w:rsidR="00D7390D" w:rsidRPr="00A238BD" w:rsidRDefault="00D7390D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</w:t>
      </w:r>
      <w:r w:rsidRPr="00A238BD">
        <w:rPr>
          <w:b/>
          <w:i w:val="0"/>
        </w:rPr>
        <w:t xml:space="preserve">6 </w:t>
      </w:r>
    </w:p>
    <w:p w:rsidR="00D7390D" w:rsidRDefault="00D7390D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D7390D" w:rsidRPr="003523C1" w:rsidRDefault="00D7390D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D7390D" w:rsidRPr="005E7B2C" w:rsidRDefault="00D7390D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D7390D" w:rsidRDefault="00D7390D" w:rsidP="00F741AD">
      <w:pPr>
        <w:pStyle w:val="Food"/>
      </w:pPr>
    </w:p>
    <w:p w:rsidR="00D7390D" w:rsidRPr="009C4DCC" w:rsidRDefault="00D7390D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D7390D" w:rsidRDefault="00D7390D" w:rsidP="00F741AD">
      <w:pPr>
        <w:pStyle w:val="Food"/>
        <w:rPr>
          <w:i w:val="0"/>
        </w:rPr>
      </w:pPr>
      <w:r>
        <w:rPr>
          <w:i w:val="0"/>
        </w:rPr>
        <w:t>Roast garlic, cranberry kidney beans &amp; parsley</w:t>
      </w:r>
    </w:p>
    <w:p w:rsidR="00D7390D" w:rsidRPr="00343369" w:rsidRDefault="00D7390D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D7390D" w:rsidRPr="005E7B2C" w:rsidRDefault="00D7390D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D7390D" w:rsidRDefault="00D7390D" w:rsidP="00A67E73">
      <w:pPr>
        <w:pStyle w:val="Food"/>
      </w:pPr>
    </w:p>
    <w:p w:rsidR="00D7390D" w:rsidRDefault="00D7390D" w:rsidP="00A67E73">
      <w:pPr>
        <w:pStyle w:val="Food"/>
        <w:rPr>
          <w:i w:val="0"/>
        </w:rPr>
      </w:pPr>
      <w:r>
        <w:rPr>
          <w:b/>
          <w:i w:val="0"/>
        </w:rPr>
        <w:t>Cream of Mushroom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</w:t>
      </w:r>
      <w:r w:rsidRPr="006F0279">
        <w:rPr>
          <w:b/>
          <w:i w:val="0"/>
        </w:rPr>
        <w:t>7</w:t>
      </w:r>
      <w:r>
        <w:rPr>
          <w:i w:val="0"/>
        </w:rPr>
        <w:t xml:space="preserve"> </w:t>
      </w:r>
    </w:p>
    <w:p w:rsidR="00D7390D" w:rsidRPr="00DB2E93" w:rsidRDefault="00D7390D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D7390D" w:rsidRPr="002714DD" w:rsidRDefault="00D7390D" w:rsidP="00D02346">
      <w:pPr>
        <w:pStyle w:val="Food"/>
      </w:pPr>
      <w:r w:rsidRPr="008D496F">
        <w:t xml:space="preserve">2007 </w:t>
      </w:r>
      <w:r w:rsidRPr="002714DD">
        <w:t>"Nuestro" Bod. Diaz Bayo</w:t>
      </w:r>
    </w:p>
    <w:p w:rsidR="00D7390D" w:rsidRDefault="00D7390D" w:rsidP="004C1E0C">
      <w:pPr>
        <w:pStyle w:val="Wine"/>
      </w:pPr>
      <w:r w:rsidRPr="002714DD">
        <w:t>Tempranillo</w:t>
      </w:r>
      <w:r>
        <w:t xml:space="preserve">                         </w:t>
      </w:r>
      <w:r w:rsidRPr="008D496F">
        <w:t xml:space="preserve">     </w:t>
      </w:r>
      <w:r>
        <w:t>8.25</w:t>
      </w:r>
      <w:r w:rsidRPr="008D496F">
        <w:t xml:space="preserve">(3oz) ~ </w:t>
      </w:r>
      <w:r>
        <w:t>16.25</w:t>
      </w:r>
      <w:r w:rsidRPr="008D496F">
        <w:t xml:space="preserve">(6oz) </w:t>
      </w:r>
    </w:p>
    <w:p w:rsidR="00D7390D" w:rsidRDefault="00D7390D" w:rsidP="004C1E0C">
      <w:pPr>
        <w:pStyle w:val="Wine"/>
      </w:pPr>
    </w:p>
    <w:p w:rsidR="00D7390D" w:rsidRPr="00CB670D" w:rsidRDefault="00D7390D" w:rsidP="004C1E0C">
      <w:pPr>
        <w:pStyle w:val="Wine"/>
      </w:pPr>
      <w:r>
        <w:rPr>
          <w:b/>
          <w:i w:val="0"/>
        </w:rPr>
        <w:t>Smoked Salmon Sandwich</w:t>
      </w:r>
      <w:r w:rsidRPr="006E7D84">
        <w:rPr>
          <w:b/>
          <w:i w:val="0"/>
        </w:rPr>
        <w:tab/>
      </w:r>
      <w:r>
        <w:rPr>
          <w:b/>
          <w:i w:val="0"/>
        </w:rPr>
        <w:t>10</w:t>
      </w:r>
    </w:p>
    <w:p w:rsidR="00D7390D" w:rsidRDefault="00D7390D" w:rsidP="00F17BDD">
      <w:pPr>
        <w:pStyle w:val="Wine"/>
        <w:rPr>
          <w:i w:val="0"/>
        </w:rPr>
      </w:pPr>
      <w:r>
        <w:rPr>
          <w:i w:val="0"/>
        </w:rPr>
        <w:t xml:space="preserve">Ancient grain toast, herb sour cream &amp; balsamic greens </w:t>
      </w:r>
    </w:p>
    <w:p w:rsidR="00D7390D" w:rsidRPr="00343369" w:rsidRDefault="00D7390D" w:rsidP="00D02346">
      <w:pPr>
        <w:pStyle w:val="Food"/>
      </w:pPr>
      <w:r w:rsidRPr="00343369">
        <w:t>2010 Petirrojo</w:t>
      </w:r>
    </w:p>
    <w:p w:rsidR="00D7390D" w:rsidRPr="004C1E0C" w:rsidRDefault="00D7390D" w:rsidP="00D02346">
      <w:pPr>
        <w:pStyle w:val="Wine"/>
        <w:rPr>
          <w:b/>
          <w:lang w:val="fr-CA"/>
        </w:rPr>
      </w:pPr>
      <w:r w:rsidRPr="00343369">
        <w:t>Sauvignon Blanc                      6.50 (3oz) ~ 12.75 (6oz)</w:t>
      </w:r>
    </w:p>
    <w:p w:rsidR="00D7390D" w:rsidRDefault="00D7390D" w:rsidP="00F741AD">
      <w:pPr>
        <w:pStyle w:val="Food"/>
        <w:rPr>
          <w:b/>
          <w:i w:val="0"/>
        </w:rPr>
      </w:pPr>
    </w:p>
    <w:p w:rsidR="00D7390D" w:rsidRPr="00A238BD" w:rsidRDefault="00D7390D" w:rsidP="004B38B5">
      <w:pPr>
        <w:pStyle w:val="Food"/>
        <w:rPr>
          <w:b/>
          <w:i w:val="0"/>
        </w:rPr>
      </w:pPr>
      <w:r>
        <w:rPr>
          <w:b/>
          <w:i w:val="0"/>
        </w:rPr>
        <w:t>Creole Chicken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D7390D" w:rsidRPr="006E7D84" w:rsidRDefault="00D7390D" w:rsidP="004C1E0C">
      <w:pPr>
        <w:pStyle w:val="Wine"/>
        <w:rPr>
          <w:i w:val="0"/>
        </w:rPr>
      </w:pPr>
      <w:r>
        <w:rPr>
          <w:i w:val="0"/>
        </w:rPr>
        <w:t>Red and greens peppers, red onion &amp; scallions</w:t>
      </w:r>
    </w:p>
    <w:p w:rsidR="00D7390D" w:rsidRPr="00D02346" w:rsidRDefault="00D7390D" w:rsidP="000B6A78">
      <w:pPr>
        <w:pStyle w:val="Food"/>
      </w:pPr>
      <w:r w:rsidRPr="00D02346">
        <w:t>2009 Laurent Miquel Rosé</w:t>
      </w:r>
    </w:p>
    <w:p w:rsidR="00D7390D" w:rsidRPr="003C5465" w:rsidRDefault="00D7390D" w:rsidP="000B6A78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D7390D" w:rsidRDefault="00D7390D" w:rsidP="00C20178">
      <w:pPr>
        <w:pStyle w:val="Food"/>
      </w:pPr>
    </w:p>
    <w:p w:rsidR="00D7390D" w:rsidRPr="0084543B" w:rsidRDefault="00D7390D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D7390D" w:rsidRPr="006E7D84" w:rsidRDefault="00D7390D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D7390D" w:rsidRPr="008D496F" w:rsidRDefault="00D7390D" w:rsidP="0021039F">
      <w:pPr>
        <w:pStyle w:val="Food"/>
      </w:pPr>
      <w:r w:rsidRPr="008D496F">
        <w:t>2009 Domaine Dampt Chablis</w:t>
      </w:r>
    </w:p>
    <w:p w:rsidR="00D7390D" w:rsidRDefault="00D7390D" w:rsidP="0021039F">
      <w:pPr>
        <w:pStyle w:val="Wine"/>
      </w:pPr>
      <w:r w:rsidRPr="008D496F">
        <w:rPr>
          <w:lang w:val="fr-CA"/>
        </w:rPr>
        <w:t xml:space="preserve">Chardonnay     </w:t>
      </w:r>
      <w:r w:rsidRPr="008D496F">
        <w:t xml:space="preserve">                        10.20 (3oz) ~ 20.00 (6oz)</w:t>
      </w:r>
    </w:p>
    <w:p w:rsidR="00D7390D" w:rsidRDefault="00D7390D" w:rsidP="004C1E0C">
      <w:pPr>
        <w:pStyle w:val="Wine"/>
      </w:pPr>
    </w:p>
    <w:p w:rsidR="00D7390D" w:rsidRPr="00414F27" w:rsidRDefault="00D7390D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D7390D" w:rsidRPr="00CC17B4" w:rsidRDefault="00D7390D" w:rsidP="00277431">
      <w:pPr>
        <w:pStyle w:val="Food"/>
        <w:rPr>
          <w:i w:val="0"/>
        </w:rPr>
      </w:pPr>
      <w:r>
        <w:rPr>
          <w:i w:val="0"/>
        </w:rPr>
        <w:t xml:space="preserve">Dried Cranberries, walnuts, goat cheese &amp; cherry vin </w:t>
      </w:r>
    </w:p>
    <w:p w:rsidR="00D7390D" w:rsidRPr="008D496F" w:rsidRDefault="00D7390D" w:rsidP="00B074F0">
      <w:pPr>
        <w:pStyle w:val="Wine"/>
      </w:pPr>
      <w:r w:rsidRPr="008D496F">
        <w:t>2009 Craggy Range "</w:t>
      </w:r>
      <w:smartTag w:uri="urn:schemas-microsoft-com:office:smarttags" w:element="address">
        <w:smartTag w:uri="urn:schemas-microsoft-com:office:smarttags" w:element="Street">
          <w:r w:rsidRPr="008D496F">
            <w:t>Te Muna Road</w:t>
          </w:r>
        </w:smartTag>
      </w:smartTag>
      <w:r w:rsidRPr="008D496F">
        <w:t xml:space="preserve"> Vineyard"</w:t>
      </w:r>
    </w:p>
    <w:p w:rsidR="00D7390D" w:rsidRDefault="00D7390D" w:rsidP="00B074F0">
      <w:pPr>
        <w:pStyle w:val="Wine"/>
        <w:rPr>
          <w:b/>
          <w:i w:val="0"/>
        </w:rPr>
      </w:pPr>
      <w:r w:rsidRPr="008D496F">
        <w:t>Sauvignon Blanc                       9.50(3oz) ~ 18.50 (6oz)</w:t>
      </w:r>
    </w:p>
    <w:p w:rsidR="00D7390D" w:rsidRDefault="00D7390D" w:rsidP="000B6A78">
      <w:pPr>
        <w:pStyle w:val="Wine"/>
        <w:rPr>
          <w:b/>
          <w:i w:val="0"/>
        </w:rPr>
      </w:pPr>
    </w:p>
    <w:p w:rsidR="00D7390D" w:rsidRPr="008144F7" w:rsidRDefault="00D7390D" w:rsidP="00926642">
      <w:pPr>
        <w:pStyle w:val="Wine"/>
        <w:rPr>
          <w:b/>
          <w:i w:val="0"/>
        </w:rPr>
      </w:pPr>
      <w:r>
        <w:rPr>
          <w:b/>
          <w:i w:val="0"/>
        </w:rPr>
        <w:t>Wild Mushroom Polenta</w:t>
      </w:r>
      <w:r>
        <w:rPr>
          <w:b/>
          <w:i w:val="0"/>
        </w:rPr>
        <w:tab/>
        <w:t xml:space="preserve">   11</w:t>
      </w:r>
    </w:p>
    <w:p w:rsidR="00D7390D" w:rsidRDefault="00D7390D" w:rsidP="00926642">
      <w:pPr>
        <w:pStyle w:val="Wine"/>
      </w:pPr>
      <w:r>
        <w:rPr>
          <w:i w:val="0"/>
        </w:rPr>
        <w:t xml:space="preserve">Confit tomatoes, baby spinach &amp; Allegretto </w:t>
      </w:r>
      <w:r>
        <w:t xml:space="preserve"> </w:t>
      </w:r>
    </w:p>
    <w:p w:rsidR="00D7390D" w:rsidRPr="004C1E0C" w:rsidRDefault="00D7390D" w:rsidP="006E6897">
      <w:pPr>
        <w:pStyle w:val="Wine"/>
        <w:rPr>
          <w:b/>
          <w:lang w:val="fr-CA"/>
        </w:rPr>
      </w:pPr>
      <w:r w:rsidRPr="00343369">
        <w:rPr>
          <w:lang w:val="fr-CA"/>
        </w:rPr>
        <w:t>2006 Daniel Lenko</w:t>
      </w:r>
      <w:r w:rsidRPr="00343369">
        <w:rPr>
          <w:lang w:val="fr-CA"/>
        </w:rPr>
        <w:br/>
        <w:t>Old vines Merlot                       11.00 (3oz) ~ 21.75 (6oz)</w:t>
      </w:r>
    </w:p>
    <w:p w:rsidR="00D7390D" w:rsidRDefault="00D7390D" w:rsidP="00277431">
      <w:pPr>
        <w:pStyle w:val="Wine"/>
        <w:rPr>
          <w:b/>
          <w:i w:val="0"/>
        </w:rPr>
      </w:pPr>
    </w:p>
    <w:p w:rsidR="00D7390D" w:rsidRPr="009C4DCC" w:rsidRDefault="00D7390D" w:rsidP="009C4DCC">
      <w:pPr>
        <w:pStyle w:val="Wine"/>
        <w:rPr>
          <w:b/>
          <w:i w:val="0"/>
          <w:u w:val="single"/>
        </w:rPr>
      </w:pPr>
      <w:r>
        <w:rPr>
          <w:b/>
          <w:i w:val="0"/>
        </w:rPr>
        <w:t>Chicken Liver Pate</w:t>
      </w:r>
      <w:r>
        <w:rPr>
          <w:b/>
          <w:i w:val="0"/>
        </w:rPr>
        <w:tab/>
        <w:t xml:space="preserve">   9</w:t>
      </w:r>
    </w:p>
    <w:p w:rsidR="00D7390D" w:rsidRPr="009C4DCC" w:rsidRDefault="00D7390D" w:rsidP="009C4DCC">
      <w:pPr>
        <w:pStyle w:val="Wine"/>
        <w:rPr>
          <w:b/>
          <w:i w:val="0"/>
        </w:rPr>
      </w:pPr>
      <w:r>
        <w:rPr>
          <w:i w:val="0"/>
        </w:rPr>
        <w:t>Toasted crostini, pickled onions &amp; balsamic greens</w:t>
      </w:r>
      <w:r>
        <w:t xml:space="preserve"> </w:t>
      </w:r>
    </w:p>
    <w:p w:rsidR="00D7390D" w:rsidRPr="00612999" w:rsidRDefault="00D7390D" w:rsidP="009C4DCC">
      <w:pPr>
        <w:pStyle w:val="Food"/>
      </w:pPr>
      <w:r w:rsidRPr="00612999">
        <w:t>2009 Laudo Bodegas Ondalan</w:t>
      </w:r>
    </w:p>
    <w:p w:rsidR="00D7390D" w:rsidRPr="004C1E0C" w:rsidRDefault="00D7390D" w:rsidP="009C4DCC">
      <w:pPr>
        <w:pStyle w:val="Wine"/>
        <w:rPr>
          <w:b/>
          <w:lang w:val="fr-CA"/>
        </w:rPr>
      </w:pPr>
      <w:r w:rsidRPr="00612999">
        <w:t>Tempranillo                            6.75 (3oz) ~ 13.00 (6oz)</w:t>
      </w:r>
    </w:p>
    <w:p w:rsidR="00D7390D" w:rsidRDefault="00D7390D" w:rsidP="00657EB6">
      <w:pPr>
        <w:pStyle w:val="Wine"/>
        <w:rPr>
          <w:b/>
          <w:i w:val="0"/>
        </w:rPr>
      </w:pPr>
    </w:p>
    <w:p w:rsidR="00D7390D" w:rsidRPr="003E1104" w:rsidRDefault="00D7390D" w:rsidP="00657EB6">
      <w:pPr>
        <w:pStyle w:val="Wine"/>
        <w:rPr>
          <w:b/>
          <w:i w:val="0"/>
        </w:rPr>
      </w:pPr>
      <w:r>
        <w:rPr>
          <w:b/>
          <w:i w:val="0"/>
        </w:rPr>
        <w:t xml:space="preserve">Spicy Chorizo Risotto                               </w:t>
      </w:r>
      <w:r>
        <w:rPr>
          <w:b/>
          <w:i w:val="0"/>
        </w:rPr>
        <w:tab/>
        <w:t xml:space="preserve">   12</w:t>
      </w:r>
    </w:p>
    <w:p w:rsidR="00D7390D" w:rsidRPr="00657EB6" w:rsidRDefault="00D7390D" w:rsidP="00082A96">
      <w:pPr>
        <w:pStyle w:val="Wine"/>
        <w:rPr>
          <w:b/>
          <w:i w:val="0"/>
        </w:rPr>
      </w:pPr>
      <w:r>
        <w:rPr>
          <w:i w:val="0"/>
        </w:rPr>
        <w:t>Sweet peppers, arugula &amp; goat cheese</w:t>
      </w:r>
    </w:p>
    <w:p w:rsidR="00D7390D" w:rsidRDefault="00D7390D" w:rsidP="00266E1A">
      <w:pPr>
        <w:pStyle w:val="Wine"/>
      </w:pPr>
      <w:r w:rsidRPr="00343369">
        <w:t>2008 Domaine Gardiés "Les Glaciaires"</w:t>
      </w:r>
      <w:r w:rsidRPr="00343369">
        <w:br/>
        <w:t>Maccabeu, Viura                    8.50 (3oz) ~ 16.50 (6oz)</w:t>
      </w:r>
    </w:p>
    <w:p w:rsidR="00D7390D" w:rsidRDefault="00D7390D" w:rsidP="00BD3AED">
      <w:pPr>
        <w:pStyle w:val="Wine"/>
        <w:rPr>
          <w:b/>
          <w:i w:val="0"/>
        </w:rPr>
      </w:pPr>
    </w:p>
    <w:p w:rsidR="00D7390D" w:rsidRPr="003E1104" w:rsidRDefault="00D7390D" w:rsidP="00BD3AED">
      <w:pPr>
        <w:pStyle w:val="Wine"/>
        <w:rPr>
          <w:b/>
          <w:i w:val="0"/>
        </w:rPr>
      </w:pPr>
      <w:r>
        <w:rPr>
          <w:b/>
          <w:i w:val="0"/>
        </w:rPr>
        <w:t xml:space="preserve">Tempura Vegetables                              </w:t>
      </w:r>
      <w:r>
        <w:rPr>
          <w:b/>
          <w:i w:val="0"/>
        </w:rPr>
        <w:tab/>
        <w:t xml:space="preserve">   9</w:t>
      </w:r>
    </w:p>
    <w:p w:rsidR="00D7390D" w:rsidRPr="00657EB6" w:rsidRDefault="00D7390D" w:rsidP="00BD3AED">
      <w:pPr>
        <w:pStyle w:val="Wine"/>
        <w:rPr>
          <w:b/>
          <w:i w:val="0"/>
        </w:rPr>
      </w:pPr>
      <w:r>
        <w:rPr>
          <w:i w:val="0"/>
        </w:rPr>
        <w:t>Sweet chili sauce &amp; wild arugula</w:t>
      </w:r>
    </w:p>
    <w:p w:rsidR="00D7390D" w:rsidRDefault="00D7390D" w:rsidP="00BD3AED">
      <w:pPr>
        <w:pStyle w:val="Wine"/>
      </w:pPr>
      <w:r w:rsidRPr="00612999">
        <w:t>2007 Stratus Toll</w:t>
      </w:r>
      <w:r>
        <w:t>ga</w:t>
      </w:r>
      <w:r w:rsidRPr="00612999">
        <w:t>te White</w:t>
      </w:r>
      <w:r w:rsidRPr="00612999">
        <w:br/>
        <w:t>Semillon, Chardonnay…            6.00(3oz) ~ 11.50 (6oz)</w:t>
      </w:r>
    </w:p>
    <w:p w:rsidR="00D7390D" w:rsidRDefault="00D7390D" w:rsidP="00BD3AED">
      <w:pPr>
        <w:pStyle w:val="Wine"/>
        <w:rPr>
          <w:b/>
          <w:i w:val="0"/>
        </w:rPr>
      </w:pPr>
    </w:p>
    <w:p w:rsidR="00D7390D" w:rsidRPr="006E7D84" w:rsidRDefault="00D7390D" w:rsidP="00523E83">
      <w:pPr>
        <w:pStyle w:val="Wine"/>
        <w:rPr>
          <w:b/>
          <w:i w:val="0"/>
        </w:rPr>
      </w:pPr>
      <w:r>
        <w:rPr>
          <w:b/>
          <w:i w:val="0"/>
        </w:rPr>
        <w:t>Roast Pork Loin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</w:t>
      </w:r>
      <w:r w:rsidRPr="006E7D84">
        <w:rPr>
          <w:b/>
          <w:i w:val="0"/>
        </w:rPr>
        <w:t>14</w:t>
      </w:r>
    </w:p>
    <w:p w:rsidR="00D7390D" w:rsidRPr="005F4700" w:rsidRDefault="00D7390D" w:rsidP="00523E83">
      <w:pPr>
        <w:pStyle w:val="Food"/>
        <w:rPr>
          <w:i w:val="0"/>
        </w:rPr>
      </w:pPr>
      <w:r>
        <w:rPr>
          <w:i w:val="0"/>
        </w:rPr>
        <w:t>Potato mushroom hash, oven dried apples &amp; jus</w:t>
      </w:r>
    </w:p>
    <w:p w:rsidR="00D7390D" w:rsidRDefault="00D7390D" w:rsidP="00523E83">
      <w:pPr>
        <w:pStyle w:val="Wine"/>
      </w:pPr>
      <w:r w:rsidRPr="00343369">
        <w:t>2004 Bouchard Père &amp; Fils Volnay Caillerets "Ancienne Cuvée Carnot" 1er Cru</w:t>
      </w:r>
      <w:r w:rsidRPr="00343369">
        <w:br/>
        <w:t>Pinot Noir                               16.25 (3oz) ~ 32.00 (6oz)</w:t>
      </w:r>
    </w:p>
    <w:p w:rsidR="00D7390D" w:rsidRDefault="00D7390D" w:rsidP="00A46EC1">
      <w:pPr>
        <w:pStyle w:val="Wine"/>
        <w:rPr>
          <w:b/>
          <w:i w:val="0"/>
        </w:rPr>
      </w:pPr>
    </w:p>
    <w:p w:rsidR="00D7390D" w:rsidRDefault="00D7390D" w:rsidP="00A46EC1">
      <w:pPr>
        <w:pStyle w:val="Wine"/>
        <w:rPr>
          <w:b/>
          <w:i w:val="0"/>
        </w:rPr>
      </w:pPr>
    </w:p>
    <w:p w:rsidR="00D7390D" w:rsidRDefault="00D7390D" w:rsidP="00A46EC1">
      <w:pPr>
        <w:pStyle w:val="Wine"/>
        <w:rPr>
          <w:b/>
          <w:i w:val="0"/>
        </w:rPr>
      </w:pPr>
    </w:p>
    <w:p w:rsidR="00D7390D" w:rsidRDefault="00D7390D" w:rsidP="00A46EC1">
      <w:pPr>
        <w:pStyle w:val="Wine"/>
        <w:rPr>
          <w:b/>
          <w:i w:val="0"/>
        </w:rPr>
      </w:pPr>
    </w:p>
    <w:p w:rsidR="00D7390D" w:rsidRDefault="00D7390D" w:rsidP="00A46EC1">
      <w:pPr>
        <w:pStyle w:val="Wine"/>
        <w:rPr>
          <w:b/>
          <w:i w:val="0"/>
        </w:rPr>
      </w:pPr>
    </w:p>
    <w:p w:rsidR="00D7390D" w:rsidRPr="00F741AD" w:rsidRDefault="00D7390D" w:rsidP="00CB670D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15                                 </w:t>
      </w:r>
    </w:p>
    <w:p w:rsidR="00D7390D" w:rsidRPr="00277431" w:rsidRDefault="00D7390D" w:rsidP="00CB670D">
      <w:pPr>
        <w:pStyle w:val="Wine"/>
        <w:rPr>
          <w:i w:val="0"/>
        </w:rPr>
      </w:pPr>
      <w:r>
        <w:rPr>
          <w:i w:val="0"/>
        </w:rPr>
        <w:t>Fingerling potatoes, garlic rapini &amp; cabernet jus</w:t>
      </w:r>
      <w:r w:rsidRPr="00C610C6">
        <w:rPr>
          <w:i w:val="0"/>
        </w:rPr>
        <w:t xml:space="preserve"> </w:t>
      </w:r>
    </w:p>
    <w:p w:rsidR="00D7390D" w:rsidRDefault="00D7390D" w:rsidP="00CB670D">
      <w:pPr>
        <w:pStyle w:val="Wine"/>
        <w:rPr>
          <w:b/>
          <w:i w:val="0"/>
        </w:rPr>
      </w:pPr>
      <w:r w:rsidRPr="00343369">
        <w:t>200</w:t>
      </w:r>
      <w:r>
        <w:t>8</w:t>
      </w:r>
      <w:r w:rsidRPr="00343369">
        <w:t xml:space="preserve"> </w:t>
      </w:r>
      <w:r w:rsidRPr="00AA0AF6">
        <w:t>Decero Remolinos Vineyard</w:t>
      </w:r>
      <w:r w:rsidRPr="00343369">
        <w:br/>
      </w:r>
      <w:r w:rsidRPr="00AA0AF6">
        <w:t>Malbec</w:t>
      </w:r>
      <w:r>
        <w:t xml:space="preserve">         </w:t>
      </w:r>
      <w:r w:rsidRPr="00343369">
        <w:t xml:space="preserve">                        </w:t>
      </w:r>
      <w:r>
        <w:t xml:space="preserve"> </w:t>
      </w:r>
      <w:r w:rsidRPr="00343369">
        <w:t xml:space="preserve">    </w:t>
      </w:r>
      <w:r>
        <w:t>8</w:t>
      </w:r>
      <w:r w:rsidRPr="00343369">
        <w:t xml:space="preserve">.00 (3oz) ~ </w:t>
      </w:r>
      <w:r>
        <w:t>15.75</w:t>
      </w:r>
      <w:r w:rsidRPr="00343369">
        <w:t xml:space="preserve"> (6oz)</w:t>
      </w:r>
    </w:p>
    <w:p w:rsidR="00D7390D" w:rsidRDefault="00D7390D" w:rsidP="009C4DCC">
      <w:pPr>
        <w:pStyle w:val="Food"/>
        <w:rPr>
          <w:b/>
          <w:i w:val="0"/>
        </w:rPr>
      </w:pPr>
    </w:p>
    <w:p w:rsidR="00D7390D" w:rsidRPr="00C610C6" w:rsidRDefault="00D7390D" w:rsidP="009C4DCC">
      <w:pPr>
        <w:pStyle w:val="Food"/>
      </w:pPr>
      <w:r>
        <w:rPr>
          <w:b/>
          <w:i w:val="0"/>
        </w:rPr>
        <w:t xml:space="preserve">Grilled Quail                                </w:t>
      </w:r>
      <w:r w:rsidRPr="007D6D3E">
        <w:rPr>
          <w:b/>
          <w:i w:val="0"/>
        </w:rPr>
        <w:t xml:space="preserve">                         14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D7390D" w:rsidRPr="00AA1207" w:rsidRDefault="00D7390D" w:rsidP="009C4DCC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root vegetables &amp; Cabernet Jus </w:t>
      </w:r>
    </w:p>
    <w:p w:rsidR="00D7390D" w:rsidRDefault="00D7390D" w:rsidP="009C4DCC">
      <w:pPr>
        <w:pStyle w:val="Wine"/>
        <w:rPr>
          <w:b/>
          <w:i w:val="0"/>
        </w:rPr>
      </w:pPr>
      <w:r w:rsidRPr="008D496F">
        <w:t xml:space="preserve">2008 </w:t>
      </w:r>
      <w:smartTag w:uri="urn:schemas-microsoft-com:office:smarttags" w:element="PlaceType">
        <w:smartTag w:uri="urn:schemas-microsoft-com:office:smarttags" w:element="PlaceType">
          <w:r w:rsidRPr="008D496F">
            <w:t>Blue</w:t>
          </w:r>
        </w:smartTag>
        <w:r w:rsidRPr="008D496F">
          <w:t xml:space="preserve"> </w:t>
        </w:r>
        <w:smartTag w:uri="urn:schemas-microsoft-com:office:smarttags" w:element="PlaceType">
          <w:r w:rsidRPr="008D496F">
            <w:t>Mountain</w:t>
          </w:r>
        </w:smartTag>
      </w:smartTag>
      <w:r w:rsidRPr="008D496F">
        <w:br/>
        <w:t>Pinot Noir                                13.75 (3oz) ~ 27.50 (6oz)</w:t>
      </w:r>
    </w:p>
    <w:p w:rsidR="00D7390D" w:rsidRDefault="00D7390D" w:rsidP="009C4DCC">
      <w:pPr>
        <w:pStyle w:val="Wine"/>
        <w:rPr>
          <w:b/>
          <w:i w:val="0"/>
        </w:rPr>
      </w:pPr>
    </w:p>
    <w:p w:rsidR="00D7390D" w:rsidRDefault="00D7390D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14</w:t>
      </w:r>
    </w:p>
    <w:p w:rsidR="00D7390D" w:rsidRPr="00C06276" w:rsidRDefault="00D7390D" w:rsidP="00266E1A">
      <w:pPr>
        <w:pStyle w:val="Wine"/>
        <w:rPr>
          <w:b/>
        </w:rPr>
      </w:pPr>
      <w:r>
        <w:rPr>
          <w:i w:val="0"/>
        </w:rPr>
        <w:t>Radish, collard greens, cabbage &amp; lemon butter</w:t>
      </w:r>
    </w:p>
    <w:p w:rsidR="00D7390D" w:rsidRDefault="00D7390D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D7390D" w:rsidRDefault="00D7390D" w:rsidP="00A8369C">
      <w:pPr>
        <w:pStyle w:val="Wine"/>
        <w:rPr>
          <w:b/>
          <w:i w:val="0"/>
        </w:rPr>
      </w:pPr>
    </w:p>
    <w:p w:rsidR="00D7390D" w:rsidRPr="006E7D84" w:rsidRDefault="00D7390D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5</w:t>
      </w:r>
    </w:p>
    <w:p w:rsidR="00D7390D" w:rsidRPr="006E7D84" w:rsidRDefault="00D7390D" w:rsidP="004C1E0C">
      <w:pPr>
        <w:pStyle w:val="Wine"/>
        <w:rPr>
          <w:i w:val="0"/>
        </w:rPr>
      </w:pPr>
      <w:r>
        <w:rPr>
          <w:i w:val="0"/>
        </w:rPr>
        <w:t xml:space="preserve">Braised fennel, leeks &amp; cherry tomatoes </w:t>
      </w:r>
    </w:p>
    <w:p w:rsidR="00D7390D" w:rsidRPr="00B25B94" w:rsidRDefault="00D7390D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D7390D" w:rsidRDefault="00D7390D" w:rsidP="00FB4691">
      <w:pPr>
        <w:pStyle w:val="Wine"/>
        <w:rPr>
          <w:b/>
          <w:i w:val="0"/>
        </w:rPr>
      </w:pPr>
    </w:p>
    <w:p w:rsidR="00D7390D" w:rsidRPr="00C610C6" w:rsidRDefault="00D7390D" w:rsidP="00B07F17">
      <w:pPr>
        <w:pStyle w:val="Food"/>
        <w:rPr>
          <w:b/>
          <w:i w:val="0"/>
        </w:rPr>
      </w:pPr>
      <w:r>
        <w:rPr>
          <w:b/>
          <w:i w:val="0"/>
        </w:rPr>
        <w:t>Grilled Flank Steak</w:t>
      </w:r>
      <w:r>
        <w:rPr>
          <w:b/>
          <w:i w:val="0"/>
        </w:rPr>
        <w:tab/>
        <w:t>15</w:t>
      </w:r>
    </w:p>
    <w:p w:rsidR="00D7390D" w:rsidRPr="005F4700" w:rsidRDefault="00D7390D" w:rsidP="00AA1207">
      <w:pPr>
        <w:pStyle w:val="Food"/>
        <w:rPr>
          <w:i w:val="0"/>
        </w:rPr>
      </w:pPr>
      <w:r>
        <w:rPr>
          <w:i w:val="0"/>
        </w:rPr>
        <w:t>Brown sugar marinade, crushed potatoe &amp; sprouts</w:t>
      </w:r>
    </w:p>
    <w:p w:rsidR="00D7390D" w:rsidRPr="004C1E0C" w:rsidRDefault="00D7390D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D7390D" w:rsidRDefault="00D7390D" w:rsidP="00C4627B">
      <w:pPr>
        <w:rPr>
          <w:rFonts w:ascii="Times New Roman" w:hAnsi="Times New Roman"/>
          <w:sz w:val="20"/>
          <w:lang w:val="fr-CA"/>
        </w:rPr>
      </w:pPr>
    </w:p>
    <w:p w:rsidR="00D7390D" w:rsidRPr="004C1E0C" w:rsidRDefault="00D7390D" w:rsidP="004C1E0C">
      <w:pPr>
        <w:pStyle w:val="Wine"/>
        <w:rPr>
          <w:b/>
          <w:lang w:val="fr-CA"/>
        </w:rPr>
      </w:pPr>
      <w:r w:rsidRPr="00D14788">
        <w:rPr>
          <w:b/>
          <w:lang w:val="fr-CA"/>
        </w:rPr>
        <w:t>Se</w:t>
      </w:r>
      <w:r w:rsidRPr="006E7D84">
        <w:rPr>
          <w:b/>
          <w:i w:val="0"/>
          <w:lang w:val="fr-CA"/>
        </w:rPr>
        <w:t>lect</w:t>
      </w:r>
      <w:r>
        <w:rPr>
          <w:b/>
          <w:i w:val="0"/>
          <w:lang w:val="fr-CA"/>
        </w:rPr>
        <w:t>ion of Artisanal Canadian Cheese</w:t>
      </w:r>
      <w:r w:rsidRPr="006E7D84">
        <w:rPr>
          <w:b/>
          <w:i w:val="0"/>
          <w:lang w:val="fr-CA"/>
        </w:rPr>
        <w:t xml:space="preserve">               16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D7390D" w:rsidRDefault="00D7390D" w:rsidP="00B6067D">
      <w:pPr>
        <w:pStyle w:val="Food"/>
        <w:rPr>
          <w:b/>
          <w:i w:val="0"/>
        </w:rPr>
      </w:pPr>
    </w:p>
    <w:p w:rsidR="00D7390D" w:rsidRDefault="00D7390D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7390D" w:rsidRPr="00B25DA9" w:rsidRDefault="00D7390D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D7390D" w:rsidRPr="00467875" w:rsidRDefault="00D7390D" w:rsidP="00523E83">
      <w:pPr>
        <w:pStyle w:val="Food"/>
      </w:pPr>
      <w:r>
        <w:t>Domaine Gardies « Ambre »</w:t>
      </w:r>
    </w:p>
    <w:p w:rsidR="00D7390D" w:rsidRDefault="00D7390D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D7390D" w:rsidRDefault="00D7390D" w:rsidP="00B6067D">
      <w:pPr>
        <w:pStyle w:val="Food"/>
        <w:rPr>
          <w:b/>
          <w:i w:val="0"/>
        </w:rPr>
      </w:pPr>
    </w:p>
    <w:p w:rsidR="00D7390D" w:rsidRDefault="00D7390D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7390D" w:rsidRPr="00B25DA9" w:rsidRDefault="00D7390D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D7390D" w:rsidRDefault="00D7390D" w:rsidP="004E5807">
      <w:pPr>
        <w:pStyle w:val="Food"/>
      </w:pPr>
      <w:r>
        <w:t>NV Gonzalez-Byass « Nectar »</w:t>
      </w:r>
    </w:p>
    <w:p w:rsidR="00D7390D" w:rsidRDefault="00D7390D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D7390D" w:rsidRDefault="00D7390D" w:rsidP="005A185D">
      <w:pPr>
        <w:pStyle w:val="Food"/>
        <w:rPr>
          <w:b/>
          <w:i w:val="0"/>
        </w:rPr>
      </w:pPr>
    </w:p>
    <w:p w:rsidR="00D7390D" w:rsidRDefault="00D7390D" w:rsidP="003444D4">
      <w:pPr>
        <w:pStyle w:val="Food"/>
        <w:rPr>
          <w:b/>
          <w:i w:val="0"/>
        </w:rPr>
      </w:pPr>
      <w:r>
        <w:rPr>
          <w:b/>
          <w:i w:val="0"/>
        </w:rPr>
        <w:t>Apple Layer Cake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7390D" w:rsidRPr="00B25DA9" w:rsidRDefault="00D7390D" w:rsidP="003444D4">
      <w:pPr>
        <w:pStyle w:val="Food"/>
        <w:rPr>
          <w:b/>
          <w:i w:val="0"/>
        </w:rPr>
      </w:pPr>
      <w:r>
        <w:rPr>
          <w:i w:val="0"/>
        </w:rPr>
        <w:t>Chantily cream &amp; fresh mint</w:t>
      </w:r>
    </w:p>
    <w:p w:rsidR="00D7390D" w:rsidRPr="00722E10" w:rsidRDefault="00D7390D" w:rsidP="00AA0AF6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D7390D" w:rsidRDefault="00D7390D" w:rsidP="00AA0AF6">
      <w:pPr>
        <w:pStyle w:val="Food"/>
        <w:rPr>
          <w:b/>
          <w:i w:val="0"/>
        </w:rPr>
      </w:pPr>
      <w:r w:rsidRPr="00722E10">
        <w:t>Vienna, Austria                         5.00 (1oz) ~ 9.50 (2oz)</w:t>
      </w:r>
    </w:p>
    <w:p w:rsidR="00D7390D" w:rsidRDefault="00D7390D" w:rsidP="00C561B1">
      <w:pPr>
        <w:pStyle w:val="Food"/>
        <w:rPr>
          <w:b/>
          <w:i w:val="0"/>
        </w:rPr>
      </w:pPr>
    </w:p>
    <w:p w:rsidR="00D7390D" w:rsidRPr="0084543B" w:rsidRDefault="00D7390D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D7390D" w:rsidRDefault="00D7390D" w:rsidP="00C561B1">
      <w:pPr>
        <w:pStyle w:val="Food"/>
        <w:rPr>
          <w:i w:val="0"/>
        </w:rPr>
      </w:pPr>
      <w:r>
        <w:rPr>
          <w:i w:val="0"/>
        </w:rPr>
        <w:t xml:space="preserve">Candy walnuts </w:t>
      </w:r>
    </w:p>
    <w:p w:rsidR="00D7390D" w:rsidRDefault="00D7390D" w:rsidP="00AA0AF6">
      <w:pPr>
        <w:pStyle w:val="Food"/>
      </w:pPr>
      <w:r>
        <w:t>2005 Lammershoek</w:t>
      </w:r>
    </w:p>
    <w:p w:rsidR="00D7390D" w:rsidRDefault="00D7390D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D7390D" w:rsidRDefault="00D7390D" w:rsidP="00A06680">
      <w:pPr>
        <w:pStyle w:val="Food"/>
      </w:pPr>
    </w:p>
    <w:p w:rsidR="00D7390D" w:rsidRDefault="00D7390D" w:rsidP="00A06680">
      <w:pPr>
        <w:pStyle w:val="Food"/>
      </w:pPr>
    </w:p>
    <w:p w:rsidR="00D7390D" w:rsidRDefault="00D7390D" w:rsidP="00A06680">
      <w:pPr>
        <w:pStyle w:val="Food"/>
      </w:pPr>
    </w:p>
    <w:p w:rsidR="00D7390D" w:rsidRPr="00790246" w:rsidRDefault="00D7390D" w:rsidP="00A06680">
      <w:pPr>
        <w:pStyle w:val="Food"/>
      </w:pPr>
      <w:r>
        <w:t xml:space="preserve">Monday, January 10th, 2011 </w:t>
      </w:r>
      <w:r>
        <w:br/>
        <w:t>Bryan Burk</w:t>
      </w:r>
      <w:r w:rsidRPr="00790246">
        <w:t>e – Executive Chef</w:t>
      </w:r>
    </w:p>
    <w:p w:rsidR="00D7390D" w:rsidRDefault="00D7390D" w:rsidP="00F741AD">
      <w:pPr>
        <w:pStyle w:val="Food"/>
      </w:pPr>
      <w:r w:rsidRPr="005A2357">
        <w:t>Adam Dolley - Sous Chef</w:t>
      </w:r>
    </w:p>
    <w:p w:rsidR="00D7390D" w:rsidRDefault="00D7390D" w:rsidP="00F741AD">
      <w:pPr>
        <w:pStyle w:val="Food"/>
      </w:pPr>
    </w:p>
    <w:p w:rsidR="00D7390D" w:rsidRPr="007B7319" w:rsidRDefault="00D7390D" w:rsidP="00495053">
      <w:pPr>
        <w:pStyle w:val="Food"/>
      </w:pPr>
      <w:r w:rsidRPr="007B7319">
        <w:t>We support a healthy, ethical, sustainable, local food culture.</w:t>
      </w:r>
    </w:p>
    <w:p w:rsidR="00D7390D" w:rsidRDefault="00D7390D" w:rsidP="00F741AD">
      <w:pPr>
        <w:pStyle w:val="Food"/>
      </w:pPr>
    </w:p>
    <w:sectPr w:rsidR="00D7390D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C1D54"/>
    <w:rsid w:val="000C2A25"/>
    <w:rsid w:val="000C3AB1"/>
    <w:rsid w:val="000C4D0F"/>
    <w:rsid w:val="000C5494"/>
    <w:rsid w:val="000C54C3"/>
    <w:rsid w:val="000C6019"/>
    <w:rsid w:val="000D04A6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13D7"/>
    <w:rsid w:val="00142C0F"/>
    <w:rsid w:val="00143DD3"/>
    <w:rsid w:val="00146A12"/>
    <w:rsid w:val="00147042"/>
    <w:rsid w:val="0014778C"/>
    <w:rsid w:val="00147813"/>
    <w:rsid w:val="00147E84"/>
    <w:rsid w:val="00150D84"/>
    <w:rsid w:val="00151160"/>
    <w:rsid w:val="00151B5F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7177"/>
    <w:rsid w:val="001D7508"/>
    <w:rsid w:val="001D79D2"/>
    <w:rsid w:val="001E011B"/>
    <w:rsid w:val="001E03AD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4024"/>
    <w:rsid w:val="002D43DF"/>
    <w:rsid w:val="002D4A56"/>
    <w:rsid w:val="002D5225"/>
    <w:rsid w:val="002D5618"/>
    <w:rsid w:val="002D5A50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9F8"/>
    <w:rsid w:val="00427441"/>
    <w:rsid w:val="00427D82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EA3"/>
    <w:rsid w:val="00653391"/>
    <w:rsid w:val="006537BD"/>
    <w:rsid w:val="0065385B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8B0"/>
    <w:rsid w:val="006838D2"/>
    <w:rsid w:val="006853BA"/>
    <w:rsid w:val="00686436"/>
    <w:rsid w:val="00686716"/>
    <w:rsid w:val="0069038A"/>
    <w:rsid w:val="00690559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D012F"/>
    <w:rsid w:val="006D1D4D"/>
    <w:rsid w:val="006D1F4C"/>
    <w:rsid w:val="006D2F21"/>
    <w:rsid w:val="006D3A01"/>
    <w:rsid w:val="006D44AA"/>
    <w:rsid w:val="006D5320"/>
    <w:rsid w:val="006D56BE"/>
    <w:rsid w:val="006D661C"/>
    <w:rsid w:val="006D69C4"/>
    <w:rsid w:val="006D6BB1"/>
    <w:rsid w:val="006E2B7F"/>
    <w:rsid w:val="006E31FC"/>
    <w:rsid w:val="006E4FCB"/>
    <w:rsid w:val="006E6897"/>
    <w:rsid w:val="006E6A87"/>
    <w:rsid w:val="006E6C85"/>
    <w:rsid w:val="006E7BE4"/>
    <w:rsid w:val="006E7D84"/>
    <w:rsid w:val="006E7DB7"/>
    <w:rsid w:val="006E7FE3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7AFE"/>
    <w:rsid w:val="007708A9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7957"/>
    <w:rsid w:val="00AE02CC"/>
    <w:rsid w:val="00AE0B0F"/>
    <w:rsid w:val="00AE0F07"/>
    <w:rsid w:val="00AE1C3D"/>
    <w:rsid w:val="00AE1F39"/>
    <w:rsid w:val="00AE2ABB"/>
    <w:rsid w:val="00AE4A07"/>
    <w:rsid w:val="00AE59A8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D02"/>
    <w:rsid w:val="00C12D42"/>
    <w:rsid w:val="00C148B8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1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584</Words>
  <Characters>3329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2011-01-09T19:36:00Z</cp:lastPrinted>
  <dcterms:created xsi:type="dcterms:W3CDTF">2011-01-10T20:03:00Z</dcterms:created>
  <dcterms:modified xsi:type="dcterms:W3CDTF">2011-01-10T20:38:00Z</dcterms:modified>
</cp:coreProperties>
</file>