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AC" w:rsidRDefault="004219AC" w:rsidP="006D69C4">
      <w:pPr>
        <w:pStyle w:val="Food"/>
        <w:rPr>
          <w:b/>
          <w:i w:val="0"/>
        </w:rPr>
      </w:pPr>
    </w:p>
    <w:p w:rsidR="004219AC" w:rsidRDefault="004219AC" w:rsidP="006D69C4">
      <w:pPr>
        <w:pStyle w:val="Food"/>
        <w:rPr>
          <w:b/>
          <w:i w:val="0"/>
        </w:rPr>
      </w:pPr>
    </w:p>
    <w:p w:rsidR="004219AC" w:rsidRDefault="004219AC" w:rsidP="006D69C4">
      <w:pPr>
        <w:pStyle w:val="Food"/>
        <w:rPr>
          <w:b/>
          <w:i w:val="0"/>
        </w:rPr>
      </w:pPr>
    </w:p>
    <w:p w:rsidR="004219AC" w:rsidRPr="00672D12" w:rsidRDefault="004219AC" w:rsidP="006D69C4">
      <w:pPr>
        <w:pStyle w:val="Food"/>
        <w:rPr>
          <w:i w:val="0"/>
        </w:rPr>
      </w:pPr>
      <w:smartTag w:uri="urn:schemas-microsoft-com:office:smarttags" w:element="State">
        <w:smartTag w:uri="urn:schemas-microsoft-com:office:smarttags" w:element="place">
          <w:r w:rsidRPr="00672D12">
            <w:rPr>
              <w:b/>
              <w:i w:val="0"/>
            </w:rPr>
            <w:t>Yukon</w:t>
          </w:r>
        </w:smartTag>
      </w:smartTag>
      <w:r w:rsidRPr="00672D12">
        <w:rPr>
          <w:b/>
          <w:i w:val="0"/>
        </w:rPr>
        <w:t xml:space="preserve"> Gold Fries</w:t>
      </w:r>
      <w:r w:rsidRPr="00672D12">
        <w:rPr>
          <w:i w:val="0"/>
        </w:rPr>
        <w:tab/>
        <w:t xml:space="preserve">6 </w:t>
      </w:r>
    </w:p>
    <w:p w:rsidR="004219AC" w:rsidRPr="00672D12" w:rsidRDefault="004219AC" w:rsidP="006D69C4">
      <w:pPr>
        <w:pStyle w:val="Food"/>
        <w:rPr>
          <w:i w:val="0"/>
        </w:rPr>
      </w:pPr>
      <w:r>
        <w:rPr>
          <w:i w:val="0"/>
        </w:rPr>
        <w:t>H</w:t>
      </w:r>
      <w:r w:rsidRPr="00672D12">
        <w:rPr>
          <w:i w:val="0"/>
        </w:rPr>
        <w:t>omemade ketchup, pesto mayo &amp; spiced aioli</w:t>
      </w:r>
      <w:r w:rsidRPr="00672D12">
        <w:rPr>
          <w:i w:val="0"/>
        </w:rPr>
        <w:tab/>
        <w:t xml:space="preserve"> </w:t>
      </w:r>
      <w:r>
        <w:rPr>
          <w:i w:val="0"/>
        </w:rPr>
        <w:br/>
      </w:r>
      <w:r w:rsidRPr="00435B79">
        <w:rPr>
          <w:lang w:val="fr-CA"/>
        </w:rPr>
        <w:t>N.V. Deutz</w:t>
      </w:r>
      <w:r w:rsidRPr="00435B79">
        <w:rPr>
          <w:lang w:val="fr-CA"/>
        </w:rPr>
        <w:br/>
        <w:t>C</w:t>
      </w:r>
      <w:r>
        <w:rPr>
          <w:lang w:val="fr-CA"/>
        </w:rPr>
        <w:t xml:space="preserve">hampagne                     </w:t>
      </w:r>
      <w:r w:rsidRPr="00435B79">
        <w:rPr>
          <w:lang w:val="fr-CA"/>
        </w:rPr>
        <w:t xml:space="preserve">    17.50 (3oz) ~ 35.00 (6oz)</w:t>
      </w:r>
    </w:p>
    <w:p w:rsidR="004219AC" w:rsidRPr="00672D12" w:rsidRDefault="004219AC" w:rsidP="006D69C4">
      <w:pPr>
        <w:pStyle w:val="Food"/>
        <w:rPr>
          <w:i w:val="0"/>
          <w:lang w:val="fr-CA"/>
        </w:rPr>
      </w:pPr>
    </w:p>
    <w:p w:rsidR="004219AC" w:rsidRPr="00D83AC9" w:rsidRDefault="004219AC" w:rsidP="006D69C4">
      <w:pPr>
        <w:pStyle w:val="Food"/>
        <w:rPr>
          <w:i w:val="0"/>
        </w:rPr>
      </w:pPr>
      <w:r w:rsidRPr="00D83AC9">
        <w:rPr>
          <w:b/>
          <w:i w:val="0"/>
        </w:rPr>
        <w:t>Grilled Flatbread</w:t>
      </w:r>
      <w:r w:rsidRPr="00D83AC9">
        <w:rPr>
          <w:i w:val="0"/>
        </w:rPr>
        <w:tab/>
        <w:t xml:space="preserve">7 </w:t>
      </w:r>
    </w:p>
    <w:p w:rsidR="004219AC" w:rsidRPr="00435B79" w:rsidRDefault="004219AC" w:rsidP="003B1ABC">
      <w:pPr>
        <w:pStyle w:val="Food"/>
        <w:rPr>
          <w:b/>
          <w:i w:val="0"/>
          <w:lang w:val="fr-CA"/>
        </w:rPr>
      </w:pPr>
      <w:r>
        <w:rPr>
          <w:i w:val="0"/>
        </w:rPr>
        <w:t xml:space="preserve">Tomato bruschetta, garlic &amp; soft goat cheese </w:t>
      </w:r>
      <w:r w:rsidRPr="00D83AC9">
        <w:tab/>
      </w:r>
      <w:r w:rsidRPr="00D83AC9">
        <w:br/>
      </w:r>
      <w:r w:rsidRPr="00A4472C">
        <w:t>2007 Creekside Estate</w:t>
      </w:r>
      <w:r w:rsidRPr="00A4472C">
        <w:br/>
        <w:t>Sauvignon Blanc                    7.10 (3oz) ~ 14.30 (6oz)</w:t>
      </w:r>
    </w:p>
    <w:p w:rsidR="004219AC" w:rsidRPr="00435B79" w:rsidRDefault="004219AC" w:rsidP="006D69C4">
      <w:pPr>
        <w:pStyle w:val="Food"/>
      </w:pPr>
    </w:p>
    <w:p w:rsidR="004219AC" w:rsidRPr="0071289C" w:rsidRDefault="004219AC" w:rsidP="006D69C4">
      <w:pPr>
        <w:pStyle w:val="Food"/>
        <w:rPr>
          <w:b/>
          <w:i w:val="0"/>
        </w:rPr>
      </w:pPr>
      <w:r w:rsidRPr="0071289C">
        <w:rPr>
          <w:b/>
          <w:i w:val="0"/>
        </w:rPr>
        <w:t>White Bean &amp; Roast Garlic Soup</w:t>
      </w:r>
      <w:r w:rsidRPr="0071289C">
        <w:rPr>
          <w:b/>
          <w:i w:val="0"/>
        </w:rPr>
        <w:tab/>
      </w:r>
      <w:r w:rsidRPr="0071289C">
        <w:rPr>
          <w:i w:val="0"/>
        </w:rPr>
        <w:t>7</w:t>
      </w:r>
    </w:p>
    <w:p w:rsidR="004219AC" w:rsidRPr="0071289C" w:rsidRDefault="004219AC" w:rsidP="0023169C">
      <w:pPr>
        <w:pStyle w:val="Food"/>
        <w:rPr>
          <w:i w:val="0"/>
        </w:rPr>
      </w:pPr>
      <w:r w:rsidRPr="0071289C">
        <w:rPr>
          <w:i w:val="0"/>
        </w:rPr>
        <w:t>Chives</w:t>
      </w:r>
    </w:p>
    <w:p w:rsidR="004219AC" w:rsidRPr="0071289C" w:rsidRDefault="004219AC" w:rsidP="0071289C">
      <w:pPr>
        <w:pStyle w:val="Food"/>
        <w:rPr>
          <w:lang w:val="fr-CA"/>
        </w:rPr>
      </w:pPr>
      <w:r w:rsidRPr="0071289C">
        <w:t>2008 Cascina Degli Ulivi</w:t>
      </w:r>
    </w:p>
    <w:p w:rsidR="004219AC" w:rsidRPr="00435B79" w:rsidRDefault="004219AC" w:rsidP="0071289C">
      <w:pPr>
        <w:pStyle w:val="Food"/>
        <w:rPr>
          <w:b/>
          <w:i w:val="0"/>
          <w:lang w:val="fr-CA"/>
        </w:rPr>
      </w:pPr>
      <w:r w:rsidRPr="0071289C">
        <w:rPr>
          <w:lang w:val="fr-CA"/>
        </w:rPr>
        <w:t>Cortese                                 6.80 (3oz) ~ 13.50 (6oz)</w:t>
      </w:r>
    </w:p>
    <w:p w:rsidR="004219AC" w:rsidRDefault="004219AC" w:rsidP="0081715D">
      <w:pPr>
        <w:pStyle w:val="Food"/>
        <w:rPr>
          <w:b/>
          <w:i w:val="0"/>
        </w:rPr>
      </w:pPr>
    </w:p>
    <w:p w:rsidR="004219AC" w:rsidRPr="00435B79" w:rsidRDefault="004219AC" w:rsidP="0081715D">
      <w:pPr>
        <w:pStyle w:val="Food"/>
        <w:rPr>
          <w:i w:val="0"/>
        </w:rPr>
      </w:pPr>
      <w:r>
        <w:rPr>
          <w:b/>
          <w:i w:val="0"/>
        </w:rPr>
        <w:t>Smoked Pacific Salmon Sandwich</w:t>
      </w:r>
      <w:r w:rsidRPr="00435B79">
        <w:rPr>
          <w:i w:val="0"/>
        </w:rPr>
        <w:tab/>
        <w:t>8</w:t>
      </w:r>
    </w:p>
    <w:p w:rsidR="004219AC" w:rsidRPr="003D48BC" w:rsidRDefault="004219AC" w:rsidP="00A079C1">
      <w:pPr>
        <w:pStyle w:val="Food"/>
        <w:rPr>
          <w:i w:val="0"/>
        </w:rPr>
      </w:pPr>
      <w:r>
        <w:rPr>
          <w:i w:val="0"/>
        </w:rPr>
        <w:t>Herb crème fraiche, sprouts &amp; sweet onions</w:t>
      </w:r>
    </w:p>
    <w:p w:rsidR="004219AC" w:rsidRPr="00637A97" w:rsidRDefault="004219AC" w:rsidP="000E706B">
      <w:pPr>
        <w:pStyle w:val="Food"/>
        <w:rPr>
          <w:b/>
          <w:i w:val="0"/>
          <w:lang w:val="fr-CA"/>
        </w:rPr>
      </w:pPr>
      <w:r>
        <w:t>2009 Albert Mann</w:t>
      </w:r>
      <w:r>
        <w:br/>
        <w:t>Auxerrois                             6.90 (3oz) ~ 13.80 (6oz)</w:t>
      </w:r>
    </w:p>
    <w:p w:rsidR="004219AC" w:rsidRPr="00435B79" w:rsidRDefault="004219AC" w:rsidP="006D69C4">
      <w:pPr>
        <w:pStyle w:val="Food"/>
        <w:rPr>
          <w:i w:val="0"/>
        </w:rPr>
      </w:pPr>
      <w:r>
        <w:t xml:space="preserve"> </w:t>
      </w:r>
    </w:p>
    <w:p w:rsidR="004219AC" w:rsidRPr="00435B79" w:rsidRDefault="004219AC" w:rsidP="007A7C90">
      <w:pPr>
        <w:pStyle w:val="Food"/>
        <w:rPr>
          <w:i w:val="0"/>
        </w:rPr>
      </w:pPr>
      <w:r>
        <w:rPr>
          <w:b/>
          <w:i w:val="0"/>
        </w:rPr>
        <w:t xml:space="preserve">Roast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i w:val="0"/>
            </w:rPr>
            <w:t>Turkey</w:t>
          </w:r>
        </w:smartTag>
      </w:smartTag>
      <w:r w:rsidRPr="00435B79">
        <w:rPr>
          <w:b/>
          <w:i w:val="0"/>
        </w:rPr>
        <w:t xml:space="preserve"> Poutine</w:t>
      </w:r>
      <w:r w:rsidRPr="00435B79">
        <w:rPr>
          <w:i w:val="0"/>
        </w:rPr>
        <w:tab/>
        <w:t>9</w:t>
      </w:r>
    </w:p>
    <w:p w:rsidR="004219AC" w:rsidRPr="00435B79" w:rsidRDefault="004219AC" w:rsidP="000E706B">
      <w:pPr>
        <w:pStyle w:val="Food"/>
        <w:rPr>
          <w:i w:val="0"/>
        </w:rPr>
      </w:pPr>
      <w:r>
        <w:rPr>
          <w:i w:val="0"/>
        </w:rPr>
        <w:t>Dried cranberries, supreme sauce &amp; parsley</w:t>
      </w:r>
    </w:p>
    <w:p w:rsidR="004219AC" w:rsidRPr="00672D12" w:rsidRDefault="004219AC" w:rsidP="0071289C">
      <w:pPr>
        <w:pStyle w:val="Wine"/>
        <w:spacing w:after="0"/>
      </w:pPr>
      <w:r w:rsidRPr="00A4472C">
        <w:t>2007</w:t>
      </w:r>
      <w:r w:rsidRPr="00B77187">
        <w:t xml:space="preserve"> Sequillo Cellars</w:t>
      </w:r>
      <w:r w:rsidRPr="00B77187">
        <w:br/>
        <w:t>Chenin Blanc Blend               10.30 (3oz) ~ 20.50 (6oz)</w:t>
      </w:r>
    </w:p>
    <w:p w:rsidR="004219AC" w:rsidRDefault="004219AC" w:rsidP="0071289C">
      <w:pPr>
        <w:pStyle w:val="Wine"/>
        <w:spacing w:after="0"/>
        <w:rPr>
          <w:b/>
          <w:i w:val="0"/>
        </w:rPr>
      </w:pPr>
    </w:p>
    <w:p w:rsidR="004219AC" w:rsidRPr="00435B79" w:rsidRDefault="004219AC" w:rsidP="0081715D">
      <w:pPr>
        <w:pStyle w:val="Wine"/>
      </w:pPr>
      <w:r>
        <w:rPr>
          <w:b/>
          <w:i w:val="0"/>
        </w:rPr>
        <w:t>Heirloom Tomato Salad</w:t>
      </w:r>
      <w:r w:rsidRPr="00435B79">
        <w:rPr>
          <w:b/>
          <w:i w:val="0"/>
        </w:rPr>
        <w:tab/>
      </w:r>
      <w:r w:rsidRPr="00435B79">
        <w:rPr>
          <w:i w:val="0"/>
        </w:rPr>
        <w:t>9</w:t>
      </w:r>
      <w:r w:rsidRPr="00435B79">
        <w:rPr>
          <w:b/>
          <w:i w:val="0"/>
        </w:rPr>
        <w:br/>
      </w:r>
      <w:r>
        <w:rPr>
          <w:i w:val="0"/>
        </w:rPr>
        <w:t xml:space="preserve">Basil, </w:t>
      </w:r>
      <w:r w:rsidRPr="0083526A">
        <w:rPr>
          <w:i w:val="0"/>
        </w:rPr>
        <w:t>Montforte</w:t>
      </w:r>
      <w:r>
        <w:rPr>
          <w:i w:val="0"/>
        </w:rPr>
        <w:t xml:space="preserve"> goat cheese &amp; olive oil</w:t>
      </w:r>
      <w:r>
        <w:br/>
      </w:r>
      <w:r w:rsidRPr="00A4472C">
        <w:t>2007 Creekside Estate</w:t>
      </w:r>
      <w:r w:rsidRPr="00A4472C">
        <w:br/>
        <w:t>Sauvignon Blanc                    7.10 (3oz) ~ 14.30 (6oz)</w:t>
      </w:r>
    </w:p>
    <w:p w:rsidR="004219AC" w:rsidRPr="00435B79" w:rsidRDefault="004219AC" w:rsidP="006D69C4">
      <w:pPr>
        <w:pStyle w:val="Food"/>
        <w:rPr>
          <w:i w:val="0"/>
        </w:rPr>
      </w:pPr>
      <w:r>
        <w:rPr>
          <w:b/>
          <w:i w:val="0"/>
        </w:rPr>
        <w:t>Grilled Apricot Salad</w:t>
      </w:r>
      <w:r w:rsidRPr="00435B79">
        <w:rPr>
          <w:i w:val="0"/>
        </w:rPr>
        <w:tab/>
        <w:t>9</w:t>
      </w:r>
      <w:r w:rsidRPr="00435B79">
        <w:rPr>
          <w:i w:val="0"/>
        </w:rPr>
        <w:br/>
        <w:t xml:space="preserve">Caramelized walnuts, </w:t>
      </w:r>
      <w:r>
        <w:rPr>
          <w:i w:val="0"/>
        </w:rPr>
        <w:t>pink peppercorns &amp; sweet onion</w:t>
      </w:r>
      <w:r w:rsidRPr="00435B79">
        <w:t xml:space="preserve"> </w:t>
      </w:r>
    </w:p>
    <w:p w:rsidR="004219AC" w:rsidRPr="00B77187" w:rsidRDefault="004219AC" w:rsidP="00A4472C">
      <w:pPr>
        <w:pStyle w:val="Food"/>
      </w:pPr>
      <w:r w:rsidRPr="00B77187">
        <w:t>N.V. Vve Fourny</w:t>
      </w:r>
      <w:r w:rsidRPr="00B77187">
        <w:br/>
        <w:t>Gamay/Poulsard Sparkling</w:t>
      </w:r>
      <w:r>
        <w:t xml:space="preserve"> </w:t>
      </w:r>
      <w:r w:rsidRPr="00B77187">
        <w:t>9.10 (3oz) ~ 18.30 (6oz)</w:t>
      </w:r>
    </w:p>
    <w:p w:rsidR="004219AC" w:rsidRPr="00435B79" w:rsidRDefault="004219AC" w:rsidP="007217DF">
      <w:pPr>
        <w:pStyle w:val="Food"/>
        <w:rPr>
          <w:b/>
          <w:i w:val="0"/>
        </w:rPr>
      </w:pPr>
    </w:p>
    <w:p w:rsidR="004219AC" w:rsidRPr="00435B79" w:rsidRDefault="004219AC" w:rsidP="009A5532">
      <w:pPr>
        <w:pStyle w:val="Food"/>
        <w:rPr>
          <w:i w:val="0"/>
        </w:rPr>
      </w:pPr>
      <w:r>
        <w:rPr>
          <w:b/>
          <w:i w:val="0"/>
          <w:noProof/>
          <w:lang w:eastAsia="en-US"/>
        </w:rPr>
        <w:t>Rabit Rillette</w:t>
      </w:r>
      <w:r w:rsidRPr="00435B79">
        <w:rPr>
          <w:i w:val="0"/>
        </w:rPr>
        <w:tab/>
        <w:t>11</w:t>
      </w:r>
    </w:p>
    <w:p w:rsidR="004219AC" w:rsidRPr="00435B79" w:rsidRDefault="004219AC" w:rsidP="009A5532">
      <w:pPr>
        <w:pStyle w:val="Food"/>
        <w:rPr>
          <w:i w:val="0"/>
        </w:rPr>
      </w:pPr>
      <w:r>
        <w:rPr>
          <w:i w:val="0"/>
        </w:rPr>
        <w:t>Pickled wild leeks, cornichons</w:t>
      </w:r>
      <w:r w:rsidRPr="00435B79">
        <w:rPr>
          <w:i w:val="0"/>
        </w:rPr>
        <w:t xml:space="preserve"> &amp; </w:t>
      </w:r>
      <w:r>
        <w:rPr>
          <w:i w:val="0"/>
        </w:rPr>
        <w:t>triple crunch mustard</w:t>
      </w:r>
    </w:p>
    <w:p w:rsidR="004219AC" w:rsidRPr="00D46A24" w:rsidRDefault="004219AC" w:rsidP="0071289C">
      <w:pPr>
        <w:pStyle w:val="Wine"/>
        <w:rPr>
          <w:b/>
          <w:i w:val="0"/>
          <w:lang w:val="fr-CA"/>
        </w:rPr>
      </w:pPr>
      <w:r>
        <w:rPr>
          <w:lang w:val="fr-CA"/>
        </w:rPr>
        <w:t>Château Soucherie</w:t>
      </w:r>
      <w:r>
        <w:rPr>
          <w:lang w:val="fr-CA"/>
        </w:rPr>
        <w:br/>
        <w:t>Chenin Blanc                                 7 (1oz) ~ 14 (2oz)</w:t>
      </w:r>
    </w:p>
    <w:p w:rsidR="004219AC" w:rsidRPr="00435B79" w:rsidRDefault="004219AC" w:rsidP="00405B7A">
      <w:pPr>
        <w:pStyle w:val="Food"/>
        <w:rPr>
          <w:i w:val="0"/>
        </w:rPr>
      </w:pPr>
      <w:r>
        <w:rPr>
          <w:b/>
          <w:i w:val="0"/>
          <w:noProof/>
          <w:lang w:eastAsia="en-US"/>
        </w:rPr>
        <w:t>Mini Beef Burgers</w:t>
      </w:r>
      <w:r w:rsidRPr="00435B79">
        <w:rPr>
          <w:i w:val="0"/>
        </w:rPr>
        <w:tab/>
        <w:t>11</w:t>
      </w:r>
    </w:p>
    <w:p w:rsidR="004219AC" w:rsidRPr="00435B79" w:rsidRDefault="004219AC" w:rsidP="00405B7A">
      <w:pPr>
        <w:pStyle w:val="Food"/>
        <w:rPr>
          <w:i w:val="0"/>
        </w:rPr>
      </w:pPr>
      <w:r>
        <w:rPr>
          <w:i w:val="0"/>
        </w:rPr>
        <w:t>Mustard pickle relish, house made ketchup &amp; cheddar</w:t>
      </w:r>
    </w:p>
    <w:p w:rsidR="004219AC" w:rsidRPr="00B77187" w:rsidRDefault="004219AC" w:rsidP="00405B7A">
      <w:pPr>
        <w:pStyle w:val="Food"/>
      </w:pPr>
      <w:r>
        <w:t>2008 Gai’a</w:t>
      </w:r>
      <w:r>
        <w:br/>
        <w:t>Agiorgitiko                        5.60 (3oz) ~ 11.30( 6oz)</w:t>
      </w:r>
    </w:p>
    <w:p w:rsidR="004219AC" w:rsidRPr="00435B79" w:rsidRDefault="004219AC" w:rsidP="00C66476">
      <w:pPr>
        <w:pStyle w:val="Food"/>
        <w:rPr>
          <w:b/>
          <w:i w:val="0"/>
          <w:noProof/>
          <w:lang w:eastAsia="en-US"/>
        </w:rPr>
      </w:pPr>
    </w:p>
    <w:p w:rsidR="004219AC" w:rsidRPr="0071289C" w:rsidRDefault="004219AC" w:rsidP="00CE1BE9">
      <w:pPr>
        <w:pStyle w:val="Food"/>
        <w:rPr>
          <w:b/>
          <w:i w:val="0"/>
        </w:rPr>
      </w:pPr>
      <w:r w:rsidRPr="0071289C">
        <w:rPr>
          <w:b/>
          <w:i w:val="0"/>
          <w:noProof/>
          <w:lang w:eastAsia="en-US"/>
        </w:rPr>
        <w:t xml:space="preserve">Tempura Summer Vegetables   </w:t>
      </w:r>
      <w:r w:rsidRPr="0071289C">
        <w:rPr>
          <w:b/>
          <w:i w:val="0"/>
          <w:noProof/>
          <w:lang w:eastAsia="en-US"/>
        </w:rPr>
        <w:tab/>
      </w:r>
      <w:r w:rsidRPr="0071289C">
        <w:rPr>
          <w:i w:val="0"/>
          <w:noProof/>
          <w:lang w:eastAsia="en-US"/>
        </w:rPr>
        <w:t>13</w:t>
      </w:r>
    </w:p>
    <w:p w:rsidR="004219AC" w:rsidRPr="0071289C" w:rsidRDefault="004219AC" w:rsidP="00CE1BE9">
      <w:pPr>
        <w:pStyle w:val="Food"/>
        <w:rPr>
          <w:i w:val="0"/>
        </w:rPr>
      </w:pPr>
      <w:r w:rsidRPr="0071289C">
        <w:rPr>
          <w:i w:val="0"/>
        </w:rPr>
        <w:t xml:space="preserve">Asparagus, sweet peppers &amp; zucchini </w:t>
      </w:r>
    </w:p>
    <w:p w:rsidR="004219AC" w:rsidRPr="00B77187" w:rsidRDefault="004219AC" w:rsidP="00A4472C">
      <w:pPr>
        <w:pStyle w:val="Food"/>
        <w:rPr>
          <w:rStyle w:val="WineChar"/>
          <w:i/>
          <w:lang w:val="fr-CA"/>
        </w:rPr>
      </w:pPr>
      <w:r w:rsidRPr="0071289C">
        <w:rPr>
          <w:rStyle w:val="WineChar"/>
          <w:i/>
          <w:lang w:val="fr-CA"/>
        </w:rPr>
        <w:t xml:space="preserve">2008 Hidden Bench </w:t>
      </w:r>
      <w:r w:rsidRPr="0071289C">
        <w:rPr>
          <w:rStyle w:val="WineChar"/>
          <w:i/>
          <w:lang w:val="fr-CA"/>
        </w:rPr>
        <w:br/>
        <w:t>Riesling                                   6.60 (3oz) ~ 13.30 (6oz)</w:t>
      </w:r>
      <w:r w:rsidRPr="00B77187">
        <w:rPr>
          <w:rStyle w:val="WineChar"/>
          <w:i/>
          <w:lang w:val="fr-CA"/>
        </w:rPr>
        <w:t xml:space="preserve"> </w:t>
      </w: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Pr="0071289C" w:rsidRDefault="004219AC" w:rsidP="007F7821">
      <w:pPr>
        <w:pStyle w:val="Food"/>
        <w:rPr>
          <w:b/>
          <w:i w:val="0"/>
        </w:rPr>
      </w:pPr>
      <w:r>
        <w:rPr>
          <w:b/>
          <w:i w:val="0"/>
          <w:noProof/>
          <w:lang w:eastAsia="en-US"/>
        </w:rPr>
        <w:t>Crispy Sweatbreads</w:t>
      </w:r>
      <w:r w:rsidRPr="0071289C">
        <w:rPr>
          <w:b/>
          <w:i w:val="0"/>
          <w:noProof/>
          <w:lang w:eastAsia="en-US"/>
        </w:rPr>
        <w:t xml:space="preserve">   </w:t>
      </w:r>
      <w:r w:rsidRPr="0071289C">
        <w:rPr>
          <w:b/>
          <w:i w:val="0"/>
          <w:noProof/>
          <w:lang w:eastAsia="en-US"/>
        </w:rPr>
        <w:tab/>
      </w:r>
      <w:r w:rsidRPr="0071289C">
        <w:rPr>
          <w:i w:val="0"/>
          <w:noProof/>
          <w:lang w:eastAsia="en-US"/>
        </w:rPr>
        <w:t>13</w:t>
      </w:r>
    </w:p>
    <w:p w:rsidR="004219AC" w:rsidRPr="0071289C" w:rsidRDefault="004219AC" w:rsidP="007F7821">
      <w:pPr>
        <w:pStyle w:val="Food"/>
        <w:rPr>
          <w:i w:val="0"/>
        </w:rPr>
      </w:pPr>
      <w:r>
        <w:rPr>
          <w:i w:val="0"/>
        </w:rPr>
        <w:t xml:space="preserve">Wild mushroom ragout, thyme &amp; cherry tomatoes </w:t>
      </w:r>
    </w:p>
    <w:p w:rsidR="004219AC" w:rsidRPr="00B77187" w:rsidRDefault="004219AC" w:rsidP="007F7821">
      <w:pPr>
        <w:pStyle w:val="Food"/>
        <w:rPr>
          <w:rStyle w:val="WineChar"/>
          <w:i/>
          <w:lang w:val="fr-CA"/>
        </w:rPr>
      </w:pPr>
      <w:r>
        <w:rPr>
          <w:rStyle w:val="WineChar"/>
          <w:i/>
          <w:lang w:val="fr-CA"/>
        </w:rPr>
        <w:t xml:space="preserve">N.V. Gonzalez Byass </w:t>
      </w:r>
      <w:r>
        <w:rPr>
          <w:rStyle w:val="WineChar"/>
          <w:i/>
          <w:lang w:val="fr-CA"/>
        </w:rPr>
        <w:br/>
        <w:t>Amontillado Sherry                                        15 (2oz)</w:t>
      </w: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Default="004219AC" w:rsidP="00F1617B">
      <w:pPr>
        <w:pStyle w:val="Food"/>
        <w:rPr>
          <w:b/>
          <w:i w:val="0"/>
          <w:noProof/>
          <w:lang w:eastAsia="en-US"/>
        </w:rPr>
      </w:pPr>
    </w:p>
    <w:p w:rsidR="004219AC" w:rsidRPr="00435B79" w:rsidRDefault="004219AC" w:rsidP="00F1617B">
      <w:pPr>
        <w:pStyle w:val="Food"/>
        <w:rPr>
          <w:b/>
          <w:i w:val="0"/>
          <w:noProof/>
          <w:lang w:eastAsia="en-US"/>
        </w:rPr>
      </w:pPr>
      <w:r w:rsidRPr="00435B79">
        <w:rPr>
          <w:b/>
          <w:i w:val="0"/>
          <w:noProof/>
          <w:lang w:eastAsia="en-US"/>
        </w:rPr>
        <w:t>Seared Wild Pacific Salmon</w:t>
      </w:r>
      <w:r w:rsidRPr="00435B79">
        <w:rPr>
          <w:b/>
          <w:i w:val="0"/>
          <w:noProof/>
          <w:lang w:eastAsia="en-US"/>
        </w:rPr>
        <w:tab/>
      </w:r>
      <w:r w:rsidRPr="00435B79">
        <w:rPr>
          <w:i w:val="0"/>
          <w:noProof/>
          <w:lang w:eastAsia="en-US"/>
        </w:rPr>
        <w:t>13</w:t>
      </w:r>
    </w:p>
    <w:p w:rsidR="004219AC" w:rsidRPr="00435B79" w:rsidRDefault="004219AC" w:rsidP="00F1617B">
      <w:pPr>
        <w:pStyle w:val="Food"/>
        <w:rPr>
          <w:i w:val="0"/>
        </w:rPr>
      </w:pPr>
      <w:r>
        <w:rPr>
          <w:i w:val="0"/>
        </w:rPr>
        <w:t>Cauliflower, toasted hazelnuts &amp; sugar snap peas</w:t>
      </w:r>
    </w:p>
    <w:p w:rsidR="004219AC" w:rsidRDefault="004219AC" w:rsidP="00AA2CF9">
      <w:pPr>
        <w:pStyle w:val="Food"/>
        <w:rPr>
          <w:lang w:val="fr-CA"/>
        </w:rPr>
      </w:pPr>
      <w:r w:rsidRPr="00435B79">
        <w:rPr>
          <w:rStyle w:val="WineChar"/>
          <w:i/>
          <w:lang w:val="fr-CA"/>
        </w:rPr>
        <w:t>200</w:t>
      </w:r>
      <w:r>
        <w:rPr>
          <w:rStyle w:val="WineChar"/>
          <w:i/>
          <w:lang w:val="fr-CA"/>
        </w:rPr>
        <w:t xml:space="preserve">9 Santo </w:t>
      </w:r>
      <w:r>
        <w:rPr>
          <w:rStyle w:val="WineChar"/>
          <w:i/>
          <w:lang w:val="fr-CA"/>
        </w:rPr>
        <w:br/>
        <w:t>Assyrtiko                                5.60 (3oz) ~ 11.30 (6oz)</w:t>
      </w:r>
      <w:r>
        <w:rPr>
          <w:lang w:val="fr-CA"/>
        </w:rPr>
        <w:br/>
      </w:r>
    </w:p>
    <w:p w:rsidR="004219AC" w:rsidRPr="00672D12" w:rsidRDefault="004219AC" w:rsidP="00855C2F">
      <w:pPr>
        <w:pStyle w:val="Food"/>
        <w:rPr>
          <w:b/>
          <w:i w:val="0"/>
        </w:rPr>
      </w:pPr>
      <w:r>
        <w:rPr>
          <w:b/>
          <w:i w:val="0"/>
          <w:noProof/>
          <w:lang w:eastAsia="en-US"/>
        </w:rPr>
        <w:t>Braised Beef Cheeks</w:t>
      </w:r>
      <w:r w:rsidRPr="00672D12">
        <w:rPr>
          <w:b/>
          <w:i w:val="0"/>
          <w:noProof/>
          <w:lang w:eastAsia="en-US"/>
        </w:rPr>
        <w:tab/>
      </w:r>
      <w:r w:rsidRPr="00672D12">
        <w:rPr>
          <w:i w:val="0"/>
          <w:noProof/>
          <w:lang w:eastAsia="en-US"/>
        </w:rPr>
        <w:t>13</w:t>
      </w:r>
    </w:p>
    <w:p w:rsidR="004219AC" w:rsidRPr="00672D12" w:rsidRDefault="004219AC" w:rsidP="00855C2F">
      <w:pPr>
        <w:pStyle w:val="Food"/>
        <w:rPr>
          <w:i w:val="0"/>
        </w:rPr>
      </w:pPr>
      <w:r>
        <w:rPr>
          <w:i w:val="0"/>
        </w:rPr>
        <w:t>Sweet peppers, organic kale &amp; roast garlic</w:t>
      </w:r>
    </w:p>
    <w:p w:rsidR="004219AC" w:rsidRPr="00B77187" w:rsidRDefault="004219AC" w:rsidP="00A4472C">
      <w:pPr>
        <w:pStyle w:val="Wine"/>
        <w:spacing w:after="0"/>
        <w:rPr>
          <w:lang w:val="fr-CA"/>
        </w:rPr>
      </w:pPr>
      <w:r w:rsidRPr="00A4472C">
        <w:rPr>
          <w:lang w:val="fr-CA"/>
        </w:rPr>
        <w:t>200</w:t>
      </w:r>
      <w:r w:rsidRPr="00B77187">
        <w:rPr>
          <w:lang w:val="fr-CA"/>
        </w:rPr>
        <w:t>7</w:t>
      </w:r>
      <w:r>
        <w:rPr>
          <w:lang w:val="fr-CA"/>
        </w:rPr>
        <w:t xml:space="preserve"> </w:t>
      </w:r>
      <w:r w:rsidRPr="00B77187">
        <w:rPr>
          <w:lang w:val="fr-CA"/>
        </w:rPr>
        <w:t xml:space="preserve">Haka </w:t>
      </w:r>
      <w:r w:rsidRPr="00B77187">
        <w:rPr>
          <w:lang w:val="fr-CA"/>
        </w:rPr>
        <w:br/>
        <w:t>Tempranillo                          9.40 (3oz) ~ 18.80 (6oz)</w:t>
      </w:r>
    </w:p>
    <w:p w:rsidR="004219AC" w:rsidRDefault="004219AC" w:rsidP="00A849C1">
      <w:pPr>
        <w:pStyle w:val="Food"/>
        <w:rPr>
          <w:b/>
          <w:i w:val="0"/>
        </w:rPr>
      </w:pPr>
    </w:p>
    <w:p w:rsidR="004219AC" w:rsidRDefault="004219AC" w:rsidP="00A849C1">
      <w:pPr>
        <w:pStyle w:val="Food"/>
        <w:rPr>
          <w:i w:val="0"/>
        </w:rPr>
      </w:pPr>
      <w:r>
        <w:rPr>
          <w:b/>
          <w:i w:val="0"/>
        </w:rPr>
        <w:t xml:space="preserve">Cauliflower Gratin </w:t>
      </w:r>
      <w:r w:rsidRPr="00672D12">
        <w:rPr>
          <w:b/>
          <w:i w:val="0"/>
        </w:rPr>
        <w:t xml:space="preserve"> </w:t>
      </w:r>
      <w:r w:rsidRPr="00672D12">
        <w:rPr>
          <w:b/>
          <w:i w:val="0"/>
        </w:rPr>
        <w:tab/>
      </w:r>
      <w:r>
        <w:rPr>
          <w:i w:val="0"/>
        </w:rPr>
        <w:t>9</w:t>
      </w:r>
      <w:r w:rsidRPr="00672D12">
        <w:rPr>
          <w:i w:val="0"/>
        </w:rPr>
        <w:t xml:space="preserve">                                                         </w:t>
      </w:r>
    </w:p>
    <w:p w:rsidR="004219AC" w:rsidRDefault="004219AC" w:rsidP="00A849C1">
      <w:pPr>
        <w:pStyle w:val="Food"/>
        <w:rPr>
          <w:i w:val="0"/>
        </w:rPr>
      </w:pPr>
      <w:r>
        <w:rPr>
          <w:i w:val="0"/>
        </w:rPr>
        <w:t>Blue cheese, parsley &amp; white wine cream</w:t>
      </w:r>
    </w:p>
    <w:p w:rsidR="004219AC" w:rsidRPr="00435B79" w:rsidRDefault="004219AC" w:rsidP="00A849C1">
      <w:pPr>
        <w:pStyle w:val="Food"/>
      </w:pPr>
      <w:r w:rsidRPr="00A4472C">
        <w:t>200</w:t>
      </w:r>
      <w:r>
        <w:t>9 Terre Borboniche</w:t>
      </w:r>
      <w:r>
        <w:br/>
        <w:t>Greco Bianco                     6.90 (3oz) ~ 13.80 (6oz)</w:t>
      </w:r>
    </w:p>
    <w:p w:rsidR="004219AC" w:rsidRDefault="004219AC" w:rsidP="009946D8">
      <w:pPr>
        <w:pStyle w:val="Food"/>
        <w:rPr>
          <w:b/>
          <w:i w:val="0"/>
        </w:rPr>
      </w:pPr>
    </w:p>
    <w:p w:rsidR="004219AC" w:rsidRPr="00672D12" w:rsidRDefault="004219AC" w:rsidP="00C25A46">
      <w:pPr>
        <w:pStyle w:val="Wine"/>
        <w:spacing w:after="0"/>
      </w:pPr>
      <w:r>
        <w:rPr>
          <w:b/>
          <w:i w:val="0"/>
        </w:rPr>
        <w:t>Seared Hokkaido Scallops</w:t>
      </w:r>
      <w:r w:rsidRPr="00672D12">
        <w:rPr>
          <w:b/>
          <w:i w:val="0"/>
        </w:rPr>
        <w:t xml:space="preserve"> </w:t>
      </w:r>
      <w:r w:rsidRPr="00672D12">
        <w:rPr>
          <w:b/>
          <w:i w:val="0"/>
        </w:rPr>
        <w:tab/>
      </w:r>
      <w:r w:rsidRPr="00672D12">
        <w:rPr>
          <w:i w:val="0"/>
        </w:rPr>
        <w:t>1</w:t>
      </w:r>
      <w:r>
        <w:rPr>
          <w:i w:val="0"/>
        </w:rPr>
        <w:t>4</w:t>
      </w:r>
      <w:r w:rsidRPr="00672D12">
        <w:rPr>
          <w:i w:val="0"/>
        </w:rPr>
        <w:t xml:space="preserve">                                                         </w:t>
      </w:r>
      <w:r>
        <w:rPr>
          <w:i w:val="0"/>
        </w:rPr>
        <w:t>Local green beans, cherry tomatoes &amp; braised greens</w:t>
      </w:r>
      <w:r w:rsidRPr="00672D12">
        <w:br/>
      </w:r>
      <w:r>
        <w:t>2008 Matthew Waldin</w:t>
      </w:r>
      <w:r>
        <w:br/>
        <w:t>Macabeo                             5.90 (3oz) ~ 11.80 (6oz)</w:t>
      </w:r>
    </w:p>
    <w:p w:rsidR="004219AC" w:rsidRDefault="004219AC" w:rsidP="008133A0">
      <w:pPr>
        <w:pStyle w:val="Wine"/>
        <w:spacing w:after="0"/>
        <w:rPr>
          <w:b/>
          <w:i w:val="0"/>
        </w:rPr>
      </w:pPr>
    </w:p>
    <w:p w:rsidR="004219AC" w:rsidRPr="00672D12" w:rsidRDefault="004219AC" w:rsidP="008133A0">
      <w:pPr>
        <w:pStyle w:val="Wine"/>
        <w:spacing w:after="0"/>
      </w:pPr>
      <w:r w:rsidRPr="00895173">
        <w:rPr>
          <w:b/>
          <w:i w:val="0"/>
        </w:rPr>
        <w:t xml:space="preserve">Roast Leg of Lamb </w:t>
      </w:r>
      <w:r w:rsidRPr="00895173">
        <w:rPr>
          <w:b/>
          <w:i w:val="0"/>
        </w:rPr>
        <w:tab/>
      </w:r>
      <w:r w:rsidRPr="00895173">
        <w:rPr>
          <w:i w:val="0"/>
        </w:rPr>
        <w:t xml:space="preserve">14                                                         Julienne vegetables, herbs &amp; mustard dressing </w:t>
      </w:r>
      <w:r>
        <w:br/>
        <w:t xml:space="preserve">2002 </w:t>
      </w:r>
      <w:smartTag w:uri="urn:schemas-microsoft-com:office:smarttags" w:element="City">
        <w:r>
          <w:t>Bethany</w:t>
        </w:r>
      </w:smartTag>
      <w:r>
        <w:t xml:space="preserve"> “GR8”</w:t>
      </w:r>
      <w:r>
        <w:br/>
      </w:r>
      <w:smartTag w:uri="urn:schemas-microsoft-com:office:smarttags" w:element="place">
        <w:smartTag w:uri="urn:schemas-microsoft-com:office:smarttags" w:element="City">
          <w:r>
            <w:t>Shiraz</w:t>
          </w:r>
        </w:smartTag>
      </w:smartTag>
      <w:r>
        <w:t xml:space="preserve">                                     15.50 (3oz) ~ 31 (6oz)</w:t>
      </w:r>
    </w:p>
    <w:p w:rsidR="004219AC" w:rsidRPr="00672D12" w:rsidRDefault="004219AC" w:rsidP="00C25A46">
      <w:pPr>
        <w:rPr>
          <w:rFonts w:ascii="Times New Roman" w:hAnsi="Times New Roman"/>
          <w:sz w:val="20"/>
          <w:lang w:val="fr-CA"/>
        </w:rPr>
      </w:pPr>
    </w:p>
    <w:p w:rsidR="004219AC" w:rsidRPr="00672D12" w:rsidRDefault="004219AC" w:rsidP="00AC3600">
      <w:pPr>
        <w:pStyle w:val="Wine"/>
        <w:spacing w:after="0"/>
      </w:pPr>
      <w:r>
        <w:rPr>
          <w:b/>
          <w:i w:val="0"/>
        </w:rPr>
        <w:t>Donato Farms</w:t>
      </w:r>
      <w:r w:rsidRPr="00672D12">
        <w:rPr>
          <w:b/>
          <w:i w:val="0"/>
        </w:rPr>
        <w:t xml:space="preserve"> </w:t>
      </w:r>
      <w:r>
        <w:rPr>
          <w:b/>
          <w:i w:val="0"/>
        </w:rPr>
        <w:t>Sirloin Steak</w:t>
      </w:r>
      <w:r w:rsidRPr="00672D12">
        <w:rPr>
          <w:b/>
          <w:i w:val="0"/>
        </w:rPr>
        <w:t xml:space="preserve"> </w:t>
      </w:r>
      <w:r w:rsidRPr="00672D12">
        <w:rPr>
          <w:b/>
          <w:i w:val="0"/>
        </w:rPr>
        <w:tab/>
      </w:r>
      <w:r w:rsidRPr="00672D12">
        <w:rPr>
          <w:i w:val="0"/>
        </w:rPr>
        <w:t xml:space="preserve">15                                                         </w:t>
      </w:r>
      <w:r>
        <w:rPr>
          <w:i w:val="0"/>
        </w:rPr>
        <w:t>Grilled zucchini, roast potato &amp; mole sauce</w:t>
      </w:r>
      <w:r w:rsidRPr="00672D12">
        <w:br/>
      </w:r>
      <w:r>
        <w:t>2005 Quinta Seara d’Ordens “Talentus”</w:t>
      </w:r>
      <w:r>
        <w:br/>
        <w:t>Portugese Red Blend           11.30 (3oz) ~ 22.50 (6oz)</w:t>
      </w:r>
    </w:p>
    <w:p w:rsidR="004219AC" w:rsidRPr="00672D12" w:rsidRDefault="004219AC" w:rsidP="00C4627B">
      <w:pPr>
        <w:rPr>
          <w:rFonts w:ascii="Times New Roman" w:hAnsi="Times New Roman"/>
          <w:sz w:val="20"/>
          <w:lang w:val="fr-CA"/>
        </w:rPr>
      </w:pPr>
    </w:p>
    <w:p w:rsidR="004219AC" w:rsidRPr="00672D12" w:rsidRDefault="004219AC" w:rsidP="001D6F80">
      <w:pPr>
        <w:pStyle w:val="Wine"/>
        <w:rPr>
          <w:b/>
          <w:i w:val="0"/>
          <w:lang w:val="fr-CA"/>
        </w:rPr>
      </w:pPr>
      <w:r w:rsidRPr="00672D12">
        <w:rPr>
          <w:b/>
          <w:i w:val="0"/>
          <w:lang w:val="fr-CA"/>
        </w:rPr>
        <w:t xml:space="preserve">Selection of Artisanal Canadian Cheese               </w:t>
      </w:r>
      <w:r w:rsidRPr="00672D12">
        <w:rPr>
          <w:i w:val="0"/>
          <w:lang w:val="fr-CA"/>
        </w:rPr>
        <w:t>16</w:t>
      </w:r>
      <w:r w:rsidRPr="00672D12">
        <w:rPr>
          <w:b/>
          <w:lang w:val="fr-CA"/>
        </w:rPr>
        <w:br/>
      </w:r>
      <w:r w:rsidRPr="00672D12">
        <w:rPr>
          <w:lang w:val="fr-CA"/>
        </w:rPr>
        <w:t>1995 Domaine Gardiés ‘Ambré’ Vin Doux Naturale</w:t>
      </w:r>
      <w:r w:rsidRPr="00672D12">
        <w:rPr>
          <w:lang w:val="fr-CA"/>
        </w:rPr>
        <w:br/>
        <w:t xml:space="preserve">Grenache Blanc </w:t>
      </w:r>
      <w:r>
        <w:rPr>
          <w:lang w:val="fr-CA"/>
        </w:rPr>
        <w:t xml:space="preserve">                           </w:t>
      </w:r>
      <w:r w:rsidRPr="00672D12">
        <w:rPr>
          <w:lang w:val="fr-CA"/>
        </w:rPr>
        <w:t>15 (1oz) ~ 30 (2oz)</w:t>
      </w:r>
    </w:p>
    <w:p w:rsidR="004219AC" w:rsidRPr="00672D12" w:rsidRDefault="004219AC" w:rsidP="0013155E">
      <w:pPr>
        <w:pStyle w:val="Food"/>
        <w:rPr>
          <w:i w:val="0"/>
        </w:rPr>
      </w:pPr>
      <w:r>
        <w:rPr>
          <w:b/>
          <w:i w:val="0"/>
        </w:rPr>
        <w:t>White Chocolate Mousse</w:t>
      </w:r>
      <w:r w:rsidRPr="00672D12">
        <w:rPr>
          <w:i w:val="0"/>
        </w:rPr>
        <w:tab/>
        <w:t>7</w:t>
      </w:r>
      <w:r w:rsidRPr="00672D12">
        <w:rPr>
          <w:i w:val="0"/>
        </w:rPr>
        <w:br/>
      </w:r>
      <w:smartTag w:uri="urn:schemas-microsoft-com:office:smarttags" w:element="place">
        <w:r>
          <w:rPr>
            <w:i w:val="0"/>
          </w:rPr>
          <w:t>Madagascar</w:t>
        </w:r>
      </w:smartTag>
      <w:r>
        <w:rPr>
          <w:i w:val="0"/>
        </w:rPr>
        <w:t xml:space="preserve"> vanilla &amp; blueberries</w:t>
      </w:r>
    </w:p>
    <w:p w:rsidR="004219AC" w:rsidRPr="00D46A24" w:rsidRDefault="004219AC" w:rsidP="00855459">
      <w:pPr>
        <w:pStyle w:val="Wine"/>
        <w:rPr>
          <w:b/>
          <w:i w:val="0"/>
          <w:lang w:val="fr-CA"/>
        </w:rPr>
      </w:pPr>
      <w:r>
        <w:rPr>
          <w:lang w:val="fr-CA"/>
        </w:rPr>
        <w:t>Château Soucherie</w:t>
      </w:r>
      <w:r>
        <w:rPr>
          <w:lang w:val="fr-CA"/>
        </w:rPr>
        <w:br/>
        <w:t>Chenin Blanc                                 7 (1oz) ~ 14 (2oz)</w:t>
      </w:r>
    </w:p>
    <w:p w:rsidR="004219AC" w:rsidRDefault="004219AC" w:rsidP="00D82BA2">
      <w:pPr>
        <w:pStyle w:val="Food"/>
        <w:rPr>
          <w:i w:val="0"/>
        </w:rPr>
      </w:pPr>
      <w:r>
        <w:rPr>
          <w:b/>
          <w:i w:val="0"/>
        </w:rPr>
        <w:t>Banana Bread &amp; Butter Pudding</w:t>
      </w:r>
      <w:r>
        <w:rPr>
          <w:i w:val="0"/>
        </w:rPr>
        <w:tab/>
        <w:t>7</w:t>
      </w:r>
    </w:p>
    <w:p w:rsidR="004219AC" w:rsidRPr="00672D12" w:rsidRDefault="004219AC" w:rsidP="00D82BA2">
      <w:pPr>
        <w:pStyle w:val="Food"/>
        <w:rPr>
          <w:i w:val="0"/>
        </w:rPr>
      </w:pPr>
      <w:r>
        <w:rPr>
          <w:i w:val="0"/>
        </w:rPr>
        <w:t>Raspberries</w:t>
      </w:r>
    </w:p>
    <w:p w:rsidR="004219AC" w:rsidRPr="00D46A24" w:rsidRDefault="004219AC" w:rsidP="003F1032">
      <w:pPr>
        <w:pStyle w:val="Wine"/>
        <w:rPr>
          <w:b/>
          <w:i w:val="0"/>
          <w:lang w:val="fr-CA"/>
        </w:rPr>
      </w:pPr>
      <w:r>
        <w:rPr>
          <w:lang w:val="fr-CA"/>
        </w:rPr>
        <w:t>Château des Charmes Late Harvest</w:t>
      </w:r>
      <w:r>
        <w:rPr>
          <w:lang w:val="fr-CA"/>
        </w:rPr>
        <w:br/>
        <w:t>Riesling                                      7 (1oz) ~ 14 (2oz)</w:t>
      </w:r>
    </w:p>
    <w:p w:rsidR="004219AC" w:rsidRDefault="004219AC" w:rsidP="00BF22BA">
      <w:pPr>
        <w:pStyle w:val="Food"/>
        <w:rPr>
          <w:i w:val="0"/>
        </w:rPr>
      </w:pPr>
      <w:r>
        <w:rPr>
          <w:b/>
          <w:i w:val="0"/>
        </w:rPr>
        <w:t>Almond Pot au Crème</w:t>
      </w:r>
      <w:r>
        <w:rPr>
          <w:i w:val="0"/>
        </w:rPr>
        <w:tab/>
        <w:t>7</w:t>
      </w:r>
    </w:p>
    <w:p w:rsidR="004219AC" w:rsidRPr="00672D12" w:rsidRDefault="004219AC" w:rsidP="00BF22BA">
      <w:pPr>
        <w:pStyle w:val="Food"/>
        <w:rPr>
          <w:i w:val="0"/>
        </w:rPr>
      </w:pPr>
      <w:smartTag w:uri="urn:schemas-microsoft-com:office:smarttags" w:element="place">
        <w:r>
          <w:rPr>
            <w:i w:val="0"/>
          </w:rPr>
          <w:t>Niagara</w:t>
        </w:r>
      </w:smartTag>
      <w:r>
        <w:rPr>
          <w:i w:val="0"/>
        </w:rPr>
        <w:t xml:space="preserve"> sour cherries</w:t>
      </w:r>
    </w:p>
    <w:p w:rsidR="004219AC" w:rsidRDefault="004219AC" w:rsidP="008C43C9">
      <w:pPr>
        <w:pStyle w:val="Wine"/>
        <w:spacing w:after="0"/>
        <w:rPr>
          <w:lang w:val="fr-CA"/>
        </w:rPr>
      </w:pPr>
      <w:r>
        <w:rPr>
          <w:lang w:val="fr-CA"/>
        </w:rPr>
        <w:t>2008 Lammershoek</w:t>
      </w:r>
    </w:p>
    <w:p w:rsidR="004219AC" w:rsidRDefault="004219AC" w:rsidP="008C43C9">
      <w:pPr>
        <w:pStyle w:val="Food"/>
        <w:rPr>
          <w:lang w:val="fr-CA"/>
        </w:rPr>
      </w:pPr>
      <w:r>
        <w:rPr>
          <w:lang w:val="fr-CA"/>
        </w:rPr>
        <w:t>Pinotage ‘Pinodoux’                     8 (1oz) ~ 16(2oz)</w:t>
      </w:r>
    </w:p>
    <w:p w:rsidR="004219AC" w:rsidRDefault="004219AC" w:rsidP="00455B47">
      <w:pPr>
        <w:pStyle w:val="Wine"/>
        <w:spacing w:after="0"/>
        <w:rPr>
          <w:lang w:val="fr-CA"/>
        </w:rPr>
      </w:pPr>
    </w:p>
    <w:p w:rsidR="004219AC" w:rsidRDefault="004219AC" w:rsidP="00455B47">
      <w:pPr>
        <w:pStyle w:val="Wine"/>
        <w:spacing w:after="0"/>
        <w:rPr>
          <w:lang w:val="fr-CA"/>
        </w:rPr>
      </w:pPr>
    </w:p>
    <w:p w:rsidR="004219AC" w:rsidRPr="00672D12" w:rsidRDefault="004219AC" w:rsidP="001B43C1">
      <w:pPr>
        <w:pStyle w:val="Wine"/>
      </w:pPr>
      <w:r>
        <w:t>A</w:t>
      </w:r>
      <w:r w:rsidRPr="00672D12">
        <w:t>n 18% Gratuity Will Be Charged To</w:t>
      </w:r>
      <w:r w:rsidRPr="00672D12">
        <w:br/>
        <w:t>Parties of 6 or More</w:t>
      </w:r>
    </w:p>
    <w:p w:rsidR="004219AC" w:rsidRPr="00672D12" w:rsidRDefault="004219AC" w:rsidP="001D6F80">
      <w:pPr>
        <w:pStyle w:val="Wine"/>
      </w:pPr>
      <w:r>
        <w:rPr>
          <w:noProof/>
          <w:lang w:eastAsia="en-US"/>
        </w:rPr>
        <w:pict>
          <v:shape id="_x0000_i1026" type="#_x0000_t75" style="width:255pt;height:31.5pt;visibility:visible">
            <v:imagedata r:id="rId5" o:title=""/>
          </v:shape>
        </w:pict>
      </w:r>
    </w:p>
    <w:p w:rsidR="004219AC" w:rsidRPr="00672D12" w:rsidRDefault="004219AC" w:rsidP="009A2690">
      <w:pPr>
        <w:pStyle w:val="Food"/>
        <w:rPr>
          <w:b/>
          <w:i w:val="0"/>
          <w:sz w:val="18"/>
          <w:szCs w:val="18"/>
        </w:rPr>
      </w:pPr>
      <w:r>
        <w:rPr>
          <w:b/>
          <w:i w:val="0"/>
          <w:sz w:val="18"/>
          <w:szCs w:val="18"/>
        </w:rPr>
        <w:t>Friday July 30</w:t>
      </w:r>
      <w:r w:rsidRPr="0005629C">
        <w:rPr>
          <w:b/>
          <w:i w:val="0"/>
          <w:sz w:val="18"/>
          <w:szCs w:val="18"/>
          <w:vertAlign w:val="superscript"/>
        </w:rPr>
        <w:t>th</w:t>
      </w:r>
      <w:r>
        <w:rPr>
          <w:b/>
          <w:i w:val="0"/>
          <w:sz w:val="18"/>
          <w:szCs w:val="18"/>
        </w:rPr>
        <w:t>, 2010</w:t>
      </w:r>
      <w:r w:rsidRPr="00672D12">
        <w:rPr>
          <w:i w:val="0"/>
          <w:sz w:val="18"/>
          <w:szCs w:val="18"/>
        </w:rPr>
        <w:t xml:space="preserve"> </w:t>
      </w:r>
      <w:r w:rsidRPr="00672D12">
        <w:rPr>
          <w:i w:val="0"/>
          <w:sz w:val="18"/>
          <w:szCs w:val="18"/>
        </w:rPr>
        <w:br/>
        <w:t xml:space="preserve">Bryan Burke </w:t>
      </w:r>
      <w:r>
        <w:rPr>
          <w:i w:val="0"/>
          <w:sz w:val="18"/>
          <w:szCs w:val="18"/>
        </w:rPr>
        <w:t>–</w:t>
      </w:r>
      <w:r w:rsidRPr="00672D12">
        <w:rPr>
          <w:i w:val="0"/>
          <w:sz w:val="18"/>
          <w:szCs w:val="18"/>
        </w:rPr>
        <w:t xml:space="preserve"> </w:t>
      </w:r>
      <w:r>
        <w:rPr>
          <w:i w:val="0"/>
          <w:sz w:val="18"/>
          <w:szCs w:val="18"/>
        </w:rPr>
        <w:t xml:space="preserve">Executive </w:t>
      </w:r>
      <w:r w:rsidRPr="00672D12">
        <w:rPr>
          <w:i w:val="0"/>
          <w:sz w:val="18"/>
          <w:szCs w:val="18"/>
        </w:rPr>
        <w:t>Chef</w:t>
      </w:r>
    </w:p>
    <w:p w:rsidR="004219AC" w:rsidRPr="009A2690" w:rsidRDefault="004219AC" w:rsidP="009A2690">
      <w:pPr>
        <w:pStyle w:val="Food"/>
        <w:rPr>
          <w:i w:val="0"/>
          <w:sz w:val="18"/>
          <w:szCs w:val="18"/>
        </w:rPr>
      </w:pPr>
      <w:r w:rsidRPr="00672D12">
        <w:rPr>
          <w:i w:val="0"/>
          <w:sz w:val="18"/>
          <w:szCs w:val="18"/>
        </w:rPr>
        <w:t>Adam Dolley - Sous Chef</w:t>
      </w:r>
      <w:r w:rsidRPr="00672D12">
        <w:rPr>
          <w:i w:val="0"/>
          <w:sz w:val="18"/>
          <w:szCs w:val="18"/>
        </w:rPr>
        <w:br/>
        <w:t>Richard Healy – Sommelier, A.I.W.S.</w:t>
      </w:r>
      <w:r>
        <w:rPr>
          <w:i w:val="0"/>
          <w:sz w:val="18"/>
          <w:szCs w:val="18"/>
        </w:rPr>
        <w:br/>
      </w:r>
    </w:p>
    <w:sectPr w:rsidR="004219AC" w:rsidRPr="009A2690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DFC"/>
    <w:rsid w:val="00003D23"/>
    <w:rsid w:val="00005AF8"/>
    <w:rsid w:val="00005EEE"/>
    <w:rsid w:val="00011152"/>
    <w:rsid w:val="00011980"/>
    <w:rsid w:val="000144B0"/>
    <w:rsid w:val="00015123"/>
    <w:rsid w:val="00015545"/>
    <w:rsid w:val="00016547"/>
    <w:rsid w:val="0001718E"/>
    <w:rsid w:val="00017C31"/>
    <w:rsid w:val="000208CC"/>
    <w:rsid w:val="000210E4"/>
    <w:rsid w:val="0002553B"/>
    <w:rsid w:val="00025A59"/>
    <w:rsid w:val="00025E2C"/>
    <w:rsid w:val="000263B5"/>
    <w:rsid w:val="000278D3"/>
    <w:rsid w:val="0003136E"/>
    <w:rsid w:val="0003207C"/>
    <w:rsid w:val="00032E51"/>
    <w:rsid w:val="000350B6"/>
    <w:rsid w:val="00043192"/>
    <w:rsid w:val="00045FF6"/>
    <w:rsid w:val="00050173"/>
    <w:rsid w:val="000542D4"/>
    <w:rsid w:val="000558C7"/>
    <w:rsid w:val="0005629C"/>
    <w:rsid w:val="00060510"/>
    <w:rsid w:val="00060B4A"/>
    <w:rsid w:val="00061921"/>
    <w:rsid w:val="000841F3"/>
    <w:rsid w:val="00084301"/>
    <w:rsid w:val="00084ACB"/>
    <w:rsid w:val="00087449"/>
    <w:rsid w:val="00093DE0"/>
    <w:rsid w:val="00095F08"/>
    <w:rsid w:val="0009619E"/>
    <w:rsid w:val="00097095"/>
    <w:rsid w:val="000A22A2"/>
    <w:rsid w:val="000B13F2"/>
    <w:rsid w:val="000B5E46"/>
    <w:rsid w:val="000C1D54"/>
    <w:rsid w:val="000C2A25"/>
    <w:rsid w:val="000C3AB1"/>
    <w:rsid w:val="000C6019"/>
    <w:rsid w:val="000D17D6"/>
    <w:rsid w:val="000D1D6F"/>
    <w:rsid w:val="000D4B0C"/>
    <w:rsid w:val="000D4FE2"/>
    <w:rsid w:val="000D5BD7"/>
    <w:rsid w:val="000D6227"/>
    <w:rsid w:val="000D7355"/>
    <w:rsid w:val="000D7910"/>
    <w:rsid w:val="000E00A9"/>
    <w:rsid w:val="000E0E62"/>
    <w:rsid w:val="000E1C36"/>
    <w:rsid w:val="000E2891"/>
    <w:rsid w:val="000E5E7C"/>
    <w:rsid w:val="000E706B"/>
    <w:rsid w:val="000F2D2C"/>
    <w:rsid w:val="000F3E99"/>
    <w:rsid w:val="001006F5"/>
    <w:rsid w:val="00101C8B"/>
    <w:rsid w:val="00103136"/>
    <w:rsid w:val="00106153"/>
    <w:rsid w:val="00110C4A"/>
    <w:rsid w:val="00112B5A"/>
    <w:rsid w:val="001162C6"/>
    <w:rsid w:val="0011756D"/>
    <w:rsid w:val="00121C7D"/>
    <w:rsid w:val="001225C6"/>
    <w:rsid w:val="001228C5"/>
    <w:rsid w:val="00122C2B"/>
    <w:rsid w:val="001236F3"/>
    <w:rsid w:val="0013155E"/>
    <w:rsid w:val="00131888"/>
    <w:rsid w:val="00131A64"/>
    <w:rsid w:val="00131C56"/>
    <w:rsid w:val="00131F2A"/>
    <w:rsid w:val="00132F6D"/>
    <w:rsid w:val="001341CC"/>
    <w:rsid w:val="00135C97"/>
    <w:rsid w:val="00137809"/>
    <w:rsid w:val="001378B9"/>
    <w:rsid w:val="001403EC"/>
    <w:rsid w:val="0014069D"/>
    <w:rsid w:val="001413D7"/>
    <w:rsid w:val="00146A12"/>
    <w:rsid w:val="00147042"/>
    <w:rsid w:val="00147E84"/>
    <w:rsid w:val="00155722"/>
    <w:rsid w:val="00155A4E"/>
    <w:rsid w:val="00157480"/>
    <w:rsid w:val="001576F8"/>
    <w:rsid w:val="001605A2"/>
    <w:rsid w:val="00161618"/>
    <w:rsid w:val="0016413E"/>
    <w:rsid w:val="00164C8D"/>
    <w:rsid w:val="001658FC"/>
    <w:rsid w:val="00165B03"/>
    <w:rsid w:val="00166AD5"/>
    <w:rsid w:val="00167AD1"/>
    <w:rsid w:val="00170001"/>
    <w:rsid w:val="001725C0"/>
    <w:rsid w:val="00173B99"/>
    <w:rsid w:val="001745B7"/>
    <w:rsid w:val="001770CE"/>
    <w:rsid w:val="00180100"/>
    <w:rsid w:val="00180D10"/>
    <w:rsid w:val="00181268"/>
    <w:rsid w:val="0018496A"/>
    <w:rsid w:val="001863F9"/>
    <w:rsid w:val="00187AA6"/>
    <w:rsid w:val="0019060F"/>
    <w:rsid w:val="00191796"/>
    <w:rsid w:val="0019326F"/>
    <w:rsid w:val="001946F5"/>
    <w:rsid w:val="00196F6C"/>
    <w:rsid w:val="001A0694"/>
    <w:rsid w:val="001A1B5A"/>
    <w:rsid w:val="001A2594"/>
    <w:rsid w:val="001A2CF5"/>
    <w:rsid w:val="001A2F29"/>
    <w:rsid w:val="001A3905"/>
    <w:rsid w:val="001A5334"/>
    <w:rsid w:val="001A579B"/>
    <w:rsid w:val="001A6FFC"/>
    <w:rsid w:val="001A7257"/>
    <w:rsid w:val="001A7508"/>
    <w:rsid w:val="001A7A6B"/>
    <w:rsid w:val="001B2310"/>
    <w:rsid w:val="001B43C1"/>
    <w:rsid w:val="001B450C"/>
    <w:rsid w:val="001B4A59"/>
    <w:rsid w:val="001B4D59"/>
    <w:rsid w:val="001B6B07"/>
    <w:rsid w:val="001C0CB6"/>
    <w:rsid w:val="001C2CB8"/>
    <w:rsid w:val="001C7251"/>
    <w:rsid w:val="001C7873"/>
    <w:rsid w:val="001D0372"/>
    <w:rsid w:val="001D2DAE"/>
    <w:rsid w:val="001D3B20"/>
    <w:rsid w:val="001D3C42"/>
    <w:rsid w:val="001D4751"/>
    <w:rsid w:val="001D6F80"/>
    <w:rsid w:val="001D7177"/>
    <w:rsid w:val="001D7508"/>
    <w:rsid w:val="001E3953"/>
    <w:rsid w:val="001E3F51"/>
    <w:rsid w:val="001E4A4E"/>
    <w:rsid w:val="001E649F"/>
    <w:rsid w:val="001E733C"/>
    <w:rsid w:val="001E7D26"/>
    <w:rsid w:val="001F2B9A"/>
    <w:rsid w:val="001F5A5C"/>
    <w:rsid w:val="001F63CF"/>
    <w:rsid w:val="001F6675"/>
    <w:rsid w:val="00200535"/>
    <w:rsid w:val="00201513"/>
    <w:rsid w:val="0020330C"/>
    <w:rsid w:val="00203E12"/>
    <w:rsid w:val="0020629B"/>
    <w:rsid w:val="002066FB"/>
    <w:rsid w:val="002067C7"/>
    <w:rsid w:val="00206A23"/>
    <w:rsid w:val="00206DCA"/>
    <w:rsid w:val="002077BF"/>
    <w:rsid w:val="00207867"/>
    <w:rsid w:val="00207CB9"/>
    <w:rsid w:val="00207E8A"/>
    <w:rsid w:val="00212150"/>
    <w:rsid w:val="002126F7"/>
    <w:rsid w:val="00213A5C"/>
    <w:rsid w:val="00215AFB"/>
    <w:rsid w:val="00215E43"/>
    <w:rsid w:val="00222CDF"/>
    <w:rsid w:val="0022522F"/>
    <w:rsid w:val="00230DF2"/>
    <w:rsid w:val="0023169C"/>
    <w:rsid w:val="0023687F"/>
    <w:rsid w:val="00241434"/>
    <w:rsid w:val="00241D0B"/>
    <w:rsid w:val="00246177"/>
    <w:rsid w:val="00247759"/>
    <w:rsid w:val="002503DA"/>
    <w:rsid w:val="00253369"/>
    <w:rsid w:val="00260249"/>
    <w:rsid w:val="00260B2C"/>
    <w:rsid w:val="002626CC"/>
    <w:rsid w:val="00264923"/>
    <w:rsid w:val="00264E2D"/>
    <w:rsid w:val="0026667B"/>
    <w:rsid w:val="00270A96"/>
    <w:rsid w:val="002711D3"/>
    <w:rsid w:val="00271604"/>
    <w:rsid w:val="00271C3B"/>
    <w:rsid w:val="00271F51"/>
    <w:rsid w:val="0027272D"/>
    <w:rsid w:val="00273AB6"/>
    <w:rsid w:val="0027429A"/>
    <w:rsid w:val="00280A65"/>
    <w:rsid w:val="00280E45"/>
    <w:rsid w:val="00281439"/>
    <w:rsid w:val="0028296D"/>
    <w:rsid w:val="0028314B"/>
    <w:rsid w:val="002879C1"/>
    <w:rsid w:val="002912A9"/>
    <w:rsid w:val="002943F5"/>
    <w:rsid w:val="0029456E"/>
    <w:rsid w:val="00295A6B"/>
    <w:rsid w:val="00296752"/>
    <w:rsid w:val="002A0422"/>
    <w:rsid w:val="002A29FB"/>
    <w:rsid w:val="002A4396"/>
    <w:rsid w:val="002A63E1"/>
    <w:rsid w:val="002A6C86"/>
    <w:rsid w:val="002A6F5F"/>
    <w:rsid w:val="002B00F9"/>
    <w:rsid w:val="002B0903"/>
    <w:rsid w:val="002B0EEB"/>
    <w:rsid w:val="002B13B7"/>
    <w:rsid w:val="002B2A67"/>
    <w:rsid w:val="002B2BEE"/>
    <w:rsid w:val="002B31C5"/>
    <w:rsid w:val="002B31E7"/>
    <w:rsid w:val="002B391F"/>
    <w:rsid w:val="002B4783"/>
    <w:rsid w:val="002B4C86"/>
    <w:rsid w:val="002B4F79"/>
    <w:rsid w:val="002C115F"/>
    <w:rsid w:val="002C2343"/>
    <w:rsid w:val="002C2D4D"/>
    <w:rsid w:val="002D4024"/>
    <w:rsid w:val="002D43DF"/>
    <w:rsid w:val="002D4A56"/>
    <w:rsid w:val="002D5618"/>
    <w:rsid w:val="002E071B"/>
    <w:rsid w:val="002E4770"/>
    <w:rsid w:val="002E59A0"/>
    <w:rsid w:val="002E5A8C"/>
    <w:rsid w:val="002E6F2E"/>
    <w:rsid w:val="002F041F"/>
    <w:rsid w:val="002F1012"/>
    <w:rsid w:val="002F2273"/>
    <w:rsid w:val="002F27C8"/>
    <w:rsid w:val="002F4302"/>
    <w:rsid w:val="002F5A27"/>
    <w:rsid w:val="003021C1"/>
    <w:rsid w:val="003044F1"/>
    <w:rsid w:val="003045B7"/>
    <w:rsid w:val="00305A32"/>
    <w:rsid w:val="00307BB0"/>
    <w:rsid w:val="00307D91"/>
    <w:rsid w:val="00312773"/>
    <w:rsid w:val="0031337A"/>
    <w:rsid w:val="00315EA8"/>
    <w:rsid w:val="00320780"/>
    <w:rsid w:val="00321B32"/>
    <w:rsid w:val="00326F40"/>
    <w:rsid w:val="00332C64"/>
    <w:rsid w:val="003337A1"/>
    <w:rsid w:val="003363B5"/>
    <w:rsid w:val="003374D6"/>
    <w:rsid w:val="00337617"/>
    <w:rsid w:val="00337BD5"/>
    <w:rsid w:val="00347848"/>
    <w:rsid w:val="003526F8"/>
    <w:rsid w:val="003539F9"/>
    <w:rsid w:val="00353E0B"/>
    <w:rsid w:val="0035489F"/>
    <w:rsid w:val="00354ADD"/>
    <w:rsid w:val="0035597C"/>
    <w:rsid w:val="0035683A"/>
    <w:rsid w:val="0036351C"/>
    <w:rsid w:val="00365A64"/>
    <w:rsid w:val="00367692"/>
    <w:rsid w:val="0037033B"/>
    <w:rsid w:val="00373C26"/>
    <w:rsid w:val="00376A68"/>
    <w:rsid w:val="00381192"/>
    <w:rsid w:val="003840F2"/>
    <w:rsid w:val="0038452B"/>
    <w:rsid w:val="00385509"/>
    <w:rsid w:val="00387EEC"/>
    <w:rsid w:val="00392E88"/>
    <w:rsid w:val="00394498"/>
    <w:rsid w:val="00395FE0"/>
    <w:rsid w:val="003A4328"/>
    <w:rsid w:val="003A639A"/>
    <w:rsid w:val="003B086B"/>
    <w:rsid w:val="003B16BF"/>
    <w:rsid w:val="003B183D"/>
    <w:rsid w:val="003B1ABC"/>
    <w:rsid w:val="003B1BAF"/>
    <w:rsid w:val="003B1CA0"/>
    <w:rsid w:val="003B3284"/>
    <w:rsid w:val="003B3DBB"/>
    <w:rsid w:val="003B42B6"/>
    <w:rsid w:val="003B4340"/>
    <w:rsid w:val="003B4D0F"/>
    <w:rsid w:val="003B5F13"/>
    <w:rsid w:val="003B6757"/>
    <w:rsid w:val="003C34AF"/>
    <w:rsid w:val="003C433E"/>
    <w:rsid w:val="003C4788"/>
    <w:rsid w:val="003C6370"/>
    <w:rsid w:val="003C63C1"/>
    <w:rsid w:val="003C6C20"/>
    <w:rsid w:val="003C7530"/>
    <w:rsid w:val="003D24EF"/>
    <w:rsid w:val="003D2FB5"/>
    <w:rsid w:val="003D48BC"/>
    <w:rsid w:val="003D4DA6"/>
    <w:rsid w:val="003D4E5B"/>
    <w:rsid w:val="003D5278"/>
    <w:rsid w:val="003D5614"/>
    <w:rsid w:val="003D6AB9"/>
    <w:rsid w:val="003E14C0"/>
    <w:rsid w:val="003E2C8C"/>
    <w:rsid w:val="003E3A21"/>
    <w:rsid w:val="003E3BB7"/>
    <w:rsid w:val="003E5E4F"/>
    <w:rsid w:val="003E74F7"/>
    <w:rsid w:val="003F1032"/>
    <w:rsid w:val="003F1CF8"/>
    <w:rsid w:val="003F2EDD"/>
    <w:rsid w:val="003F424A"/>
    <w:rsid w:val="003F4554"/>
    <w:rsid w:val="003F6D69"/>
    <w:rsid w:val="003F737E"/>
    <w:rsid w:val="00400755"/>
    <w:rsid w:val="00402B13"/>
    <w:rsid w:val="00402E89"/>
    <w:rsid w:val="00402FA8"/>
    <w:rsid w:val="00403EC9"/>
    <w:rsid w:val="00405B7A"/>
    <w:rsid w:val="004064FB"/>
    <w:rsid w:val="00406DCB"/>
    <w:rsid w:val="00407391"/>
    <w:rsid w:val="00414BA3"/>
    <w:rsid w:val="00416971"/>
    <w:rsid w:val="00417257"/>
    <w:rsid w:val="00417343"/>
    <w:rsid w:val="004219AC"/>
    <w:rsid w:val="00423955"/>
    <w:rsid w:val="004259F8"/>
    <w:rsid w:val="00427441"/>
    <w:rsid w:val="00431CF6"/>
    <w:rsid w:val="004323F8"/>
    <w:rsid w:val="00435350"/>
    <w:rsid w:val="00435B79"/>
    <w:rsid w:val="0043630B"/>
    <w:rsid w:val="0044204D"/>
    <w:rsid w:val="00447B94"/>
    <w:rsid w:val="00453E52"/>
    <w:rsid w:val="00454539"/>
    <w:rsid w:val="00454ECB"/>
    <w:rsid w:val="00455353"/>
    <w:rsid w:val="00455A1B"/>
    <w:rsid w:val="00455B47"/>
    <w:rsid w:val="00457307"/>
    <w:rsid w:val="004626B1"/>
    <w:rsid w:val="00463D37"/>
    <w:rsid w:val="004656CB"/>
    <w:rsid w:val="00466722"/>
    <w:rsid w:val="00466A46"/>
    <w:rsid w:val="00467320"/>
    <w:rsid w:val="00467377"/>
    <w:rsid w:val="00470696"/>
    <w:rsid w:val="004711AC"/>
    <w:rsid w:val="00471230"/>
    <w:rsid w:val="004749CD"/>
    <w:rsid w:val="00476A3D"/>
    <w:rsid w:val="00480B04"/>
    <w:rsid w:val="004812E3"/>
    <w:rsid w:val="00482397"/>
    <w:rsid w:val="00484DF7"/>
    <w:rsid w:val="0048679E"/>
    <w:rsid w:val="0048746D"/>
    <w:rsid w:val="00490645"/>
    <w:rsid w:val="004963DD"/>
    <w:rsid w:val="004963E6"/>
    <w:rsid w:val="00496D4A"/>
    <w:rsid w:val="004A12C3"/>
    <w:rsid w:val="004A18C4"/>
    <w:rsid w:val="004A7CD2"/>
    <w:rsid w:val="004B1AC1"/>
    <w:rsid w:val="004B1D59"/>
    <w:rsid w:val="004B2A80"/>
    <w:rsid w:val="004B487D"/>
    <w:rsid w:val="004B7728"/>
    <w:rsid w:val="004C1A19"/>
    <w:rsid w:val="004C20F0"/>
    <w:rsid w:val="004C2475"/>
    <w:rsid w:val="004C2584"/>
    <w:rsid w:val="004C49F4"/>
    <w:rsid w:val="004C4FCA"/>
    <w:rsid w:val="004C6809"/>
    <w:rsid w:val="004C7E4B"/>
    <w:rsid w:val="004D017D"/>
    <w:rsid w:val="004D07F9"/>
    <w:rsid w:val="004D1C73"/>
    <w:rsid w:val="004D30E5"/>
    <w:rsid w:val="004D568A"/>
    <w:rsid w:val="004D591D"/>
    <w:rsid w:val="004D5EFD"/>
    <w:rsid w:val="004D6279"/>
    <w:rsid w:val="004D7AAA"/>
    <w:rsid w:val="004E3784"/>
    <w:rsid w:val="004E4815"/>
    <w:rsid w:val="004E4A20"/>
    <w:rsid w:val="004E6AAD"/>
    <w:rsid w:val="004F33CC"/>
    <w:rsid w:val="004F659E"/>
    <w:rsid w:val="004F75CE"/>
    <w:rsid w:val="00506042"/>
    <w:rsid w:val="0050673A"/>
    <w:rsid w:val="0051078B"/>
    <w:rsid w:val="00515DB9"/>
    <w:rsid w:val="00516362"/>
    <w:rsid w:val="00516D02"/>
    <w:rsid w:val="00520392"/>
    <w:rsid w:val="00520B21"/>
    <w:rsid w:val="005254EC"/>
    <w:rsid w:val="00526BA6"/>
    <w:rsid w:val="00531DBE"/>
    <w:rsid w:val="00532C7D"/>
    <w:rsid w:val="0053436F"/>
    <w:rsid w:val="00535CE1"/>
    <w:rsid w:val="005377A6"/>
    <w:rsid w:val="0054007A"/>
    <w:rsid w:val="005406C3"/>
    <w:rsid w:val="00542308"/>
    <w:rsid w:val="005435CE"/>
    <w:rsid w:val="00543C2C"/>
    <w:rsid w:val="00547B47"/>
    <w:rsid w:val="00552DE0"/>
    <w:rsid w:val="005531F2"/>
    <w:rsid w:val="00554C2C"/>
    <w:rsid w:val="00554FF8"/>
    <w:rsid w:val="0055562A"/>
    <w:rsid w:val="005575C4"/>
    <w:rsid w:val="00560876"/>
    <w:rsid w:val="00560FED"/>
    <w:rsid w:val="00562E02"/>
    <w:rsid w:val="005630A4"/>
    <w:rsid w:val="00563C6D"/>
    <w:rsid w:val="005654E9"/>
    <w:rsid w:val="005672FA"/>
    <w:rsid w:val="00570434"/>
    <w:rsid w:val="00570852"/>
    <w:rsid w:val="00573006"/>
    <w:rsid w:val="0057450A"/>
    <w:rsid w:val="005748F1"/>
    <w:rsid w:val="00574A6A"/>
    <w:rsid w:val="00574A9F"/>
    <w:rsid w:val="005804EC"/>
    <w:rsid w:val="00581F11"/>
    <w:rsid w:val="0058395F"/>
    <w:rsid w:val="00583A02"/>
    <w:rsid w:val="005844E4"/>
    <w:rsid w:val="00585EFB"/>
    <w:rsid w:val="00587581"/>
    <w:rsid w:val="00587824"/>
    <w:rsid w:val="00587DA9"/>
    <w:rsid w:val="00593225"/>
    <w:rsid w:val="0059598F"/>
    <w:rsid w:val="005A0A29"/>
    <w:rsid w:val="005A215F"/>
    <w:rsid w:val="005A51F9"/>
    <w:rsid w:val="005A70EF"/>
    <w:rsid w:val="005A754C"/>
    <w:rsid w:val="005B2A3B"/>
    <w:rsid w:val="005B4F3A"/>
    <w:rsid w:val="005B730F"/>
    <w:rsid w:val="005C01A1"/>
    <w:rsid w:val="005C03CB"/>
    <w:rsid w:val="005C0EC1"/>
    <w:rsid w:val="005C1950"/>
    <w:rsid w:val="005C3C17"/>
    <w:rsid w:val="005C41D5"/>
    <w:rsid w:val="005C442A"/>
    <w:rsid w:val="005C4EC3"/>
    <w:rsid w:val="005C4FC6"/>
    <w:rsid w:val="005C5778"/>
    <w:rsid w:val="005C7F66"/>
    <w:rsid w:val="005D0C24"/>
    <w:rsid w:val="005D6D4A"/>
    <w:rsid w:val="005D7561"/>
    <w:rsid w:val="005E09B1"/>
    <w:rsid w:val="005E34FE"/>
    <w:rsid w:val="005E430F"/>
    <w:rsid w:val="005E5309"/>
    <w:rsid w:val="005E5A22"/>
    <w:rsid w:val="005E65F8"/>
    <w:rsid w:val="005E67AF"/>
    <w:rsid w:val="005E74DD"/>
    <w:rsid w:val="005F2CC2"/>
    <w:rsid w:val="005F382F"/>
    <w:rsid w:val="005F5B29"/>
    <w:rsid w:val="005F65DC"/>
    <w:rsid w:val="005F7FA2"/>
    <w:rsid w:val="0060337B"/>
    <w:rsid w:val="006115D9"/>
    <w:rsid w:val="006132FE"/>
    <w:rsid w:val="00615470"/>
    <w:rsid w:val="00617B65"/>
    <w:rsid w:val="00621CB0"/>
    <w:rsid w:val="00624198"/>
    <w:rsid w:val="00624CE6"/>
    <w:rsid w:val="00624E45"/>
    <w:rsid w:val="00624E80"/>
    <w:rsid w:val="006259F5"/>
    <w:rsid w:val="0063138C"/>
    <w:rsid w:val="00631477"/>
    <w:rsid w:val="00631580"/>
    <w:rsid w:val="006319E0"/>
    <w:rsid w:val="0063454D"/>
    <w:rsid w:val="006349C8"/>
    <w:rsid w:val="006352D0"/>
    <w:rsid w:val="00635512"/>
    <w:rsid w:val="00636B93"/>
    <w:rsid w:val="00637A97"/>
    <w:rsid w:val="00642010"/>
    <w:rsid w:val="00646BE3"/>
    <w:rsid w:val="00647BA7"/>
    <w:rsid w:val="00650B1B"/>
    <w:rsid w:val="00651EA3"/>
    <w:rsid w:val="00654BDA"/>
    <w:rsid w:val="00655181"/>
    <w:rsid w:val="006558B2"/>
    <w:rsid w:val="00655B78"/>
    <w:rsid w:val="0065614D"/>
    <w:rsid w:val="006568A0"/>
    <w:rsid w:val="00656D49"/>
    <w:rsid w:val="0065719E"/>
    <w:rsid w:val="00660699"/>
    <w:rsid w:val="006631AE"/>
    <w:rsid w:val="0066353A"/>
    <w:rsid w:val="00666D27"/>
    <w:rsid w:val="00667861"/>
    <w:rsid w:val="0067235E"/>
    <w:rsid w:val="00672D12"/>
    <w:rsid w:val="00673EFC"/>
    <w:rsid w:val="00675FCB"/>
    <w:rsid w:val="006838B0"/>
    <w:rsid w:val="006838D2"/>
    <w:rsid w:val="006853BA"/>
    <w:rsid w:val="00686716"/>
    <w:rsid w:val="00691F05"/>
    <w:rsid w:val="00693117"/>
    <w:rsid w:val="00694536"/>
    <w:rsid w:val="00694CB7"/>
    <w:rsid w:val="00696749"/>
    <w:rsid w:val="00697FE4"/>
    <w:rsid w:val="006A1022"/>
    <w:rsid w:val="006A1CF7"/>
    <w:rsid w:val="006A201D"/>
    <w:rsid w:val="006A2710"/>
    <w:rsid w:val="006A2990"/>
    <w:rsid w:val="006A3123"/>
    <w:rsid w:val="006A359A"/>
    <w:rsid w:val="006A3CF7"/>
    <w:rsid w:val="006A40F7"/>
    <w:rsid w:val="006A5AB3"/>
    <w:rsid w:val="006A6797"/>
    <w:rsid w:val="006B0BCA"/>
    <w:rsid w:val="006B1EE8"/>
    <w:rsid w:val="006B3688"/>
    <w:rsid w:val="006B3C43"/>
    <w:rsid w:val="006B44A5"/>
    <w:rsid w:val="006B5B83"/>
    <w:rsid w:val="006B6966"/>
    <w:rsid w:val="006B7259"/>
    <w:rsid w:val="006B7418"/>
    <w:rsid w:val="006C250A"/>
    <w:rsid w:val="006C4627"/>
    <w:rsid w:val="006C5DCA"/>
    <w:rsid w:val="006D1F4C"/>
    <w:rsid w:val="006D5320"/>
    <w:rsid w:val="006D56BE"/>
    <w:rsid w:val="006D661C"/>
    <w:rsid w:val="006D69C4"/>
    <w:rsid w:val="006E2B7F"/>
    <w:rsid w:val="006E4FCB"/>
    <w:rsid w:val="006E6A87"/>
    <w:rsid w:val="006E7BE4"/>
    <w:rsid w:val="006E7DB7"/>
    <w:rsid w:val="006F2249"/>
    <w:rsid w:val="006F6828"/>
    <w:rsid w:val="006F73DE"/>
    <w:rsid w:val="00700CDA"/>
    <w:rsid w:val="007015D3"/>
    <w:rsid w:val="0070275F"/>
    <w:rsid w:val="007028C6"/>
    <w:rsid w:val="00703747"/>
    <w:rsid w:val="00704995"/>
    <w:rsid w:val="00705228"/>
    <w:rsid w:val="0071289C"/>
    <w:rsid w:val="00713A59"/>
    <w:rsid w:val="00717F41"/>
    <w:rsid w:val="00720298"/>
    <w:rsid w:val="007217DF"/>
    <w:rsid w:val="007218B0"/>
    <w:rsid w:val="00721D8B"/>
    <w:rsid w:val="00725533"/>
    <w:rsid w:val="007257C5"/>
    <w:rsid w:val="0072668C"/>
    <w:rsid w:val="00726C3C"/>
    <w:rsid w:val="00730D26"/>
    <w:rsid w:val="0073138D"/>
    <w:rsid w:val="00731E6D"/>
    <w:rsid w:val="0073276F"/>
    <w:rsid w:val="007330BB"/>
    <w:rsid w:val="00733692"/>
    <w:rsid w:val="00734C1E"/>
    <w:rsid w:val="00736303"/>
    <w:rsid w:val="00741218"/>
    <w:rsid w:val="0074175E"/>
    <w:rsid w:val="007428EC"/>
    <w:rsid w:val="0075330C"/>
    <w:rsid w:val="0075376F"/>
    <w:rsid w:val="00753BD1"/>
    <w:rsid w:val="00754BC0"/>
    <w:rsid w:val="00755850"/>
    <w:rsid w:val="00756210"/>
    <w:rsid w:val="007600C3"/>
    <w:rsid w:val="00771D65"/>
    <w:rsid w:val="0077291A"/>
    <w:rsid w:val="007771A5"/>
    <w:rsid w:val="00780D41"/>
    <w:rsid w:val="00781914"/>
    <w:rsid w:val="00784DB2"/>
    <w:rsid w:val="00791B24"/>
    <w:rsid w:val="00792C3C"/>
    <w:rsid w:val="0079320E"/>
    <w:rsid w:val="0079466B"/>
    <w:rsid w:val="0079537E"/>
    <w:rsid w:val="00795657"/>
    <w:rsid w:val="00796434"/>
    <w:rsid w:val="007977DF"/>
    <w:rsid w:val="007A0BD9"/>
    <w:rsid w:val="007A15DF"/>
    <w:rsid w:val="007A1ECB"/>
    <w:rsid w:val="007A1F94"/>
    <w:rsid w:val="007A6CED"/>
    <w:rsid w:val="007A6DCD"/>
    <w:rsid w:val="007A6F81"/>
    <w:rsid w:val="007A7C90"/>
    <w:rsid w:val="007B00DD"/>
    <w:rsid w:val="007B0692"/>
    <w:rsid w:val="007B31C8"/>
    <w:rsid w:val="007B3A79"/>
    <w:rsid w:val="007B3CF0"/>
    <w:rsid w:val="007B3EAB"/>
    <w:rsid w:val="007B4592"/>
    <w:rsid w:val="007B5124"/>
    <w:rsid w:val="007B6EE7"/>
    <w:rsid w:val="007C0262"/>
    <w:rsid w:val="007C02F1"/>
    <w:rsid w:val="007C2468"/>
    <w:rsid w:val="007C28C4"/>
    <w:rsid w:val="007C3AAB"/>
    <w:rsid w:val="007C4423"/>
    <w:rsid w:val="007C4446"/>
    <w:rsid w:val="007D1FED"/>
    <w:rsid w:val="007D7EFA"/>
    <w:rsid w:val="007E0FB6"/>
    <w:rsid w:val="007E1113"/>
    <w:rsid w:val="007E2236"/>
    <w:rsid w:val="007E2B4C"/>
    <w:rsid w:val="007E367F"/>
    <w:rsid w:val="007E770B"/>
    <w:rsid w:val="007F1862"/>
    <w:rsid w:val="007F1AC8"/>
    <w:rsid w:val="007F2668"/>
    <w:rsid w:val="007F4198"/>
    <w:rsid w:val="007F6E60"/>
    <w:rsid w:val="007F7821"/>
    <w:rsid w:val="00802604"/>
    <w:rsid w:val="00804821"/>
    <w:rsid w:val="008057CF"/>
    <w:rsid w:val="008061B7"/>
    <w:rsid w:val="008075AC"/>
    <w:rsid w:val="00810140"/>
    <w:rsid w:val="008102E0"/>
    <w:rsid w:val="00810A0E"/>
    <w:rsid w:val="00812D02"/>
    <w:rsid w:val="008133A0"/>
    <w:rsid w:val="0081534B"/>
    <w:rsid w:val="0081715D"/>
    <w:rsid w:val="00817972"/>
    <w:rsid w:val="00817C8A"/>
    <w:rsid w:val="0082056A"/>
    <w:rsid w:val="00822FD5"/>
    <w:rsid w:val="00825487"/>
    <w:rsid w:val="00825E09"/>
    <w:rsid w:val="00826930"/>
    <w:rsid w:val="00826B4A"/>
    <w:rsid w:val="00826E05"/>
    <w:rsid w:val="008316A7"/>
    <w:rsid w:val="00831892"/>
    <w:rsid w:val="00833246"/>
    <w:rsid w:val="008343E1"/>
    <w:rsid w:val="0083526A"/>
    <w:rsid w:val="00837D6F"/>
    <w:rsid w:val="008429EA"/>
    <w:rsid w:val="00847E30"/>
    <w:rsid w:val="00852CF3"/>
    <w:rsid w:val="00854042"/>
    <w:rsid w:val="0085426C"/>
    <w:rsid w:val="00854FD6"/>
    <w:rsid w:val="00855459"/>
    <w:rsid w:val="00855B5B"/>
    <w:rsid w:val="00855C2F"/>
    <w:rsid w:val="00857F47"/>
    <w:rsid w:val="00860808"/>
    <w:rsid w:val="0086190D"/>
    <w:rsid w:val="00865316"/>
    <w:rsid w:val="00865722"/>
    <w:rsid w:val="00865B34"/>
    <w:rsid w:val="00867268"/>
    <w:rsid w:val="0087241C"/>
    <w:rsid w:val="0087348D"/>
    <w:rsid w:val="00873DEE"/>
    <w:rsid w:val="008765FC"/>
    <w:rsid w:val="00877F80"/>
    <w:rsid w:val="008803EC"/>
    <w:rsid w:val="0088188A"/>
    <w:rsid w:val="008819C5"/>
    <w:rsid w:val="008823EE"/>
    <w:rsid w:val="008837AC"/>
    <w:rsid w:val="00886406"/>
    <w:rsid w:val="0089020B"/>
    <w:rsid w:val="0089071D"/>
    <w:rsid w:val="00891CBE"/>
    <w:rsid w:val="00891FFE"/>
    <w:rsid w:val="00892581"/>
    <w:rsid w:val="00892F4A"/>
    <w:rsid w:val="00893B9C"/>
    <w:rsid w:val="00893EA8"/>
    <w:rsid w:val="00895123"/>
    <w:rsid w:val="00895173"/>
    <w:rsid w:val="00895FB0"/>
    <w:rsid w:val="008964A4"/>
    <w:rsid w:val="008974A6"/>
    <w:rsid w:val="008A16BF"/>
    <w:rsid w:val="008A3333"/>
    <w:rsid w:val="008A41D8"/>
    <w:rsid w:val="008A5377"/>
    <w:rsid w:val="008A5BC7"/>
    <w:rsid w:val="008A7511"/>
    <w:rsid w:val="008B0826"/>
    <w:rsid w:val="008B456A"/>
    <w:rsid w:val="008B4C75"/>
    <w:rsid w:val="008B5886"/>
    <w:rsid w:val="008B6CC4"/>
    <w:rsid w:val="008B7B22"/>
    <w:rsid w:val="008C0AFD"/>
    <w:rsid w:val="008C292E"/>
    <w:rsid w:val="008C43C9"/>
    <w:rsid w:val="008C4AF3"/>
    <w:rsid w:val="008C5395"/>
    <w:rsid w:val="008C565A"/>
    <w:rsid w:val="008C6047"/>
    <w:rsid w:val="008C78B8"/>
    <w:rsid w:val="008D003A"/>
    <w:rsid w:val="008D0DFB"/>
    <w:rsid w:val="008D0F55"/>
    <w:rsid w:val="008D1E0E"/>
    <w:rsid w:val="008D2FD6"/>
    <w:rsid w:val="008D46F3"/>
    <w:rsid w:val="008D52E2"/>
    <w:rsid w:val="008D5816"/>
    <w:rsid w:val="008D6A1B"/>
    <w:rsid w:val="008D7CEF"/>
    <w:rsid w:val="008E2ABD"/>
    <w:rsid w:val="008E3325"/>
    <w:rsid w:val="008E4C65"/>
    <w:rsid w:val="008E65F5"/>
    <w:rsid w:val="008E6C05"/>
    <w:rsid w:val="008F01C1"/>
    <w:rsid w:val="008F0CB2"/>
    <w:rsid w:val="008F1736"/>
    <w:rsid w:val="008F2160"/>
    <w:rsid w:val="008F2394"/>
    <w:rsid w:val="008F437B"/>
    <w:rsid w:val="009029A2"/>
    <w:rsid w:val="00902D3C"/>
    <w:rsid w:val="00903759"/>
    <w:rsid w:val="009051C4"/>
    <w:rsid w:val="009068A9"/>
    <w:rsid w:val="009077AE"/>
    <w:rsid w:val="00907F41"/>
    <w:rsid w:val="00910098"/>
    <w:rsid w:val="00910577"/>
    <w:rsid w:val="0091336C"/>
    <w:rsid w:val="0091408B"/>
    <w:rsid w:val="00914319"/>
    <w:rsid w:val="009149E8"/>
    <w:rsid w:val="00914A31"/>
    <w:rsid w:val="00920759"/>
    <w:rsid w:val="00920BF3"/>
    <w:rsid w:val="00924F68"/>
    <w:rsid w:val="00927432"/>
    <w:rsid w:val="00937F98"/>
    <w:rsid w:val="00942EDB"/>
    <w:rsid w:val="00945981"/>
    <w:rsid w:val="009461E8"/>
    <w:rsid w:val="009500E6"/>
    <w:rsid w:val="00950262"/>
    <w:rsid w:val="009519BF"/>
    <w:rsid w:val="009525AF"/>
    <w:rsid w:val="00952F7A"/>
    <w:rsid w:val="009546DD"/>
    <w:rsid w:val="00955374"/>
    <w:rsid w:val="00956967"/>
    <w:rsid w:val="00956F07"/>
    <w:rsid w:val="0096043D"/>
    <w:rsid w:val="00960A93"/>
    <w:rsid w:val="00960DFE"/>
    <w:rsid w:val="0096119C"/>
    <w:rsid w:val="00962D32"/>
    <w:rsid w:val="009645D6"/>
    <w:rsid w:val="0096468D"/>
    <w:rsid w:val="009648BD"/>
    <w:rsid w:val="00964A6B"/>
    <w:rsid w:val="009661AF"/>
    <w:rsid w:val="00967972"/>
    <w:rsid w:val="009704E0"/>
    <w:rsid w:val="00971C20"/>
    <w:rsid w:val="009730B1"/>
    <w:rsid w:val="009755CF"/>
    <w:rsid w:val="00977A26"/>
    <w:rsid w:val="009828A7"/>
    <w:rsid w:val="009867BD"/>
    <w:rsid w:val="00986E29"/>
    <w:rsid w:val="009873A0"/>
    <w:rsid w:val="00991A74"/>
    <w:rsid w:val="00991BF8"/>
    <w:rsid w:val="00991F3F"/>
    <w:rsid w:val="0099323F"/>
    <w:rsid w:val="0099349A"/>
    <w:rsid w:val="009946D8"/>
    <w:rsid w:val="009970D1"/>
    <w:rsid w:val="009977C9"/>
    <w:rsid w:val="00997D42"/>
    <w:rsid w:val="009A0B95"/>
    <w:rsid w:val="009A0DEE"/>
    <w:rsid w:val="009A2690"/>
    <w:rsid w:val="009A2C25"/>
    <w:rsid w:val="009A3E76"/>
    <w:rsid w:val="009A4C7C"/>
    <w:rsid w:val="009A5532"/>
    <w:rsid w:val="009A5EEB"/>
    <w:rsid w:val="009A6726"/>
    <w:rsid w:val="009B0621"/>
    <w:rsid w:val="009B13E7"/>
    <w:rsid w:val="009B3AB2"/>
    <w:rsid w:val="009B48B8"/>
    <w:rsid w:val="009B5052"/>
    <w:rsid w:val="009B50D7"/>
    <w:rsid w:val="009B6319"/>
    <w:rsid w:val="009C27E1"/>
    <w:rsid w:val="009C2D8D"/>
    <w:rsid w:val="009C309A"/>
    <w:rsid w:val="009C32DB"/>
    <w:rsid w:val="009C4929"/>
    <w:rsid w:val="009C4B91"/>
    <w:rsid w:val="009C6E98"/>
    <w:rsid w:val="009C7D89"/>
    <w:rsid w:val="009D0FFD"/>
    <w:rsid w:val="009D32DD"/>
    <w:rsid w:val="009D5D02"/>
    <w:rsid w:val="009D6D78"/>
    <w:rsid w:val="009D7CDA"/>
    <w:rsid w:val="009E108C"/>
    <w:rsid w:val="009E3908"/>
    <w:rsid w:val="009E4050"/>
    <w:rsid w:val="009E49A6"/>
    <w:rsid w:val="009E6D66"/>
    <w:rsid w:val="009F02D4"/>
    <w:rsid w:val="009F1FC6"/>
    <w:rsid w:val="009F3714"/>
    <w:rsid w:val="009F5087"/>
    <w:rsid w:val="009F76EC"/>
    <w:rsid w:val="00A03FF2"/>
    <w:rsid w:val="00A07425"/>
    <w:rsid w:val="00A079C1"/>
    <w:rsid w:val="00A07B4D"/>
    <w:rsid w:val="00A103D2"/>
    <w:rsid w:val="00A10C05"/>
    <w:rsid w:val="00A15554"/>
    <w:rsid w:val="00A21823"/>
    <w:rsid w:val="00A2188E"/>
    <w:rsid w:val="00A24877"/>
    <w:rsid w:val="00A26441"/>
    <w:rsid w:val="00A274E4"/>
    <w:rsid w:val="00A300F5"/>
    <w:rsid w:val="00A3114D"/>
    <w:rsid w:val="00A32025"/>
    <w:rsid w:val="00A335FE"/>
    <w:rsid w:val="00A34552"/>
    <w:rsid w:val="00A37662"/>
    <w:rsid w:val="00A40697"/>
    <w:rsid w:val="00A42A24"/>
    <w:rsid w:val="00A43F1E"/>
    <w:rsid w:val="00A4472C"/>
    <w:rsid w:val="00A46DC5"/>
    <w:rsid w:val="00A514E7"/>
    <w:rsid w:val="00A5430F"/>
    <w:rsid w:val="00A5466A"/>
    <w:rsid w:val="00A57526"/>
    <w:rsid w:val="00A628A4"/>
    <w:rsid w:val="00A65BF3"/>
    <w:rsid w:val="00A6775F"/>
    <w:rsid w:val="00A6793E"/>
    <w:rsid w:val="00A70A2B"/>
    <w:rsid w:val="00A710B7"/>
    <w:rsid w:val="00A74DF9"/>
    <w:rsid w:val="00A75519"/>
    <w:rsid w:val="00A75C10"/>
    <w:rsid w:val="00A76F59"/>
    <w:rsid w:val="00A80304"/>
    <w:rsid w:val="00A83596"/>
    <w:rsid w:val="00A840CD"/>
    <w:rsid w:val="00A849C1"/>
    <w:rsid w:val="00A849EA"/>
    <w:rsid w:val="00A91296"/>
    <w:rsid w:val="00A9131C"/>
    <w:rsid w:val="00A91DD1"/>
    <w:rsid w:val="00A92352"/>
    <w:rsid w:val="00A92B13"/>
    <w:rsid w:val="00A93A26"/>
    <w:rsid w:val="00A9744C"/>
    <w:rsid w:val="00A97EE1"/>
    <w:rsid w:val="00AA2CF9"/>
    <w:rsid w:val="00AA3EE9"/>
    <w:rsid w:val="00AA43D6"/>
    <w:rsid w:val="00AA5470"/>
    <w:rsid w:val="00AB0E72"/>
    <w:rsid w:val="00AB2167"/>
    <w:rsid w:val="00AB25AC"/>
    <w:rsid w:val="00AB49C0"/>
    <w:rsid w:val="00AB65BB"/>
    <w:rsid w:val="00AB6E91"/>
    <w:rsid w:val="00AC12CB"/>
    <w:rsid w:val="00AC26A2"/>
    <w:rsid w:val="00AC29CA"/>
    <w:rsid w:val="00AC3600"/>
    <w:rsid w:val="00AC3CD5"/>
    <w:rsid w:val="00AC420D"/>
    <w:rsid w:val="00AC4476"/>
    <w:rsid w:val="00AC4A8E"/>
    <w:rsid w:val="00AC51E8"/>
    <w:rsid w:val="00AC6E58"/>
    <w:rsid w:val="00AD0273"/>
    <w:rsid w:val="00AD4696"/>
    <w:rsid w:val="00AD7957"/>
    <w:rsid w:val="00AE02CC"/>
    <w:rsid w:val="00AF15E3"/>
    <w:rsid w:val="00AF237D"/>
    <w:rsid w:val="00AF3661"/>
    <w:rsid w:val="00AF39BA"/>
    <w:rsid w:val="00AF70F4"/>
    <w:rsid w:val="00B0124B"/>
    <w:rsid w:val="00B028FA"/>
    <w:rsid w:val="00B02E2F"/>
    <w:rsid w:val="00B040C1"/>
    <w:rsid w:val="00B04960"/>
    <w:rsid w:val="00B06F76"/>
    <w:rsid w:val="00B06F8F"/>
    <w:rsid w:val="00B07D90"/>
    <w:rsid w:val="00B145C9"/>
    <w:rsid w:val="00B146BF"/>
    <w:rsid w:val="00B14A1A"/>
    <w:rsid w:val="00B151C9"/>
    <w:rsid w:val="00B16E31"/>
    <w:rsid w:val="00B20A5A"/>
    <w:rsid w:val="00B21156"/>
    <w:rsid w:val="00B2236D"/>
    <w:rsid w:val="00B27FD3"/>
    <w:rsid w:val="00B31841"/>
    <w:rsid w:val="00B330BF"/>
    <w:rsid w:val="00B34201"/>
    <w:rsid w:val="00B34BDD"/>
    <w:rsid w:val="00B34D87"/>
    <w:rsid w:val="00B353F2"/>
    <w:rsid w:val="00B409EF"/>
    <w:rsid w:val="00B40F2E"/>
    <w:rsid w:val="00B41714"/>
    <w:rsid w:val="00B4727E"/>
    <w:rsid w:val="00B4774A"/>
    <w:rsid w:val="00B50FDF"/>
    <w:rsid w:val="00B54943"/>
    <w:rsid w:val="00B57C23"/>
    <w:rsid w:val="00B611DC"/>
    <w:rsid w:val="00B61919"/>
    <w:rsid w:val="00B623F0"/>
    <w:rsid w:val="00B63664"/>
    <w:rsid w:val="00B65808"/>
    <w:rsid w:val="00B67C46"/>
    <w:rsid w:val="00B74983"/>
    <w:rsid w:val="00B74F60"/>
    <w:rsid w:val="00B750BE"/>
    <w:rsid w:val="00B77187"/>
    <w:rsid w:val="00B800A2"/>
    <w:rsid w:val="00B81956"/>
    <w:rsid w:val="00B83F79"/>
    <w:rsid w:val="00B84FC1"/>
    <w:rsid w:val="00B873A6"/>
    <w:rsid w:val="00B91347"/>
    <w:rsid w:val="00B91D0E"/>
    <w:rsid w:val="00B92955"/>
    <w:rsid w:val="00B95A06"/>
    <w:rsid w:val="00B9604E"/>
    <w:rsid w:val="00B96681"/>
    <w:rsid w:val="00B97242"/>
    <w:rsid w:val="00BA37ED"/>
    <w:rsid w:val="00BA3808"/>
    <w:rsid w:val="00BA3A9C"/>
    <w:rsid w:val="00BA4623"/>
    <w:rsid w:val="00BA4DFE"/>
    <w:rsid w:val="00BA759D"/>
    <w:rsid w:val="00BA7D6B"/>
    <w:rsid w:val="00BB1496"/>
    <w:rsid w:val="00BB4D1D"/>
    <w:rsid w:val="00BB516B"/>
    <w:rsid w:val="00BB66F6"/>
    <w:rsid w:val="00BC01DF"/>
    <w:rsid w:val="00BC040A"/>
    <w:rsid w:val="00BC205B"/>
    <w:rsid w:val="00BC365C"/>
    <w:rsid w:val="00BC4852"/>
    <w:rsid w:val="00BC55C1"/>
    <w:rsid w:val="00BC56B6"/>
    <w:rsid w:val="00BC7401"/>
    <w:rsid w:val="00BD27A5"/>
    <w:rsid w:val="00BD28C3"/>
    <w:rsid w:val="00BD34BF"/>
    <w:rsid w:val="00BD39E7"/>
    <w:rsid w:val="00BD73C7"/>
    <w:rsid w:val="00BE021F"/>
    <w:rsid w:val="00BE096F"/>
    <w:rsid w:val="00BE10ED"/>
    <w:rsid w:val="00BE30C4"/>
    <w:rsid w:val="00BE3263"/>
    <w:rsid w:val="00BF1A60"/>
    <w:rsid w:val="00BF1CF0"/>
    <w:rsid w:val="00BF22BA"/>
    <w:rsid w:val="00BF2931"/>
    <w:rsid w:val="00BF2F93"/>
    <w:rsid w:val="00BF315F"/>
    <w:rsid w:val="00BF405D"/>
    <w:rsid w:val="00BF5BA9"/>
    <w:rsid w:val="00C01786"/>
    <w:rsid w:val="00C023F0"/>
    <w:rsid w:val="00C04B86"/>
    <w:rsid w:val="00C05422"/>
    <w:rsid w:val="00C12D42"/>
    <w:rsid w:val="00C148B8"/>
    <w:rsid w:val="00C16765"/>
    <w:rsid w:val="00C2186B"/>
    <w:rsid w:val="00C223B4"/>
    <w:rsid w:val="00C22B88"/>
    <w:rsid w:val="00C23E3D"/>
    <w:rsid w:val="00C244BC"/>
    <w:rsid w:val="00C25A46"/>
    <w:rsid w:val="00C25DD0"/>
    <w:rsid w:val="00C27C9C"/>
    <w:rsid w:val="00C27FA0"/>
    <w:rsid w:val="00C33A7E"/>
    <w:rsid w:val="00C40206"/>
    <w:rsid w:val="00C404CE"/>
    <w:rsid w:val="00C413A2"/>
    <w:rsid w:val="00C41C15"/>
    <w:rsid w:val="00C41E47"/>
    <w:rsid w:val="00C4374B"/>
    <w:rsid w:val="00C4394A"/>
    <w:rsid w:val="00C46251"/>
    <w:rsid w:val="00C4627B"/>
    <w:rsid w:val="00C46C6A"/>
    <w:rsid w:val="00C47BC5"/>
    <w:rsid w:val="00C52E6D"/>
    <w:rsid w:val="00C541ED"/>
    <w:rsid w:val="00C54802"/>
    <w:rsid w:val="00C54DC8"/>
    <w:rsid w:val="00C62042"/>
    <w:rsid w:val="00C6314D"/>
    <w:rsid w:val="00C6622F"/>
    <w:rsid w:val="00C66476"/>
    <w:rsid w:val="00C716EB"/>
    <w:rsid w:val="00C7392D"/>
    <w:rsid w:val="00C745BC"/>
    <w:rsid w:val="00C748A8"/>
    <w:rsid w:val="00C75E0C"/>
    <w:rsid w:val="00C75EA9"/>
    <w:rsid w:val="00C77AB2"/>
    <w:rsid w:val="00C80FDB"/>
    <w:rsid w:val="00C82625"/>
    <w:rsid w:val="00C82CA1"/>
    <w:rsid w:val="00C835CD"/>
    <w:rsid w:val="00C87634"/>
    <w:rsid w:val="00C915AD"/>
    <w:rsid w:val="00C918E5"/>
    <w:rsid w:val="00C95040"/>
    <w:rsid w:val="00CA0A68"/>
    <w:rsid w:val="00CA1432"/>
    <w:rsid w:val="00CA3D45"/>
    <w:rsid w:val="00CA5394"/>
    <w:rsid w:val="00CA621A"/>
    <w:rsid w:val="00CA7CF7"/>
    <w:rsid w:val="00CB35BE"/>
    <w:rsid w:val="00CB5666"/>
    <w:rsid w:val="00CB772D"/>
    <w:rsid w:val="00CC0A50"/>
    <w:rsid w:val="00CC247C"/>
    <w:rsid w:val="00CC2899"/>
    <w:rsid w:val="00CC2D93"/>
    <w:rsid w:val="00CC59D0"/>
    <w:rsid w:val="00CC7315"/>
    <w:rsid w:val="00CD0A9A"/>
    <w:rsid w:val="00CD4967"/>
    <w:rsid w:val="00CE0C03"/>
    <w:rsid w:val="00CE1BE9"/>
    <w:rsid w:val="00CE2CD3"/>
    <w:rsid w:val="00CE4DF1"/>
    <w:rsid w:val="00CE6415"/>
    <w:rsid w:val="00CE6688"/>
    <w:rsid w:val="00CF1C78"/>
    <w:rsid w:val="00CF1E06"/>
    <w:rsid w:val="00CF2994"/>
    <w:rsid w:val="00CF34D9"/>
    <w:rsid w:val="00CF5AE8"/>
    <w:rsid w:val="00CF6130"/>
    <w:rsid w:val="00CF7DC7"/>
    <w:rsid w:val="00D01165"/>
    <w:rsid w:val="00D04482"/>
    <w:rsid w:val="00D044D1"/>
    <w:rsid w:val="00D05898"/>
    <w:rsid w:val="00D07151"/>
    <w:rsid w:val="00D1648A"/>
    <w:rsid w:val="00D17FE0"/>
    <w:rsid w:val="00D20412"/>
    <w:rsid w:val="00D20CAE"/>
    <w:rsid w:val="00D20F06"/>
    <w:rsid w:val="00D24735"/>
    <w:rsid w:val="00D24EEF"/>
    <w:rsid w:val="00D253AB"/>
    <w:rsid w:val="00D25FDB"/>
    <w:rsid w:val="00D27581"/>
    <w:rsid w:val="00D27C60"/>
    <w:rsid w:val="00D3101E"/>
    <w:rsid w:val="00D330C6"/>
    <w:rsid w:val="00D34E86"/>
    <w:rsid w:val="00D36528"/>
    <w:rsid w:val="00D425E4"/>
    <w:rsid w:val="00D42746"/>
    <w:rsid w:val="00D43087"/>
    <w:rsid w:val="00D44DCA"/>
    <w:rsid w:val="00D45C91"/>
    <w:rsid w:val="00D4650A"/>
    <w:rsid w:val="00D4676C"/>
    <w:rsid w:val="00D46A24"/>
    <w:rsid w:val="00D51972"/>
    <w:rsid w:val="00D54008"/>
    <w:rsid w:val="00D542E8"/>
    <w:rsid w:val="00D545EF"/>
    <w:rsid w:val="00D549DC"/>
    <w:rsid w:val="00D556A0"/>
    <w:rsid w:val="00D55755"/>
    <w:rsid w:val="00D55A24"/>
    <w:rsid w:val="00D6056E"/>
    <w:rsid w:val="00D61BA2"/>
    <w:rsid w:val="00D63A94"/>
    <w:rsid w:val="00D63ED7"/>
    <w:rsid w:val="00D6432A"/>
    <w:rsid w:val="00D6686E"/>
    <w:rsid w:val="00D66DB7"/>
    <w:rsid w:val="00D72827"/>
    <w:rsid w:val="00D72E34"/>
    <w:rsid w:val="00D746FC"/>
    <w:rsid w:val="00D75F39"/>
    <w:rsid w:val="00D80867"/>
    <w:rsid w:val="00D82BA2"/>
    <w:rsid w:val="00D83AC9"/>
    <w:rsid w:val="00D83B55"/>
    <w:rsid w:val="00D8434F"/>
    <w:rsid w:val="00D86EFA"/>
    <w:rsid w:val="00D87823"/>
    <w:rsid w:val="00D9217D"/>
    <w:rsid w:val="00D92AFD"/>
    <w:rsid w:val="00D93D28"/>
    <w:rsid w:val="00D94DC6"/>
    <w:rsid w:val="00D954EB"/>
    <w:rsid w:val="00D95BBF"/>
    <w:rsid w:val="00D95E3A"/>
    <w:rsid w:val="00D976B9"/>
    <w:rsid w:val="00DA73BF"/>
    <w:rsid w:val="00DB10A0"/>
    <w:rsid w:val="00DB1B84"/>
    <w:rsid w:val="00DB357B"/>
    <w:rsid w:val="00DB4579"/>
    <w:rsid w:val="00DB60E4"/>
    <w:rsid w:val="00DB6709"/>
    <w:rsid w:val="00DC03CC"/>
    <w:rsid w:val="00DC143F"/>
    <w:rsid w:val="00DC3C1D"/>
    <w:rsid w:val="00DC3E12"/>
    <w:rsid w:val="00DC5044"/>
    <w:rsid w:val="00DC5638"/>
    <w:rsid w:val="00DC5928"/>
    <w:rsid w:val="00DC5D16"/>
    <w:rsid w:val="00DC6E9A"/>
    <w:rsid w:val="00DD0D49"/>
    <w:rsid w:val="00DD13E5"/>
    <w:rsid w:val="00DD220C"/>
    <w:rsid w:val="00DE0172"/>
    <w:rsid w:val="00DE1EC3"/>
    <w:rsid w:val="00DE26B6"/>
    <w:rsid w:val="00DE3ECC"/>
    <w:rsid w:val="00DE3FD2"/>
    <w:rsid w:val="00DE41E2"/>
    <w:rsid w:val="00DE4656"/>
    <w:rsid w:val="00DE7947"/>
    <w:rsid w:val="00DF077E"/>
    <w:rsid w:val="00DF3F1D"/>
    <w:rsid w:val="00DF40A8"/>
    <w:rsid w:val="00DF5BBA"/>
    <w:rsid w:val="00E02BF3"/>
    <w:rsid w:val="00E0385E"/>
    <w:rsid w:val="00E05AA1"/>
    <w:rsid w:val="00E06F3B"/>
    <w:rsid w:val="00E1152D"/>
    <w:rsid w:val="00E11A26"/>
    <w:rsid w:val="00E126F2"/>
    <w:rsid w:val="00E14F15"/>
    <w:rsid w:val="00E20DEE"/>
    <w:rsid w:val="00E2339C"/>
    <w:rsid w:val="00E2495D"/>
    <w:rsid w:val="00E25AFD"/>
    <w:rsid w:val="00E32139"/>
    <w:rsid w:val="00E3444A"/>
    <w:rsid w:val="00E368E8"/>
    <w:rsid w:val="00E41E32"/>
    <w:rsid w:val="00E43891"/>
    <w:rsid w:val="00E44C3B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602AD"/>
    <w:rsid w:val="00E62ED0"/>
    <w:rsid w:val="00E63608"/>
    <w:rsid w:val="00E65597"/>
    <w:rsid w:val="00E65C07"/>
    <w:rsid w:val="00E671DC"/>
    <w:rsid w:val="00E763FE"/>
    <w:rsid w:val="00E77007"/>
    <w:rsid w:val="00E806BF"/>
    <w:rsid w:val="00E808EB"/>
    <w:rsid w:val="00E81D18"/>
    <w:rsid w:val="00E821C8"/>
    <w:rsid w:val="00E82DDD"/>
    <w:rsid w:val="00E85164"/>
    <w:rsid w:val="00E86B30"/>
    <w:rsid w:val="00E86B73"/>
    <w:rsid w:val="00E87121"/>
    <w:rsid w:val="00E873F5"/>
    <w:rsid w:val="00E87957"/>
    <w:rsid w:val="00E9076F"/>
    <w:rsid w:val="00E923F6"/>
    <w:rsid w:val="00E92AEA"/>
    <w:rsid w:val="00E9699C"/>
    <w:rsid w:val="00E96F9B"/>
    <w:rsid w:val="00E9796A"/>
    <w:rsid w:val="00EA0A44"/>
    <w:rsid w:val="00EA0A8B"/>
    <w:rsid w:val="00EA16DB"/>
    <w:rsid w:val="00EA2A00"/>
    <w:rsid w:val="00EA2B43"/>
    <w:rsid w:val="00EA34F8"/>
    <w:rsid w:val="00EA6F52"/>
    <w:rsid w:val="00EA7E5D"/>
    <w:rsid w:val="00EB1668"/>
    <w:rsid w:val="00EB18B1"/>
    <w:rsid w:val="00EB4035"/>
    <w:rsid w:val="00EB4190"/>
    <w:rsid w:val="00EB4893"/>
    <w:rsid w:val="00EB4F19"/>
    <w:rsid w:val="00EB552D"/>
    <w:rsid w:val="00EB5A78"/>
    <w:rsid w:val="00EB6EE0"/>
    <w:rsid w:val="00EC1186"/>
    <w:rsid w:val="00EC2A89"/>
    <w:rsid w:val="00EC2FEA"/>
    <w:rsid w:val="00EC5C3D"/>
    <w:rsid w:val="00EC5F2F"/>
    <w:rsid w:val="00EC7000"/>
    <w:rsid w:val="00EC70C1"/>
    <w:rsid w:val="00ED030C"/>
    <w:rsid w:val="00ED44D8"/>
    <w:rsid w:val="00ED4B05"/>
    <w:rsid w:val="00ED6758"/>
    <w:rsid w:val="00EE0B9D"/>
    <w:rsid w:val="00EE19A3"/>
    <w:rsid w:val="00EE2059"/>
    <w:rsid w:val="00EE298A"/>
    <w:rsid w:val="00EE3D78"/>
    <w:rsid w:val="00EE56EC"/>
    <w:rsid w:val="00EF05A1"/>
    <w:rsid w:val="00EF2053"/>
    <w:rsid w:val="00EF3FD2"/>
    <w:rsid w:val="00EF469D"/>
    <w:rsid w:val="00EF7938"/>
    <w:rsid w:val="00EF7C83"/>
    <w:rsid w:val="00F0428D"/>
    <w:rsid w:val="00F06548"/>
    <w:rsid w:val="00F12078"/>
    <w:rsid w:val="00F134EB"/>
    <w:rsid w:val="00F1617B"/>
    <w:rsid w:val="00F21F8F"/>
    <w:rsid w:val="00F22154"/>
    <w:rsid w:val="00F22A64"/>
    <w:rsid w:val="00F23784"/>
    <w:rsid w:val="00F26413"/>
    <w:rsid w:val="00F30274"/>
    <w:rsid w:val="00F308E3"/>
    <w:rsid w:val="00F32483"/>
    <w:rsid w:val="00F33135"/>
    <w:rsid w:val="00F34A4E"/>
    <w:rsid w:val="00F34E8F"/>
    <w:rsid w:val="00F35818"/>
    <w:rsid w:val="00F3624C"/>
    <w:rsid w:val="00F37820"/>
    <w:rsid w:val="00F402D1"/>
    <w:rsid w:val="00F410E3"/>
    <w:rsid w:val="00F41609"/>
    <w:rsid w:val="00F45003"/>
    <w:rsid w:val="00F46A9A"/>
    <w:rsid w:val="00F53148"/>
    <w:rsid w:val="00F55AFA"/>
    <w:rsid w:val="00F5741D"/>
    <w:rsid w:val="00F64616"/>
    <w:rsid w:val="00F652E8"/>
    <w:rsid w:val="00F65CF0"/>
    <w:rsid w:val="00F65DAF"/>
    <w:rsid w:val="00F660D0"/>
    <w:rsid w:val="00F70671"/>
    <w:rsid w:val="00F706EB"/>
    <w:rsid w:val="00F7173E"/>
    <w:rsid w:val="00F72B87"/>
    <w:rsid w:val="00F74A28"/>
    <w:rsid w:val="00F758B5"/>
    <w:rsid w:val="00F75D0A"/>
    <w:rsid w:val="00F75DAE"/>
    <w:rsid w:val="00F764DB"/>
    <w:rsid w:val="00F77559"/>
    <w:rsid w:val="00F81056"/>
    <w:rsid w:val="00F8153B"/>
    <w:rsid w:val="00F82E44"/>
    <w:rsid w:val="00F84D81"/>
    <w:rsid w:val="00F852BF"/>
    <w:rsid w:val="00F85B9B"/>
    <w:rsid w:val="00F85CA5"/>
    <w:rsid w:val="00F86ACD"/>
    <w:rsid w:val="00F87137"/>
    <w:rsid w:val="00F87D09"/>
    <w:rsid w:val="00F91061"/>
    <w:rsid w:val="00F9167F"/>
    <w:rsid w:val="00F92A99"/>
    <w:rsid w:val="00F93A75"/>
    <w:rsid w:val="00F94DAC"/>
    <w:rsid w:val="00F954F1"/>
    <w:rsid w:val="00F956D5"/>
    <w:rsid w:val="00F9687B"/>
    <w:rsid w:val="00FA0AEC"/>
    <w:rsid w:val="00FA1150"/>
    <w:rsid w:val="00FA1432"/>
    <w:rsid w:val="00FA4150"/>
    <w:rsid w:val="00FA4AB4"/>
    <w:rsid w:val="00FA7396"/>
    <w:rsid w:val="00FB0A06"/>
    <w:rsid w:val="00FB0E6C"/>
    <w:rsid w:val="00FB1F09"/>
    <w:rsid w:val="00FB23D7"/>
    <w:rsid w:val="00FB3DC6"/>
    <w:rsid w:val="00FB5C55"/>
    <w:rsid w:val="00FC0AEA"/>
    <w:rsid w:val="00FC0D0A"/>
    <w:rsid w:val="00FC393E"/>
    <w:rsid w:val="00FC4CBA"/>
    <w:rsid w:val="00FC7C87"/>
    <w:rsid w:val="00FD1AA7"/>
    <w:rsid w:val="00FD2C0D"/>
    <w:rsid w:val="00FD7121"/>
    <w:rsid w:val="00FE3FF8"/>
    <w:rsid w:val="00FF1DD9"/>
    <w:rsid w:val="00FF541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1D6F80"/>
    <w:pPr>
      <w:tabs>
        <w:tab w:val="left" w:pos="4395"/>
        <w:tab w:val="decimal" w:pos="4680"/>
      </w:tabs>
      <w:spacing w:after="160"/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1D6F80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6D69C4"/>
    <w:pPr>
      <w:tabs>
        <w:tab w:val="left" w:pos="4395"/>
      </w:tabs>
      <w:ind w:right="274"/>
    </w:pPr>
    <w:rPr>
      <w:rFonts w:ascii="Times New Roman" w:hAnsi="Times New Roman"/>
      <w:i/>
      <w:spacing w:val="8"/>
      <w:sz w:val="20"/>
    </w:rPr>
  </w:style>
  <w:style w:type="character" w:customStyle="1" w:styleId="FoodChar">
    <w:name w:val="Food Char"/>
    <w:basedOn w:val="DefaultParagraphFont"/>
    <w:link w:val="Food"/>
    <w:uiPriority w:val="99"/>
    <w:locked/>
    <w:rsid w:val="006D69C4"/>
    <w:rPr>
      <w:rFonts w:eastAsia="Times New Roman" w:cs="Times New Roman"/>
      <w:i/>
      <w:spacing w:val="8"/>
      <w:lang w:val="en-US" w:eastAsia="en-CA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1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528</Words>
  <Characters>3016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2010-07-30T17:59:00Z</cp:lastPrinted>
  <dcterms:created xsi:type="dcterms:W3CDTF">2010-07-30T14:36:00Z</dcterms:created>
  <dcterms:modified xsi:type="dcterms:W3CDTF">2010-07-30T18:28:00Z</dcterms:modified>
</cp:coreProperties>
</file>